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ADC" w:rsidRPr="00076C38" w:rsidRDefault="00B52ADC" w:rsidP="00B52ADC">
      <w:pPr>
        <w:spacing w:line="360" w:lineRule="auto"/>
        <w:jc w:val="center"/>
      </w:pPr>
      <w:r w:rsidRPr="00076C38">
        <w:t xml:space="preserve">Автономная некоммерческая </w:t>
      </w:r>
      <w:r w:rsidR="00264FC7">
        <w:t>профессиональная образовательная организация</w:t>
      </w:r>
    </w:p>
    <w:p w:rsidR="00B52ADC" w:rsidRPr="00076C38" w:rsidRDefault="00B52ADC" w:rsidP="00B52ADC">
      <w:pPr>
        <w:spacing w:line="360" w:lineRule="auto"/>
        <w:jc w:val="center"/>
        <w:rPr>
          <w:b/>
        </w:rPr>
      </w:pPr>
      <w:r w:rsidRPr="00076C38">
        <w:rPr>
          <w:b/>
        </w:rPr>
        <w:t>«ОТКРЫТЫЙ СОЦИАЛЬНО-ЭКОНОМИЧЕСКИЙ КОЛЛЕДЖ»</w:t>
      </w:r>
    </w:p>
    <w:p w:rsidR="009B72C2" w:rsidRDefault="009B72C2" w:rsidP="00B52ADC">
      <w:pPr>
        <w:spacing w:line="360" w:lineRule="auto"/>
        <w:ind w:right="-441"/>
        <w:jc w:val="center"/>
        <w:rPr>
          <w:sz w:val="28"/>
          <w:szCs w:val="28"/>
        </w:rPr>
      </w:pPr>
    </w:p>
    <w:p w:rsidR="009B72C2" w:rsidRDefault="009B72C2" w:rsidP="00B52ADC">
      <w:pPr>
        <w:pStyle w:val="5"/>
        <w:numPr>
          <w:ilvl w:val="0"/>
          <w:numId w:val="0"/>
        </w:numPr>
        <w:tabs>
          <w:tab w:val="left" w:pos="708"/>
        </w:tabs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B72C2" w:rsidRDefault="009B72C2" w:rsidP="009B72C2">
      <w:pPr>
        <w:pStyle w:val="5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9B72C2" w:rsidRDefault="009B72C2" w:rsidP="009B72C2">
      <w:pPr>
        <w:spacing w:before="0"/>
        <w:ind w:right="-284"/>
        <w:jc w:val="both"/>
        <w:rPr>
          <w:sz w:val="28"/>
          <w:szCs w:val="28"/>
        </w:rPr>
      </w:pPr>
    </w:p>
    <w:p w:rsidR="009B72C2" w:rsidRDefault="009B72C2" w:rsidP="009B72C2">
      <w:pPr>
        <w:pStyle w:val="4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9B72C2" w:rsidRDefault="009B72C2" w:rsidP="009B72C2">
      <w:pPr>
        <w:pStyle w:val="4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9B72C2" w:rsidRPr="009B72C2" w:rsidRDefault="009B72C2" w:rsidP="009B72C2">
      <w:pPr>
        <w:pStyle w:val="4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 w:val="48"/>
          <w:szCs w:val="48"/>
        </w:rPr>
      </w:pPr>
      <w:r w:rsidRPr="009B72C2">
        <w:rPr>
          <w:rFonts w:ascii="Times New Roman" w:hAnsi="Times New Roman"/>
          <w:sz w:val="48"/>
          <w:szCs w:val="48"/>
        </w:rPr>
        <w:t xml:space="preserve">ДНЕВНИК-ОТЧЕТ </w:t>
      </w:r>
    </w:p>
    <w:p w:rsidR="009B72C2" w:rsidRDefault="009B72C2" w:rsidP="009B72C2">
      <w:pPr>
        <w:pStyle w:val="4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 w:val="48"/>
          <w:szCs w:val="48"/>
        </w:rPr>
      </w:pPr>
      <w:r w:rsidRPr="009B72C2">
        <w:rPr>
          <w:rFonts w:ascii="Times New Roman" w:hAnsi="Times New Roman"/>
          <w:sz w:val="48"/>
          <w:szCs w:val="48"/>
        </w:rPr>
        <w:t xml:space="preserve">ПО </w:t>
      </w:r>
      <w:r w:rsidR="008B190F">
        <w:rPr>
          <w:rFonts w:ascii="Times New Roman" w:hAnsi="Times New Roman"/>
          <w:sz w:val="48"/>
          <w:szCs w:val="48"/>
        </w:rPr>
        <w:t>ПРОИЗВОДСТВЕННОЙ</w:t>
      </w:r>
      <w:r w:rsidRPr="009B72C2">
        <w:rPr>
          <w:rFonts w:ascii="Times New Roman" w:hAnsi="Times New Roman"/>
          <w:sz w:val="48"/>
          <w:szCs w:val="48"/>
        </w:rPr>
        <w:t xml:space="preserve"> ПРАКТИКЕ</w:t>
      </w:r>
    </w:p>
    <w:p w:rsidR="000A3794" w:rsidRPr="000A3794" w:rsidRDefault="000A3794" w:rsidP="000A3794"/>
    <w:p w:rsidR="000A3794" w:rsidRDefault="000A3794" w:rsidP="009B72C2">
      <w:pPr>
        <w:spacing w:before="0"/>
        <w:ind w:right="-284"/>
        <w:jc w:val="center"/>
        <w:rPr>
          <w:b/>
          <w:sz w:val="48"/>
          <w:szCs w:val="48"/>
        </w:rPr>
      </w:pPr>
    </w:p>
    <w:p w:rsidR="009B72C2" w:rsidRDefault="00264FC7" w:rsidP="009B72C2">
      <w:pPr>
        <w:spacing w:before="0"/>
        <w:ind w:right="-284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____</w:t>
      </w:r>
      <w:r w:rsidR="009B72C2">
        <w:rPr>
          <w:b/>
          <w:sz w:val="48"/>
          <w:szCs w:val="48"/>
        </w:rPr>
        <w:t xml:space="preserve"> курс</w:t>
      </w:r>
    </w:p>
    <w:p w:rsidR="00264FC7" w:rsidRDefault="00264FC7" w:rsidP="009B72C2">
      <w:pPr>
        <w:spacing w:before="0"/>
        <w:ind w:right="-284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_____ семестр</w:t>
      </w:r>
    </w:p>
    <w:p w:rsidR="009B72C2" w:rsidRDefault="009B72C2" w:rsidP="009B72C2">
      <w:pPr>
        <w:spacing w:before="0"/>
        <w:ind w:right="-284"/>
        <w:jc w:val="center"/>
        <w:rPr>
          <w:sz w:val="28"/>
          <w:szCs w:val="28"/>
        </w:rPr>
      </w:pPr>
    </w:p>
    <w:p w:rsidR="009B72C2" w:rsidRDefault="009B72C2" w:rsidP="009B72C2">
      <w:pPr>
        <w:spacing w:before="0"/>
        <w:ind w:right="-284"/>
        <w:jc w:val="both"/>
        <w:rPr>
          <w:sz w:val="36"/>
          <w:szCs w:val="36"/>
        </w:rPr>
      </w:pP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264FC7" w:rsidP="009B72C2">
      <w:pPr>
        <w:spacing w:before="0"/>
        <w:ind w:right="-284"/>
        <w:jc w:val="both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-635</wp:posOffset>
                </wp:positionV>
                <wp:extent cx="4000500" cy="427990"/>
                <wp:effectExtent l="5715" t="5715" r="13335" b="13970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427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5EB955" id="Rectangle 13" o:spid="_x0000_s1026" style="position:absolute;margin-left:153pt;margin-top:-.05pt;width:315pt;height:33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"/>
            </w:pict>
          </mc:Fallback>
        </mc:AlternateContent>
      </w:r>
      <w:r w:rsidR="009B72C2">
        <w:rPr>
          <w:szCs w:val="20"/>
        </w:rPr>
        <w:t>Фамилия, имя, отчество</w:t>
      </w:r>
    </w:p>
    <w:p w:rsidR="009B72C2" w:rsidRDefault="00005C95" w:rsidP="009B72C2">
      <w:pPr>
        <w:spacing w:before="0"/>
        <w:ind w:right="-284"/>
        <w:jc w:val="both"/>
        <w:rPr>
          <w:szCs w:val="20"/>
        </w:rPr>
      </w:pPr>
      <w:r>
        <w:rPr>
          <w:szCs w:val="20"/>
        </w:rPr>
        <w:t>обучающегося</w:t>
      </w: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264FC7" w:rsidP="009B72C2">
      <w:pPr>
        <w:spacing w:before="0"/>
        <w:ind w:right="-284"/>
        <w:jc w:val="both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144145</wp:posOffset>
                </wp:positionV>
                <wp:extent cx="4000500" cy="376555"/>
                <wp:effectExtent l="5715" t="9525" r="13335" b="1397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84FA7F" id="Rectangle 14" o:spid="_x0000_s1026" style="position:absolute;margin-left:153pt;margin-top:11.35pt;width:315pt;height:29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"/>
            </w:pict>
          </mc:Fallback>
        </mc:AlternateContent>
      </w: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  <w:r>
        <w:rPr>
          <w:szCs w:val="20"/>
        </w:rPr>
        <w:t xml:space="preserve">Группа </w:t>
      </w: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9B72C2" w:rsidP="009B72C2">
      <w:pPr>
        <w:spacing w:before="0"/>
        <w:ind w:right="-284"/>
        <w:jc w:val="both"/>
        <w:rPr>
          <w:szCs w:val="20"/>
        </w:rPr>
      </w:pPr>
    </w:p>
    <w:p w:rsidR="009B72C2" w:rsidRDefault="00264FC7" w:rsidP="009B72C2">
      <w:pPr>
        <w:spacing w:before="0"/>
        <w:ind w:right="-284"/>
        <w:jc w:val="both"/>
        <w:rPr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75565</wp:posOffset>
                </wp:positionV>
                <wp:extent cx="4000500" cy="382270"/>
                <wp:effectExtent l="5715" t="13335" r="13335" b="13970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FC7" w:rsidRDefault="00264FC7">
                            <w:r>
                              <w:t>Заочная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12" o:spid="_x0000_s1026" style="position:absolute;left:0;text-align:left;margin-left:153pt;margin-top:5.95pt;width:315pt;height:3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">
                <v:textbox>
                  <w:txbxContent>
                    <w:p w:rsidR="00264FC7" w:rsidRDefault="00264FC7">
                      <w:r>
                        <w:t>Заочная</w:t>
                      </w:r>
                    </w:p>
                  </w:txbxContent>
                </v:textbox>
              </v:rect>
            </w:pict>
          </mc:Fallback>
        </mc:AlternateContent>
      </w:r>
      <w:r w:rsidR="009B72C2">
        <w:rPr>
          <w:szCs w:val="20"/>
        </w:rPr>
        <w:t>Форма обучения</w:t>
      </w:r>
    </w:p>
    <w:p w:rsidR="009B72C2" w:rsidRDefault="009B72C2" w:rsidP="009B72C2">
      <w:pPr>
        <w:spacing w:before="0"/>
        <w:ind w:right="-284"/>
        <w:jc w:val="both"/>
        <w:rPr>
          <w:b/>
        </w:rPr>
      </w:pPr>
    </w:p>
    <w:p w:rsidR="009B72C2" w:rsidRDefault="009B72C2" w:rsidP="009B72C2">
      <w:pPr>
        <w:spacing w:before="0"/>
      </w:pPr>
    </w:p>
    <w:p w:rsidR="009B72C2" w:rsidRDefault="009B72C2" w:rsidP="009B72C2">
      <w:pPr>
        <w:spacing w:before="0"/>
      </w:pPr>
    </w:p>
    <w:p w:rsidR="009B72C2" w:rsidRDefault="009B72C2" w:rsidP="009B72C2">
      <w:pPr>
        <w:spacing w:before="0"/>
      </w:pPr>
    </w:p>
    <w:p w:rsidR="00B82CA8" w:rsidRPr="000B4E0F" w:rsidRDefault="00B82CA8" w:rsidP="00B82CA8">
      <w:pPr>
        <w:spacing w:before="0"/>
      </w:pPr>
    </w:p>
    <w:p w:rsidR="00B82CA8" w:rsidRPr="000B4E0F" w:rsidRDefault="00B82CA8" w:rsidP="00B82CA8">
      <w:pPr>
        <w:spacing w:before="0"/>
      </w:pPr>
    </w:p>
    <w:p w:rsidR="003B04CB" w:rsidRPr="000B4E0F" w:rsidRDefault="003B04CB" w:rsidP="009A3AE2">
      <w:pPr>
        <w:spacing w:before="0"/>
        <w:jc w:val="center"/>
        <w:rPr>
          <w:b/>
          <w:color w:val="000000"/>
        </w:rPr>
        <w:sectPr w:rsidR="003B04CB" w:rsidRPr="000B4E0F" w:rsidSect="002924C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851" w:right="567" w:bottom="851" w:left="1134" w:header="709" w:footer="284" w:gutter="0"/>
          <w:pgBorders>
            <w:top w:val="single" w:sz="4" w:space="0" w:color="auto"/>
            <w:left w:val="single" w:sz="4" w:space="2" w:color="auto"/>
            <w:bottom w:val="single" w:sz="4" w:space="0" w:color="auto"/>
            <w:right w:val="single" w:sz="4" w:space="2" w:color="auto"/>
          </w:pgBorders>
          <w:cols w:space="708"/>
          <w:docGrid w:linePitch="360"/>
        </w:sectPr>
      </w:pPr>
    </w:p>
    <w:p w:rsidR="00A759D2" w:rsidRPr="00E23F07" w:rsidRDefault="00A1197B" w:rsidP="00A759D2">
      <w:pPr>
        <w:pageBreakBefore/>
      </w:pPr>
      <w:bookmarkStart w:id="0" w:name="_СОДЕРЖАНИЕ"/>
      <w:bookmarkEnd w:id="0"/>
      <w:r>
        <w:lastRenderedPageBreak/>
        <w:t>Обучающийся</w:t>
      </w:r>
      <w:r w:rsidR="00A759D2" w:rsidRPr="00E23F07">
        <w:t>___________________________________________________</w:t>
      </w:r>
      <w:r w:rsidR="00A759D2">
        <w:t>____________________</w:t>
      </w:r>
    </w:p>
    <w:p w:rsidR="00A759D2" w:rsidRPr="00B64E6E" w:rsidRDefault="00A759D2" w:rsidP="00A759D2">
      <w:pPr>
        <w:ind w:left="4248" w:firstLine="708"/>
        <w:rPr>
          <w:vertAlign w:val="superscript"/>
        </w:rPr>
      </w:pPr>
      <w:r w:rsidRPr="00B64E6E">
        <w:rPr>
          <w:vertAlign w:val="superscript"/>
        </w:rPr>
        <w:t>(фамилия, имя, отчество)</w:t>
      </w:r>
    </w:p>
    <w:p w:rsidR="00A759D2" w:rsidRDefault="00A759D2" w:rsidP="00A759D2">
      <w:pPr>
        <w:jc w:val="center"/>
      </w:pPr>
    </w:p>
    <w:p w:rsidR="00A759D2" w:rsidRPr="00E23F07" w:rsidRDefault="00A1197B" w:rsidP="00A759D2">
      <w:pPr>
        <w:jc w:val="center"/>
      </w:pPr>
      <w:r>
        <w:t>____</w:t>
      </w:r>
      <w:r w:rsidR="00A759D2">
        <w:t xml:space="preserve"> </w:t>
      </w:r>
      <w:r w:rsidR="00A759D2" w:rsidRPr="00E23F07">
        <w:t>курса</w:t>
      </w:r>
    </w:p>
    <w:p w:rsidR="00A759D2" w:rsidRPr="00E23F07" w:rsidRDefault="00A759D2" w:rsidP="00A759D2">
      <w:pPr>
        <w:jc w:val="center"/>
      </w:pPr>
      <w:r>
        <w:t>___________________</w:t>
      </w:r>
      <w:r w:rsidR="000A3794">
        <w:t xml:space="preserve"> </w:t>
      </w:r>
      <w:r>
        <w:t>(очной, заочной) формы обучения</w:t>
      </w:r>
    </w:p>
    <w:p w:rsidR="00A759D2" w:rsidRPr="00E23F07" w:rsidRDefault="00A1197B" w:rsidP="00A759D2">
      <w:pPr>
        <w:jc w:val="center"/>
      </w:pPr>
      <w:r>
        <w:t>по специальности</w:t>
      </w:r>
      <w:r w:rsidR="00264FC7">
        <w:t xml:space="preserve"> </w:t>
      </w:r>
      <w:r w:rsidR="00534441" w:rsidRPr="00534441">
        <w:t>40.02.01</w:t>
      </w:r>
      <w:r w:rsidR="00264FC7" w:rsidRPr="00534441">
        <w:t xml:space="preserve"> </w:t>
      </w:r>
      <w:bookmarkStart w:id="1" w:name="_GoBack"/>
      <w:bookmarkEnd w:id="1"/>
      <w:r w:rsidR="00534441">
        <w:t>Право и организация социального обеспечения</w:t>
      </w:r>
      <w:r w:rsidR="001E1794">
        <w:br/>
      </w:r>
    </w:p>
    <w:p w:rsidR="00A759D2" w:rsidRPr="00E23F07" w:rsidRDefault="00A759D2" w:rsidP="00A759D2"/>
    <w:p w:rsidR="00A759D2" w:rsidRPr="00E23F07" w:rsidRDefault="00A759D2" w:rsidP="00A759D2">
      <w:pPr>
        <w:jc w:val="center"/>
      </w:pPr>
      <w:r w:rsidRPr="00E23F07">
        <w:t>направляется</w:t>
      </w:r>
      <w:r>
        <w:t xml:space="preserve"> </w:t>
      </w:r>
      <w:r w:rsidRPr="00E23F07">
        <w:t>для прохождения практики в организаци</w:t>
      </w:r>
      <w:r w:rsidR="00264FC7">
        <w:t>ю</w:t>
      </w:r>
      <w:r>
        <w:t>:</w:t>
      </w:r>
    </w:p>
    <w:p w:rsidR="00683746" w:rsidRDefault="00A759D2" w:rsidP="00A759D2">
      <w:pPr>
        <w:spacing w:line="360" w:lineRule="auto"/>
      </w:pPr>
      <w:bookmarkStart w:id="2" w:name="_Hlk156318087"/>
      <w:r w:rsidRPr="00E23F07">
        <w:t>________________________________________________________________</w:t>
      </w:r>
      <w:r>
        <w:t>_____________________</w:t>
      </w:r>
    </w:p>
    <w:p w:rsidR="00683746" w:rsidRPr="00683746" w:rsidRDefault="00683746" w:rsidP="00683746">
      <w:pPr>
        <w:spacing w:line="360" w:lineRule="auto"/>
        <w:jc w:val="center"/>
        <w:rPr>
          <w:vertAlign w:val="superscript"/>
        </w:rPr>
      </w:pPr>
      <w:r w:rsidRPr="00683746">
        <w:rPr>
          <w:vertAlign w:val="superscript"/>
        </w:rPr>
        <w:t>Полное и сокращенное наименование организации-базы прохождения практики</w:t>
      </w:r>
      <w:r>
        <w:rPr>
          <w:vertAlign w:val="superscript"/>
        </w:rPr>
        <w:t>,</w:t>
      </w:r>
    </w:p>
    <w:p w:rsidR="00683746" w:rsidRDefault="00A759D2" w:rsidP="00683746">
      <w:pPr>
        <w:spacing w:line="360" w:lineRule="auto"/>
        <w:jc w:val="center"/>
      </w:pPr>
      <w:r>
        <w:t>_____________________________________________________________________________________</w:t>
      </w:r>
      <w:r w:rsidR="00683746" w:rsidRPr="00683746">
        <w:rPr>
          <w:vertAlign w:val="superscript"/>
        </w:rPr>
        <w:t xml:space="preserve"> адрес, контактный телефон, e-mail, </w:t>
      </w:r>
    </w:p>
    <w:p w:rsidR="00683746" w:rsidRDefault="00A759D2" w:rsidP="00A759D2">
      <w:pPr>
        <w:spacing w:line="360" w:lineRule="auto"/>
        <w:rPr>
          <w:vertAlign w:val="superscript"/>
        </w:rPr>
      </w:pPr>
      <w:r>
        <w:t>_____________________________________________________________________________________</w:t>
      </w:r>
      <w:r w:rsidR="00683746" w:rsidRPr="00683746">
        <w:rPr>
          <w:vertAlign w:val="superscript"/>
        </w:rPr>
        <w:t xml:space="preserve"> </w:t>
      </w:r>
    </w:p>
    <w:p w:rsidR="00683746" w:rsidRDefault="00683746" w:rsidP="00683746">
      <w:pPr>
        <w:spacing w:line="360" w:lineRule="auto"/>
        <w:jc w:val="center"/>
      </w:pPr>
      <w:r w:rsidRPr="00683746">
        <w:rPr>
          <w:vertAlign w:val="superscript"/>
        </w:rPr>
        <w:t>ОГРН, ИНН/КПП</w:t>
      </w:r>
    </w:p>
    <w:p w:rsidR="00A759D2" w:rsidRDefault="00683746" w:rsidP="00A759D2">
      <w:pPr>
        <w:spacing w:line="360" w:lineRule="auto"/>
      </w:pPr>
      <w:r>
        <w:t>____________________________________________________________________________________</w:t>
      </w:r>
    </w:p>
    <w:bookmarkEnd w:id="2"/>
    <w:p w:rsidR="00A759D2" w:rsidRPr="00800376" w:rsidRDefault="00A759D2" w:rsidP="00A759D2">
      <w:pPr>
        <w:pStyle w:val="1"/>
        <w:numPr>
          <w:ilvl w:val="0"/>
          <w:numId w:val="0"/>
        </w:numPr>
        <w:jc w:val="center"/>
      </w:pPr>
      <w:r w:rsidRPr="00800376">
        <w:t>Сроки проведения практики</w:t>
      </w:r>
    </w:p>
    <w:p w:rsidR="00A759D2" w:rsidRPr="00527437" w:rsidRDefault="00A759D2" w:rsidP="00A759D2">
      <w:pPr>
        <w:shd w:val="clear" w:color="auto" w:fill="FFFFFF"/>
        <w:tabs>
          <w:tab w:val="left" w:leader="underscore" w:pos="4205"/>
        </w:tabs>
        <w:ind w:left="-1560" w:firstLine="284"/>
        <w:jc w:val="center"/>
        <w:rPr>
          <w:sz w:val="32"/>
          <w:szCs w:val="32"/>
        </w:rPr>
      </w:pPr>
    </w:p>
    <w:p w:rsidR="00A759D2" w:rsidRPr="00527437" w:rsidRDefault="00A759D2" w:rsidP="00A759D2">
      <w:pPr>
        <w:jc w:val="center"/>
      </w:pPr>
      <w:r>
        <w:t>С «__»_______________20</w:t>
      </w:r>
      <w:r w:rsidRPr="006B5892">
        <w:t>_</w:t>
      </w:r>
      <w:r w:rsidRPr="00527437">
        <w:t>__г.</w:t>
      </w:r>
      <w:r>
        <w:t xml:space="preserve"> </w:t>
      </w:r>
      <w:r>
        <w:tab/>
      </w:r>
      <w:r w:rsidRPr="00527437">
        <w:t>по</w:t>
      </w:r>
      <w:r>
        <w:t xml:space="preserve"> «___»__________________20</w:t>
      </w:r>
      <w:r w:rsidRPr="00955E52">
        <w:t>_</w:t>
      </w:r>
      <w:r w:rsidRPr="00527437">
        <w:t>__г.</w:t>
      </w:r>
    </w:p>
    <w:p w:rsidR="00A759D2" w:rsidRDefault="00A759D2" w:rsidP="00A759D2"/>
    <w:p w:rsidR="00A759D2" w:rsidRDefault="00A759D2" w:rsidP="00A759D2">
      <w:r>
        <w:t xml:space="preserve">Преподаватель-руководитель практики </w:t>
      </w:r>
      <w:r w:rsidR="00264FC7">
        <w:t>от Колледжа</w:t>
      </w:r>
    </w:p>
    <w:p w:rsidR="00A759D2" w:rsidRDefault="00A759D2" w:rsidP="00A759D2">
      <w:r>
        <w:t>________________________________________________________________</w:t>
      </w:r>
    </w:p>
    <w:p w:rsidR="00A759D2" w:rsidRPr="00527437" w:rsidRDefault="00A759D2" w:rsidP="00A759D2">
      <w:r>
        <w:t>________________________________________________________________</w:t>
      </w:r>
    </w:p>
    <w:p w:rsidR="00A759D2" w:rsidRPr="00B063EB" w:rsidRDefault="00A759D2" w:rsidP="00A759D2">
      <w:pPr>
        <w:jc w:val="center"/>
        <w:rPr>
          <w:vertAlign w:val="superscript"/>
        </w:rPr>
      </w:pPr>
      <w:r w:rsidRPr="00B063EB">
        <w:rPr>
          <w:vertAlign w:val="superscript"/>
        </w:rPr>
        <w:t>(фамилия, имя, отчество, ученое звание, степень)</w:t>
      </w:r>
    </w:p>
    <w:p w:rsidR="00A759D2" w:rsidRDefault="00A759D2" w:rsidP="00A759D2">
      <w:pPr>
        <w:rPr>
          <w:sz w:val="22"/>
          <w:szCs w:val="22"/>
        </w:rPr>
      </w:pPr>
    </w:p>
    <w:p w:rsidR="00A759D2" w:rsidRDefault="00A1197B" w:rsidP="00A759D2">
      <w:r>
        <w:t>П(Ц)К</w:t>
      </w:r>
      <w:r w:rsidR="00A759D2">
        <w:t xml:space="preserve"> </w:t>
      </w:r>
      <w:r w:rsidR="00534441" w:rsidRPr="00534441">
        <w:t>по истории, юриспруденции и документационному обеспечению управления</w:t>
      </w:r>
    </w:p>
    <w:p w:rsidR="00A759D2" w:rsidRPr="00527437" w:rsidRDefault="00A759D2" w:rsidP="00A759D2">
      <w:r>
        <w:t xml:space="preserve">Телефон </w:t>
      </w:r>
      <w:r w:rsidR="00A1197B">
        <w:t>П(Ц)К</w:t>
      </w:r>
      <w:r w:rsidR="00264FC7">
        <w:t xml:space="preserve"> </w:t>
      </w:r>
      <w:r w:rsidR="00264FC7" w:rsidRPr="00264FC7">
        <w:rPr>
          <w:u w:val="single"/>
        </w:rPr>
        <w:t>8-800-500-71-71</w:t>
      </w:r>
    </w:p>
    <w:p w:rsidR="00A759D2" w:rsidRDefault="00A759D2" w:rsidP="00A759D2">
      <w:pPr>
        <w:rPr>
          <w:rFonts w:ascii="Arial" w:hAnsi="Arial"/>
          <w:sz w:val="22"/>
          <w:szCs w:val="22"/>
        </w:rPr>
      </w:pPr>
    </w:p>
    <w:p w:rsidR="00A759D2" w:rsidRPr="00800376" w:rsidRDefault="00A759D2" w:rsidP="00A759D2">
      <w:pPr>
        <w:rPr>
          <w:b/>
        </w:rPr>
      </w:pPr>
      <w:r w:rsidRPr="00800376">
        <w:rPr>
          <w:b/>
        </w:rPr>
        <w:t>Отметки</w:t>
      </w:r>
      <w:r>
        <w:rPr>
          <w:b/>
        </w:rPr>
        <w:t xml:space="preserve"> организации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501"/>
      </w:tblGrid>
      <w:tr w:rsidR="00A759D2" w:rsidTr="00382C8A">
        <w:tc>
          <w:tcPr>
            <w:tcW w:w="4680" w:type="dxa"/>
          </w:tcPr>
          <w:p w:rsidR="00A759D2" w:rsidRPr="004E1F31" w:rsidRDefault="00A759D2" w:rsidP="003A2E08">
            <w:pPr>
              <w:rPr>
                <w:rFonts w:ascii="Arial" w:hAnsi="Arial"/>
                <w:sz w:val="22"/>
                <w:szCs w:val="22"/>
              </w:rPr>
            </w:pPr>
            <w:r w:rsidRPr="00527437">
              <w:t>Прибыл для прохождения практики</w:t>
            </w:r>
          </w:p>
        </w:tc>
        <w:tc>
          <w:tcPr>
            <w:tcW w:w="4501" w:type="dxa"/>
          </w:tcPr>
          <w:p w:rsidR="00A759D2" w:rsidRPr="004E1F31" w:rsidRDefault="00A759D2" w:rsidP="003A2E08">
            <w:pPr>
              <w:rPr>
                <w:rFonts w:ascii="Arial" w:hAnsi="Arial"/>
                <w:sz w:val="22"/>
                <w:szCs w:val="22"/>
              </w:rPr>
            </w:pPr>
            <w:r>
              <w:t>«___»___________________20</w:t>
            </w:r>
            <w:r w:rsidRPr="004E1F31">
              <w:rPr>
                <w:lang w:val="en-US"/>
              </w:rPr>
              <w:t>_</w:t>
            </w:r>
            <w:r w:rsidRPr="00527437">
              <w:t>__г.</w:t>
            </w:r>
          </w:p>
        </w:tc>
      </w:tr>
      <w:tr w:rsidR="00A759D2" w:rsidTr="00382C8A">
        <w:tc>
          <w:tcPr>
            <w:tcW w:w="4680" w:type="dxa"/>
          </w:tcPr>
          <w:p w:rsidR="00A759D2" w:rsidRPr="00527437" w:rsidRDefault="00A759D2" w:rsidP="003A2E08"/>
        </w:tc>
        <w:tc>
          <w:tcPr>
            <w:tcW w:w="4501" w:type="dxa"/>
          </w:tcPr>
          <w:p w:rsidR="00A759D2" w:rsidRPr="00527437" w:rsidRDefault="00A759D2" w:rsidP="003A2E08"/>
        </w:tc>
      </w:tr>
      <w:tr w:rsidR="00A759D2" w:rsidTr="00382C8A">
        <w:tc>
          <w:tcPr>
            <w:tcW w:w="4680" w:type="dxa"/>
          </w:tcPr>
          <w:p w:rsidR="00A759D2" w:rsidRPr="004E1F31" w:rsidRDefault="00005C95" w:rsidP="00005C95">
            <w:pPr>
              <w:rPr>
                <w:rFonts w:ascii="Arial" w:hAnsi="Arial"/>
                <w:sz w:val="22"/>
                <w:szCs w:val="22"/>
              </w:rPr>
            </w:pPr>
            <w:r>
              <w:t>Убыл из организации</w:t>
            </w:r>
          </w:p>
        </w:tc>
        <w:tc>
          <w:tcPr>
            <w:tcW w:w="4501" w:type="dxa"/>
          </w:tcPr>
          <w:p w:rsidR="00A759D2" w:rsidRPr="004E1F31" w:rsidRDefault="00A759D2" w:rsidP="003A2E08">
            <w:pPr>
              <w:rPr>
                <w:rFonts w:ascii="Arial" w:hAnsi="Arial"/>
                <w:sz w:val="22"/>
                <w:szCs w:val="22"/>
              </w:rPr>
            </w:pPr>
            <w:r>
              <w:t>«___»___________________20</w:t>
            </w:r>
            <w:r w:rsidRPr="004E1F31">
              <w:rPr>
                <w:lang w:val="en-US"/>
              </w:rPr>
              <w:t>_</w:t>
            </w:r>
            <w:r w:rsidRPr="00527437">
              <w:t>__г.</w:t>
            </w:r>
          </w:p>
        </w:tc>
      </w:tr>
    </w:tbl>
    <w:p w:rsidR="00A759D2" w:rsidRDefault="00A759D2" w:rsidP="00A759D2">
      <w:pPr>
        <w:rPr>
          <w:rFonts w:ascii="Arial" w:hAnsi="Arial"/>
          <w:sz w:val="22"/>
          <w:szCs w:val="22"/>
        </w:rPr>
      </w:pPr>
    </w:p>
    <w:p w:rsidR="00A759D2" w:rsidRDefault="00A759D2" w:rsidP="00A759D2">
      <w:pPr>
        <w:rPr>
          <w:rFonts w:ascii="Arial" w:hAnsi="Arial"/>
          <w:sz w:val="22"/>
          <w:szCs w:val="22"/>
        </w:rPr>
      </w:pPr>
    </w:p>
    <w:p w:rsidR="00A759D2" w:rsidRDefault="00A759D2" w:rsidP="00A759D2">
      <w:r>
        <w:t>М. П.</w:t>
      </w:r>
    </w:p>
    <w:p w:rsidR="00A759D2" w:rsidRDefault="00A759D2" w:rsidP="00A759D2">
      <w:r>
        <w:t>_______________________</w:t>
      </w:r>
    </w:p>
    <w:p w:rsidR="00A759D2" w:rsidRDefault="00A759D2" w:rsidP="00A759D2">
      <w:r>
        <w:t>_______________________</w:t>
      </w:r>
    </w:p>
    <w:p w:rsidR="00A759D2" w:rsidRPr="00B64E6E" w:rsidRDefault="00A759D2" w:rsidP="00A759D2">
      <w:pPr>
        <w:rPr>
          <w:vertAlign w:val="superscript"/>
        </w:rPr>
      </w:pPr>
      <w:r w:rsidRPr="00B64E6E">
        <w:rPr>
          <w:vertAlign w:val="superscript"/>
        </w:rPr>
        <w:t>(фамилия, имя, отчество, должность, подпись)</w:t>
      </w:r>
    </w:p>
    <w:p w:rsidR="00A759D2" w:rsidRDefault="00A759D2" w:rsidP="00A759D2">
      <w:pPr>
        <w:pageBreakBefore/>
        <w:shd w:val="clear" w:color="auto" w:fill="FFFFFF"/>
        <w:ind w:left="23"/>
        <w:jc w:val="center"/>
        <w:rPr>
          <w:b/>
          <w:bCs/>
          <w:spacing w:val="-2"/>
        </w:rPr>
      </w:pPr>
      <w:r w:rsidRPr="001C6264">
        <w:rPr>
          <w:b/>
          <w:bCs/>
          <w:spacing w:val="-2"/>
        </w:rPr>
        <w:lastRenderedPageBreak/>
        <w:t>ОРГАНИЗАЦИЯ ПРАКТИКИ</w:t>
      </w:r>
    </w:p>
    <w:p w:rsidR="00A759D2" w:rsidRDefault="00A759D2" w:rsidP="00A759D2">
      <w:pPr>
        <w:shd w:val="clear" w:color="auto" w:fill="FFFFFF"/>
        <w:ind w:left="24"/>
        <w:jc w:val="center"/>
        <w:rPr>
          <w:b/>
          <w:bCs/>
          <w:spacing w:val="-2"/>
        </w:rPr>
      </w:pPr>
    </w:p>
    <w:p w:rsidR="003340B1" w:rsidRDefault="003340B1" w:rsidP="000A3794">
      <w:pPr>
        <w:spacing w:before="0" w:after="60"/>
        <w:ind w:firstLine="709"/>
        <w:jc w:val="both"/>
      </w:pPr>
      <w:r w:rsidRPr="003340B1">
        <w:t xml:space="preserve">Практика является обязательным разделом основной профессиональной образовательной программы среднего профессионального образования - программы подготовки специалистов среднего звена. Она представляет собой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 </w:t>
      </w:r>
    </w:p>
    <w:p w:rsidR="00005C95" w:rsidRPr="00005C95" w:rsidRDefault="00005C95" w:rsidP="000A3794">
      <w:pPr>
        <w:pStyle w:val="af3"/>
        <w:spacing w:after="60"/>
        <w:ind w:firstLine="709"/>
      </w:pPr>
      <w:r w:rsidRPr="00005C95">
        <w:rPr>
          <w:sz w:val="24"/>
          <w:szCs w:val="24"/>
        </w:rPr>
        <w:t>Настоящий дневник призван помочь организовать вашу деятельность в процессе прохождения практики, и является своего рода зеркалом, отражающим всю деятельность обучающегося, и, вместе с тем, официальным отчетом и контрольным документом, по которому руководители практики будут оценивать ее ход и результаты.</w:t>
      </w:r>
    </w:p>
    <w:p w:rsidR="00005C95" w:rsidRPr="00005C95" w:rsidRDefault="00005C95" w:rsidP="000A3794">
      <w:pPr>
        <w:pStyle w:val="af3"/>
        <w:spacing w:after="60"/>
        <w:ind w:firstLine="709"/>
      </w:pPr>
      <w:r w:rsidRPr="00005C95">
        <w:rPr>
          <w:sz w:val="24"/>
          <w:szCs w:val="24"/>
        </w:rPr>
        <w:t xml:space="preserve">Дневник целесообразно использовать как при подготовке к практике, так и ежедневно во время ее прохождения, а также в дальнейшем, при выполнении выпускной квалификационной работы. </w:t>
      </w:r>
    </w:p>
    <w:p w:rsidR="00005C95" w:rsidRPr="00005C95" w:rsidRDefault="00005C95" w:rsidP="000A3794">
      <w:pPr>
        <w:pStyle w:val="af3"/>
        <w:spacing w:after="60"/>
        <w:ind w:firstLine="709"/>
      </w:pPr>
      <w:r w:rsidRPr="00005C95">
        <w:rPr>
          <w:sz w:val="24"/>
          <w:szCs w:val="24"/>
        </w:rPr>
        <w:t>Внимательно ознакомьтесь с содержанием Дневника – это поможет вам более четко и рационально спланировать свои действия.</w:t>
      </w:r>
      <w:r w:rsidRPr="00005C95">
        <w:rPr>
          <w:spacing w:val="-2"/>
          <w:sz w:val="24"/>
          <w:szCs w:val="24"/>
        </w:rPr>
        <w:t xml:space="preserve"> </w:t>
      </w:r>
    </w:p>
    <w:p w:rsidR="001C6264" w:rsidRPr="003340B1" w:rsidRDefault="001C6264" w:rsidP="000A3794">
      <w:pPr>
        <w:spacing w:before="0" w:after="60"/>
        <w:ind w:firstLine="709"/>
        <w:jc w:val="both"/>
      </w:pPr>
      <w:r>
        <w:t>Практика предполагает следующие этапы работы: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542DB8">
        <w:rPr>
          <w:b/>
          <w:bCs/>
          <w:spacing w:val="-2"/>
        </w:rPr>
        <w:t>1. Организационная работа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предполагает: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а)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решение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с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руководителем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практики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организационных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вопросов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по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е</w:t>
      </w:r>
      <w:r w:rsidR="003340B1">
        <w:rPr>
          <w:bCs/>
          <w:spacing w:val="-2"/>
        </w:rPr>
        <w:t>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прохождению;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б)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знакомство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с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организацией,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е</w:t>
      </w:r>
      <w:r w:rsidR="003340B1">
        <w:rPr>
          <w:bCs/>
          <w:spacing w:val="-2"/>
        </w:rPr>
        <w:t>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инфраструктурой,</w:t>
      </w:r>
      <w:r>
        <w:rPr>
          <w:bCs/>
          <w:spacing w:val="-2"/>
        </w:rPr>
        <w:t xml:space="preserve"> </w:t>
      </w:r>
      <w:r w:rsidR="003340B1">
        <w:rPr>
          <w:bCs/>
          <w:spacing w:val="-2"/>
        </w:rPr>
        <w:t>руководителем структурного подразделения – места практики</w:t>
      </w:r>
      <w:r w:rsidR="000A3794">
        <w:rPr>
          <w:bCs/>
          <w:spacing w:val="-2"/>
        </w:rPr>
        <w:t xml:space="preserve"> </w:t>
      </w:r>
      <w:r w:rsidR="00EB13FA">
        <w:rPr>
          <w:bCs/>
          <w:spacing w:val="-2"/>
        </w:rPr>
        <w:t>и т.д.</w:t>
      </w:r>
      <w:r w:rsidRPr="00CF04B2">
        <w:rPr>
          <w:bCs/>
          <w:spacing w:val="-2"/>
        </w:rPr>
        <w:t xml:space="preserve">;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в)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знакомство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с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должностными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обязанностями</w:t>
      </w:r>
      <w:r>
        <w:rPr>
          <w:bCs/>
          <w:spacing w:val="-2"/>
        </w:rPr>
        <w:t xml:space="preserve"> </w:t>
      </w:r>
      <w:r w:rsidR="00EB13FA">
        <w:rPr>
          <w:bCs/>
          <w:spacing w:val="-2"/>
        </w:rPr>
        <w:t>по должности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нормативными</w:t>
      </w:r>
      <w:r w:rsidR="00EB13FA">
        <w:rPr>
          <w:bCs/>
          <w:spacing w:val="-2"/>
        </w:rPr>
        <w:t xml:space="preserve"> правовыми и локальными актами</w:t>
      </w:r>
      <w:r w:rsidRPr="00CF04B2">
        <w:rPr>
          <w:bCs/>
          <w:spacing w:val="-2"/>
        </w:rPr>
        <w:t>,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регламентирующими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его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деятельность,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кругом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решаемых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задач,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сферой деятельности, проблемами,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имеющими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место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в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данное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время, спецификой конкретных ситуаций;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г)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планирование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профессиональной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деятельности,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составление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графика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мероприятий, их методическое обеспечение, реализация поставленных задач;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д) составление отчетов</w:t>
      </w:r>
      <w:r w:rsidR="00EB13FA">
        <w:rPr>
          <w:bCs/>
          <w:spacing w:val="-2"/>
        </w:rPr>
        <w:t xml:space="preserve"> и т.д.</w:t>
      </w:r>
      <w:r w:rsidRPr="00CF04B2">
        <w:rPr>
          <w:bCs/>
          <w:spacing w:val="-2"/>
        </w:rPr>
        <w:t xml:space="preserve">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При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выполнении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организационных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видов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работ</w:t>
      </w:r>
      <w:r>
        <w:rPr>
          <w:bCs/>
          <w:spacing w:val="-2"/>
        </w:rPr>
        <w:t xml:space="preserve"> </w:t>
      </w:r>
      <w:r w:rsidR="00EB13FA">
        <w:rPr>
          <w:bCs/>
          <w:spacing w:val="-2"/>
        </w:rPr>
        <w:t>обучающимся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используются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технологии</w:t>
      </w:r>
      <w:r w:rsidR="00EB13FA"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персонального менеджмента, которые включают методы: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•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стратегического и тактического планирования,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•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анализа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конкретных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ситуаций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организационного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межличностного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взаимодействия,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•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планирования и оптимизации рабочего времени,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•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сбора и анализа информации, </w:t>
      </w:r>
    </w:p>
    <w:p w:rsidR="00A759D2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 w:rsidRPr="00CF04B2">
        <w:rPr>
          <w:bCs/>
          <w:spacing w:val="-2"/>
        </w:rPr>
        <w:t>•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комплексной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оценки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результатов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деятельности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на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>основе</w:t>
      </w:r>
      <w:r>
        <w:rPr>
          <w:bCs/>
          <w:spacing w:val="-2"/>
        </w:rPr>
        <w:t xml:space="preserve"> </w:t>
      </w:r>
      <w:r w:rsidRPr="00CF04B2">
        <w:rPr>
          <w:bCs/>
          <w:spacing w:val="-2"/>
        </w:rPr>
        <w:t xml:space="preserve">профессиональной рефлексии. </w:t>
      </w:r>
    </w:p>
    <w:p w:rsidR="00EB13FA" w:rsidRPr="00EB13FA" w:rsidRDefault="00EB13FA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>
        <w:rPr>
          <w:b/>
          <w:bCs/>
          <w:spacing w:val="-2"/>
        </w:rPr>
        <w:t xml:space="preserve">2. Выполнение обязанностей по конкретной должности </w:t>
      </w:r>
      <w:r w:rsidRPr="00EB13FA">
        <w:rPr>
          <w:bCs/>
          <w:spacing w:val="-2"/>
        </w:rPr>
        <w:t>(с использованием необходимых профессиональных методов).</w:t>
      </w:r>
    </w:p>
    <w:p w:rsidR="00A759D2" w:rsidRPr="00542DB8" w:rsidRDefault="00A759D2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>
        <w:rPr>
          <w:b/>
          <w:bCs/>
          <w:spacing w:val="-2"/>
        </w:rPr>
        <w:t xml:space="preserve">3. Объективная оценка и самоанализ </w:t>
      </w:r>
      <w:r w:rsidRPr="00542DB8">
        <w:rPr>
          <w:b/>
          <w:bCs/>
          <w:spacing w:val="-2"/>
        </w:rPr>
        <w:t>деятельности</w:t>
      </w:r>
      <w:r>
        <w:rPr>
          <w:bCs/>
          <w:spacing w:val="-2"/>
        </w:rPr>
        <w:t xml:space="preserve"> </w:t>
      </w:r>
      <w:r w:rsidRPr="00542DB8">
        <w:rPr>
          <w:bCs/>
          <w:spacing w:val="-2"/>
        </w:rPr>
        <w:t>практиканта</w:t>
      </w:r>
      <w:r>
        <w:rPr>
          <w:bCs/>
          <w:spacing w:val="-2"/>
        </w:rPr>
        <w:t xml:space="preserve"> </w:t>
      </w:r>
      <w:r w:rsidRPr="00542DB8">
        <w:rPr>
          <w:bCs/>
          <w:spacing w:val="-2"/>
        </w:rPr>
        <w:t xml:space="preserve">включает: </w:t>
      </w:r>
    </w:p>
    <w:p w:rsidR="00A759D2" w:rsidRPr="00542DB8" w:rsidRDefault="00EB13FA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>
        <w:rPr>
          <w:bCs/>
          <w:spacing w:val="-2"/>
        </w:rPr>
        <w:t>а) получение обратной связи об исполняемых должностных обязанностях</w:t>
      </w:r>
      <w:r w:rsidR="00A759D2">
        <w:rPr>
          <w:bCs/>
          <w:spacing w:val="-2"/>
        </w:rPr>
        <w:t xml:space="preserve"> от</w:t>
      </w:r>
      <w:r>
        <w:rPr>
          <w:bCs/>
          <w:spacing w:val="-2"/>
        </w:rPr>
        <w:t xml:space="preserve"> руководителя практики от организации, заказчиков/клиентов</w:t>
      </w:r>
      <w:r w:rsidR="00A759D2" w:rsidRPr="00542DB8">
        <w:rPr>
          <w:bCs/>
          <w:spacing w:val="-2"/>
        </w:rPr>
        <w:t xml:space="preserve">; </w:t>
      </w:r>
    </w:p>
    <w:p w:rsidR="00A759D2" w:rsidRPr="00542DB8" w:rsidRDefault="00EB13FA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>
        <w:rPr>
          <w:bCs/>
          <w:spacing w:val="-2"/>
        </w:rPr>
        <w:t>б</w:t>
      </w:r>
      <w:r w:rsidR="00A759D2" w:rsidRPr="00542DB8">
        <w:rPr>
          <w:bCs/>
          <w:spacing w:val="-2"/>
        </w:rPr>
        <w:t>) профессиональная рефлексия и самоанализ собственной практической</w:t>
      </w:r>
      <w:r w:rsidR="00A759D2">
        <w:rPr>
          <w:bCs/>
          <w:spacing w:val="-2"/>
        </w:rPr>
        <w:t xml:space="preserve"> </w:t>
      </w:r>
      <w:r w:rsidR="00A759D2" w:rsidRPr="00542DB8">
        <w:rPr>
          <w:bCs/>
          <w:spacing w:val="-2"/>
        </w:rPr>
        <w:t xml:space="preserve">деятельности; </w:t>
      </w:r>
    </w:p>
    <w:p w:rsidR="00A759D2" w:rsidRPr="000A3794" w:rsidRDefault="00EB13FA" w:rsidP="000A3794">
      <w:pPr>
        <w:shd w:val="clear" w:color="auto" w:fill="FFFFFF"/>
        <w:spacing w:before="0" w:after="60"/>
        <w:ind w:firstLine="709"/>
        <w:jc w:val="both"/>
        <w:rPr>
          <w:bCs/>
          <w:spacing w:val="-2"/>
        </w:rPr>
      </w:pPr>
      <w:r>
        <w:rPr>
          <w:bCs/>
          <w:spacing w:val="-2"/>
        </w:rPr>
        <w:t>в</w:t>
      </w:r>
      <w:r w:rsidR="00A759D2" w:rsidRPr="00542DB8">
        <w:rPr>
          <w:bCs/>
          <w:spacing w:val="-2"/>
        </w:rPr>
        <w:t xml:space="preserve">) </w:t>
      </w:r>
      <w:r w:rsidR="000A3794">
        <w:rPr>
          <w:bCs/>
          <w:spacing w:val="-2"/>
        </w:rPr>
        <w:t>о</w:t>
      </w:r>
      <w:r w:rsidR="00A759D2" w:rsidRPr="00542DB8">
        <w:rPr>
          <w:bCs/>
          <w:spacing w:val="-2"/>
        </w:rPr>
        <w:t>ценка практической работы практиканта со стороны руководства</w:t>
      </w:r>
      <w:r w:rsidR="00A759D2">
        <w:rPr>
          <w:bCs/>
          <w:spacing w:val="-2"/>
        </w:rPr>
        <w:t xml:space="preserve"> </w:t>
      </w:r>
      <w:r w:rsidR="00A759D2" w:rsidRPr="00542DB8">
        <w:rPr>
          <w:bCs/>
          <w:spacing w:val="-2"/>
        </w:rPr>
        <w:t>организации и(или) руководителя практики.</w:t>
      </w:r>
    </w:p>
    <w:p w:rsidR="00A759D2" w:rsidRPr="00955E52" w:rsidRDefault="00A759D2" w:rsidP="00A759D2">
      <w:pPr>
        <w:pStyle w:val="2"/>
        <w:pageBreakBefore/>
        <w:numPr>
          <w:ilvl w:val="0"/>
          <w:numId w:val="0"/>
        </w:numPr>
        <w:jc w:val="center"/>
        <w:rPr>
          <w:b/>
          <w:sz w:val="28"/>
        </w:rPr>
      </w:pPr>
      <w:r w:rsidRPr="00955E52">
        <w:rPr>
          <w:b/>
          <w:sz w:val="28"/>
        </w:rPr>
        <w:lastRenderedPageBreak/>
        <w:t xml:space="preserve">ПЛАН </w:t>
      </w:r>
      <w:r w:rsidR="008B190F">
        <w:rPr>
          <w:b/>
          <w:sz w:val="28"/>
        </w:rPr>
        <w:t>ПРОИЗВОДСТВЕННОЙ</w:t>
      </w:r>
      <w:r w:rsidRPr="00955E52">
        <w:rPr>
          <w:b/>
          <w:sz w:val="28"/>
        </w:rPr>
        <w:t xml:space="preserve"> ПРАКТИКИ</w:t>
      </w:r>
    </w:p>
    <w:tbl>
      <w:tblPr>
        <w:tblW w:w="4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4"/>
        <w:gridCol w:w="6548"/>
        <w:gridCol w:w="1916"/>
      </w:tblGrid>
      <w:tr w:rsidR="00A759D2" w:rsidRPr="00731C8A" w:rsidTr="008B190F">
        <w:trPr>
          <w:tblHeader/>
          <w:jc w:val="center"/>
        </w:trPr>
        <w:tc>
          <w:tcPr>
            <w:tcW w:w="1454" w:type="dxa"/>
            <w:shd w:val="clear" w:color="auto" w:fill="D9D9D9"/>
            <w:vAlign w:val="center"/>
          </w:tcPr>
          <w:p w:rsidR="00A759D2" w:rsidRPr="000A3794" w:rsidRDefault="00A759D2" w:rsidP="000A3794">
            <w:pPr>
              <w:jc w:val="center"/>
              <w:rPr>
                <w:b/>
                <w:spacing w:val="20"/>
              </w:rPr>
            </w:pPr>
            <w:r w:rsidRPr="000A3794">
              <w:rPr>
                <w:b/>
                <w:spacing w:val="20"/>
              </w:rPr>
              <w:t>Дата</w:t>
            </w:r>
          </w:p>
        </w:tc>
        <w:tc>
          <w:tcPr>
            <w:tcW w:w="6548" w:type="dxa"/>
            <w:shd w:val="clear" w:color="auto" w:fill="D9D9D9"/>
            <w:vAlign w:val="center"/>
          </w:tcPr>
          <w:p w:rsidR="00A759D2" w:rsidRPr="000A3794" w:rsidRDefault="00A759D2" w:rsidP="000A3794">
            <w:pPr>
              <w:jc w:val="center"/>
              <w:rPr>
                <w:b/>
                <w:spacing w:val="20"/>
              </w:rPr>
            </w:pPr>
            <w:r w:rsidRPr="000A3794">
              <w:rPr>
                <w:b/>
                <w:spacing w:val="20"/>
              </w:rPr>
              <w:t>Наименование работ</w:t>
            </w:r>
          </w:p>
        </w:tc>
        <w:tc>
          <w:tcPr>
            <w:tcW w:w="1916" w:type="dxa"/>
            <w:shd w:val="clear" w:color="auto" w:fill="D9D9D9"/>
            <w:vAlign w:val="center"/>
          </w:tcPr>
          <w:p w:rsidR="00A759D2" w:rsidRPr="000A3794" w:rsidRDefault="00A759D2" w:rsidP="000A3794">
            <w:pPr>
              <w:jc w:val="center"/>
              <w:rPr>
                <w:b/>
                <w:spacing w:val="20"/>
              </w:rPr>
            </w:pPr>
            <w:r w:rsidRPr="000A3794">
              <w:rPr>
                <w:b/>
                <w:spacing w:val="20"/>
              </w:rPr>
              <w:t>Отметка о выполнении</w:t>
            </w:r>
          </w:p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A759D2" w:rsidTr="008B190F">
        <w:trPr>
          <w:jc w:val="center"/>
        </w:trPr>
        <w:tc>
          <w:tcPr>
            <w:tcW w:w="1454" w:type="dxa"/>
          </w:tcPr>
          <w:p w:rsidR="00A759D2" w:rsidRDefault="00A759D2" w:rsidP="003A2E08"/>
        </w:tc>
        <w:tc>
          <w:tcPr>
            <w:tcW w:w="6548" w:type="dxa"/>
          </w:tcPr>
          <w:p w:rsidR="00A759D2" w:rsidRDefault="00A759D2" w:rsidP="003A2E08"/>
        </w:tc>
        <w:tc>
          <w:tcPr>
            <w:tcW w:w="1916" w:type="dxa"/>
          </w:tcPr>
          <w:p w:rsidR="00A759D2" w:rsidRDefault="00A759D2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  <w:tr w:rsidR="000A3794" w:rsidTr="008B190F">
        <w:trPr>
          <w:jc w:val="center"/>
        </w:trPr>
        <w:tc>
          <w:tcPr>
            <w:tcW w:w="1454" w:type="dxa"/>
          </w:tcPr>
          <w:p w:rsidR="000A3794" w:rsidRDefault="000A3794" w:rsidP="003A2E08"/>
        </w:tc>
        <w:tc>
          <w:tcPr>
            <w:tcW w:w="6548" w:type="dxa"/>
          </w:tcPr>
          <w:p w:rsidR="000A3794" w:rsidRDefault="000A3794" w:rsidP="003A2E08"/>
        </w:tc>
        <w:tc>
          <w:tcPr>
            <w:tcW w:w="1916" w:type="dxa"/>
          </w:tcPr>
          <w:p w:rsidR="000A3794" w:rsidRDefault="000A3794" w:rsidP="003A2E08"/>
        </w:tc>
      </w:tr>
    </w:tbl>
    <w:p w:rsidR="00A759D2" w:rsidRDefault="00A759D2" w:rsidP="00A759D2">
      <w:pPr>
        <w:rPr>
          <w:b/>
        </w:rPr>
      </w:pPr>
    </w:p>
    <w:p w:rsidR="000A3794" w:rsidRDefault="00AF7E82" w:rsidP="00AF7E82">
      <w:pPr>
        <w:pageBreakBefore/>
        <w:shd w:val="clear" w:color="auto" w:fill="FFFFFF"/>
        <w:ind w:firstLine="567"/>
        <w:jc w:val="center"/>
        <w:rPr>
          <w:b/>
          <w:bCs/>
          <w:spacing w:val="-2"/>
        </w:rPr>
      </w:pPr>
      <w:r>
        <w:rPr>
          <w:b/>
          <w:bCs/>
          <w:spacing w:val="-2"/>
        </w:rPr>
        <w:lastRenderedPageBreak/>
        <w:t xml:space="preserve">СТРУКТУРА </w:t>
      </w:r>
      <w:r w:rsidR="000A3794">
        <w:rPr>
          <w:b/>
          <w:bCs/>
          <w:spacing w:val="-2"/>
        </w:rPr>
        <w:t>ОРГАНИЗАЦИИ</w:t>
      </w:r>
      <w:r w:rsidR="005A1DEE">
        <w:rPr>
          <w:b/>
          <w:bCs/>
          <w:spacing w:val="-2"/>
        </w:rPr>
        <w:t>,</w:t>
      </w:r>
    </w:p>
    <w:p w:rsidR="00AF7E82" w:rsidRDefault="005A1DEE" w:rsidP="000A3794">
      <w:pPr>
        <w:shd w:val="clear" w:color="auto" w:fill="FFFFFF"/>
        <w:ind w:firstLine="567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В КОТОРО</w:t>
      </w:r>
      <w:r w:rsidR="00005175">
        <w:rPr>
          <w:b/>
          <w:bCs/>
          <w:spacing w:val="-2"/>
        </w:rPr>
        <w:t>Й</w:t>
      </w:r>
      <w:r>
        <w:rPr>
          <w:b/>
          <w:bCs/>
          <w:spacing w:val="-2"/>
        </w:rPr>
        <w:t xml:space="preserve"> ОБУЧАЮЩИЙСЯ ПРОХОДИ</w:t>
      </w:r>
      <w:r w:rsidR="00B52ADC">
        <w:rPr>
          <w:b/>
          <w:bCs/>
          <w:spacing w:val="-2"/>
        </w:rPr>
        <w:t>Л</w:t>
      </w:r>
      <w:r>
        <w:rPr>
          <w:b/>
          <w:bCs/>
          <w:spacing w:val="-2"/>
        </w:rPr>
        <w:t xml:space="preserve"> ПРАКТИКУ </w:t>
      </w:r>
    </w:p>
    <w:p w:rsidR="00AF7E82" w:rsidRDefault="00AF7E82" w:rsidP="00AF7E82">
      <w:pPr>
        <w:shd w:val="clear" w:color="auto" w:fill="FFFFFF"/>
        <w:ind w:firstLine="567"/>
        <w:rPr>
          <w:b/>
          <w:bCs/>
          <w:spacing w:val="-2"/>
        </w:rPr>
      </w:pPr>
    </w:p>
    <w:p w:rsidR="00AF7E82" w:rsidRDefault="00AF7E82" w:rsidP="00AF7E82">
      <w:pPr>
        <w:spacing w:line="360" w:lineRule="auto"/>
      </w:pPr>
      <w:r>
        <w:t>_____________________________________________________________________________________</w:t>
      </w:r>
    </w:p>
    <w:p w:rsidR="00AF7E82" w:rsidRDefault="00AF7E82" w:rsidP="00AF7E8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7E82" w:rsidRDefault="00AF7E82" w:rsidP="00AF7E82">
      <w:pPr>
        <w:spacing w:line="360" w:lineRule="auto"/>
      </w:pPr>
      <w:r>
        <w:t>_____________________________________________________________________________________</w:t>
      </w:r>
    </w:p>
    <w:p w:rsidR="00AF7E82" w:rsidRDefault="00AF7E82" w:rsidP="00AF7E8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Нормативные</w:t>
      </w:r>
      <w:r w:rsidR="00B52ADC">
        <w:t xml:space="preserve"> правовые и локальные акты (иные</w:t>
      </w:r>
      <w:r>
        <w:t xml:space="preserve"> документы</w:t>
      </w:r>
      <w:r w:rsidR="00B52ADC">
        <w:t>)</w:t>
      </w:r>
      <w:r w:rsidR="00005C95">
        <w:t>, которыми руководствовался обучающийся при прохождении практики:</w:t>
      </w:r>
    </w:p>
    <w:p w:rsidR="00AF7E82" w:rsidRDefault="00AF7E82" w:rsidP="00AF7E8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7E82" w:rsidRPr="00AF7E82" w:rsidRDefault="00AF7E82" w:rsidP="00AF7E82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</w:t>
      </w:r>
    </w:p>
    <w:p w:rsidR="00E4469B" w:rsidRPr="00F62986" w:rsidRDefault="00E4469B" w:rsidP="00E4469B">
      <w:pPr>
        <w:pageBreakBefore/>
        <w:jc w:val="center"/>
        <w:rPr>
          <w:b/>
          <w:i/>
        </w:rPr>
      </w:pPr>
      <w:r w:rsidRPr="00F62986">
        <w:rPr>
          <w:b/>
          <w:i/>
          <w:spacing w:val="4"/>
        </w:rPr>
        <w:lastRenderedPageBreak/>
        <w:t xml:space="preserve">Составьте </w:t>
      </w:r>
      <w:r>
        <w:rPr>
          <w:b/>
          <w:i/>
          <w:spacing w:val="4"/>
        </w:rPr>
        <w:t xml:space="preserve">общий </w:t>
      </w:r>
      <w:r w:rsidRPr="00F62986">
        <w:rPr>
          <w:b/>
          <w:i/>
          <w:spacing w:val="4"/>
        </w:rPr>
        <w:t>отчет по</w:t>
      </w:r>
      <w:r w:rsidR="000A3794">
        <w:rPr>
          <w:b/>
          <w:i/>
          <w:spacing w:val="4"/>
        </w:rPr>
        <w:t xml:space="preserve"> </w:t>
      </w:r>
      <w:r w:rsidR="008B190F">
        <w:rPr>
          <w:b/>
          <w:i/>
          <w:spacing w:val="4"/>
        </w:rPr>
        <w:t>производственной</w:t>
      </w:r>
      <w:r w:rsidRPr="00F62986">
        <w:rPr>
          <w:b/>
          <w:i/>
          <w:spacing w:val="4"/>
        </w:rPr>
        <w:t xml:space="preserve"> </w:t>
      </w:r>
      <w:r w:rsidRPr="00F62986">
        <w:rPr>
          <w:b/>
          <w:i/>
        </w:rPr>
        <w:t>практике по следующей схеме</w:t>
      </w:r>
    </w:p>
    <w:p w:rsidR="00E4469B" w:rsidRPr="00F62986" w:rsidRDefault="00E4469B" w:rsidP="00E4469B">
      <w:pPr>
        <w:jc w:val="center"/>
        <w:rPr>
          <w:b/>
        </w:rPr>
      </w:pPr>
    </w:p>
    <w:p w:rsidR="00E4469B" w:rsidRPr="00F62986" w:rsidRDefault="00E4469B" w:rsidP="00E4469B">
      <w:pPr>
        <w:jc w:val="center"/>
        <w:rPr>
          <w:b/>
        </w:rPr>
      </w:pPr>
      <w:r w:rsidRPr="00F62986">
        <w:rPr>
          <w:b/>
        </w:rPr>
        <w:t>СХЕМА ОТЧЕТА</w:t>
      </w:r>
    </w:p>
    <w:p w:rsidR="00E4469B" w:rsidRPr="00F62986" w:rsidRDefault="00E4469B" w:rsidP="00E4469B">
      <w:pPr>
        <w:ind w:firstLine="454"/>
        <w:jc w:val="both"/>
      </w:pPr>
    </w:p>
    <w:p w:rsidR="00E4469B" w:rsidRPr="00F62986" w:rsidRDefault="00E4469B" w:rsidP="00E4469B">
      <w:pPr>
        <w:pStyle w:val="ab"/>
        <w:ind w:left="0"/>
        <w:jc w:val="center"/>
        <w:rPr>
          <w:i/>
        </w:rPr>
      </w:pPr>
      <w:r w:rsidRPr="00F62986">
        <w:rPr>
          <w:i/>
        </w:rPr>
        <w:t xml:space="preserve">Реализация задач практики в соответствии с указанными в программе </w:t>
      </w:r>
    </w:p>
    <w:p w:rsidR="00E4469B" w:rsidRPr="00F62986" w:rsidRDefault="00E4469B" w:rsidP="00E4469B">
      <w:pPr>
        <w:pStyle w:val="ab"/>
        <w:ind w:left="0" w:firstLine="454"/>
        <w:rPr>
          <w:i/>
        </w:rPr>
      </w:pPr>
    </w:p>
    <w:p w:rsidR="00E4469B" w:rsidRPr="00F62986" w:rsidRDefault="00E4469B" w:rsidP="00E4469B">
      <w:pPr>
        <w:pStyle w:val="ab"/>
        <w:ind w:left="0"/>
      </w:pPr>
      <w:r>
        <w:t>Организационная работа_______</w:t>
      </w:r>
      <w:r w:rsidRPr="00F62986">
        <w:t>__________________________________</w:t>
      </w:r>
      <w:r>
        <w:t>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</w:t>
      </w:r>
    </w:p>
    <w:p w:rsidR="00E4469B" w:rsidRPr="00F62986" w:rsidRDefault="001C6264" w:rsidP="00E4469B">
      <w:pPr>
        <w:pStyle w:val="ab"/>
        <w:ind w:left="0"/>
      </w:pPr>
      <w:r w:rsidRPr="001C6264">
        <w:rPr>
          <w:bCs/>
          <w:spacing w:val="-2"/>
        </w:rPr>
        <w:t xml:space="preserve">Выполнение </w:t>
      </w:r>
      <w:r w:rsidR="000A3794">
        <w:rPr>
          <w:bCs/>
          <w:spacing w:val="-2"/>
        </w:rPr>
        <w:t xml:space="preserve">заданий учебной практики </w:t>
      </w:r>
      <w:r w:rsidR="00E4469B" w:rsidRPr="00F62986">
        <w:t>__________________</w:t>
      </w:r>
      <w:r w:rsidR="00E4469B">
        <w:t>_____________________</w:t>
      </w:r>
      <w:r w:rsidR="000A3794">
        <w:t>____________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69B" w:rsidRPr="00F62986" w:rsidRDefault="00E4469B" w:rsidP="00E4469B">
      <w:pPr>
        <w:pStyle w:val="ab"/>
        <w:ind w:left="0"/>
      </w:pPr>
      <w:r>
        <w:t>Объективная оценка и самоанализ деятельности</w:t>
      </w:r>
      <w:r w:rsidRPr="00F62986">
        <w:t>____________________</w:t>
      </w:r>
      <w:r>
        <w:t>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469B" w:rsidRDefault="00E4469B" w:rsidP="00E4469B">
      <w:pPr>
        <w:pStyle w:val="ab"/>
        <w:ind w:left="0"/>
      </w:pPr>
      <w:r w:rsidRPr="00F62986">
        <w:t xml:space="preserve">Качественная оценка </w:t>
      </w:r>
      <w:r w:rsidR="003340B1">
        <w:t>полученного практического опыта __</w:t>
      </w:r>
      <w:r>
        <w:t>__________________________________</w:t>
      </w:r>
    </w:p>
    <w:p w:rsidR="00A1197B" w:rsidRDefault="00A1197B" w:rsidP="00E4469B">
      <w:pPr>
        <w:pStyle w:val="ab"/>
        <w:ind w:left="0"/>
      </w:pPr>
      <w:r>
        <w:t>_____________________________________________________________________________________</w:t>
      </w:r>
    </w:p>
    <w:p w:rsidR="00E4469B" w:rsidRPr="00F62986" w:rsidRDefault="00E4469B" w:rsidP="00E4469B">
      <w:pPr>
        <w:pStyle w:val="ab"/>
        <w:ind w:left="0"/>
      </w:pPr>
      <w:r>
        <w:t>__________________________________________________________________________________________________________________________________________________________________________</w:t>
      </w:r>
    </w:p>
    <w:p w:rsidR="003340B1" w:rsidRPr="00F62986" w:rsidRDefault="00E4469B" w:rsidP="003340B1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t xml:space="preserve">Трудности при </w:t>
      </w:r>
      <w:r w:rsidR="00A1197B">
        <w:t xml:space="preserve">выполнении </w:t>
      </w:r>
      <w:r w:rsidR="000A3794">
        <w:t>заданий учебной практики_</w:t>
      </w:r>
      <w:r w:rsidRPr="00F62986">
        <w:t>______________</w:t>
      </w:r>
      <w:r>
        <w:t>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</w:t>
      </w:r>
    </w:p>
    <w:p w:rsidR="00E4469B" w:rsidRPr="00F62986" w:rsidRDefault="00E4469B" w:rsidP="00E4469B">
      <w:pPr>
        <w:pStyle w:val="ab"/>
        <w:ind w:left="0"/>
        <w:rPr>
          <w:spacing w:val="-2"/>
        </w:rPr>
      </w:pPr>
      <w:r w:rsidRPr="00F62986">
        <w:rPr>
          <w:spacing w:val="-2"/>
        </w:rPr>
        <w:t>Использование в работе специальной и научно-методической л</w:t>
      </w:r>
      <w:r w:rsidR="00A1197B">
        <w:rPr>
          <w:spacing w:val="-2"/>
        </w:rPr>
        <w:t>итературы, наглядных пособий и иного матери</w:t>
      </w:r>
      <w:r w:rsidRPr="00F62986">
        <w:rPr>
          <w:spacing w:val="-2"/>
        </w:rPr>
        <w:t>ала</w:t>
      </w:r>
      <w:r w:rsidRPr="00F62986">
        <w:t>____________</w:t>
      </w:r>
      <w:r>
        <w:t>____________________________________________</w:t>
      </w:r>
      <w:r w:rsidR="00A1197B">
        <w:t>_______</w:t>
      </w:r>
      <w:r>
        <w:t>________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lastRenderedPageBreak/>
        <w:t xml:space="preserve">Характер и степень помощи </w:t>
      </w:r>
      <w:r>
        <w:t>специалистов</w:t>
      </w:r>
      <w:r w:rsidR="00A1197B">
        <w:t xml:space="preserve"> от организации_</w:t>
      </w:r>
      <w:r>
        <w:t>_____________________________</w:t>
      </w:r>
      <w:r w:rsidRPr="00F62986">
        <w:t>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t>Степень сформированности собственных навыков____________________</w:t>
      </w:r>
      <w:r>
        <w:t>______________________</w:t>
      </w:r>
    </w:p>
    <w:p w:rsidR="00E4469B" w:rsidRPr="00F62986" w:rsidRDefault="00E4469B" w:rsidP="00E4469B">
      <w:pPr>
        <w:pStyle w:val="ab"/>
        <w:ind w:left="0"/>
      </w:pPr>
      <w:r w:rsidRPr="00F62986">
        <w:t>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</w:t>
      </w:r>
    </w:p>
    <w:p w:rsidR="000A3794" w:rsidRDefault="000A3794" w:rsidP="00E4469B">
      <w:pPr>
        <w:jc w:val="center"/>
        <w:rPr>
          <w:i/>
        </w:rPr>
      </w:pPr>
    </w:p>
    <w:p w:rsidR="00E4469B" w:rsidRPr="00F62986" w:rsidRDefault="00E4469B" w:rsidP="00E4469B">
      <w:pPr>
        <w:jc w:val="center"/>
        <w:rPr>
          <w:i/>
        </w:rPr>
      </w:pPr>
      <w:r w:rsidRPr="00F62986">
        <w:rPr>
          <w:i/>
        </w:rPr>
        <w:t>Выводы по реализации целей практики</w:t>
      </w:r>
    </w:p>
    <w:p w:rsidR="00E4469B" w:rsidRPr="000F07DA" w:rsidRDefault="00E4469B" w:rsidP="00E4469B">
      <w:pPr>
        <w:jc w:val="both"/>
        <w:rPr>
          <w:sz w:val="22"/>
          <w:szCs w:val="20"/>
        </w:rPr>
      </w:pPr>
      <w:r w:rsidRPr="00F629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:rsidR="006F3B10" w:rsidRDefault="006F3B10" w:rsidP="006F3B10">
      <w:pPr>
        <w:pageBreakBefore/>
        <w:rPr>
          <w:b/>
        </w:rPr>
      </w:pPr>
      <w:r>
        <w:rPr>
          <w:b/>
        </w:rPr>
        <w:lastRenderedPageBreak/>
        <w:t>_____________________________________________________________________________________</w:t>
      </w:r>
    </w:p>
    <w:p w:rsidR="006F3B10" w:rsidRPr="006F3B10" w:rsidRDefault="006F3B10" w:rsidP="006F3B10">
      <w:pPr>
        <w:jc w:val="center"/>
        <w:rPr>
          <w:i/>
          <w:vertAlign w:val="superscript"/>
        </w:rPr>
      </w:pPr>
      <w:r w:rsidRPr="006F3B10">
        <w:rPr>
          <w:i/>
          <w:vertAlign w:val="superscript"/>
        </w:rPr>
        <w:t>(наименование организации – базы прохождения практики)</w:t>
      </w:r>
    </w:p>
    <w:p w:rsidR="006F3B10" w:rsidRDefault="006F3B10" w:rsidP="006F3B10">
      <w:r w:rsidRPr="00B64E6E">
        <w:rPr>
          <w:b/>
        </w:rPr>
        <w:t>Отзыв</w:t>
      </w:r>
      <w:r w:rsidR="00EC3C09">
        <w:rPr>
          <w:b/>
        </w:rPr>
        <w:t>-характеристика</w:t>
      </w:r>
      <w:r w:rsidRPr="00B64E6E">
        <w:rPr>
          <w:b/>
        </w:rPr>
        <w:t xml:space="preserve"> руководителя практики от </w:t>
      </w:r>
      <w:r>
        <w:rPr>
          <w:b/>
        </w:rPr>
        <w:t>организации о работе обучающегося 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3B10" w:rsidRDefault="006F3B10" w:rsidP="006F3B1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3B10" w:rsidRDefault="006F3B10" w:rsidP="006F3B10"/>
    <w:p w:rsidR="006F3B10" w:rsidRDefault="006F3B10" w:rsidP="006F3B10">
      <w:pPr>
        <w:shd w:val="clear" w:color="auto" w:fill="FFFFFF"/>
        <w:ind w:left="11"/>
        <w:rPr>
          <w:b/>
        </w:rPr>
      </w:pPr>
      <w:r>
        <w:t>Руководитель п</w:t>
      </w:r>
      <w:r w:rsidRPr="00B64E6E">
        <w:t>рактики</w:t>
      </w:r>
      <w:r>
        <w:rPr>
          <w:b/>
        </w:rPr>
        <w:t xml:space="preserve"> </w:t>
      </w:r>
      <w:r w:rsidRPr="009B0A68">
        <w:t xml:space="preserve">от </w:t>
      </w:r>
      <w:r>
        <w:t>организации</w:t>
      </w:r>
      <w:r w:rsidRPr="009B0A68">
        <w:t xml:space="preserve"> __________________________</w:t>
      </w:r>
      <w:r>
        <w:rPr>
          <w:b/>
        </w:rPr>
        <w:t xml:space="preserve"> _______________________</w:t>
      </w:r>
    </w:p>
    <w:p w:rsidR="006F3B10" w:rsidRDefault="006F3B10" w:rsidP="006F3B10">
      <w:pPr>
        <w:spacing w:line="0" w:lineRule="atLeast"/>
        <w:ind w:left="4581" w:firstLine="522"/>
        <w:rPr>
          <w:position w:val="16"/>
          <w:vertAlign w:val="superscript"/>
        </w:rPr>
      </w:pPr>
      <w:r w:rsidRPr="009B0A68">
        <w:rPr>
          <w:position w:val="16"/>
          <w:vertAlign w:val="superscript"/>
        </w:rPr>
        <w:t>(подпись)</w:t>
      </w:r>
      <w:r w:rsidRPr="006F3B10">
        <w:rPr>
          <w:position w:val="16"/>
          <w:vertAlign w:val="superscript"/>
        </w:rPr>
        <w:t xml:space="preserve"> </w:t>
      </w:r>
      <w:r>
        <w:rPr>
          <w:position w:val="16"/>
          <w:vertAlign w:val="superscript"/>
        </w:rPr>
        <w:tab/>
      </w:r>
      <w:r>
        <w:rPr>
          <w:position w:val="16"/>
          <w:vertAlign w:val="superscript"/>
        </w:rPr>
        <w:tab/>
      </w:r>
      <w:r>
        <w:rPr>
          <w:position w:val="16"/>
          <w:vertAlign w:val="superscript"/>
        </w:rPr>
        <w:tab/>
      </w:r>
      <w:r>
        <w:rPr>
          <w:position w:val="16"/>
          <w:vertAlign w:val="superscript"/>
        </w:rPr>
        <w:tab/>
      </w:r>
      <w:r w:rsidRPr="009B0A68">
        <w:rPr>
          <w:position w:val="16"/>
          <w:vertAlign w:val="superscript"/>
        </w:rPr>
        <w:t>ФИО</w:t>
      </w:r>
    </w:p>
    <w:p w:rsidR="006F3B10" w:rsidRDefault="006F3B10" w:rsidP="006F3B10">
      <w:pPr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М.П.</w:t>
      </w:r>
    </w:p>
    <w:p w:rsidR="006F3B10" w:rsidRPr="00ED529E" w:rsidRDefault="00264FC7" w:rsidP="006F3B10">
      <w:pPr>
        <w:jc w:val="center"/>
        <w:rPr>
          <w:b/>
        </w:rPr>
      </w:pPr>
      <w:r>
        <w:rPr>
          <w:b/>
        </w:rPr>
        <w:t>АНПОО «ОСЭК»</w:t>
      </w:r>
    </w:p>
    <w:p w:rsidR="000A3794" w:rsidRDefault="000A3794" w:rsidP="006F3B10">
      <w:pPr>
        <w:rPr>
          <w:b/>
        </w:rPr>
      </w:pPr>
    </w:p>
    <w:p w:rsidR="006F3B10" w:rsidRPr="00B64E6E" w:rsidRDefault="006F3B10" w:rsidP="006F3B10">
      <w:pPr>
        <w:rPr>
          <w:b/>
          <w:spacing w:val="1"/>
        </w:rPr>
      </w:pPr>
      <w:r w:rsidRPr="00B64E6E">
        <w:rPr>
          <w:b/>
        </w:rPr>
        <w:t xml:space="preserve">Отзыв руководителя практики от </w:t>
      </w:r>
      <w:r w:rsidR="00264FC7">
        <w:rPr>
          <w:b/>
        </w:rPr>
        <w:t>Колледжа</w:t>
      </w:r>
    </w:p>
    <w:p w:rsidR="006F3B10" w:rsidRDefault="006F3B10" w:rsidP="006F3B10">
      <w:pPr>
        <w:rPr>
          <w:spacing w:val="1"/>
        </w:rPr>
      </w:pPr>
      <w:r>
        <w:rPr>
          <w:spacing w:val="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3B10" w:rsidRDefault="006F3B10" w:rsidP="006F3B1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3B10" w:rsidRPr="00533AEF" w:rsidRDefault="006F3B10" w:rsidP="006F3B10"/>
    <w:p w:rsidR="006F3B10" w:rsidRDefault="006F3B10" w:rsidP="006F3B10">
      <w:pPr>
        <w:shd w:val="clear" w:color="auto" w:fill="FFFFFF"/>
        <w:spacing w:line="60" w:lineRule="atLeast"/>
        <w:ind w:left="11"/>
        <w:rPr>
          <w:b/>
        </w:rPr>
      </w:pPr>
      <w:r>
        <w:t>Преподаватель – руководитель п</w:t>
      </w:r>
      <w:r w:rsidRPr="00B64E6E">
        <w:t>рактики</w:t>
      </w:r>
      <w:r>
        <w:rPr>
          <w:b/>
        </w:rPr>
        <w:t xml:space="preserve"> _____________________  _____________________</w:t>
      </w:r>
    </w:p>
    <w:p w:rsidR="006F3B10" w:rsidRDefault="006F3B10" w:rsidP="006F3B10">
      <w:pPr>
        <w:spacing w:line="0" w:lineRule="atLeast"/>
        <w:ind w:left="4581" w:firstLine="522"/>
        <w:rPr>
          <w:position w:val="16"/>
          <w:vertAlign w:val="superscript"/>
        </w:rPr>
      </w:pPr>
      <w:r w:rsidRPr="009B0A68">
        <w:rPr>
          <w:position w:val="16"/>
          <w:vertAlign w:val="superscript"/>
        </w:rPr>
        <w:t xml:space="preserve"> (подпись)</w:t>
      </w:r>
      <w:r w:rsidRPr="006F3B10">
        <w:rPr>
          <w:position w:val="16"/>
          <w:vertAlign w:val="superscript"/>
        </w:rPr>
        <w:t xml:space="preserve"> </w:t>
      </w:r>
      <w:r>
        <w:rPr>
          <w:position w:val="16"/>
          <w:vertAlign w:val="superscript"/>
        </w:rPr>
        <w:tab/>
      </w:r>
      <w:r>
        <w:rPr>
          <w:position w:val="16"/>
          <w:vertAlign w:val="superscript"/>
        </w:rPr>
        <w:tab/>
      </w:r>
      <w:r>
        <w:rPr>
          <w:position w:val="16"/>
          <w:vertAlign w:val="superscript"/>
        </w:rPr>
        <w:tab/>
      </w:r>
      <w:r>
        <w:rPr>
          <w:position w:val="16"/>
          <w:vertAlign w:val="superscript"/>
        </w:rPr>
        <w:tab/>
      </w:r>
      <w:r w:rsidRPr="009B0A68">
        <w:rPr>
          <w:position w:val="16"/>
          <w:vertAlign w:val="superscript"/>
        </w:rPr>
        <w:t>ФИО</w:t>
      </w:r>
    </w:p>
    <w:p w:rsidR="0075164E" w:rsidRPr="00F62986" w:rsidRDefault="0075164E" w:rsidP="0075164E">
      <w:pPr>
        <w:pStyle w:val="6"/>
        <w:numPr>
          <w:ilvl w:val="0"/>
          <w:numId w:val="0"/>
        </w:numPr>
        <w:jc w:val="center"/>
        <w:rPr>
          <w:sz w:val="24"/>
          <w:szCs w:val="24"/>
        </w:rPr>
      </w:pPr>
      <w:r w:rsidRPr="00F62986">
        <w:rPr>
          <w:b/>
          <w:sz w:val="24"/>
          <w:szCs w:val="24"/>
        </w:rPr>
        <w:t xml:space="preserve">Итоговая оценка за </w:t>
      </w:r>
      <w:r w:rsidR="008B190F">
        <w:rPr>
          <w:b/>
          <w:sz w:val="24"/>
          <w:szCs w:val="24"/>
        </w:rPr>
        <w:t>производственную</w:t>
      </w:r>
      <w:r w:rsidRPr="00F62986">
        <w:rPr>
          <w:b/>
          <w:sz w:val="24"/>
          <w:szCs w:val="24"/>
        </w:rPr>
        <w:t xml:space="preserve"> практику _______________</w:t>
      </w:r>
    </w:p>
    <w:p w:rsidR="0075164E" w:rsidRPr="00AD1ACE" w:rsidRDefault="0075164E" w:rsidP="0075164E">
      <w:pPr>
        <w:rPr>
          <w:sz w:val="20"/>
          <w:szCs w:val="20"/>
          <w:vertAlign w:val="superscript"/>
        </w:rPr>
      </w:pPr>
      <w:r w:rsidRPr="00026DF7">
        <w:rPr>
          <w:b/>
          <w:sz w:val="20"/>
          <w:szCs w:val="20"/>
        </w:rPr>
        <w:tab/>
      </w:r>
      <w:r w:rsidRPr="00026DF7">
        <w:rPr>
          <w:b/>
          <w:sz w:val="20"/>
          <w:szCs w:val="20"/>
        </w:rPr>
        <w:tab/>
      </w:r>
      <w:r w:rsidRPr="00026DF7">
        <w:rPr>
          <w:b/>
          <w:sz w:val="20"/>
          <w:szCs w:val="20"/>
        </w:rPr>
        <w:tab/>
      </w:r>
      <w:r w:rsidRPr="00026DF7">
        <w:rPr>
          <w:b/>
          <w:sz w:val="20"/>
          <w:szCs w:val="20"/>
        </w:rPr>
        <w:tab/>
      </w:r>
      <w:r w:rsidRPr="00026DF7">
        <w:rPr>
          <w:b/>
          <w:sz w:val="20"/>
          <w:szCs w:val="20"/>
        </w:rPr>
        <w:tab/>
      </w:r>
      <w:r w:rsidRPr="00026DF7">
        <w:rPr>
          <w:b/>
          <w:sz w:val="20"/>
          <w:szCs w:val="20"/>
        </w:rPr>
        <w:tab/>
      </w:r>
      <w:r>
        <w:rPr>
          <w:b/>
          <w:sz w:val="20"/>
          <w:szCs w:val="20"/>
          <w:vertAlign w:val="superscript"/>
        </w:rPr>
        <w:t xml:space="preserve">                                                              </w:t>
      </w:r>
      <w:r w:rsidR="006F3B10">
        <w:rPr>
          <w:b/>
          <w:sz w:val="20"/>
          <w:szCs w:val="20"/>
          <w:vertAlign w:val="superscript"/>
        </w:rPr>
        <w:t xml:space="preserve">                                 </w:t>
      </w:r>
      <w:r>
        <w:rPr>
          <w:b/>
          <w:sz w:val="20"/>
          <w:szCs w:val="20"/>
          <w:vertAlign w:val="superscript"/>
        </w:rPr>
        <w:t xml:space="preserve"> </w:t>
      </w:r>
      <w:r w:rsidRPr="00AD1ACE">
        <w:rPr>
          <w:sz w:val="20"/>
          <w:szCs w:val="20"/>
          <w:vertAlign w:val="superscript"/>
        </w:rPr>
        <w:t>(цифрой и прописью)</w:t>
      </w:r>
    </w:p>
    <w:p w:rsidR="0075164E" w:rsidRPr="00026DF7" w:rsidRDefault="0075164E" w:rsidP="0075164E">
      <w:pPr>
        <w:jc w:val="center"/>
        <w:rPr>
          <w:sz w:val="20"/>
          <w:szCs w:val="20"/>
        </w:rPr>
      </w:pPr>
      <w:r w:rsidRPr="00026DF7">
        <w:rPr>
          <w:sz w:val="20"/>
          <w:szCs w:val="20"/>
        </w:rPr>
        <w:lastRenderedPageBreak/>
        <w:t>_______________________</w:t>
      </w:r>
      <w:r>
        <w:rPr>
          <w:sz w:val="20"/>
          <w:szCs w:val="20"/>
        </w:rPr>
        <w:t>______________________</w:t>
      </w:r>
      <w:r w:rsidRPr="00026DF7">
        <w:rPr>
          <w:sz w:val="20"/>
          <w:szCs w:val="20"/>
        </w:rPr>
        <w:t>__</w:t>
      </w:r>
      <w:r>
        <w:rPr>
          <w:sz w:val="20"/>
          <w:szCs w:val="20"/>
        </w:rPr>
        <w:t xml:space="preserve">  </w:t>
      </w:r>
      <w:r w:rsidRPr="00026DF7">
        <w:rPr>
          <w:sz w:val="20"/>
          <w:szCs w:val="20"/>
        </w:rPr>
        <w:t>______________</w:t>
      </w:r>
    </w:p>
    <w:p w:rsidR="0075164E" w:rsidRDefault="0075164E" w:rsidP="0075164E">
      <w:pPr>
        <w:jc w:val="center"/>
        <w:rPr>
          <w:sz w:val="20"/>
          <w:szCs w:val="20"/>
          <w:vertAlign w:val="superscript"/>
        </w:rPr>
      </w:pPr>
      <w:r w:rsidRPr="00AD1ACE">
        <w:rPr>
          <w:sz w:val="20"/>
          <w:szCs w:val="20"/>
          <w:vertAlign w:val="superscript"/>
        </w:rPr>
        <w:t>(Ф. И. О. и подпись руководителя</w:t>
      </w:r>
      <w:r w:rsidR="00EC3C09">
        <w:rPr>
          <w:sz w:val="20"/>
          <w:szCs w:val="20"/>
          <w:vertAlign w:val="superscript"/>
        </w:rPr>
        <w:t xml:space="preserve"> от </w:t>
      </w:r>
      <w:r w:rsidR="00264FC7">
        <w:rPr>
          <w:sz w:val="20"/>
          <w:szCs w:val="20"/>
          <w:vertAlign w:val="superscript"/>
        </w:rPr>
        <w:t>АНПОО «ОСЭК</w:t>
      </w:r>
      <w:r w:rsidR="00EC3C09">
        <w:rPr>
          <w:sz w:val="20"/>
          <w:szCs w:val="20"/>
          <w:vertAlign w:val="superscript"/>
        </w:rPr>
        <w:t>»</w:t>
      </w:r>
      <w:r w:rsidRPr="00AD1ACE">
        <w:rPr>
          <w:sz w:val="20"/>
          <w:szCs w:val="20"/>
          <w:vertAlign w:val="superscript"/>
        </w:rPr>
        <w:t>)</w:t>
      </w:r>
    </w:p>
    <w:p w:rsidR="00264FC7" w:rsidRPr="00264FC7" w:rsidRDefault="00264FC7" w:rsidP="00264FC7">
      <w:pPr>
        <w:jc w:val="right"/>
        <w:rPr>
          <w:b/>
        </w:rPr>
      </w:pPr>
      <w:r w:rsidRPr="00264FC7">
        <w:rPr>
          <w:b/>
        </w:rPr>
        <w:t>ПРИЛОЖЕНИЕ К ДНЕВНИКУ-ОТЧЕТУ</w:t>
      </w:r>
    </w:p>
    <w:p w:rsidR="00264FC7" w:rsidRPr="00264FC7" w:rsidRDefault="00264FC7" w:rsidP="00264FC7">
      <w:pPr>
        <w:jc w:val="right"/>
        <w:rPr>
          <w:b/>
        </w:rPr>
      </w:pPr>
      <w:r w:rsidRPr="00264FC7">
        <w:rPr>
          <w:b/>
        </w:rPr>
        <w:t xml:space="preserve">(по заданиям раздела 3.2 Программы </w:t>
      </w:r>
      <w:r w:rsidR="008B190F">
        <w:rPr>
          <w:b/>
        </w:rPr>
        <w:t>производственной</w:t>
      </w:r>
      <w:r w:rsidRPr="00264FC7">
        <w:rPr>
          <w:b/>
        </w:rPr>
        <w:t xml:space="preserve"> практики)</w:t>
      </w:r>
    </w:p>
    <w:p w:rsidR="00264FC7" w:rsidRPr="00264FC7" w:rsidRDefault="00264FC7" w:rsidP="00264FC7">
      <w:pPr>
        <w:jc w:val="center"/>
        <w:rPr>
          <w:b/>
        </w:rPr>
      </w:pPr>
    </w:p>
    <w:p w:rsidR="00264FC7" w:rsidRPr="00264FC7" w:rsidRDefault="00264FC7" w:rsidP="00264FC7">
      <w:pPr>
        <w:jc w:val="center"/>
        <w:rPr>
          <w:b/>
        </w:rPr>
      </w:pPr>
    </w:p>
    <w:sectPr w:rsidR="00264FC7" w:rsidRPr="00264FC7" w:rsidSect="002924C7">
      <w:headerReference w:type="default" r:id="rId13"/>
      <w:pgSz w:w="11906" w:h="16838" w:code="9"/>
      <w:pgMar w:top="851" w:right="567" w:bottom="851" w:left="1134" w:header="709" w:footer="284" w:gutter="0"/>
      <w:pgBorders>
        <w:top w:val="single" w:sz="4" w:space="0" w:color="auto"/>
        <w:left w:val="single" w:sz="4" w:space="2" w:color="auto"/>
        <w:bottom w:val="single" w:sz="4" w:space="0" w:color="auto"/>
        <w:right w:val="single" w:sz="4" w:space="2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B47" w:rsidRDefault="00954B47">
      <w:r>
        <w:separator/>
      </w:r>
    </w:p>
  </w:endnote>
  <w:endnote w:type="continuationSeparator" w:id="0">
    <w:p w:rsidR="00954B47" w:rsidRDefault="00954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7DA" w:rsidRDefault="000F07DA" w:rsidP="002A7EB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07DA" w:rsidRDefault="000F07DA" w:rsidP="002A7E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15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8902"/>
      <w:gridCol w:w="1413"/>
    </w:tblGrid>
    <w:tr w:rsidR="000F07DA" w:rsidRPr="00665B00">
      <w:trPr>
        <w:trHeight w:val="313"/>
        <w:jc w:val="center"/>
      </w:trPr>
      <w:tc>
        <w:tcPr>
          <w:tcW w:w="8902" w:type="dxa"/>
          <w:shd w:val="clear" w:color="auto" w:fill="D9D9D9"/>
          <w:vAlign w:val="center"/>
        </w:tcPr>
        <w:p w:rsidR="000F07DA" w:rsidRPr="009C58E0" w:rsidRDefault="000F07DA" w:rsidP="00866677">
          <w:pPr>
            <w:pStyle w:val="a7"/>
            <w:jc w:val="center"/>
            <w:rPr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г.</w:t>
          </w:r>
          <w:r w:rsidR="009C58E0">
            <w:rPr>
              <w:color w:val="000000"/>
              <w:sz w:val="20"/>
              <w:szCs w:val="20"/>
            </w:rPr>
            <w:t xml:space="preserve"> Тула</w:t>
          </w:r>
        </w:p>
      </w:tc>
      <w:tc>
        <w:tcPr>
          <w:tcW w:w="1413" w:type="dxa"/>
          <w:shd w:val="clear" w:color="auto" w:fill="D9D9D9"/>
        </w:tcPr>
        <w:p w:rsidR="000F07DA" w:rsidRPr="000F03E5" w:rsidRDefault="000F07DA" w:rsidP="00A41422">
          <w:pPr>
            <w:pStyle w:val="a5"/>
            <w:jc w:val="center"/>
            <w:rPr>
              <w:bCs/>
              <w:sz w:val="20"/>
              <w:szCs w:val="20"/>
            </w:rPr>
          </w:pPr>
          <w:r w:rsidRPr="000F03E5">
            <w:rPr>
              <w:bCs/>
              <w:sz w:val="20"/>
              <w:szCs w:val="20"/>
            </w:rPr>
            <w:t xml:space="preserve">Стр. </w:t>
          </w:r>
          <w:r w:rsidRPr="000F03E5">
            <w:rPr>
              <w:rStyle w:val="a6"/>
              <w:sz w:val="20"/>
              <w:szCs w:val="20"/>
            </w:rPr>
            <w:fldChar w:fldCharType="begin"/>
          </w:r>
          <w:r w:rsidRPr="000F03E5">
            <w:rPr>
              <w:rStyle w:val="a6"/>
              <w:sz w:val="20"/>
              <w:szCs w:val="20"/>
            </w:rPr>
            <w:instrText xml:space="preserve"> PAGE </w:instrText>
          </w:r>
          <w:r w:rsidRPr="000F03E5">
            <w:rPr>
              <w:rStyle w:val="a6"/>
              <w:sz w:val="20"/>
              <w:szCs w:val="20"/>
            </w:rPr>
            <w:fldChar w:fldCharType="separate"/>
          </w:r>
          <w:r w:rsidR="00534441">
            <w:rPr>
              <w:rStyle w:val="a6"/>
              <w:noProof/>
              <w:sz w:val="20"/>
              <w:szCs w:val="20"/>
            </w:rPr>
            <w:t>13</w:t>
          </w:r>
          <w:r w:rsidRPr="000F03E5">
            <w:rPr>
              <w:rStyle w:val="a6"/>
              <w:sz w:val="20"/>
              <w:szCs w:val="20"/>
            </w:rPr>
            <w:fldChar w:fldCharType="end"/>
          </w:r>
          <w:r w:rsidRPr="000F03E5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</w:t>
          </w:r>
          <w:r w:rsidRPr="000F03E5">
            <w:rPr>
              <w:rStyle w:val="a6"/>
              <w:sz w:val="20"/>
              <w:szCs w:val="20"/>
            </w:rPr>
            <w:fldChar w:fldCharType="begin"/>
          </w:r>
          <w:r w:rsidRPr="000F03E5">
            <w:rPr>
              <w:rStyle w:val="a6"/>
              <w:sz w:val="20"/>
              <w:szCs w:val="20"/>
            </w:rPr>
            <w:instrText xml:space="preserve"> NUMPAGES </w:instrText>
          </w:r>
          <w:r w:rsidRPr="000F03E5">
            <w:rPr>
              <w:rStyle w:val="a6"/>
              <w:sz w:val="20"/>
              <w:szCs w:val="20"/>
            </w:rPr>
            <w:fldChar w:fldCharType="separate"/>
          </w:r>
          <w:r w:rsidR="00534441">
            <w:rPr>
              <w:rStyle w:val="a6"/>
              <w:noProof/>
              <w:sz w:val="20"/>
              <w:szCs w:val="20"/>
            </w:rPr>
            <w:t>14</w:t>
          </w:r>
          <w:r w:rsidRPr="000F03E5">
            <w:rPr>
              <w:rStyle w:val="a6"/>
              <w:sz w:val="20"/>
              <w:szCs w:val="20"/>
            </w:rPr>
            <w:fldChar w:fldCharType="end"/>
          </w:r>
        </w:p>
      </w:tc>
    </w:tr>
  </w:tbl>
  <w:p w:rsidR="000F07DA" w:rsidRPr="00665B00" w:rsidRDefault="000F07DA" w:rsidP="0056010D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4536"/>
      <w:gridCol w:w="2540"/>
      <w:gridCol w:w="1451"/>
    </w:tblGrid>
    <w:tr w:rsidR="000F07DA" w:rsidRPr="00347736">
      <w:tc>
        <w:tcPr>
          <w:tcW w:w="1452" w:type="dxa"/>
        </w:tcPr>
        <w:p w:rsidR="000F07DA" w:rsidRPr="00A41422" w:rsidRDefault="000F07DA" w:rsidP="00055AB5">
          <w:pPr>
            <w:pStyle w:val="a5"/>
            <w:spacing w:before="40"/>
            <w:rPr>
              <w:sz w:val="18"/>
            </w:rPr>
          </w:pPr>
        </w:p>
      </w:tc>
      <w:tc>
        <w:tcPr>
          <w:tcW w:w="4536" w:type="dxa"/>
        </w:tcPr>
        <w:p w:rsidR="000F07DA" w:rsidRPr="00A41422" w:rsidRDefault="000F07DA" w:rsidP="00055AB5">
          <w:pPr>
            <w:pStyle w:val="a5"/>
            <w:jc w:val="center"/>
            <w:rPr>
              <w:sz w:val="20"/>
            </w:rPr>
          </w:pPr>
          <w:r w:rsidRPr="00A41422">
            <w:rPr>
              <w:sz w:val="20"/>
            </w:rPr>
            <w:t>Должность</w:t>
          </w:r>
        </w:p>
      </w:tc>
      <w:tc>
        <w:tcPr>
          <w:tcW w:w="2540" w:type="dxa"/>
        </w:tcPr>
        <w:p w:rsidR="000F07DA" w:rsidRPr="00A41422" w:rsidRDefault="000F07DA" w:rsidP="00055AB5">
          <w:pPr>
            <w:pStyle w:val="a5"/>
            <w:jc w:val="center"/>
            <w:rPr>
              <w:sz w:val="20"/>
            </w:rPr>
          </w:pPr>
          <w:r>
            <w:rPr>
              <w:sz w:val="20"/>
            </w:rPr>
            <w:t>ФИО</w:t>
          </w:r>
        </w:p>
      </w:tc>
      <w:tc>
        <w:tcPr>
          <w:tcW w:w="1451" w:type="dxa"/>
        </w:tcPr>
        <w:p w:rsidR="000F07DA" w:rsidRPr="00A41422" w:rsidRDefault="000F07DA" w:rsidP="00055AB5">
          <w:pPr>
            <w:pStyle w:val="a5"/>
            <w:jc w:val="center"/>
            <w:rPr>
              <w:sz w:val="20"/>
            </w:rPr>
          </w:pPr>
          <w:r>
            <w:rPr>
              <w:sz w:val="20"/>
            </w:rPr>
            <w:t>Подпись</w:t>
          </w:r>
        </w:p>
      </w:tc>
    </w:tr>
    <w:tr w:rsidR="000F07DA" w:rsidRPr="00347736">
      <w:trPr>
        <w:trHeight w:val="137"/>
      </w:trPr>
      <w:tc>
        <w:tcPr>
          <w:tcW w:w="1452" w:type="dxa"/>
          <w:vAlign w:val="center"/>
        </w:tcPr>
        <w:p w:rsidR="000F07DA" w:rsidRPr="00A41422" w:rsidRDefault="000F07DA" w:rsidP="00650BAF">
          <w:pPr>
            <w:pStyle w:val="a5"/>
            <w:spacing w:before="20" w:after="20"/>
            <w:jc w:val="center"/>
            <w:rPr>
              <w:sz w:val="20"/>
              <w:szCs w:val="20"/>
            </w:rPr>
          </w:pPr>
          <w:r w:rsidRPr="00A41422">
            <w:rPr>
              <w:sz w:val="20"/>
              <w:szCs w:val="20"/>
            </w:rPr>
            <w:t>Разработал</w:t>
          </w:r>
        </w:p>
      </w:tc>
      <w:tc>
        <w:tcPr>
          <w:tcW w:w="4536" w:type="dxa"/>
          <w:vAlign w:val="center"/>
        </w:tcPr>
        <w:p w:rsidR="000F07DA" w:rsidRPr="00775F2A" w:rsidRDefault="000F07DA" w:rsidP="00650BAF">
          <w:pPr>
            <w:pStyle w:val="a5"/>
            <w:spacing w:before="20" w:after="20"/>
            <w:rPr>
              <w:sz w:val="20"/>
              <w:szCs w:val="20"/>
            </w:rPr>
          </w:pPr>
        </w:p>
      </w:tc>
      <w:tc>
        <w:tcPr>
          <w:tcW w:w="2540" w:type="dxa"/>
          <w:vAlign w:val="center"/>
        </w:tcPr>
        <w:p w:rsidR="000F07DA" w:rsidRPr="00775F2A" w:rsidRDefault="000F07DA" w:rsidP="00650BAF">
          <w:pPr>
            <w:pStyle w:val="a5"/>
            <w:spacing w:before="20" w:after="20"/>
            <w:jc w:val="center"/>
            <w:rPr>
              <w:sz w:val="20"/>
              <w:szCs w:val="20"/>
            </w:rPr>
          </w:pPr>
        </w:p>
      </w:tc>
      <w:tc>
        <w:tcPr>
          <w:tcW w:w="1451" w:type="dxa"/>
          <w:vAlign w:val="center"/>
        </w:tcPr>
        <w:p w:rsidR="000F07DA" w:rsidRPr="00A41422" w:rsidRDefault="000F07DA" w:rsidP="00650BAF">
          <w:pPr>
            <w:pStyle w:val="a5"/>
            <w:spacing w:before="20" w:after="20"/>
            <w:jc w:val="center"/>
          </w:pPr>
        </w:p>
      </w:tc>
    </w:tr>
    <w:tr w:rsidR="000F07DA" w:rsidRPr="00347736">
      <w:trPr>
        <w:trHeight w:val="243"/>
      </w:trPr>
      <w:tc>
        <w:tcPr>
          <w:tcW w:w="1452" w:type="dxa"/>
          <w:vAlign w:val="center"/>
        </w:tcPr>
        <w:p w:rsidR="000F07DA" w:rsidRPr="00A41422" w:rsidRDefault="000F07DA" w:rsidP="00650BAF">
          <w:pPr>
            <w:pStyle w:val="a5"/>
            <w:spacing w:before="20" w:after="20"/>
            <w:jc w:val="center"/>
            <w:rPr>
              <w:sz w:val="20"/>
              <w:szCs w:val="20"/>
            </w:rPr>
          </w:pPr>
          <w:r w:rsidRPr="00A41422">
            <w:rPr>
              <w:sz w:val="20"/>
              <w:szCs w:val="20"/>
            </w:rPr>
            <w:t>Проверил</w:t>
          </w:r>
        </w:p>
      </w:tc>
      <w:tc>
        <w:tcPr>
          <w:tcW w:w="4536" w:type="dxa"/>
          <w:vAlign w:val="center"/>
        </w:tcPr>
        <w:p w:rsidR="000F07DA" w:rsidRPr="00775F2A" w:rsidRDefault="000F07DA" w:rsidP="00650BAF">
          <w:pPr>
            <w:pStyle w:val="a5"/>
            <w:spacing w:before="20" w:after="20"/>
            <w:rPr>
              <w:sz w:val="20"/>
              <w:szCs w:val="20"/>
            </w:rPr>
          </w:pPr>
        </w:p>
      </w:tc>
      <w:tc>
        <w:tcPr>
          <w:tcW w:w="2540" w:type="dxa"/>
          <w:vAlign w:val="center"/>
        </w:tcPr>
        <w:p w:rsidR="000F07DA" w:rsidRPr="00775F2A" w:rsidRDefault="000F07DA" w:rsidP="00650BAF">
          <w:pPr>
            <w:pStyle w:val="a5"/>
            <w:spacing w:before="20" w:after="20"/>
            <w:jc w:val="center"/>
            <w:rPr>
              <w:sz w:val="20"/>
              <w:szCs w:val="20"/>
            </w:rPr>
          </w:pPr>
        </w:p>
      </w:tc>
      <w:tc>
        <w:tcPr>
          <w:tcW w:w="1451" w:type="dxa"/>
          <w:vAlign w:val="center"/>
        </w:tcPr>
        <w:p w:rsidR="000F07DA" w:rsidRPr="00A41422" w:rsidRDefault="000F07DA" w:rsidP="00650BAF">
          <w:pPr>
            <w:pStyle w:val="a5"/>
            <w:spacing w:before="20" w:after="20"/>
            <w:jc w:val="center"/>
          </w:pPr>
        </w:p>
      </w:tc>
    </w:tr>
    <w:tr w:rsidR="000F07DA" w:rsidRPr="00347736">
      <w:trPr>
        <w:trHeight w:val="313"/>
      </w:trPr>
      <w:tc>
        <w:tcPr>
          <w:tcW w:w="1452" w:type="dxa"/>
          <w:shd w:val="clear" w:color="auto" w:fill="D9D9D9"/>
        </w:tcPr>
        <w:p w:rsidR="000F07DA" w:rsidRPr="00A41422" w:rsidRDefault="000F07DA" w:rsidP="00A76F84">
          <w:pPr>
            <w:pStyle w:val="a5"/>
            <w:jc w:val="center"/>
            <w:rPr>
              <w:bCs/>
              <w:sz w:val="20"/>
              <w:szCs w:val="20"/>
            </w:rPr>
          </w:pPr>
        </w:p>
      </w:tc>
      <w:tc>
        <w:tcPr>
          <w:tcW w:w="7076" w:type="dxa"/>
          <w:gridSpan w:val="2"/>
          <w:shd w:val="clear" w:color="auto" w:fill="D9D9D9"/>
          <w:vAlign w:val="center"/>
        </w:tcPr>
        <w:p w:rsidR="000F07DA" w:rsidRPr="00A76F84" w:rsidRDefault="000F07DA" w:rsidP="00A76F84">
          <w:pPr>
            <w:jc w:val="center"/>
            <w:rPr>
              <w:sz w:val="20"/>
              <w:szCs w:val="20"/>
            </w:rPr>
          </w:pPr>
          <w:r w:rsidRPr="00067DAB">
            <w:rPr>
              <w:sz w:val="20"/>
              <w:szCs w:val="20"/>
            </w:rPr>
            <w:t>ТГПУ им. Л. Н. Толстого</w:t>
          </w:r>
          <w:r>
            <w:rPr>
              <w:sz w:val="20"/>
              <w:szCs w:val="20"/>
            </w:rPr>
            <w:t xml:space="preserve"> «Рабочая программа»</w:t>
          </w:r>
        </w:p>
      </w:tc>
      <w:tc>
        <w:tcPr>
          <w:tcW w:w="1451" w:type="dxa"/>
          <w:shd w:val="clear" w:color="auto" w:fill="D9D9D9"/>
        </w:tcPr>
        <w:p w:rsidR="000F07DA" w:rsidRPr="00067DAB" w:rsidRDefault="000F07DA" w:rsidP="00A76F84">
          <w:pPr>
            <w:pStyle w:val="a5"/>
            <w:jc w:val="center"/>
            <w:rPr>
              <w:bCs/>
              <w:sz w:val="20"/>
              <w:szCs w:val="20"/>
            </w:rPr>
          </w:pPr>
          <w:r w:rsidRPr="00A41422">
            <w:rPr>
              <w:bCs/>
              <w:sz w:val="20"/>
              <w:szCs w:val="20"/>
            </w:rPr>
            <w:t xml:space="preserve">Стр. </w:t>
          </w:r>
          <w:r w:rsidRPr="00A41422">
            <w:rPr>
              <w:rStyle w:val="a6"/>
              <w:bCs/>
              <w:sz w:val="20"/>
              <w:szCs w:val="20"/>
            </w:rPr>
            <w:fldChar w:fldCharType="begin"/>
          </w:r>
          <w:r w:rsidRPr="00A41422">
            <w:rPr>
              <w:rStyle w:val="a6"/>
              <w:bCs/>
              <w:sz w:val="20"/>
              <w:szCs w:val="20"/>
            </w:rPr>
            <w:instrText xml:space="preserve"> PAGE </w:instrText>
          </w:r>
          <w:r w:rsidRPr="00A41422">
            <w:rPr>
              <w:rStyle w:val="a6"/>
              <w:bCs/>
              <w:sz w:val="20"/>
              <w:szCs w:val="20"/>
            </w:rPr>
            <w:fldChar w:fldCharType="separate"/>
          </w:r>
          <w:r>
            <w:rPr>
              <w:rStyle w:val="a6"/>
              <w:bCs/>
              <w:noProof/>
              <w:sz w:val="20"/>
              <w:szCs w:val="20"/>
            </w:rPr>
            <w:t>1</w:t>
          </w:r>
          <w:r w:rsidRPr="00A41422">
            <w:rPr>
              <w:rStyle w:val="a6"/>
              <w:sz w:val="20"/>
              <w:szCs w:val="20"/>
            </w:rPr>
            <w:fldChar w:fldCharType="end"/>
          </w:r>
          <w:r w:rsidRPr="00A41422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</w:t>
          </w:r>
        </w:p>
      </w:tc>
    </w:tr>
  </w:tbl>
  <w:p w:rsidR="000F07DA" w:rsidRDefault="000F07DA">
    <w:pPr>
      <w:pStyle w:val="a5"/>
    </w:pPr>
  </w:p>
  <w:p w:rsidR="000F07DA" w:rsidRPr="00BE7CDF" w:rsidRDefault="000F07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B47" w:rsidRDefault="00954B47">
      <w:r>
        <w:separator/>
      </w:r>
    </w:p>
  </w:footnote>
  <w:footnote w:type="continuationSeparator" w:id="0">
    <w:p w:rsidR="00954B47" w:rsidRDefault="00954B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697"/>
      <w:gridCol w:w="2493"/>
      <w:gridCol w:w="6115"/>
    </w:tblGrid>
    <w:tr w:rsidR="000A3794" w:rsidTr="004E0803">
      <w:trPr>
        <w:trHeight w:val="164"/>
        <w:jc w:val="center"/>
      </w:trPr>
      <w:tc>
        <w:tcPr>
          <w:tcW w:w="1697" w:type="dxa"/>
          <w:vMerge w:val="restart"/>
          <w:shd w:val="clear" w:color="auto" w:fill="auto"/>
          <w:vAlign w:val="center"/>
        </w:tcPr>
        <w:p w:rsidR="000A3794" w:rsidRPr="004E0803" w:rsidRDefault="00264FC7" w:rsidP="000A3794">
          <w:pPr>
            <w:pStyle w:val="a7"/>
            <w:ind w:left="-58"/>
            <w:jc w:val="center"/>
            <w:rPr>
              <w:sz w:val="20"/>
              <w:szCs w:val="20"/>
            </w:rPr>
          </w:pPr>
          <w:r w:rsidRPr="00394315">
            <w:rPr>
              <w:noProof/>
            </w:rPr>
            <w:drawing>
              <wp:inline distT="0" distB="0" distL="0" distR="0">
                <wp:extent cx="914400" cy="762000"/>
                <wp:effectExtent l="0" t="0" r="0" b="0"/>
                <wp:docPr id="1" name="Рисунок 1" descr="C:\Users\Вячеслав Викторович\Downloads\Logo_OSEK_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C:\Users\Вячеслав Викторович\Downloads\Logo_OSEK_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93" w:type="dxa"/>
          <w:shd w:val="clear" w:color="auto" w:fill="auto"/>
          <w:vAlign w:val="center"/>
        </w:tcPr>
        <w:p w:rsidR="000A3794" w:rsidRPr="004E0803" w:rsidRDefault="000A3794" w:rsidP="000A3794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Специальность</w:t>
          </w:r>
        </w:p>
      </w:tc>
      <w:tc>
        <w:tcPr>
          <w:tcW w:w="6115" w:type="dxa"/>
          <w:shd w:val="clear" w:color="auto" w:fill="auto"/>
          <w:vAlign w:val="center"/>
        </w:tcPr>
        <w:p w:rsidR="000A3794" w:rsidRPr="00264FC7" w:rsidRDefault="00534441" w:rsidP="00534441">
          <w:pPr>
            <w:spacing w:before="0"/>
            <w:jc w:val="center"/>
            <w:rPr>
              <w:sz w:val="20"/>
              <w:szCs w:val="20"/>
              <w:highlight w:val="yellow"/>
            </w:rPr>
          </w:pPr>
          <w:r w:rsidRPr="00534441">
            <w:rPr>
              <w:sz w:val="20"/>
              <w:szCs w:val="20"/>
            </w:rPr>
            <w:t>40.02.01</w:t>
          </w:r>
          <w:r w:rsidR="000A3794" w:rsidRPr="00534441">
            <w:rPr>
              <w:sz w:val="20"/>
              <w:szCs w:val="20"/>
            </w:rPr>
            <w:t xml:space="preserve"> </w:t>
          </w:r>
          <w:r w:rsidRPr="00534441">
            <w:rPr>
              <w:sz w:val="20"/>
              <w:szCs w:val="20"/>
            </w:rPr>
            <w:t>Право и организация социального обеспечения</w:t>
          </w:r>
        </w:p>
      </w:tc>
    </w:tr>
    <w:tr w:rsidR="000A3794" w:rsidTr="004E0803">
      <w:trPr>
        <w:trHeight w:val="172"/>
        <w:jc w:val="center"/>
      </w:trPr>
      <w:tc>
        <w:tcPr>
          <w:tcW w:w="1697" w:type="dxa"/>
          <w:vMerge/>
          <w:shd w:val="clear" w:color="auto" w:fill="auto"/>
          <w:vAlign w:val="center"/>
        </w:tcPr>
        <w:p w:rsidR="000A3794" w:rsidRDefault="000A3794" w:rsidP="000A3794">
          <w:pPr>
            <w:pStyle w:val="a7"/>
          </w:pPr>
        </w:p>
      </w:tc>
      <w:tc>
        <w:tcPr>
          <w:tcW w:w="2493" w:type="dxa"/>
          <w:shd w:val="clear" w:color="auto" w:fill="auto"/>
          <w:vAlign w:val="center"/>
        </w:tcPr>
        <w:p w:rsidR="000A3794" w:rsidRPr="004E0803" w:rsidRDefault="00264FC7" w:rsidP="000A3794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П(Ц)К</w:t>
          </w:r>
        </w:p>
      </w:tc>
      <w:tc>
        <w:tcPr>
          <w:tcW w:w="6115" w:type="dxa"/>
          <w:shd w:val="clear" w:color="auto" w:fill="auto"/>
          <w:vAlign w:val="center"/>
        </w:tcPr>
        <w:p w:rsidR="000A3794" w:rsidRPr="000A3794" w:rsidRDefault="00534441" w:rsidP="000A3794">
          <w:pPr>
            <w:spacing w:before="0"/>
            <w:jc w:val="center"/>
            <w:rPr>
              <w:sz w:val="20"/>
              <w:szCs w:val="20"/>
            </w:rPr>
          </w:pPr>
          <w:r w:rsidRPr="00534441">
            <w:rPr>
              <w:color w:val="000000"/>
              <w:sz w:val="20"/>
              <w:szCs w:val="20"/>
              <w:lang w:bidi="ru-RU"/>
            </w:rPr>
            <w:t>по истории, юриспруденции и документационному обеспечению управления</w:t>
          </w:r>
        </w:p>
      </w:tc>
    </w:tr>
    <w:tr w:rsidR="000A3794" w:rsidRPr="002924C7" w:rsidTr="00903E65">
      <w:trPr>
        <w:trHeight w:val="446"/>
        <w:jc w:val="center"/>
      </w:trPr>
      <w:tc>
        <w:tcPr>
          <w:tcW w:w="1697" w:type="dxa"/>
          <w:vMerge/>
          <w:shd w:val="clear" w:color="auto" w:fill="auto"/>
          <w:vAlign w:val="center"/>
        </w:tcPr>
        <w:p w:rsidR="000A3794" w:rsidRDefault="000A3794" w:rsidP="000A3794">
          <w:pPr>
            <w:pStyle w:val="a7"/>
          </w:pPr>
        </w:p>
      </w:tc>
      <w:tc>
        <w:tcPr>
          <w:tcW w:w="8608" w:type="dxa"/>
          <w:gridSpan w:val="2"/>
          <w:shd w:val="clear" w:color="auto" w:fill="auto"/>
          <w:vAlign w:val="center"/>
        </w:tcPr>
        <w:p w:rsidR="000A3794" w:rsidRPr="004E0803" w:rsidRDefault="008B190F" w:rsidP="000A3794">
          <w:pPr>
            <w:spacing w:before="0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Производственная</w:t>
          </w:r>
          <w:r w:rsidR="000A3794">
            <w:rPr>
              <w:sz w:val="20"/>
              <w:szCs w:val="20"/>
            </w:rPr>
            <w:t xml:space="preserve"> практика ПМ.</w:t>
          </w:r>
          <w:r w:rsidR="00264FC7">
            <w:rPr>
              <w:sz w:val="20"/>
              <w:szCs w:val="20"/>
            </w:rPr>
            <w:t>___</w:t>
          </w:r>
        </w:p>
      </w:tc>
    </w:tr>
  </w:tbl>
  <w:p w:rsidR="000F07DA" w:rsidRPr="00DD4ABD" w:rsidRDefault="000F07DA" w:rsidP="000D25D1">
    <w:pPr>
      <w:pStyle w:val="a7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64" w:type="dxa"/>
      <w:jc w:val="center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079"/>
      <w:gridCol w:w="7885"/>
    </w:tblGrid>
    <w:tr w:rsidR="000F07DA" w:rsidTr="004E0803">
      <w:trPr>
        <w:trHeight w:val="260"/>
        <w:jc w:val="center"/>
      </w:trPr>
      <w:tc>
        <w:tcPr>
          <w:tcW w:w="2079" w:type="dxa"/>
          <w:vMerge w:val="restart"/>
          <w:tcBorders>
            <w:top w:val="threeDEmboss" w:sz="12" w:space="0" w:color="auto"/>
          </w:tcBorders>
          <w:vAlign w:val="center"/>
        </w:tcPr>
        <w:p w:rsidR="000F07DA" w:rsidRPr="004E0803" w:rsidRDefault="00264FC7" w:rsidP="004E0803">
          <w:pPr>
            <w:pStyle w:val="a7"/>
            <w:jc w:val="center"/>
            <w:rPr>
              <w:i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>
                <wp:extent cx="1089660" cy="1059180"/>
                <wp:effectExtent l="0" t="0" r="0" b="0"/>
                <wp:docPr id="2" name="Рисунок 2" descr="_ЛОГОТИП_ТГПУ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_ЛОГОТИП_ТГПУ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1059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85" w:type="dxa"/>
          <w:tcBorders>
            <w:top w:val="threeDEmboss" w:sz="12" w:space="0" w:color="auto"/>
            <w:bottom w:val="single" w:sz="4" w:space="0" w:color="auto"/>
          </w:tcBorders>
          <w:vAlign w:val="center"/>
        </w:tcPr>
        <w:p w:rsidR="000F07DA" w:rsidRPr="004E0803" w:rsidRDefault="000F07DA" w:rsidP="004E0803">
          <w:pPr>
            <w:pStyle w:val="a7"/>
            <w:spacing w:before="0"/>
            <w:jc w:val="center"/>
            <w:rPr>
              <w:sz w:val="20"/>
              <w:szCs w:val="20"/>
            </w:rPr>
          </w:pPr>
          <w:r w:rsidRPr="004E0803">
            <w:rPr>
              <w:sz w:val="20"/>
              <w:szCs w:val="20"/>
            </w:rPr>
            <w:t>Министерство образования и науки Российской Федерации</w:t>
          </w:r>
        </w:p>
      </w:tc>
    </w:tr>
    <w:tr w:rsidR="000F07DA" w:rsidTr="004E0803">
      <w:trPr>
        <w:trHeight w:val="880"/>
        <w:jc w:val="center"/>
      </w:trPr>
      <w:tc>
        <w:tcPr>
          <w:tcW w:w="2079" w:type="dxa"/>
          <w:vMerge/>
          <w:vAlign w:val="center"/>
        </w:tcPr>
        <w:p w:rsidR="000F07DA" w:rsidRPr="004E0803" w:rsidRDefault="000F07DA" w:rsidP="004E0803">
          <w:pPr>
            <w:pStyle w:val="a7"/>
            <w:jc w:val="center"/>
            <w:rPr>
              <w:i/>
              <w:sz w:val="20"/>
              <w:szCs w:val="20"/>
            </w:rPr>
          </w:pPr>
        </w:p>
      </w:tc>
      <w:tc>
        <w:tcPr>
          <w:tcW w:w="7885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F07DA" w:rsidRPr="004E0803" w:rsidRDefault="000F07DA" w:rsidP="004E0803">
          <w:pPr>
            <w:pStyle w:val="a7"/>
            <w:spacing w:before="0"/>
            <w:jc w:val="center"/>
            <w:rPr>
              <w:sz w:val="20"/>
              <w:szCs w:val="20"/>
            </w:rPr>
          </w:pPr>
          <w:r w:rsidRPr="004E0803">
            <w:rPr>
              <w:sz w:val="20"/>
              <w:szCs w:val="20"/>
            </w:rPr>
            <w:t>Государственное образовательное учреждение высшего профессионального образования</w:t>
          </w:r>
          <w:r w:rsidRPr="00C4614D">
            <w:t xml:space="preserve"> </w:t>
          </w:r>
          <w:r w:rsidRPr="004E0803">
            <w:rPr>
              <w:sz w:val="20"/>
              <w:szCs w:val="20"/>
            </w:rPr>
            <w:t>Тульский государственный педагогический университет</w:t>
          </w:r>
        </w:p>
        <w:p w:rsidR="000F07DA" w:rsidRPr="004E0803" w:rsidRDefault="000F07DA" w:rsidP="004E0803">
          <w:pPr>
            <w:pStyle w:val="a7"/>
            <w:spacing w:before="0"/>
            <w:jc w:val="center"/>
            <w:rPr>
              <w:sz w:val="20"/>
              <w:szCs w:val="20"/>
            </w:rPr>
          </w:pPr>
          <w:r w:rsidRPr="004E0803">
            <w:rPr>
              <w:sz w:val="20"/>
              <w:szCs w:val="20"/>
            </w:rPr>
            <w:t>им. Л.Н. Толстого</w:t>
          </w:r>
        </w:p>
      </w:tc>
    </w:tr>
    <w:tr w:rsidR="000F07DA" w:rsidTr="004E0803">
      <w:trPr>
        <w:trHeight w:val="51"/>
        <w:jc w:val="center"/>
      </w:trPr>
      <w:tc>
        <w:tcPr>
          <w:tcW w:w="2079" w:type="dxa"/>
          <w:vMerge/>
          <w:tcBorders>
            <w:bottom w:val="threeDEmboss" w:sz="12" w:space="0" w:color="auto"/>
          </w:tcBorders>
        </w:tcPr>
        <w:p w:rsidR="000F07DA" w:rsidRPr="004E0803" w:rsidRDefault="000F07DA" w:rsidP="004E0803">
          <w:pPr>
            <w:pStyle w:val="a7"/>
            <w:jc w:val="center"/>
            <w:rPr>
              <w:sz w:val="20"/>
              <w:szCs w:val="20"/>
            </w:rPr>
          </w:pPr>
        </w:p>
      </w:tc>
      <w:tc>
        <w:tcPr>
          <w:tcW w:w="7885" w:type="dxa"/>
          <w:tcBorders>
            <w:bottom w:val="threeDEmboss" w:sz="12" w:space="0" w:color="auto"/>
          </w:tcBorders>
        </w:tcPr>
        <w:p w:rsidR="000F07DA" w:rsidRPr="004E0803" w:rsidRDefault="000F07DA" w:rsidP="004E0803">
          <w:pPr>
            <w:jc w:val="center"/>
            <w:rPr>
              <w:sz w:val="20"/>
              <w:szCs w:val="20"/>
            </w:rPr>
          </w:pPr>
          <w:r w:rsidRPr="004E0803">
            <w:rPr>
              <w:sz w:val="20"/>
              <w:szCs w:val="20"/>
            </w:rPr>
            <w:t>ТГПУ им. Л. Н. Толстого «Рабочая программа»</w:t>
          </w:r>
        </w:p>
      </w:tc>
    </w:tr>
  </w:tbl>
  <w:p w:rsidR="000F07DA" w:rsidRPr="00DD4ABD" w:rsidRDefault="000F07DA">
    <w:pPr>
      <w:pStyle w:val="a7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7DA" w:rsidRPr="00DD4ABD" w:rsidRDefault="000F07DA" w:rsidP="000D25D1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" w15:restartNumberingAfterBreak="0">
    <w:nsid w:val="003E0277"/>
    <w:multiLevelType w:val="hybridMultilevel"/>
    <w:tmpl w:val="977C1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C0A57"/>
    <w:multiLevelType w:val="multilevel"/>
    <w:tmpl w:val="7B864508"/>
    <w:lvl w:ilvl="0">
      <w:start w:val="3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D4A3B"/>
    <w:multiLevelType w:val="hybridMultilevel"/>
    <w:tmpl w:val="A4EC9B54"/>
    <w:lvl w:ilvl="0" w:tplc="78A4C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15D54"/>
    <w:multiLevelType w:val="singleLevel"/>
    <w:tmpl w:val="3D7AC54A"/>
    <w:lvl w:ilvl="0">
      <w:start w:val="1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36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7"/>
        </w:tabs>
        <w:ind w:left="2157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1"/>
        </w:tabs>
        <w:ind w:left="2301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445"/>
        </w:tabs>
        <w:ind w:left="2445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89"/>
        </w:tabs>
        <w:ind w:left="2589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733"/>
        </w:tabs>
        <w:ind w:left="2733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877"/>
        </w:tabs>
        <w:ind w:left="2877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021"/>
        </w:tabs>
        <w:ind w:left="3021" w:hanging="1584"/>
      </w:pPr>
      <w:rPr>
        <w:rFonts w:hint="default"/>
      </w:rPr>
    </w:lvl>
  </w:abstractNum>
  <w:abstractNum w:abstractNumId="6" w15:restartNumberingAfterBreak="0">
    <w:nsid w:val="05B81AE8"/>
    <w:multiLevelType w:val="hybridMultilevel"/>
    <w:tmpl w:val="B406FBC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8D62CC7"/>
    <w:multiLevelType w:val="singleLevel"/>
    <w:tmpl w:val="1D5EE45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93F6450"/>
    <w:multiLevelType w:val="singleLevel"/>
    <w:tmpl w:val="4260BC42"/>
    <w:lvl w:ilvl="0">
      <w:start w:val="4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BF3CE0"/>
    <w:multiLevelType w:val="singleLevel"/>
    <w:tmpl w:val="3A3C6912"/>
    <w:lvl w:ilvl="0">
      <w:start w:val="3"/>
      <w:numFmt w:val="decimal"/>
      <w:lvlText w:val="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7DC5443"/>
    <w:multiLevelType w:val="hybridMultilevel"/>
    <w:tmpl w:val="B7FCE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7B6223"/>
    <w:multiLevelType w:val="hybridMultilevel"/>
    <w:tmpl w:val="9496BC26"/>
    <w:lvl w:ilvl="0" w:tplc="57EA30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5A224A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2CDB0B24"/>
    <w:multiLevelType w:val="hybridMultilevel"/>
    <w:tmpl w:val="A5A41D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041A8B"/>
    <w:multiLevelType w:val="hybridMultilevel"/>
    <w:tmpl w:val="F9B661E4"/>
    <w:lvl w:ilvl="0" w:tplc="78A4C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EE5814"/>
    <w:multiLevelType w:val="hybridMultilevel"/>
    <w:tmpl w:val="9E489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C5700"/>
    <w:multiLevelType w:val="singleLevel"/>
    <w:tmpl w:val="D09CA928"/>
    <w:lvl w:ilvl="0">
      <w:start w:val="2"/>
      <w:numFmt w:val="decimal"/>
      <w:lvlText w:val="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E4C8C"/>
    <w:multiLevelType w:val="hybridMultilevel"/>
    <w:tmpl w:val="E7D8E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F5B3A"/>
    <w:multiLevelType w:val="hybridMultilevel"/>
    <w:tmpl w:val="4EFCA3D8"/>
    <w:lvl w:ilvl="0" w:tplc="6B1A656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392623FE"/>
    <w:multiLevelType w:val="hybridMultilevel"/>
    <w:tmpl w:val="1DD49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F2162"/>
    <w:multiLevelType w:val="hybridMultilevel"/>
    <w:tmpl w:val="DBA4C5CE"/>
    <w:lvl w:ilvl="0" w:tplc="9D4E518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94429"/>
    <w:multiLevelType w:val="hybridMultilevel"/>
    <w:tmpl w:val="6854EACE"/>
    <w:lvl w:ilvl="0" w:tplc="51C42C64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3" w15:restartNumberingAfterBreak="0">
    <w:nsid w:val="4923196C"/>
    <w:multiLevelType w:val="hybridMultilevel"/>
    <w:tmpl w:val="D0B64DDE"/>
    <w:lvl w:ilvl="0" w:tplc="719E568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49EB127B"/>
    <w:multiLevelType w:val="hybridMultilevel"/>
    <w:tmpl w:val="738C3780"/>
    <w:lvl w:ilvl="0" w:tplc="22987052">
      <w:numFmt w:val="bullet"/>
      <w:lvlText w:val="-"/>
      <w:lvlJc w:val="left"/>
      <w:pPr>
        <w:tabs>
          <w:tab w:val="num" w:pos="1828"/>
        </w:tabs>
        <w:ind w:left="18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25" w15:restartNumberingAfterBreak="0">
    <w:nsid w:val="50551821"/>
    <w:multiLevelType w:val="hybridMultilevel"/>
    <w:tmpl w:val="1124ECFC"/>
    <w:lvl w:ilvl="0" w:tplc="5198C9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582121AB"/>
    <w:multiLevelType w:val="hybridMultilevel"/>
    <w:tmpl w:val="C6D46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460042"/>
    <w:multiLevelType w:val="singleLevel"/>
    <w:tmpl w:val="02720734"/>
    <w:lvl w:ilvl="0">
      <w:start w:val="3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20221B2"/>
    <w:multiLevelType w:val="hybridMultilevel"/>
    <w:tmpl w:val="A94A280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23442CF"/>
    <w:multiLevelType w:val="hybridMultilevel"/>
    <w:tmpl w:val="97C026D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8230ED"/>
    <w:multiLevelType w:val="multilevel"/>
    <w:tmpl w:val="C28623D8"/>
    <w:lvl w:ilvl="0">
      <w:start w:val="1"/>
      <w:numFmt w:val="upperRoman"/>
      <w:lvlText w:val="%1."/>
      <w:lvlJc w:val="left"/>
      <w:pPr>
        <w:tabs>
          <w:tab w:val="num" w:pos="1995"/>
        </w:tabs>
        <w:ind w:left="1995" w:hanging="1095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65954BE3"/>
    <w:multiLevelType w:val="hybridMultilevel"/>
    <w:tmpl w:val="24FC630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6260144"/>
    <w:multiLevelType w:val="hybridMultilevel"/>
    <w:tmpl w:val="578863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31165A"/>
    <w:multiLevelType w:val="singleLevel"/>
    <w:tmpl w:val="88D491D6"/>
    <w:lvl w:ilvl="0">
      <w:start w:val="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92F7776"/>
    <w:multiLevelType w:val="singleLevel"/>
    <w:tmpl w:val="9D4E518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B12505D"/>
    <w:multiLevelType w:val="singleLevel"/>
    <w:tmpl w:val="7214C78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B9449AC"/>
    <w:multiLevelType w:val="multilevel"/>
    <w:tmpl w:val="9F121D26"/>
    <w:lvl w:ilvl="0">
      <w:start w:val="1"/>
      <w:numFmt w:val="russianUpper"/>
      <w:pStyle w:val="3"/>
      <w:suff w:val="space"/>
      <w:lvlText w:val="Приложение %1"/>
      <w:lvlJc w:val="left"/>
      <w:pPr>
        <w:ind w:left="357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 w:firstLine="0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 w:firstLine="0"/>
      </w:pPr>
      <w:rPr>
        <w:rFonts w:hint="default"/>
      </w:rPr>
    </w:lvl>
  </w:abstractNum>
  <w:abstractNum w:abstractNumId="37" w15:restartNumberingAfterBreak="0">
    <w:nsid w:val="6BDC1953"/>
    <w:multiLevelType w:val="hybridMultilevel"/>
    <w:tmpl w:val="5D225C80"/>
    <w:lvl w:ilvl="0" w:tplc="94D41DB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8" w15:restartNumberingAfterBreak="0">
    <w:nsid w:val="730F5E66"/>
    <w:multiLevelType w:val="singleLevel"/>
    <w:tmpl w:val="9D4E5180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4C74A85"/>
    <w:multiLevelType w:val="hybridMultilevel"/>
    <w:tmpl w:val="CD1C66D6"/>
    <w:lvl w:ilvl="0" w:tplc="E4BA461A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88A25670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 w15:restartNumberingAfterBreak="0">
    <w:nsid w:val="74C86FA8"/>
    <w:multiLevelType w:val="hybridMultilevel"/>
    <w:tmpl w:val="9496BC26"/>
    <w:lvl w:ilvl="0" w:tplc="57EA30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BD009D"/>
    <w:multiLevelType w:val="hybridMultilevel"/>
    <w:tmpl w:val="777406D8"/>
    <w:lvl w:ilvl="0" w:tplc="AC7A64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 w15:restartNumberingAfterBreak="0">
    <w:nsid w:val="7E22257D"/>
    <w:multiLevelType w:val="hybridMultilevel"/>
    <w:tmpl w:val="64BE3F2C"/>
    <w:lvl w:ilvl="0" w:tplc="FF84F0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5"/>
  </w:num>
  <w:num w:numId="2">
    <w:abstractNumId w:val="3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511" w:hanging="284"/>
        </w:pPr>
        <w:rPr>
          <w:rFonts w:ascii="Symbol" w:hAnsi="Symbol" w:hint="default"/>
        </w:rPr>
      </w:lvl>
    </w:lvlOverride>
  </w:num>
  <w:num w:numId="4">
    <w:abstractNumId w:val="39"/>
  </w:num>
  <w:num w:numId="5">
    <w:abstractNumId w:val="19"/>
  </w:num>
  <w:num w:numId="6">
    <w:abstractNumId w:val="25"/>
  </w:num>
  <w:num w:numId="7">
    <w:abstractNumId w:val="23"/>
  </w:num>
  <w:num w:numId="8">
    <w:abstractNumId w:val="22"/>
  </w:num>
  <w:num w:numId="9">
    <w:abstractNumId w:val="32"/>
  </w:num>
  <w:num w:numId="10">
    <w:abstractNumId w:val="41"/>
  </w:num>
  <w:num w:numId="11">
    <w:abstractNumId w:val="31"/>
  </w:num>
  <w:num w:numId="12">
    <w:abstractNumId w:val="37"/>
  </w:num>
  <w:num w:numId="13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426" w:hanging="284"/>
        </w:pPr>
        <w:rPr>
          <w:rFonts w:ascii="Symbol" w:hAnsi="Symbol" w:hint="default"/>
        </w:rPr>
      </w:lvl>
    </w:lvlOverride>
  </w:num>
  <w:num w:numId="14">
    <w:abstractNumId w:val="28"/>
  </w:num>
  <w:num w:numId="15">
    <w:abstractNumId w:val="20"/>
  </w:num>
  <w:num w:numId="16">
    <w:abstractNumId w:val="42"/>
  </w:num>
  <w:num w:numId="17">
    <w:abstractNumId w:val="3"/>
  </w:num>
  <w:num w:numId="18">
    <w:abstractNumId w:val="14"/>
  </w:num>
  <w:num w:numId="19">
    <w:abstractNumId w:val="17"/>
  </w:num>
  <w:num w:numId="20">
    <w:abstractNumId w:val="12"/>
  </w:num>
  <w:num w:numId="21">
    <w:abstractNumId w:val="40"/>
  </w:num>
  <w:num w:numId="22">
    <w:abstractNumId w:val="11"/>
  </w:num>
  <w:num w:numId="23">
    <w:abstractNumId w:val="26"/>
  </w:num>
  <w:num w:numId="24">
    <w:abstractNumId w:val="6"/>
  </w:num>
  <w:num w:numId="25">
    <w:abstractNumId w:val="2"/>
  </w:num>
  <w:num w:numId="26">
    <w:abstractNumId w:val="29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49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34"/>
  </w:num>
  <w:num w:numId="30">
    <w:abstractNumId w:val="4"/>
  </w:num>
  <w:num w:numId="31">
    <w:abstractNumId w:val="9"/>
  </w:num>
  <w:num w:numId="32">
    <w:abstractNumId w:val="16"/>
  </w:num>
  <w:num w:numId="33">
    <w:abstractNumId w:val="33"/>
  </w:num>
  <w:num w:numId="34">
    <w:abstractNumId w:val="7"/>
  </w:num>
  <w:num w:numId="35">
    <w:abstractNumId w:val="0"/>
    <w:lvlOverride w:ilvl="0">
      <w:lvl w:ilvl="0">
        <w:start w:val="65535"/>
        <w:numFmt w:val="bullet"/>
        <w:lvlText w:val="•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8"/>
  </w:num>
  <w:num w:numId="37">
    <w:abstractNumId w:val="35"/>
  </w:num>
  <w:num w:numId="38">
    <w:abstractNumId w:val="27"/>
  </w:num>
  <w:num w:numId="39">
    <w:abstractNumId w:val="13"/>
  </w:num>
  <w:num w:numId="40">
    <w:abstractNumId w:val="18"/>
  </w:num>
  <w:num w:numId="41">
    <w:abstractNumId w:val="15"/>
  </w:num>
  <w:num w:numId="42">
    <w:abstractNumId w:val="1"/>
  </w:num>
  <w:num w:numId="43">
    <w:abstractNumId w:val="38"/>
  </w:num>
  <w:num w:numId="44">
    <w:abstractNumId w:val="21"/>
  </w:num>
  <w:num w:numId="45">
    <w:abstractNumId w:val="24"/>
  </w:num>
  <w:num w:numId="46">
    <w:abstractNumId w:val="30"/>
  </w:num>
  <w:num w:numId="47">
    <w:abstractNumId w:val="12"/>
    <w:lvlOverride w:ilvl="0">
      <w:startOverride w:val="1"/>
    </w:lvlOverride>
  </w:num>
  <w:num w:numId="48">
    <w:abstractNumId w:val="10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B5"/>
    <w:rsid w:val="000016DF"/>
    <w:rsid w:val="00001F9F"/>
    <w:rsid w:val="0000358B"/>
    <w:rsid w:val="00003768"/>
    <w:rsid w:val="00005175"/>
    <w:rsid w:val="00005BE7"/>
    <w:rsid w:val="00005C95"/>
    <w:rsid w:val="00006C9F"/>
    <w:rsid w:val="00007E84"/>
    <w:rsid w:val="000108F2"/>
    <w:rsid w:val="000132D5"/>
    <w:rsid w:val="0001362F"/>
    <w:rsid w:val="00014880"/>
    <w:rsid w:val="00014D24"/>
    <w:rsid w:val="00020D44"/>
    <w:rsid w:val="00031D17"/>
    <w:rsid w:val="0003351C"/>
    <w:rsid w:val="00034646"/>
    <w:rsid w:val="000371DD"/>
    <w:rsid w:val="00037515"/>
    <w:rsid w:val="00042A8C"/>
    <w:rsid w:val="00046D7F"/>
    <w:rsid w:val="000471ED"/>
    <w:rsid w:val="00047F03"/>
    <w:rsid w:val="00051C0F"/>
    <w:rsid w:val="00051D29"/>
    <w:rsid w:val="00055AB5"/>
    <w:rsid w:val="00055AD3"/>
    <w:rsid w:val="00060312"/>
    <w:rsid w:val="000657DC"/>
    <w:rsid w:val="00065B99"/>
    <w:rsid w:val="00067653"/>
    <w:rsid w:val="00067DAB"/>
    <w:rsid w:val="00071016"/>
    <w:rsid w:val="000712C7"/>
    <w:rsid w:val="000730E7"/>
    <w:rsid w:val="000742A9"/>
    <w:rsid w:val="0007652F"/>
    <w:rsid w:val="000811AC"/>
    <w:rsid w:val="00081D4D"/>
    <w:rsid w:val="00083F3C"/>
    <w:rsid w:val="00087ADD"/>
    <w:rsid w:val="00087FA6"/>
    <w:rsid w:val="00090FD3"/>
    <w:rsid w:val="00093D21"/>
    <w:rsid w:val="0009443A"/>
    <w:rsid w:val="00095583"/>
    <w:rsid w:val="00097F46"/>
    <w:rsid w:val="000A078E"/>
    <w:rsid w:val="000A3794"/>
    <w:rsid w:val="000A40F6"/>
    <w:rsid w:val="000A4404"/>
    <w:rsid w:val="000A4BC2"/>
    <w:rsid w:val="000A4C69"/>
    <w:rsid w:val="000A6ECD"/>
    <w:rsid w:val="000B2FCE"/>
    <w:rsid w:val="000B3616"/>
    <w:rsid w:val="000B3916"/>
    <w:rsid w:val="000B4E0F"/>
    <w:rsid w:val="000C1B97"/>
    <w:rsid w:val="000C1E9D"/>
    <w:rsid w:val="000C282E"/>
    <w:rsid w:val="000C2F04"/>
    <w:rsid w:val="000C4DD1"/>
    <w:rsid w:val="000C5089"/>
    <w:rsid w:val="000C6B2D"/>
    <w:rsid w:val="000C7CFC"/>
    <w:rsid w:val="000C7D74"/>
    <w:rsid w:val="000D0BA4"/>
    <w:rsid w:val="000D24B5"/>
    <w:rsid w:val="000D25D1"/>
    <w:rsid w:val="000D4482"/>
    <w:rsid w:val="000D46F0"/>
    <w:rsid w:val="000D6FF2"/>
    <w:rsid w:val="000D732D"/>
    <w:rsid w:val="000D772A"/>
    <w:rsid w:val="000E14A0"/>
    <w:rsid w:val="000E1DC0"/>
    <w:rsid w:val="000E2479"/>
    <w:rsid w:val="000E264E"/>
    <w:rsid w:val="000E43F1"/>
    <w:rsid w:val="000E59D9"/>
    <w:rsid w:val="000F03E5"/>
    <w:rsid w:val="000F07DA"/>
    <w:rsid w:val="000F6A3E"/>
    <w:rsid w:val="00101A54"/>
    <w:rsid w:val="0010591E"/>
    <w:rsid w:val="00105BC1"/>
    <w:rsid w:val="0010617B"/>
    <w:rsid w:val="0011063D"/>
    <w:rsid w:val="00110A21"/>
    <w:rsid w:val="00112B71"/>
    <w:rsid w:val="00113006"/>
    <w:rsid w:val="00113DCD"/>
    <w:rsid w:val="00121764"/>
    <w:rsid w:val="00122F4D"/>
    <w:rsid w:val="00130553"/>
    <w:rsid w:val="00132C04"/>
    <w:rsid w:val="00134DA3"/>
    <w:rsid w:val="0013590D"/>
    <w:rsid w:val="00135B26"/>
    <w:rsid w:val="001424AB"/>
    <w:rsid w:val="00144892"/>
    <w:rsid w:val="00144BB7"/>
    <w:rsid w:val="00145C12"/>
    <w:rsid w:val="001461F5"/>
    <w:rsid w:val="00150156"/>
    <w:rsid w:val="0015225C"/>
    <w:rsid w:val="00155398"/>
    <w:rsid w:val="00157F97"/>
    <w:rsid w:val="00160BFD"/>
    <w:rsid w:val="00161867"/>
    <w:rsid w:val="00161A4F"/>
    <w:rsid w:val="00163396"/>
    <w:rsid w:val="00163644"/>
    <w:rsid w:val="001637E1"/>
    <w:rsid w:val="00166DCE"/>
    <w:rsid w:val="001671C4"/>
    <w:rsid w:val="0017004C"/>
    <w:rsid w:val="001701D6"/>
    <w:rsid w:val="00171848"/>
    <w:rsid w:val="00171867"/>
    <w:rsid w:val="00172549"/>
    <w:rsid w:val="00174B99"/>
    <w:rsid w:val="00174D8B"/>
    <w:rsid w:val="00176567"/>
    <w:rsid w:val="001800C0"/>
    <w:rsid w:val="00181D04"/>
    <w:rsid w:val="0018210F"/>
    <w:rsid w:val="00183797"/>
    <w:rsid w:val="001848E9"/>
    <w:rsid w:val="001862D9"/>
    <w:rsid w:val="00186347"/>
    <w:rsid w:val="00187901"/>
    <w:rsid w:val="00192563"/>
    <w:rsid w:val="0019473F"/>
    <w:rsid w:val="001A0A5C"/>
    <w:rsid w:val="001A2279"/>
    <w:rsid w:val="001A28BD"/>
    <w:rsid w:val="001A29A3"/>
    <w:rsid w:val="001A2AC3"/>
    <w:rsid w:val="001A3872"/>
    <w:rsid w:val="001A521D"/>
    <w:rsid w:val="001A78F8"/>
    <w:rsid w:val="001B0B0B"/>
    <w:rsid w:val="001B154E"/>
    <w:rsid w:val="001B17F0"/>
    <w:rsid w:val="001B20C8"/>
    <w:rsid w:val="001B2D8B"/>
    <w:rsid w:val="001B355B"/>
    <w:rsid w:val="001B5B16"/>
    <w:rsid w:val="001B769E"/>
    <w:rsid w:val="001B7DAC"/>
    <w:rsid w:val="001C0B93"/>
    <w:rsid w:val="001C2556"/>
    <w:rsid w:val="001C34AF"/>
    <w:rsid w:val="001C392D"/>
    <w:rsid w:val="001C53A3"/>
    <w:rsid w:val="001C6264"/>
    <w:rsid w:val="001D18D7"/>
    <w:rsid w:val="001D2396"/>
    <w:rsid w:val="001D2CC0"/>
    <w:rsid w:val="001D2DD6"/>
    <w:rsid w:val="001D2E63"/>
    <w:rsid w:val="001D58C3"/>
    <w:rsid w:val="001D6E7C"/>
    <w:rsid w:val="001D7439"/>
    <w:rsid w:val="001E0860"/>
    <w:rsid w:val="001E1794"/>
    <w:rsid w:val="001E3E4F"/>
    <w:rsid w:val="001E688B"/>
    <w:rsid w:val="001E7018"/>
    <w:rsid w:val="00201F24"/>
    <w:rsid w:val="0020213A"/>
    <w:rsid w:val="00204BAF"/>
    <w:rsid w:val="002072D5"/>
    <w:rsid w:val="00207F20"/>
    <w:rsid w:val="0021120A"/>
    <w:rsid w:val="002122CB"/>
    <w:rsid w:val="002161BA"/>
    <w:rsid w:val="00220370"/>
    <w:rsid w:val="00225221"/>
    <w:rsid w:val="002314C0"/>
    <w:rsid w:val="00234B24"/>
    <w:rsid w:val="00236173"/>
    <w:rsid w:val="002439CD"/>
    <w:rsid w:val="00247927"/>
    <w:rsid w:val="002546A5"/>
    <w:rsid w:val="00254DEE"/>
    <w:rsid w:val="00256D75"/>
    <w:rsid w:val="002571D2"/>
    <w:rsid w:val="0026107E"/>
    <w:rsid w:val="0026201C"/>
    <w:rsid w:val="00262AD0"/>
    <w:rsid w:val="00264FC7"/>
    <w:rsid w:val="0026608B"/>
    <w:rsid w:val="00270677"/>
    <w:rsid w:val="00270A0D"/>
    <w:rsid w:val="00271B05"/>
    <w:rsid w:val="00271CB4"/>
    <w:rsid w:val="0027203B"/>
    <w:rsid w:val="00274C4A"/>
    <w:rsid w:val="002769BC"/>
    <w:rsid w:val="0027767E"/>
    <w:rsid w:val="00282AFF"/>
    <w:rsid w:val="00282D49"/>
    <w:rsid w:val="00282E0B"/>
    <w:rsid w:val="002853F3"/>
    <w:rsid w:val="00286E42"/>
    <w:rsid w:val="002876C7"/>
    <w:rsid w:val="00291111"/>
    <w:rsid w:val="002924C7"/>
    <w:rsid w:val="0029260D"/>
    <w:rsid w:val="00297E39"/>
    <w:rsid w:val="002A27BC"/>
    <w:rsid w:val="002A3946"/>
    <w:rsid w:val="002A39F5"/>
    <w:rsid w:val="002A7450"/>
    <w:rsid w:val="002A7EBA"/>
    <w:rsid w:val="002B0600"/>
    <w:rsid w:val="002B27F0"/>
    <w:rsid w:val="002B2F25"/>
    <w:rsid w:val="002B5AA5"/>
    <w:rsid w:val="002B723A"/>
    <w:rsid w:val="002C0CDF"/>
    <w:rsid w:val="002C25AE"/>
    <w:rsid w:val="002C35E5"/>
    <w:rsid w:val="002D01E3"/>
    <w:rsid w:val="002D1036"/>
    <w:rsid w:val="002D1A54"/>
    <w:rsid w:val="002D36DA"/>
    <w:rsid w:val="002D4B8B"/>
    <w:rsid w:val="002E009F"/>
    <w:rsid w:val="002E0A9E"/>
    <w:rsid w:val="002E4186"/>
    <w:rsid w:val="002E51C7"/>
    <w:rsid w:val="002F1D3F"/>
    <w:rsid w:val="002F59F6"/>
    <w:rsid w:val="0030278C"/>
    <w:rsid w:val="00310C3A"/>
    <w:rsid w:val="0031176D"/>
    <w:rsid w:val="00312D91"/>
    <w:rsid w:val="00313805"/>
    <w:rsid w:val="003158BD"/>
    <w:rsid w:val="0031768C"/>
    <w:rsid w:val="00320395"/>
    <w:rsid w:val="00321FEF"/>
    <w:rsid w:val="0032361A"/>
    <w:rsid w:val="003236CA"/>
    <w:rsid w:val="00325E91"/>
    <w:rsid w:val="00331C65"/>
    <w:rsid w:val="00332ADA"/>
    <w:rsid w:val="003340B1"/>
    <w:rsid w:val="003342CE"/>
    <w:rsid w:val="0033454D"/>
    <w:rsid w:val="003358B7"/>
    <w:rsid w:val="00336A0B"/>
    <w:rsid w:val="00340D6E"/>
    <w:rsid w:val="003411A1"/>
    <w:rsid w:val="0034169A"/>
    <w:rsid w:val="00341AC9"/>
    <w:rsid w:val="0035481D"/>
    <w:rsid w:val="00356088"/>
    <w:rsid w:val="0036206B"/>
    <w:rsid w:val="00363EC6"/>
    <w:rsid w:val="00366E2B"/>
    <w:rsid w:val="003704B9"/>
    <w:rsid w:val="00373EB8"/>
    <w:rsid w:val="003765DB"/>
    <w:rsid w:val="00382C8A"/>
    <w:rsid w:val="00383E14"/>
    <w:rsid w:val="003847C6"/>
    <w:rsid w:val="00384CD4"/>
    <w:rsid w:val="003859E2"/>
    <w:rsid w:val="0038662D"/>
    <w:rsid w:val="00391BAB"/>
    <w:rsid w:val="00391D33"/>
    <w:rsid w:val="003936DD"/>
    <w:rsid w:val="0039498F"/>
    <w:rsid w:val="00395BC4"/>
    <w:rsid w:val="003A0333"/>
    <w:rsid w:val="003A1453"/>
    <w:rsid w:val="003A1E87"/>
    <w:rsid w:val="003A2E08"/>
    <w:rsid w:val="003A335D"/>
    <w:rsid w:val="003A3460"/>
    <w:rsid w:val="003A6A5C"/>
    <w:rsid w:val="003B04CB"/>
    <w:rsid w:val="003B1304"/>
    <w:rsid w:val="003B1704"/>
    <w:rsid w:val="003B22C4"/>
    <w:rsid w:val="003B23DA"/>
    <w:rsid w:val="003B56E1"/>
    <w:rsid w:val="003B756F"/>
    <w:rsid w:val="003C000C"/>
    <w:rsid w:val="003C057B"/>
    <w:rsid w:val="003C18B3"/>
    <w:rsid w:val="003C355E"/>
    <w:rsid w:val="003C5E2A"/>
    <w:rsid w:val="003C5E6B"/>
    <w:rsid w:val="003C6894"/>
    <w:rsid w:val="003D1B0D"/>
    <w:rsid w:val="003D1DFE"/>
    <w:rsid w:val="003E033C"/>
    <w:rsid w:val="003E0D61"/>
    <w:rsid w:val="003E28F2"/>
    <w:rsid w:val="003E2AB9"/>
    <w:rsid w:val="003E7681"/>
    <w:rsid w:val="003F1CD2"/>
    <w:rsid w:val="003F230C"/>
    <w:rsid w:val="003F417F"/>
    <w:rsid w:val="003F54D1"/>
    <w:rsid w:val="003F5579"/>
    <w:rsid w:val="003F6950"/>
    <w:rsid w:val="00401402"/>
    <w:rsid w:val="004015F7"/>
    <w:rsid w:val="00403045"/>
    <w:rsid w:val="00403AE9"/>
    <w:rsid w:val="0040419B"/>
    <w:rsid w:val="0040419F"/>
    <w:rsid w:val="00404F70"/>
    <w:rsid w:val="00405698"/>
    <w:rsid w:val="0040588A"/>
    <w:rsid w:val="0040793E"/>
    <w:rsid w:val="00410BA9"/>
    <w:rsid w:val="00412053"/>
    <w:rsid w:val="004141B2"/>
    <w:rsid w:val="0041720E"/>
    <w:rsid w:val="00420429"/>
    <w:rsid w:val="00423FA1"/>
    <w:rsid w:val="00427095"/>
    <w:rsid w:val="0043053D"/>
    <w:rsid w:val="00430924"/>
    <w:rsid w:val="00430C54"/>
    <w:rsid w:val="00433925"/>
    <w:rsid w:val="00433BF3"/>
    <w:rsid w:val="00433DC6"/>
    <w:rsid w:val="00436982"/>
    <w:rsid w:val="004378EE"/>
    <w:rsid w:val="004414FC"/>
    <w:rsid w:val="00443661"/>
    <w:rsid w:val="00445153"/>
    <w:rsid w:val="00445B19"/>
    <w:rsid w:val="004460F0"/>
    <w:rsid w:val="00447D11"/>
    <w:rsid w:val="00447DC3"/>
    <w:rsid w:val="00450BA7"/>
    <w:rsid w:val="004512FE"/>
    <w:rsid w:val="00457151"/>
    <w:rsid w:val="00457A36"/>
    <w:rsid w:val="0046060D"/>
    <w:rsid w:val="00462601"/>
    <w:rsid w:val="004632E6"/>
    <w:rsid w:val="00463E16"/>
    <w:rsid w:val="00464180"/>
    <w:rsid w:val="00465254"/>
    <w:rsid w:val="004664FD"/>
    <w:rsid w:val="004706E5"/>
    <w:rsid w:val="004710F9"/>
    <w:rsid w:val="00471287"/>
    <w:rsid w:val="00473993"/>
    <w:rsid w:val="0047438C"/>
    <w:rsid w:val="00476367"/>
    <w:rsid w:val="00477A45"/>
    <w:rsid w:val="0048077D"/>
    <w:rsid w:val="0048132B"/>
    <w:rsid w:val="0048211B"/>
    <w:rsid w:val="004848AC"/>
    <w:rsid w:val="00485C49"/>
    <w:rsid w:val="004923CD"/>
    <w:rsid w:val="00492DD5"/>
    <w:rsid w:val="004A0080"/>
    <w:rsid w:val="004A12D7"/>
    <w:rsid w:val="004A17AF"/>
    <w:rsid w:val="004A217D"/>
    <w:rsid w:val="004A220F"/>
    <w:rsid w:val="004A3B37"/>
    <w:rsid w:val="004A3D31"/>
    <w:rsid w:val="004A67C3"/>
    <w:rsid w:val="004A6990"/>
    <w:rsid w:val="004A7BFB"/>
    <w:rsid w:val="004B1351"/>
    <w:rsid w:val="004B3419"/>
    <w:rsid w:val="004C0BB6"/>
    <w:rsid w:val="004C12BF"/>
    <w:rsid w:val="004C20B5"/>
    <w:rsid w:val="004C2C3F"/>
    <w:rsid w:val="004C66DD"/>
    <w:rsid w:val="004D095E"/>
    <w:rsid w:val="004D1161"/>
    <w:rsid w:val="004D175B"/>
    <w:rsid w:val="004D1BD5"/>
    <w:rsid w:val="004D510A"/>
    <w:rsid w:val="004D75FE"/>
    <w:rsid w:val="004E0803"/>
    <w:rsid w:val="004E09F7"/>
    <w:rsid w:val="004E25BA"/>
    <w:rsid w:val="004E2A27"/>
    <w:rsid w:val="004E4B34"/>
    <w:rsid w:val="004E4C03"/>
    <w:rsid w:val="004E52ED"/>
    <w:rsid w:val="004E54FB"/>
    <w:rsid w:val="004E5F62"/>
    <w:rsid w:val="004E70B1"/>
    <w:rsid w:val="004F27F2"/>
    <w:rsid w:val="004F2BA7"/>
    <w:rsid w:val="004F3016"/>
    <w:rsid w:val="004F6437"/>
    <w:rsid w:val="004F6452"/>
    <w:rsid w:val="00500692"/>
    <w:rsid w:val="005054BD"/>
    <w:rsid w:val="00505D0F"/>
    <w:rsid w:val="0050746C"/>
    <w:rsid w:val="00511865"/>
    <w:rsid w:val="00513A3D"/>
    <w:rsid w:val="00517062"/>
    <w:rsid w:val="005208A2"/>
    <w:rsid w:val="00521B1D"/>
    <w:rsid w:val="005238E6"/>
    <w:rsid w:val="005260A2"/>
    <w:rsid w:val="005265AF"/>
    <w:rsid w:val="0053108B"/>
    <w:rsid w:val="005328FB"/>
    <w:rsid w:val="00532E07"/>
    <w:rsid w:val="00533DBD"/>
    <w:rsid w:val="00534441"/>
    <w:rsid w:val="005351D6"/>
    <w:rsid w:val="0053529E"/>
    <w:rsid w:val="00535A86"/>
    <w:rsid w:val="00536C5F"/>
    <w:rsid w:val="005370E9"/>
    <w:rsid w:val="00537219"/>
    <w:rsid w:val="0054058A"/>
    <w:rsid w:val="00540827"/>
    <w:rsid w:val="00540943"/>
    <w:rsid w:val="005411C7"/>
    <w:rsid w:val="00545367"/>
    <w:rsid w:val="00545AB3"/>
    <w:rsid w:val="00547CF6"/>
    <w:rsid w:val="005523F2"/>
    <w:rsid w:val="00555C40"/>
    <w:rsid w:val="00557446"/>
    <w:rsid w:val="0056010D"/>
    <w:rsid w:val="00560F5E"/>
    <w:rsid w:val="0056121C"/>
    <w:rsid w:val="00562FD6"/>
    <w:rsid w:val="00564604"/>
    <w:rsid w:val="00564AC3"/>
    <w:rsid w:val="00567758"/>
    <w:rsid w:val="00567A70"/>
    <w:rsid w:val="005700DE"/>
    <w:rsid w:val="005708DF"/>
    <w:rsid w:val="00571B17"/>
    <w:rsid w:val="00572281"/>
    <w:rsid w:val="005738C1"/>
    <w:rsid w:val="00573EA2"/>
    <w:rsid w:val="0057456E"/>
    <w:rsid w:val="0057625B"/>
    <w:rsid w:val="005800C6"/>
    <w:rsid w:val="0058155B"/>
    <w:rsid w:val="005817CE"/>
    <w:rsid w:val="005923B9"/>
    <w:rsid w:val="00593333"/>
    <w:rsid w:val="005A1DEE"/>
    <w:rsid w:val="005A1E2F"/>
    <w:rsid w:val="005A3395"/>
    <w:rsid w:val="005A359C"/>
    <w:rsid w:val="005A415A"/>
    <w:rsid w:val="005A4295"/>
    <w:rsid w:val="005A4E4E"/>
    <w:rsid w:val="005B1025"/>
    <w:rsid w:val="005B1BC6"/>
    <w:rsid w:val="005B2D47"/>
    <w:rsid w:val="005B4EAF"/>
    <w:rsid w:val="005B6376"/>
    <w:rsid w:val="005C1625"/>
    <w:rsid w:val="005C291B"/>
    <w:rsid w:val="005C5DB3"/>
    <w:rsid w:val="005D0EB4"/>
    <w:rsid w:val="005D163D"/>
    <w:rsid w:val="005D2032"/>
    <w:rsid w:val="005D29BA"/>
    <w:rsid w:val="005D663F"/>
    <w:rsid w:val="005E136E"/>
    <w:rsid w:val="005E40E4"/>
    <w:rsid w:val="005E6A52"/>
    <w:rsid w:val="005F4D23"/>
    <w:rsid w:val="006043B6"/>
    <w:rsid w:val="00610F04"/>
    <w:rsid w:val="006123E5"/>
    <w:rsid w:val="00612D1F"/>
    <w:rsid w:val="00612E50"/>
    <w:rsid w:val="00613C30"/>
    <w:rsid w:val="0061518A"/>
    <w:rsid w:val="00616049"/>
    <w:rsid w:val="006172B5"/>
    <w:rsid w:val="006208E8"/>
    <w:rsid w:val="006274C1"/>
    <w:rsid w:val="006305DE"/>
    <w:rsid w:val="0063155A"/>
    <w:rsid w:val="00632D13"/>
    <w:rsid w:val="00633230"/>
    <w:rsid w:val="0063381A"/>
    <w:rsid w:val="0063574E"/>
    <w:rsid w:val="00635ED0"/>
    <w:rsid w:val="00636C72"/>
    <w:rsid w:val="006375DA"/>
    <w:rsid w:val="00640133"/>
    <w:rsid w:val="0064103E"/>
    <w:rsid w:val="00642F18"/>
    <w:rsid w:val="00643353"/>
    <w:rsid w:val="00643F19"/>
    <w:rsid w:val="00643FCA"/>
    <w:rsid w:val="00647A48"/>
    <w:rsid w:val="00647E66"/>
    <w:rsid w:val="00650BAF"/>
    <w:rsid w:val="00652DC9"/>
    <w:rsid w:val="00655C89"/>
    <w:rsid w:val="00656F7A"/>
    <w:rsid w:val="00657107"/>
    <w:rsid w:val="006576C7"/>
    <w:rsid w:val="00660420"/>
    <w:rsid w:val="006606E6"/>
    <w:rsid w:val="006631A5"/>
    <w:rsid w:val="00665B00"/>
    <w:rsid w:val="00665CF0"/>
    <w:rsid w:val="00667437"/>
    <w:rsid w:val="00667AF7"/>
    <w:rsid w:val="00670047"/>
    <w:rsid w:val="0067011B"/>
    <w:rsid w:val="00673D24"/>
    <w:rsid w:val="006748EA"/>
    <w:rsid w:val="006757F1"/>
    <w:rsid w:val="00682079"/>
    <w:rsid w:val="00683746"/>
    <w:rsid w:val="00685D8C"/>
    <w:rsid w:val="0069001A"/>
    <w:rsid w:val="00691097"/>
    <w:rsid w:val="00692596"/>
    <w:rsid w:val="00692FED"/>
    <w:rsid w:val="0069469D"/>
    <w:rsid w:val="00694EF0"/>
    <w:rsid w:val="006954E6"/>
    <w:rsid w:val="006A3D06"/>
    <w:rsid w:val="006A471D"/>
    <w:rsid w:val="006A5BFA"/>
    <w:rsid w:val="006A70B3"/>
    <w:rsid w:val="006B2580"/>
    <w:rsid w:val="006B53D0"/>
    <w:rsid w:val="006B5A3C"/>
    <w:rsid w:val="006B68C6"/>
    <w:rsid w:val="006B753C"/>
    <w:rsid w:val="006C273E"/>
    <w:rsid w:val="006C36A5"/>
    <w:rsid w:val="006C3C56"/>
    <w:rsid w:val="006C45D7"/>
    <w:rsid w:val="006C46D0"/>
    <w:rsid w:val="006D3186"/>
    <w:rsid w:val="006D3F73"/>
    <w:rsid w:val="006D5FD0"/>
    <w:rsid w:val="006D6379"/>
    <w:rsid w:val="006E0D4A"/>
    <w:rsid w:val="006E2699"/>
    <w:rsid w:val="006E2820"/>
    <w:rsid w:val="006E49F2"/>
    <w:rsid w:val="006E5B17"/>
    <w:rsid w:val="006E60A7"/>
    <w:rsid w:val="006E682C"/>
    <w:rsid w:val="006E6920"/>
    <w:rsid w:val="006F0ADC"/>
    <w:rsid w:val="006F3B10"/>
    <w:rsid w:val="006F7650"/>
    <w:rsid w:val="00701493"/>
    <w:rsid w:val="00702D83"/>
    <w:rsid w:val="007039CD"/>
    <w:rsid w:val="00710750"/>
    <w:rsid w:val="00711CD4"/>
    <w:rsid w:val="00711ED4"/>
    <w:rsid w:val="0071253E"/>
    <w:rsid w:val="00713211"/>
    <w:rsid w:val="00720470"/>
    <w:rsid w:val="00720650"/>
    <w:rsid w:val="00720D16"/>
    <w:rsid w:val="00723241"/>
    <w:rsid w:val="00724FB3"/>
    <w:rsid w:val="007259C1"/>
    <w:rsid w:val="0073095C"/>
    <w:rsid w:val="00730CE2"/>
    <w:rsid w:val="00732193"/>
    <w:rsid w:val="0073598D"/>
    <w:rsid w:val="007360CB"/>
    <w:rsid w:val="00736F65"/>
    <w:rsid w:val="007405CD"/>
    <w:rsid w:val="00740AD5"/>
    <w:rsid w:val="00746F29"/>
    <w:rsid w:val="00747798"/>
    <w:rsid w:val="0075164E"/>
    <w:rsid w:val="0075210A"/>
    <w:rsid w:val="00754839"/>
    <w:rsid w:val="00754871"/>
    <w:rsid w:val="00755B76"/>
    <w:rsid w:val="007571FC"/>
    <w:rsid w:val="007577BA"/>
    <w:rsid w:val="007617C2"/>
    <w:rsid w:val="00763E9F"/>
    <w:rsid w:val="00764E97"/>
    <w:rsid w:val="00767483"/>
    <w:rsid w:val="00767BA2"/>
    <w:rsid w:val="00771ADD"/>
    <w:rsid w:val="00771CEB"/>
    <w:rsid w:val="00772282"/>
    <w:rsid w:val="00774A42"/>
    <w:rsid w:val="00775F2A"/>
    <w:rsid w:val="00777D6F"/>
    <w:rsid w:val="007856BA"/>
    <w:rsid w:val="0078629F"/>
    <w:rsid w:val="00790934"/>
    <w:rsid w:val="0079099D"/>
    <w:rsid w:val="00791E84"/>
    <w:rsid w:val="007921C3"/>
    <w:rsid w:val="007927DC"/>
    <w:rsid w:val="007940AB"/>
    <w:rsid w:val="00794FF6"/>
    <w:rsid w:val="007A1F5E"/>
    <w:rsid w:val="007A66F8"/>
    <w:rsid w:val="007A7A2C"/>
    <w:rsid w:val="007B0226"/>
    <w:rsid w:val="007B170B"/>
    <w:rsid w:val="007B3638"/>
    <w:rsid w:val="007B5BBD"/>
    <w:rsid w:val="007B7552"/>
    <w:rsid w:val="007C1914"/>
    <w:rsid w:val="007C233D"/>
    <w:rsid w:val="007C2B3E"/>
    <w:rsid w:val="007C40B4"/>
    <w:rsid w:val="007C551A"/>
    <w:rsid w:val="007C6B63"/>
    <w:rsid w:val="007D1D85"/>
    <w:rsid w:val="007D2454"/>
    <w:rsid w:val="007D25CE"/>
    <w:rsid w:val="007D3306"/>
    <w:rsid w:val="007D3717"/>
    <w:rsid w:val="007D6070"/>
    <w:rsid w:val="007D6DEA"/>
    <w:rsid w:val="007D7325"/>
    <w:rsid w:val="007E0F27"/>
    <w:rsid w:val="007E24D7"/>
    <w:rsid w:val="007E327F"/>
    <w:rsid w:val="007E367C"/>
    <w:rsid w:val="007E56CD"/>
    <w:rsid w:val="007E7E0A"/>
    <w:rsid w:val="007F4152"/>
    <w:rsid w:val="007F6020"/>
    <w:rsid w:val="007F695E"/>
    <w:rsid w:val="0080039C"/>
    <w:rsid w:val="00801897"/>
    <w:rsid w:val="00803CA7"/>
    <w:rsid w:val="00810948"/>
    <w:rsid w:val="00811D98"/>
    <w:rsid w:val="00813354"/>
    <w:rsid w:val="00813947"/>
    <w:rsid w:val="008150E1"/>
    <w:rsid w:val="00820FF3"/>
    <w:rsid w:val="00823D92"/>
    <w:rsid w:val="008266E4"/>
    <w:rsid w:val="0082695D"/>
    <w:rsid w:val="00826D26"/>
    <w:rsid w:val="00832215"/>
    <w:rsid w:val="00833AE2"/>
    <w:rsid w:val="0083456A"/>
    <w:rsid w:val="00834A8D"/>
    <w:rsid w:val="00840284"/>
    <w:rsid w:val="008428C3"/>
    <w:rsid w:val="00842AB7"/>
    <w:rsid w:val="008500CA"/>
    <w:rsid w:val="008528F2"/>
    <w:rsid w:val="00854244"/>
    <w:rsid w:val="00854AA2"/>
    <w:rsid w:val="00855449"/>
    <w:rsid w:val="00863B43"/>
    <w:rsid w:val="008648B7"/>
    <w:rsid w:val="00864B89"/>
    <w:rsid w:val="00866677"/>
    <w:rsid w:val="0086756E"/>
    <w:rsid w:val="00873430"/>
    <w:rsid w:val="00874A74"/>
    <w:rsid w:val="00876752"/>
    <w:rsid w:val="00876E7C"/>
    <w:rsid w:val="00877B51"/>
    <w:rsid w:val="00877E91"/>
    <w:rsid w:val="008805E8"/>
    <w:rsid w:val="00882C7E"/>
    <w:rsid w:val="00882CF3"/>
    <w:rsid w:val="008831C2"/>
    <w:rsid w:val="00884A10"/>
    <w:rsid w:val="00892EFA"/>
    <w:rsid w:val="00894BAA"/>
    <w:rsid w:val="00897C51"/>
    <w:rsid w:val="008A0D26"/>
    <w:rsid w:val="008A20A5"/>
    <w:rsid w:val="008A270A"/>
    <w:rsid w:val="008A320D"/>
    <w:rsid w:val="008A6E9F"/>
    <w:rsid w:val="008B1465"/>
    <w:rsid w:val="008B190F"/>
    <w:rsid w:val="008B1B01"/>
    <w:rsid w:val="008B272C"/>
    <w:rsid w:val="008B31E3"/>
    <w:rsid w:val="008B3CCD"/>
    <w:rsid w:val="008B4ED5"/>
    <w:rsid w:val="008B5321"/>
    <w:rsid w:val="008C1F23"/>
    <w:rsid w:val="008C3FD6"/>
    <w:rsid w:val="008C4773"/>
    <w:rsid w:val="008C507F"/>
    <w:rsid w:val="008D15F4"/>
    <w:rsid w:val="008D256C"/>
    <w:rsid w:val="008D33E1"/>
    <w:rsid w:val="008D41E7"/>
    <w:rsid w:val="008D48CD"/>
    <w:rsid w:val="008D4916"/>
    <w:rsid w:val="008D6292"/>
    <w:rsid w:val="008D7B7D"/>
    <w:rsid w:val="008E0CE1"/>
    <w:rsid w:val="008E0D6C"/>
    <w:rsid w:val="008E30EF"/>
    <w:rsid w:val="008F07E5"/>
    <w:rsid w:val="008F2B29"/>
    <w:rsid w:val="008F3DF7"/>
    <w:rsid w:val="008F75A7"/>
    <w:rsid w:val="00902E40"/>
    <w:rsid w:val="00903E65"/>
    <w:rsid w:val="00905CCF"/>
    <w:rsid w:val="009115B1"/>
    <w:rsid w:val="00912B8B"/>
    <w:rsid w:val="009139A5"/>
    <w:rsid w:val="00913AF9"/>
    <w:rsid w:val="00916DDE"/>
    <w:rsid w:val="00916EF8"/>
    <w:rsid w:val="00920B19"/>
    <w:rsid w:val="00924200"/>
    <w:rsid w:val="0092680C"/>
    <w:rsid w:val="009275B8"/>
    <w:rsid w:val="0093000E"/>
    <w:rsid w:val="009308DE"/>
    <w:rsid w:val="00933454"/>
    <w:rsid w:val="00933D64"/>
    <w:rsid w:val="0093709D"/>
    <w:rsid w:val="00937812"/>
    <w:rsid w:val="00942221"/>
    <w:rsid w:val="00945E14"/>
    <w:rsid w:val="00951196"/>
    <w:rsid w:val="009519BB"/>
    <w:rsid w:val="00951D78"/>
    <w:rsid w:val="00952F60"/>
    <w:rsid w:val="00954B47"/>
    <w:rsid w:val="00955690"/>
    <w:rsid w:val="009556DB"/>
    <w:rsid w:val="0095581F"/>
    <w:rsid w:val="009563A5"/>
    <w:rsid w:val="00957894"/>
    <w:rsid w:val="0096018E"/>
    <w:rsid w:val="00962A24"/>
    <w:rsid w:val="00962D6A"/>
    <w:rsid w:val="00962F8E"/>
    <w:rsid w:val="009647FE"/>
    <w:rsid w:val="0096538E"/>
    <w:rsid w:val="00965801"/>
    <w:rsid w:val="009700C9"/>
    <w:rsid w:val="00970225"/>
    <w:rsid w:val="0097118C"/>
    <w:rsid w:val="009711C2"/>
    <w:rsid w:val="009729C1"/>
    <w:rsid w:val="00973225"/>
    <w:rsid w:val="00984B5B"/>
    <w:rsid w:val="00985622"/>
    <w:rsid w:val="009860EB"/>
    <w:rsid w:val="00993B14"/>
    <w:rsid w:val="00996976"/>
    <w:rsid w:val="00996EA6"/>
    <w:rsid w:val="009A27FB"/>
    <w:rsid w:val="009A3075"/>
    <w:rsid w:val="009A3AE2"/>
    <w:rsid w:val="009A45A7"/>
    <w:rsid w:val="009A77CD"/>
    <w:rsid w:val="009A7B74"/>
    <w:rsid w:val="009B1164"/>
    <w:rsid w:val="009B1928"/>
    <w:rsid w:val="009B31D3"/>
    <w:rsid w:val="009B3E96"/>
    <w:rsid w:val="009B5183"/>
    <w:rsid w:val="009B5E13"/>
    <w:rsid w:val="009B72C2"/>
    <w:rsid w:val="009C054E"/>
    <w:rsid w:val="009C0941"/>
    <w:rsid w:val="009C0D99"/>
    <w:rsid w:val="009C1BA4"/>
    <w:rsid w:val="009C1FC8"/>
    <w:rsid w:val="009C2982"/>
    <w:rsid w:val="009C3BA1"/>
    <w:rsid w:val="009C51BB"/>
    <w:rsid w:val="009C58E0"/>
    <w:rsid w:val="009C6F81"/>
    <w:rsid w:val="009C7195"/>
    <w:rsid w:val="009C78F4"/>
    <w:rsid w:val="009C7DFE"/>
    <w:rsid w:val="009D01A2"/>
    <w:rsid w:val="009D1A22"/>
    <w:rsid w:val="009D5C78"/>
    <w:rsid w:val="009D600E"/>
    <w:rsid w:val="009E3456"/>
    <w:rsid w:val="009E4CE6"/>
    <w:rsid w:val="009E609E"/>
    <w:rsid w:val="009E79A5"/>
    <w:rsid w:val="009F432A"/>
    <w:rsid w:val="009F7273"/>
    <w:rsid w:val="009F73FA"/>
    <w:rsid w:val="00A01B74"/>
    <w:rsid w:val="00A02517"/>
    <w:rsid w:val="00A028D2"/>
    <w:rsid w:val="00A059B9"/>
    <w:rsid w:val="00A05B7A"/>
    <w:rsid w:val="00A07036"/>
    <w:rsid w:val="00A10D30"/>
    <w:rsid w:val="00A1197B"/>
    <w:rsid w:val="00A12952"/>
    <w:rsid w:val="00A16DD1"/>
    <w:rsid w:val="00A16F1A"/>
    <w:rsid w:val="00A20B1F"/>
    <w:rsid w:val="00A20B8A"/>
    <w:rsid w:val="00A20F12"/>
    <w:rsid w:val="00A22997"/>
    <w:rsid w:val="00A236BE"/>
    <w:rsid w:val="00A24120"/>
    <w:rsid w:val="00A311F3"/>
    <w:rsid w:val="00A313BD"/>
    <w:rsid w:val="00A371E5"/>
    <w:rsid w:val="00A40EE2"/>
    <w:rsid w:val="00A41422"/>
    <w:rsid w:val="00A41F34"/>
    <w:rsid w:val="00A45F75"/>
    <w:rsid w:val="00A46A18"/>
    <w:rsid w:val="00A47536"/>
    <w:rsid w:val="00A47E82"/>
    <w:rsid w:val="00A503D1"/>
    <w:rsid w:val="00A51B81"/>
    <w:rsid w:val="00A52914"/>
    <w:rsid w:val="00A55042"/>
    <w:rsid w:val="00A55362"/>
    <w:rsid w:val="00A5598B"/>
    <w:rsid w:val="00A55E1A"/>
    <w:rsid w:val="00A5721F"/>
    <w:rsid w:val="00A625C4"/>
    <w:rsid w:val="00A662DC"/>
    <w:rsid w:val="00A672CA"/>
    <w:rsid w:val="00A726CC"/>
    <w:rsid w:val="00A755EC"/>
    <w:rsid w:val="00A759D2"/>
    <w:rsid w:val="00A76F84"/>
    <w:rsid w:val="00A77030"/>
    <w:rsid w:val="00A775F5"/>
    <w:rsid w:val="00A776FB"/>
    <w:rsid w:val="00A77A6C"/>
    <w:rsid w:val="00A8177B"/>
    <w:rsid w:val="00A821FE"/>
    <w:rsid w:val="00A91574"/>
    <w:rsid w:val="00A91F9C"/>
    <w:rsid w:val="00A922D7"/>
    <w:rsid w:val="00A94F44"/>
    <w:rsid w:val="00A97C48"/>
    <w:rsid w:val="00AA1892"/>
    <w:rsid w:val="00AA3098"/>
    <w:rsid w:val="00AA72D0"/>
    <w:rsid w:val="00AA7330"/>
    <w:rsid w:val="00AC00CF"/>
    <w:rsid w:val="00AC1402"/>
    <w:rsid w:val="00AC18A0"/>
    <w:rsid w:val="00AC19F5"/>
    <w:rsid w:val="00AC2D5B"/>
    <w:rsid w:val="00AC631E"/>
    <w:rsid w:val="00AC72D7"/>
    <w:rsid w:val="00AD22F0"/>
    <w:rsid w:val="00AD5043"/>
    <w:rsid w:val="00AE08B0"/>
    <w:rsid w:val="00AE19C2"/>
    <w:rsid w:val="00AE2383"/>
    <w:rsid w:val="00AE325C"/>
    <w:rsid w:val="00AE42E2"/>
    <w:rsid w:val="00AE4DC3"/>
    <w:rsid w:val="00AE533A"/>
    <w:rsid w:val="00AE5DE1"/>
    <w:rsid w:val="00AE63B0"/>
    <w:rsid w:val="00AF06B9"/>
    <w:rsid w:val="00AF393F"/>
    <w:rsid w:val="00AF43AF"/>
    <w:rsid w:val="00AF4755"/>
    <w:rsid w:val="00AF6DEE"/>
    <w:rsid w:val="00AF7E82"/>
    <w:rsid w:val="00B03086"/>
    <w:rsid w:val="00B063A9"/>
    <w:rsid w:val="00B06771"/>
    <w:rsid w:val="00B14969"/>
    <w:rsid w:val="00B23389"/>
    <w:rsid w:val="00B25317"/>
    <w:rsid w:val="00B25383"/>
    <w:rsid w:val="00B25605"/>
    <w:rsid w:val="00B2702B"/>
    <w:rsid w:val="00B27C75"/>
    <w:rsid w:val="00B33247"/>
    <w:rsid w:val="00B364FE"/>
    <w:rsid w:val="00B4131E"/>
    <w:rsid w:val="00B4198F"/>
    <w:rsid w:val="00B42B35"/>
    <w:rsid w:val="00B52ADC"/>
    <w:rsid w:val="00B549B0"/>
    <w:rsid w:val="00B57678"/>
    <w:rsid w:val="00B61194"/>
    <w:rsid w:val="00B61A5B"/>
    <w:rsid w:val="00B64CFA"/>
    <w:rsid w:val="00B65087"/>
    <w:rsid w:val="00B70F89"/>
    <w:rsid w:val="00B7367C"/>
    <w:rsid w:val="00B73CD2"/>
    <w:rsid w:val="00B744CA"/>
    <w:rsid w:val="00B75C0C"/>
    <w:rsid w:val="00B76EC5"/>
    <w:rsid w:val="00B80A7A"/>
    <w:rsid w:val="00B81D11"/>
    <w:rsid w:val="00B82CA8"/>
    <w:rsid w:val="00B83636"/>
    <w:rsid w:val="00B83662"/>
    <w:rsid w:val="00B853F7"/>
    <w:rsid w:val="00B87E9A"/>
    <w:rsid w:val="00B94864"/>
    <w:rsid w:val="00B9543B"/>
    <w:rsid w:val="00BA121F"/>
    <w:rsid w:val="00BA30D7"/>
    <w:rsid w:val="00BA517B"/>
    <w:rsid w:val="00BB037E"/>
    <w:rsid w:val="00BB1449"/>
    <w:rsid w:val="00BB198A"/>
    <w:rsid w:val="00BB5581"/>
    <w:rsid w:val="00BB5BD4"/>
    <w:rsid w:val="00BB5D75"/>
    <w:rsid w:val="00BB7108"/>
    <w:rsid w:val="00BC0D38"/>
    <w:rsid w:val="00BC1B07"/>
    <w:rsid w:val="00BC34D7"/>
    <w:rsid w:val="00BC42A6"/>
    <w:rsid w:val="00BC531F"/>
    <w:rsid w:val="00BC7305"/>
    <w:rsid w:val="00BD012F"/>
    <w:rsid w:val="00BD337C"/>
    <w:rsid w:val="00BD435D"/>
    <w:rsid w:val="00BD6751"/>
    <w:rsid w:val="00BD7025"/>
    <w:rsid w:val="00BE0294"/>
    <w:rsid w:val="00BE0ED0"/>
    <w:rsid w:val="00BE3B36"/>
    <w:rsid w:val="00BE3E1E"/>
    <w:rsid w:val="00BE4BBB"/>
    <w:rsid w:val="00BE5D22"/>
    <w:rsid w:val="00BE689E"/>
    <w:rsid w:val="00BE7032"/>
    <w:rsid w:val="00BE7877"/>
    <w:rsid w:val="00BE7967"/>
    <w:rsid w:val="00BE7CDF"/>
    <w:rsid w:val="00BF4DE6"/>
    <w:rsid w:val="00C003F5"/>
    <w:rsid w:val="00C0088C"/>
    <w:rsid w:val="00C03010"/>
    <w:rsid w:val="00C044CC"/>
    <w:rsid w:val="00C046A7"/>
    <w:rsid w:val="00C106FE"/>
    <w:rsid w:val="00C10967"/>
    <w:rsid w:val="00C10D4E"/>
    <w:rsid w:val="00C11AA3"/>
    <w:rsid w:val="00C11B28"/>
    <w:rsid w:val="00C148E0"/>
    <w:rsid w:val="00C17243"/>
    <w:rsid w:val="00C21B28"/>
    <w:rsid w:val="00C24E66"/>
    <w:rsid w:val="00C25DB0"/>
    <w:rsid w:val="00C25F8A"/>
    <w:rsid w:val="00C275A1"/>
    <w:rsid w:val="00C27A73"/>
    <w:rsid w:val="00C300E2"/>
    <w:rsid w:val="00C310D9"/>
    <w:rsid w:val="00C31E63"/>
    <w:rsid w:val="00C33CCF"/>
    <w:rsid w:val="00C34807"/>
    <w:rsid w:val="00C34FF5"/>
    <w:rsid w:val="00C366AE"/>
    <w:rsid w:val="00C41707"/>
    <w:rsid w:val="00C417D7"/>
    <w:rsid w:val="00C446DD"/>
    <w:rsid w:val="00C44CC1"/>
    <w:rsid w:val="00C45A75"/>
    <w:rsid w:val="00C4614D"/>
    <w:rsid w:val="00C46A39"/>
    <w:rsid w:val="00C471B7"/>
    <w:rsid w:val="00C50F7D"/>
    <w:rsid w:val="00C52530"/>
    <w:rsid w:val="00C55C60"/>
    <w:rsid w:val="00C60BBB"/>
    <w:rsid w:val="00C61402"/>
    <w:rsid w:val="00C61E11"/>
    <w:rsid w:val="00C6397B"/>
    <w:rsid w:val="00C64497"/>
    <w:rsid w:val="00C668B3"/>
    <w:rsid w:val="00C66BE1"/>
    <w:rsid w:val="00C67C10"/>
    <w:rsid w:val="00C7118F"/>
    <w:rsid w:val="00C7340F"/>
    <w:rsid w:val="00C73D70"/>
    <w:rsid w:val="00C74E3E"/>
    <w:rsid w:val="00C7700C"/>
    <w:rsid w:val="00C77FC0"/>
    <w:rsid w:val="00C84795"/>
    <w:rsid w:val="00C8481C"/>
    <w:rsid w:val="00C93184"/>
    <w:rsid w:val="00C94A78"/>
    <w:rsid w:val="00C95366"/>
    <w:rsid w:val="00C95740"/>
    <w:rsid w:val="00C96402"/>
    <w:rsid w:val="00C97A89"/>
    <w:rsid w:val="00CA3213"/>
    <w:rsid w:val="00CA457A"/>
    <w:rsid w:val="00CA48E8"/>
    <w:rsid w:val="00CA599E"/>
    <w:rsid w:val="00CA5FDF"/>
    <w:rsid w:val="00CA60B1"/>
    <w:rsid w:val="00CA68C7"/>
    <w:rsid w:val="00CA75F9"/>
    <w:rsid w:val="00CA784D"/>
    <w:rsid w:val="00CB19E7"/>
    <w:rsid w:val="00CB1D07"/>
    <w:rsid w:val="00CB4224"/>
    <w:rsid w:val="00CB466B"/>
    <w:rsid w:val="00CB4723"/>
    <w:rsid w:val="00CB52CD"/>
    <w:rsid w:val="00CB5451"/>
    <w:rsid w:val="00CC257B"/>
    <w:rsid w:val="00CC2614"/>
    <w:rsid w:val="00CC398F"/>
    <w:rsid w:val="00CC51D8"/>
    <w:rsid w:val="00CD029F"/>
    <w:rsid w:val="00CD18A6"/>
    <w:rsid w:val="00CD34EE"/>
    <w:rsid w:val="00CD4828"/>
    <w:rsid w:val="00CD6509"/>
    <w:rsid w:val="00CD6B5D"/>
    <w:rsid w:val="00CE057A"/>
    <w:rsid w:val="00CE16B0"/>
    <w:rsid w:val="00CE3A07"/>
    <w:rsid w:val="00CE7BFB"/>
    <w:rsid w:val="00CF0337"/>
    <w:rsid w:val="00CF3B0A"/>
    <w:rsid w:val="00CF4C35"/>
    <w:rsid w:val="00CF5369"/>
    <w:rsid w:val="00CF56E3"/>
    <w:rsid w:val="00CF5F30"/>
    <w:rsid w:val="00CF60D0"/>
    <w:rsid w:val="00CF615E"/>
    <w:rsid w:val="00CF7B0E"/>
    <w:rsid w:val="00D0210F"/>
    <w:rsid w:val="00D02FF5"/>
    <w:rsid w:val="00D0424A"/>
    <w:rsid w:val="00D07BCA"/>
    <w:rsid w:val="00D13E22"/>
    <w:rsid w:val="00D14A7F"/>
    <w:rsid w:val="00D15700"/>
    <w:rsid w:val="00D20B99"/>
    <w:rsid w:val="00D21D7A"/>
    <w:rsid w:val="00D22984"/>
    <w:rsid w:val="00D24306"/>
    <w:rsid w:val="00D25A43"/>
    <w:rsid w:val="00D26532"/>
    <w:rsid w:val="00D26958"/>
    <w:rsid w:val="00D32DE0"/>
    <w:rsid w:val="00D4035E"/>
    <w:rsid w:val="00D40C8D"/>
    <w:rsid w:val="00D41C3B"/>
    <w:rsid w:val="00D4214A"/>
    <w:rsid w:val="00D429BB"/>
    <w:rsid w:val="00D43986"/>
    <w:rsid w:val="00D43E49"/>
    <w:rsid w:val="00D44CEB"/>
    <w:rsid w:val="00D51830"/>
    <w:rsid w:val="00D525B6"/>
    <w:rsid w:val="00D544BD"/>
    <w:rsid w:val="00D56D78"/>
    <w:rsid w:val="00D56EFD"/>
    <w:rsid w:val="00D57478"/>
    <w:rsid w:val="00D609DC"/>
    <w:rsid w:val="00D61EBA"/>
    <w:rsid w:val="00D628DF"/>
    <w:rsid w:val="00D636F9"/>
    <w:rsid w:val="00D65F1A"/>
    <w:rsid w:val="00D66303"/>
    <w:rsid w:val="00D668C3"/>
    <w:rsid w:val="00D70409"/>
    <w:rsid w:val="00D704A0"/>
    <w:rsid w:val="00D710A4"/>
    <w:rsid w:val="00D72767"/>
    <w:rsid w:val="00D72C9C"/>
    <w:rsid w:val="00D743B8"/>
    <w:rsid w:val="00D74891"/>
    <w:rsid w:val="00D74B3D"/>
    <w:rsid w:val="00D75051"/>
    <w:rsid w:val="00D7586C"/>
    <w:rsid w:val="00D77C09"/>
    <w:rsid w:val="00D8105E"/>
    <w:rsid w:val="00D8379A"/>
    <w:rsid w:val="00D83D04"/>
    <w:rsid w:val="00D858F8"/>
    <w:rsid w:val="00D86351"/>
    <w:rsid w:val="00D87B89"/>
    <w:rsid w:val="00D903A6"/>
    <w:rsid w:val="00D90B9D"/>
    <w:rsid w:val="00DA11F5"/>
    <w:rsid w:val="00DA1A5C"/>
    <w:rsid w:val="00DA6841"/>
    <w:rsid w:val="00DC1063"/>
    <w:rsid w:val="00DC1FD8"/>
    <w:rsid w:val="00DC2847"/>
    <w:rsid w:val="00DC39FE"/>
    <w:rsid w:val="00DC423C"/>
    <w:rsid w:val="00DC57A3"/>
    <w:rsid w:val="00DC724C"/>
    <w:rsid w:val="00DD0581"/>
    <w:rsid w:val="00DD320C"/>
    <w:rsid w:val="00DD3853"/>
    <w:rsid w:val="00DD4314"/>
    <w:rsid w:val="00DD4ABD"/>
    <w:rsid w:val="00DD5D85"/>
    <w:rsid w:val="00DE021E"/>
    <w:rsid w:val="00DE0781"/>
    <w:rsid w:val="00DE2519"/>
    <w:rsid w:val="00DE3333"/>
    <w:rsid w:val="00DE3DF2"/>
    <w:rsid w:val="00DE4752"/>
    <w:rsid w:val="00DE5402"/>
    <w:rsid w:val="00DE7134"/>
    <w:rsid w:val="00DF130B"/>
    <w:rsid w:val="00DF2063"/>
    <w:rsid w:val="00DF3F40"/>
    <w:rsid w:val="00DF70E2"/>
    <w:rsid w:val="00E06E7D"/>
    <w:rsid w:val="00E071B6"/>
    <w:rsid w:val="00E116E0"/>
    <w:rsid w:val="00E15D8B"/>
    <w:rsid w:val="00E16E3F"/>
    <w:rsid w:val="00E17401"/>
    <w:rsid w:val="00E229F8"/>
    <w:rsid w:val="00E31BA3"/>
    <w:rsid w:val="00E33B94"/>
    <w:rsid w:val="00E348B8"/>
    <w:rsid w:val="00E371EC"/>
    <w:rsid w:val="00E37B45"/>
    <w:rsid w:val="00E37D9B"/>
    <w:rsid w:val="00E41E35"/>
    <w:rsid w:val="00E4469B"/>
    <w:rsid w:val="00E5048A"/>
    <w:rsid w:val="00E5102E"/>
    <w:rsid w:val="00E51DE7"/>
    <w:rsid w:val="00E526FD"/>
    <w:rsid w:val="00E536FB"/>
    <w:rsid w:val="00E54557"/>
    <w:rsid w:val="00E546EA"/>
    <w:rsid w:val="00E55621"/>
    <w:rsid w:val="00E56C59"/>
    <w:rsid w:val="00E61270"/>
    <w:rsid w:val="00E635F0"/>
    <w:rsid w:val="00E63D7D"/>
    <w:rsid w:val="00E64053"/>
    <w:rsid w:val="00E7234E"/>
    <w:rsid w:val="00E7286B"/>
    <w:rsid w:val="00E75FFE"/>
    <w:rsid w:val="00E7615B"/>
    <w:rsid w:val="00E80FB9"/>
    <w:rsid w:val="00E8105F"/>
    <w:rsid w:val="00E81F9E"/>
    <w:rsid w:val="00E82339"/>
    <w:rsid w:val="00E828EE"/>
    <w:rsid w:val="00E83CF2"/>
    <w:rsid w:val="00E8452B"/>
    <w:rsid w:val="00E858B9"/>
    <w:rsid w:val="00E95BF7"/>
    <w:rsid w:val="00E96830"/>
    <w:rsid w:val="00EA122F"/>
    <w:rsid w:val="00EA1BDC"/>
    <w:rsid w:val="00EA2206"/>
    <w:rsid w:val="00EA31B4"/>
    <w:rsid w:val="00EB13FA"/>
    <w:rsid w:val="00EB1EDF"/>
    <w:rsid w:val="00EB29D5"/>
    <w:rsid w:val="00EB653A"/>
    <w:rsid w:val="00EB702C"/>
    <w:rsid w:val="00EB7900"/>
    <w:rsid w:val="00EC016C"/>
    <w:rsid w:val="00EC0592"/>
    <w:rsid w:val="00EC3C09"/>
    <w:rsid w:val="00EC44A8"/>
    <w:rsid w:val="00EC6AC0"/>
    <w:rsid w:val="00ED032F"/>
    <w:rsid w:val="00ED3628"/>
    <w:rsid w:val="00ED3F02"/>
    <w:rsid w:val="00ED4F76"/>
    <w:rsid w:val="00ED58FA"/>
    <w:rsid w:val="00ED608D"/>
    <w:rsid w:val="00ED6942"/>
    <w:rsid w:val="00EE134E"/>
    <w:rsid w:val="00EE2E26"/>
    <w:rsid w:val="00EE3134"/>
    <w:rsid w:val="00EE67D7"/>
    <w:rsid w:val="00EE6E71"/>
    <w:rsid w:val="00EF0DA3"/>
    <w:rsid w:val="00EF0E59"/>
    <w:rsid w:val="00EF1348"/>
    <w:rsid w:val="00EF2A06"/>
    <w:rsid w:val="00EF731F"/>
    <w:rsid w:val="00F00010"/>
    <w:rsid w:val="00F0203A"/>
    <w:rsid w:val="00F02EC6"/>
    <w:rsid w:val="00F03BD6"/>
    <w:rsid w:val="00F043EB"/>
    <w:rsid w:val="00F04403"/>
    <w:rsid w:val="00F126E5"/>
    <w:rsid w:val="00F12D11"/>
    <w:rsid w:val="00F12ED1"/>
    <w:rsid w:val="00F13383"/>
    <w:rsid w:val="00F13B66"/>
    <w:rsid w:val="00F154B3"/>
    <w:rsid w:val="00F16951"/>
    <w:rsid w:val="00F20C07"/>
    <w:rsid w:val="00F220A6"/>
    <w:rsid w:val="00F24090"/>
    <w:rsid w:val="00F26755"/>
    <w:rsid w:val="00F2704F"/>
    <w:rsid w:val="00F3207E"/>
    <w:rsid w:val="00F32ADA"/>
    <w:rsid w:val="00F32B20"/>
    <w:rsid w:val="00F4101F"/>
    <w:rsid w:val="00F44036"/>
    <w:rsid w:val="00F45D83"/>
    <w:rsid w:val="00F504FF"/>
    <w:rsid w:val="00F54B7B"/>
    <w:rsid w:val="00F56CB8"/>
    <w:rsid w:val="00F57D22"/>
    <w:rsid w:val="00F60DAE"/>
    <w:rsid w:val="00F617FA"/>
    <w:rsid w:val="00F62986"/>
    <w:rsid w:val="00F63366"/>
    <w:rsid w:val="00F633A4"/>
    <w:rsid w:val="00F653F3"/>
    <w:rsid w:val="00F6597A"/>
    <w:rsid w:val="00F66667"/>
    <w:rsid w:val="00F674AD"/>
    <w:rsid w:val="00F71A45"/>
    <w:rsid w:val="00F73041"/>
    <w:rsid w:val="00F75296"/>
    <w:rsid w:val="00F75A21"/>
    <w:rsid w:val="00F76EB9"/>
    <w:rsid w:val="00F76EE0"/>
    <w:rsid w:val="00F8255C"/>
    <w:rsid w:val="00F836ED"/>
    <w:rsid w:val="00F85AA8"/>
    <w:rsid w:val="00F861DF"/>
    <w:rsid w:val="00F86539"/>
    <w:rsid w:val="00F91C13"/>
    <w:rsid w:val="00F92140"/>
    <w:rsid w:val="00F9232F"/>
    <w:rsid w:val="00F930CA"/>
    <w:rsid w:val="00F960DD"/>
    <w:rsid w:val="00FA0A57"/>
    <w:rsid w:val="00FA0C19"/>
    <w:rsid w:val="00FA0C8E"/>
    <w:rsid w:val="00FA1A46"/>
    <w:rsid w:val="00FA264E"/>
    <w:rsid w:val="00FA3824"/>
    <w:rsid w:val="00FA5EA8"/>
    <w:rsid w:val="00FA6598"/>
    <w:rsid w:val="00FA7989"/>
    <w:rsid w:val="00FB2C8F"/>
    <w:rsid w:val="00FB2E28"/>
    <w:rsid w:val="00FB568B"/>
    <w:rsid w:val="00FB78F3"/>
    <w:rsid w:val="00FC0217"/>
    <w:rsid w:val="00FC0504"/>
    <w:rsid w:val="00FC1282"/>
    <w:rsid w:val="00FC20AD"/>
    <w:rsid w:val="00FC2765"/>
    <w:rsid w:val="00FC288A"/>
    <w:rsid w:val="00FC38BC"/>
    <w:rsid w:val="00FC4512"/>
    <w:rsid w:val="00FC5EE5"/>
    <w:rsid w:val="00FD0256"/>
    <w:rsid w:val="00FD0B10"/>
    <w:rsid w:val="00FD3F7D"/>
    <w:rsid w:val="00FD64FB"/>
    <w:rsid w:val="00FD7B37"/>
    <w:rsid w:val="00FE022E"/>
    <w:rsid w:val="00FE139C"/>
    <w:rsid w:val="00FE1D7A"/>
    <w:rsid w:val="00FE348E"/>
    <w:rsid w:val="00FE4E6A"/>
    <w:rsid w:val="00FE5800"/>
    <w:rsid w:val="00FF0993"/>
    <w:rsid w:val="00FF50A0"/>
    <w:rsid w:val="00FF5A09"/>
    <w:rsid w:val="00FF60AE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CEE0AAC6-4EF9-408B-B92F-C2036D24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32D5"/>
    <w:pPr>
      <w:spacing w:before="60"/>
    </w:pPr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C73D70"/>
    <w:pPr>
      <w:keepNext/>
      <w:numPr>
        <w:numId w:val="1"/>
      </w:numPr>
      <w:spacing w:before="240" w:after="60"/>
      <w:outlineLvl w:val="0"/>
    </w:pPr>
    <w:rPr>
      <w:b/>
      <w:kern w:val="28"/>
    </w:rPr>
  </w:style>
  <w:style w:type="paragraph" w:styleId="2">
    <w:name w:val="heading 2"/>
    <w:basedOn w:val="a0"/>
    <w:next w:val="a0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0"/>
    <w:qFormat/>
    <w:rsid w:val="00635ED0"/>
    <w:pPr>
      <w:numPr>
        <w:ilvl w:val="0"/>
        <w:numId w:val="0"/>
      </w:numPr>
      <w:jc w:val="center"/>
      <w:outlineLvl w:val="2"/>
    </w:pPr>
    <w:rPr>
      <w:b/>
      <w:szCs w:val="20"/>
    </w:rPr>
  </w:style>
  <w:style w:type="paragraph" w:styleId="4">
    <w:name w:val="heading 4"/>
    <w:basedOn w:val="a0"/>
    <w:next w:val="a0"/>
    <w:link w:val="40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0"/>
    <w:next w:val="a0"/>
    <w:link w:val="50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0"/>
    <w:next w:val="a0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0"/>
    <w:next w:val="a0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/>
      <w:b/>
      <w:sz w:val="28"/>
      <w:szCs w:val="20"/>
    </w:rPr>
  </w:style>
  <w:style w:type="paragraph" w:styleId="8">
    <w:name w:val="heading 8"/>
    <w:basedOn w:val="a0"/>
    <w:next w:val="a0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A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0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2A7EBA"/>
  </w:style>
  <w:style w:type="paragraph" w:styleId="a7">
    <w:name w:val="header"/>
    <w:basedOn w:val="a0"/>
    <w:rsid w:val="002A7EBA"/>
    <w:pPr>
      <w:tabs>
        <w:tab w:val="center" w:pos="4677"/>
        <w:tab w:val="right" w:pos="9355"/>
      </w:tabs>
    </w:pPr>
  </w:style>
  <w:style w:type="paragraph" w:styleId="a8">
    <w:name w:val="Normal (Web)"/>
    <w:basedOn w:val="a0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1">
    <w:name w:val="Стиль1"/>
    <w:basedOn w:val="a0"/>
    <w:rsid w:val="001424AB"/>
    <w:pPr>
      <w:spacing w:before="120"/>
      <w:ind w:firstLine="720"/>
    </w:pPr>
    <w:rPr>
      <w:rFonts w:ascii="Arial" w:hAnsi="Arial"/>
      <w:szCs w:val="20"/>
    </w:rPr>
  </w:style>
  <w:style w:type="paragraph" w:styleId="a9">
    <w:name w:val="Balloon Text"/>
    <w:basedOn w:val="a0"/>
    <w:semiHidden/>
    <w:rsid w:val="009B3E96"/>
    <w:rPr>
      <w:rFonts w:ascii="Tahoma" w:hAnsi="Tahoma" w:cs="Tahoma"/>
      <w:sz w:val="16"/>
      <w:szCs w:val="16"/>
    </w:rPr>
  </w:style>
  <w:style w:type="paragraph" w:styleId="aa">
    <w:name w:val="Body Text"/>
    <w:basedOn w:val="a0"/>
    <w:rsid w:val="000E264E"/>
    <w:pPr>
      <w:spacing w:after="120"/>
    </w:pPr>
    <w:rPr>
      <w:rFonts w:ascii="Arial" w:hAnsi="Arial"/>
      <w:szCs w:val="20"/>
    </w:rPr>
  </w:style>
  <w:style w:type="paragraph" w:styleId="31">
    <w:name w:val="Body Text Indent 3"/>
    <w:basedOn w:val="a0"/>
    <w:rsid w:val="001424AB"/>
    <w:pPr>
      <w:spacing w:after="120"/>
      <w:ind w:left="283"/>
    </w:pPr>
    <w:rPr>
      <w:sz w:val="16"/>
      <w:szCs w:val="16"/>
    </w:rPr>
  </w:style>
  <w:style w:type="paragraph" w:styleId="12">
    <w:name w:val="toc 1"/>
    <w:basedOn w:val="a0"/>
    <w:next w:val="a0"/>
    <w:autoRedefine/>
    <w:semiHidden/>
    <w:rsid w:val="00635ED0"/>
    <w:pPr>
      <w:spacing w:before="240" w:after="120"/>
    </w:pPr>
    <w:rPr>
      <w:b/>
      <w:bCs/>
      <w:szCs w:val="20"/>
    </w:rPr>
  </w:style>
  <w:style w:type="paragraph" w:styleId="20">
    <w:name w:val="toc 2"/>
    <w:basedOn w:val="a0"/>
    <w:next w:val="a0"/>
    <w:autoRedefine/>
    <w:semiHidden/>
    <w:rsid w:val="00C73D70"/>
    <w:pPr>
      <w:spacing w:before="120"/>
      <w:ind w:left="240"/>
    </w:pPr>
    <w:rPr>
      <w:iCs/>
      <w:szCs w:val="20"/>
    </w:rPr>
  </w:style>
  <w:style w:type="paragraph" w:styleId="3">
    <w:name w:val="toc 3"/>
    <w:basedOn w:val="a0"/>
    <w:next w:val="a0"/>
    <w:autoRedefine/>
    <w:semiHidden/>
    <w:rsid w:val="00C61E11"/>
    <w:pPr>
      <w:numPr>
        <w:numId w:val="2"/>
      </w:numPr>
    </w:pPr>
    <w:rPr>
      <w:szCs w:val="20"/>
    </w:rPr>
  </w:style>
  <w:style w:type="paragraph" w:styleId="41">
    <w:name w:val="toc 4"/>
    <w:basedOn w:val="a0"/>
    <w:next w:val="a0"/>
    <w:autoRedefine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DD4ABD"/>
    <w:pPr>
      <w:ind w:left="96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DD4ABD"/>
    <w:pPr>
      <w:ind w:left="120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DD4ABD"/>
    <w:pPr>
      <w:ind w:left="144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DD4ABD"/>
    <w:pPr>
      <w:ind w:left="168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DD4ABD"/>
    <w:pPr>
      <w:ind w:left="1920"/>
    </w:pPr>
    <w:rPr>
      <w:sz w:val="20"/>
      <w:szCs w:val="20"/>
    </w:rPr>
  </w:style>
  <w:style w:type="paragraph" w:styleId="21">
    <w:name w:val="Body Text Indent 2"/>
    <w:basedOn w:val="a0"/>
    <w:rsid w:val="00DE021E"/>
    <w:pPr>
      <w:spacing w:after="120" w:line="480" w:lineRule="auto"/>
      <w:ind w:left="283"/>
    </w:pPr>
  </w:style>
  <w:style w:type="paragraph" w:styleId="ab">
    <w:name w:val="Body Text Indent"/>
    <w:basedOn w:val="a0"/>
    <w:rsid w:val="00DE021E"/>
    <w:pPr>
      <w:spacing w:after="120"/>
      <w:ind w:left="283"/>
    </w:pPr>
  </w:style>
  <w:style w:type="paragraph" w:customStyle="1" w:styleId="ac">
    <w:name w:val="Перечисление"/>
    <w:basedOn w:val="a0"/>
    <w:next w:val="a0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  <w:rPr>
      <w:szCs w:val="20"/>
    </w:rPr>
  </w:style>
  <w:style w:type="paragraph" w:customStyle="1" w:styleId="ad">
    <w:name w:val="Перечисление (список)"/>
    <w:basedOn w:val="a0"/>
    <w:next w:val="a0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  <w:rPr>
      <w:szCs w:val="20"/>
    </w:rPr>
  </w:style>
  <w:style w:type="paragraph" w:styleId="ae">
    <w:name w:val="annotation text"/>
    <w:basedOn w:val="a0"/>
    <w:semiHidden/>
    <w:rsid w:val="00FC0217"/>
    <w:pPr>
      <w:spacing w:before="0"/>
    </w:pPr>
    <w:rPr>
      <w:rFonts w:ascii="Arial" w:hAnsi="Arial"/>
      <w:sz w:val="20"/>
      <w:szCs w:val="20"/>
    </w:rPr>
  </w:style>
  <w:style w:type="paragraph" w:customStyle="1" w:styleId="13">
    <w:name w:val="Название1"/>
    <w:basedOn w:val="a0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40793E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0"/>
    <w:rsid w:val="00BA121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rsid w:val="00854244"/>
    <w:pPr>
      <w:numPr>
        <w:numId w:val="19"/>
      </w:numPr>
      <w:spacing w:before="0" w:line="312" w:lineRule="auto"/>
      <w:jc w:val="both"/>
    </w:pPr>
  </w:style>
  <w:style w:type="paragraph" w:customStyle="1" w:styleId="af0">
    <w:name w:val="Знак"/>
    <w:basedOn w:val="a0"/>
    <w:rsid w:val="002B5AA5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0"/>
    <w:rsid w:val="003B04C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EC016C"/>
    <w:rPr>
      <w:b/>
      <w:kern w:val="28"/>
      <w:sz w:val="24"/>
      <w:szCs w:val="24"/>
      <w:lang w:val="ru-RU" w:eastAsia="ru-RU" w:bidi="ar-SA"/>
    </w:rPr>
  </w:style>
  <w:style w:type="character" w:styleId="af1">
    <w:name w:val="Hyperlink"/>
    <w:rsid w:val="00EC016C"/>
    <w:rPr>
      <w:color w:val="0000FF"/>
      <w:u w:val="single"/>
    </w:rPr>
  </w:style>
  <w:style w:type="paragraph" w:customStyle="1" w:styleId="Iniiaiie">
    <w:name w:val="Iniiaiie"/>
    <w:basedOn w:val="a0"/>
    <w:rsid w:val="00F91C13"/>
    <w:pPr>
      <w:spacing w:before="0"/>
      <w:ind w:firstLine="284"/>
      <w:jc w:val="both"/>
    </w:pPr>
    <w:rPr>
      <w:sz w:val="20"/>
      <w:szCs w:val="20"/>
    </w:rPr>
  </w:style>
  <w:style w:type="paragraph" w:styleId="33">
    <w:name w:val="Body Text 3"/>
    <w:basedOn w:val="a0"/>
    <w:link w:val="34"/>
    <w:rsid w:val="00DA6841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rsid w:val="00DA6841"/>
    <w:rPr>
      <w:sz w:val="16"/>
      <w:szCs w:val="16"/>
    </w:rPr>
  </w:style>
  <w:style w:type="paragraph" w:styleId="af2">
    <w:name w:val="List Paragraph"/>
    <w:basedOn w:val="a0"/>
    <w:qFormat/>
    <w:rsid w:val="00410BA9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Абзац"/>
    <w:basedOn w:val="a0"/>
    <w:rsid w:val="00366E2B"/>
    <w:pPr>
      <w:tabs>
        <w:tab w:val="right" w:leader="underscore" w:pos="6804"/>
      </w:tabs>
      <w:spacing w:before="0"/>
      <w:ind w:firstLine="454"/>
      <w:jc w:val="both"/>
    </w:pPr>
    <w:rPr>
      <w:sz w:val="20"/>
      <w:szCs w:val="20"/>
    </w:rPr>
  </w:style>
  <w:style w:type="paragraph" w:styleId="22">
    <w:name w:val="Body Text 2"/>
    <w:basedOn w:val="a0"/>
    <w:link w:val="23"/>
    <w:rsid w:val="003C5E6B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link w:val="22"/>
    <w:rsid w:val="003C5E6B"/>
    <w:rPr>
      <w:sz w:val="24"/>
      <w:szCs w:val="24"/>
    </w:rPr>
  </w:style>
  <w:style w:type="paragraph" w:styleId="af4">
    <w:name w:val="caption"/>
    <w:basedOn w:val="a0"/>
    <w:next w:val="a0"/>
    <w:qFormat/>
    <w:rsid w:val="00A759D2"/>
    <w:pPr>
      <w:spacing w:before="0"/>
      <w:jc w:val="center"/>
    </w:pPr>
    <w:rPr>
      <w:b/>
      <w:sz w:val="20"/>
      <w:szCs w:val="20"/>
    </w:rPr>
  </w:style>
  <w:style w:type="character" w:customStyle="1" w:styleId="40">
    <w:name w:val="Заголовок 4 Знак"/>
    <w:link w:val="4"/>
    <w:rsid w:val="009B72C2"/>
    <w:rPr>
      <w:rFonts w:ascii="Arial" w:hAnsi="Arial"/>
      <w:b/>
      <w:sz w:val="24"/>
    </w:rPr>
  </w:style>
  <w:style w:type="character" w:customStyle="1" w:styleId="50">
    <w:name w:val="Заголовок 5 Знак"/>
    <w:link w:val="5"/>
    <w:rsid w:val="009B72C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6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8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OYOTA\&#1054;&#1073;&#1097;&#1080;&#1077;%20&#1076;&#1086;&#1082;&#1091;&#1084;&#1077;&#1085;&#1090;&#1099;%20&#1057;&#1052;&#1050;\&#1064;&#1072;&#1073;&#1083;&#1086;&#1085;&#1099;%20&#1076;&#1086;&#1082;&#1091;&#1084;&#1077;&#1085;&#1090;&#1086;&#1074;%20&#1057;&#1052;&#1050;\&#1044;&#105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CF379-C04D-4405-84A2-7C3ABFA6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ДП</Template>
  <TotalTime>0</TotalTime>
  <Pages>14</Pages>
  <Words>600</Words>
  <Characters>16509</Characters>
  <Application>Microsoft Office Word</Application>
  <DocSecurity>0</DocSecurity>
  <Lines>137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2013-09-15T05:48:00Z</cp:lastPrinted>
  <dcterms:created xsi:type="dcterms:W3CDTF">2024-01-17T08:24:00Z</dcterms:created>
  <dcterms:modified xsi:type="dcterms:W3CDTF">2024-01-17T08:24:00Z</dcterms:modified>
</cp:coreProperties>
</file>