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1026" style="position:absolute;margin-left:3.2pt;margin-top:3pt;width:456.05pt;height:706.95pt;z-index:251663360" coordorigin="1482,497" coordsize="9121,14139">
            <v:rect id="_x0000_s1027" style="position:absolute;left:7786;top:2572;width:628;height:239;rotation:90" filled="f" strokeweight="1.25pt"/>
            <v:rect id="_x0000_s1028" style="position:absolute;left:6440;top:1466;width:343;height:286;flip:y" filled="f" stroked="f" strokeweight="1.25pt">
              <v:textbox style="mso-next-textbox:#_x0000_s1028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1029" style="position:absolute;flip:x" from="6555,2948" to="6555,3404" strokeweight="1.25pt">
              <v:stroke endarrow="oval" endarrowwidth="narrow" endarrowlength="short"/>
            </v:line>
            <v:line id="_x0000_s1030" style="position:absolute;flip:y" from="6537,1865" to="6555,2341" strokeweight="1.25pt">
              <v:stroke endarrow="oval" endarrowwidth="narrow" endarrowlength="short"/>
            </v:line>
            <v:rect id="_x0000_s1031" style="position:absolute;left:6218;top:2534;width:628;height:239;rotation:90;flip:y" filled="f" strokeweight="1.25pt"/>
            <v:line id="_x0000_s1032" style="position:absolute;flip:x y" from="5415,1865" to="5415,2606" strokeweight="1.25pt">
              <v:stroke endarrowwidth="narrow" endarrowlength="short"/>
            </v:line>
            <v:line id="_x0000_s1033" style="position:absolute;rotation:-90;flip:y" from="6181,1099" to="6182,2632" strokeweight="1.25pt"/>
            <v:rect id="_x0000_s1034" style="position:absolute;left:6965;top:1770;width:628;height:239;flip:y" filled="f" strokeweight="1.25pt"/>
            <v:line id="_x0000_s1035" style="position:absolute;flip:x" from="8094,1865" to="8094,2378" strokeweight="1.25pt">
              <v:stroke startarrow="oval" startarrowwidth="narrow" startarrowlength="short"/>
            </v:line>
            <v:line id="_x0000_s1036" style="position:absolute;flip:x" from="8088,3005" to="8094,3424" strokeweight="1.25pt">
              <v:stroke endarrow="oval" endarrowwidth="narrow" endarrowlength="short"/>
            </v:line>
            <v:line id="_x0000_s1037" style="position:absolute;flip:x y" from="9348,2968" to="9348,3430" strokeweight="1.25pt"/>
            <v:line id="_x0000_s1038" style="position:absolute;flip:y" from="9359,1885" to="9359,2341" strokeweight="1.25pt">
              <v:stroke endarrowwidth="narrow" endarrowlength="short"/>
            </v:line>
            <v:rect id="_x0000_s1039" style="position:absolute;left:9051;top:2534;width:628;height:239;rotation:90;flip:y" filled="f" strokeweight="1.25pt"/>
            <v:line id="_x0000_s1040" style="position:absolute;flip:y" from="7581,1865" to="8494,1873" strokeweight="1.25pt">
              <v:stroke endarrowwidth="narrow" endarrowlength="short"/>
            </v:line>
            <v:oval id="_x0000_s1041" style="position:absolute;left:5132;top:2378;width:568;height:570;flip:y" filled="f" strokeweight="1.25pt"/>
            <v:oval id="_x0000_s1042" style="position:absolute;left:8447;top:3119;width:568;height:570;flip:x y" filled="f" strokeweight="1.25pt"/>
            <v:line id="_x0000_s1043" style="position:absolute;flip:x y" from="5415,3404" to="9348,3414" strokeweight="1.25pt">
              <v:stroke endarrowwidth="narrow" endarrowlength="long"/>
            </v:line>
            <v:rect id="_x0000_s1044" style="position:absolute;left:7980;top:1466;width:343;height:286;flip:y" filled="f" stroked="f" strokeweight="1.25pt">
              <v:textbox style="mso-next-textbox:#_x0000_s1044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5" style="position:absolute;left:7980;top:3461;width:343;height:286;flip:y" filled="f" stroked="f" strokeweight="1.25pt">
              <v:textbox style="mso-next-textbox:#_x0000_s1045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046" style="position:absolute;left:6099;top:3404;width:343;height:342;flip:y" filled="f" stroked="f" strokeweight="1.25pt">
              <v:textbox style="mso-next-textbox:#_x0000_s1046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oval id="_x0000_s1047" style="position:absolute;left:7011;top:3119;width:568;height:570" filled="f" strokeweight="1.25pt"/>
            <v:line id="_x0000_s1048" style="position:absolute;rotation:-90" from="9207,1722" to="9207,2007" strokeweight="1.25pt"/>
            <v:group id="_x0000_s1049" style="position:absolute;left:8494;top:1580;width:570;height:570" coordorigin="3363,8436" coordsize="570,570">
              <v:oval id="_x0000_s1050" style="position:absolute;left:3363;top:8436;width:570;height:570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3420;top:8550;width:456;height:399" filled="f" stroked="f" strokeweight="1.25pt">
                <v:textbox style="mso-next-textbox:#_x0000_s1051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v:group>
            <v:shape id="_x0000_s1052" type="#_x0000_t202" style="position:absolute;left:1539;top:1067;width:2508;height:432" filled="f" stroked="f">
              <v:textbox style="mso-next-textbox:#_x0000_s1052">
                <w:txbxContent>
                  <w:p w:rsidR="009E23C5" w:rsidRPr="00153B5F" w:rsidRDefault="009E23C5" w:rsidP="00577146">
                    <w:pPr>
                      <w:pStyle w:val="Heading1"/>
                    </w:pPr>
                    <w:r>
                      <w:t>Задача № 1.301</w:t>
                    </w:r>
                  </w:p>
                </w:txbxContent>
              </v:textbox>
            </v:shape>
            <v:shape id="_x0000_s1053" type="#_x0000_t202" style="position:absolute;left:2166;top:1751;width:1539;height:2166" filled="f" stroked="f">
              <v:textbox style="mso-next-textbox:#_x0000_s1053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8E020F"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=54 В,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=0.03 А,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=510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=120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=300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=400 Ом,</w:t>
                    </w:r>
                  </w:p>
                </w:txbxContent>
              </v:textbox>
            </v:shape>
            <v:shape id="_x0000_s1054" type="#_x0000_t202" style="position:absolute;left:1482;top:497;width:2565;height:456">
              <v:textbox style="mso-next-textbox:#_x0000_s1054">
                <w:txbxContent>
                  <w:p w:rsidR="009E23C5" w:rsidRPr="00153B5F" w:rsidRDefault="009E23C5" w:rsidP="005771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301</w:t>
                    </w:r>
                  </w:p>
                </w:txbxContent>
              </v:textbox>
            </v:shape>
            <v:rect id="_x0000_s1055" style="position:absolute;left:1482;top:956;width:9121;height:3420" filled="f" strokeweight="2pt"/>
            <v:shape id="_x0000_s1056" type="#_x0000_t202" style="position:absolute;left:1482;top:4487;width:2387;height:432" filled="f" stroked="f">
              <v:textbox style="mso-next-textbox:#_x0000_s1056">
                <w:txbxContent>
                  <w:p w:rsidR="009E23C5" w:rsidRPr="00153B5F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301</w:t>
                    </w:r>
                  </w:p>
                </w:txbxContent>
              </v:textbox>
            </v:shape>
            <v:rect id="_x0000_s1057" style="position:absolute;left:1482;top:4376;width:9121;height:3420" filled="f" strokeweight="2pt"/>
            <v:rect id="_x0000_s1058" style="position:absolute;left:1482;top:7796;width:9121;height:3420" filled="f" strokeweight="2pt"/>
            <v:rect id="_x0000_s1059" style="position:absolute;left:1482;top:11216;width:9121;height:3420" filled="f" strokeweight="2pt"/>
            <v:shape id="_x0000_s1060" type="#_x0000_t202" style="position:absolute;left:1539;top:7877;width:2387;height:432" filled="f" stroked="f">
              <v:textbox style="mso-next-textbox:#_x0000_s1060">
                <w:txbxContent>
                  <w:p w:rsidR="009E23C5" w:rsidRPr="00242F6C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301</w:t>
                    </w:r>
                  </w:p>
                </w:txbxContent>
              </v:textbox>
            </v:shape>
            <v:shape id="_x0000_s1061" type="#_x0000_t202" style="position:absolute;left:1539;top:11273;width:2387;height:432" filled="f" stroked="f">
              <v:textbox style="mso-next-textbox:#_x0000_s1061">
                <w:txbxContent>
                  <w:p w:rsidR="009E23C5" w:rsidRPr="00242F6C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301</w:t>
                    </w:r>
                  </w:p>
                </w:txbxContent>
              </v:textbox>
            </v:shape>
            <v:rect id="_x0000_s1062" style="position:absolute;left:4788;top:1979;width:685;height:444;flip:y" filled="f" stroked="f" strokeweight="1.25pt">
              <v:textbox style="mso-next-textbox:#_x0000_s1062" inset="1pt,1pt,1pt,1pt">
                <w:txbxContent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63" style="position:absolute;left:5985;top:2435;width:513;height:513;flip:y" filled="f" stroked="f" strokeweight="1.25pt">
              <v:textbox style="mso-next-textbox:#_x0000_s1063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064" style="position:absolute;left:7126;top:1352;width:455;height:400;flip:y" filled="f" stroked="f" strokeweight="1.25pt">
              <v:textbox style="mso-next-textbox:#_x0000_s1064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065" style="position:absolute;left:7524;top:2492;width:628;height:400;flip:y" filled="f" stroked="f" strokeweight="1.25pt">
              <v:textbox style="mso-next-textbox:#_x0000_s1065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066" style="position:absolute;left:8777;top:2435;width:628;height:400;flip:y" filled="f" stroked="f" strokeweight="1.25pt">
              <v:textbox style="mso-next-textbox:#_x0000_s1066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line id="_x0000_s1067" style="position:absolute;flip:y" from="5415,2720" to="5415,3404" strokeweight="1.25pt">
              <v:stroke endarrow="open" endarrowlength="short"/>
            </v:line>
            <v:line id="_x0000_s1068" style="position:absolute;rotation:90;flip:y" from="5387,2577" to="5445,2578" strokeweight="1.25pt">
              <v:stroke endarrow="open" endarrowlength="short"/>
            </v:line>
            <v:rect id="_x0000_s1069" style="position:absolute;left:7011;top:2777;width:628;height:360;flip:y" filled="f" stroked="f" strokeweight="1.25pt">
              <v:textbox style="mso-next-textbox:#_x0000_s1069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1070" style="position:absolute;rotation:90;flip:x" from="6384,3575" to="6726,3575" strokeweight="1.25pt">
              <v:stroke endarrowwidth="narrow" endarrowlength="short"/>
            </v:line>
            <v:line id="_x0000_s1071" style="position:absolute;flip:x" from="6384,3746" to="6726,3746" strokeweight="2.5pt">
              <v:stroke endarrowwidth="narrow" endarrowlength="short"/>
            </v:line>
            <v:line id="_x0000_s1072" style="position:absolute;rotation:-90;flip:x" from="8742,3269" to="8743,3541" strokeweight="1.25pt">
              <v:stroke endarrow="block" endarrowwidth="wide"/>
            </v:line>
            <v:line id="_x0000_s1073" style="position:absolute;rotation:-90;flip:x" from="7260,3269" to="7261,3541" strokeweight="1.25pt">
              <v:stroke endarrow="block" endarrowwidth="wide"/>
            </v:line>
            <v:rect id="_x0000_s1074" style="position:absolute;left:8492;top:2720;width:628;height:360;flip:y" filled="f" stroked="f" strokeweight="1.25pt">
              <v:textbox style="mso-next-textbox:#_x0000_s1074" inset="1pt,1pt,1pt,1pt">
                <w:txbxContent>
                  <w:p w:rsidR="009E23C5" w:rsidRPr="000E2C9C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group id="_x0000_s1075" style="position:absolute;left:8379;top:1466;width:114;height:228" coordorigin="6954,3876" coordsize="741,969">
              <v:line id="_x0000_s1076" style="position:absolute;rotation:-90;flip:x" from="7325,4564" to="7325,4975"/>
              <v:group id="_x0000_s1077" style="position:absolute;left:6954;top:3876;width:741;height:969" coordorigin="4266,11962" coordsize="575,853">
                <v:line id="_x0000_s1078" style="position:absolute;rotation:-90;flip:y" from="4009,12559" to="4522,12559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79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1080" style="position:absolute;rotation:-90;flip:y" from="4579,12559" to="5092,12559"/>
              </v:group>
            </v:group>
            <v:shape id="_x0000_s1081" type="#_x0000_t202" style="position:absolute;left:10032;top:6083;width:570;height:399" filled="f" stroked="f" strokeweight="1.25pt">
              <v:textbox style="mso-next-textbox:#_x0000_s1081">
                <w:txbxContent>
                  <w:p w:rsidR="009E23C5" w:rsidRDefault="009E23C5" w:rsidP="00577146">
                    <w:r>
                      <w:t>1</w:t>
                    </w:r>
                  </w:p>
                </w:txbxContent>
              </v:textbox>
            </v:shape>
            <v:shape id="_x0000_s1082" type="#_x0000_t202" style="position:absolute;left:6270;top:6197;width:399;height:342" filled="f" stroked="f" strokeweight="1.25pt">
              <v:textbox style="mso-next-textbox:#_x0000_s1082">
                <w:txbxContent>
                  <w:p w:rsidR="009E23C5" w:rsidRDefault="009E23C5" w:rsidP="00577146">
                    <w:r>
                      <w:t>0</w:t>
                    </w:r>
                  </w:p>
                </w:txbxContent>
              </v:textbox>
            </v:shape>
            <v:line id="_x0000_s1083" style="position:absolute;flip:y" from="9747,6197" to="10032,6197" strokeweight="1.25pt">
              <v:stroke endarrow="oval" endarrowwidth="narrow" endarrowlength="short"/>
            </v:line>
            <v:line id="_x0000_s1084" style="position:absolute" from="7866,7166" to="9348,7166" strokeweight="1.25pt"/>
            <v:line id="_x0000_s1085" style="position:absolute;rotation:-90" from="9918,5114" to="9918,5342" strokeweight="1.25pt">
              <v:stroke endarrowwidth="narrow" endarrowlength="short"/>
            </v:line>
            <v:line id="_x0000_s1086" style="position:absolute" from="10032,5228" to="10032,7166" strokeweight="1.25pt">
              <v:stroke endarrowwidth="narrow" endarrowlength="short"/>
            </v:line>
            <v:group id="_x0000_s1087" style="position:absolute;left:9120;top:5114;width:684;height:114" coordorigin="2795,7200" coordsize="684,114">
              <v:shape id="_x0000_s1088" type="#_x0000_t19" style="position:absolute;left:2795;top:7200;width:114;height:114;rotation:-270;flip:x y" strokeweight="1.25pt"/>
              <v:shape id="_x0000_s1089" type="#_x0000_t19" style="position:absolute;left:2909;top:7200;width:114;height:114;rotation:270;flip:x" strokeweight="1.25pt"/>
              <v:shape id="_x0000_s1090" type="#_x0000_t19" style="position:absolute;left:3251;top:7200;width:114;height:114;rotation:-270;flip:x y" strokeweight="1.25pt"/>
              <v:shape id="_x0000_s1091" type="#_x0000_t19" style="position:absolute;left:3365;top:7200;width:114;height:114;rotation:270;flip:x" strokeweight="1.25pt"/>
              <v:shape id="_x0000_s1092" type="#_x0000_t19" style="position:absolute;left:3023;top:7200;width:114;height:114;rotation:-270;flip:x y" strokeweight="1.25pt"/>
              <v:shape id="_x0000_s1093" type="#_x0000_t19" style="position:absolute;left:3137;top:7200;width:114;height:114;rotation:270;flip:x" strokeweight="1.25pt"/>
            </v:group>
            <v:rect id="_x0000_s1094" style="position:absolute;left:9348;top:5684;width:399;height:342" filled="f" stroked="f" strokeweight="1.25pt">
              <v:textbox style="mso-next-textbox:#_x0000_s1094" inset="1pt,1pt,1pt,1pt">
                <w:txbxContent>
                  <w:p w:rsidR="009E23C5" w:rsidRDefault="009E23C5" w:rsidP="00577146"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95" style="position:absolute;left:9120;top:6083;width:627;height:228" filled="f" strokeweight="1.25pt"/>
            <v:group id="_x0000_s1096" style="position:absolute;left:9348;top:6881;width:114;height:456" coordorigin="6270,13509" coordsize="114,456">
              <v:line id="_x0000_s1097" style="position:absolute;flip:x" from="6270,13509" to="6270,13965" strokeweight="2.5pt"/>
              <v:line id="_x0000_s1098" style="position:absolute" from="6384,13509" to="6384,13965" strokeweight="2.5pt"/>
            </v:group>
            <v:rect id="_x0000_s1099" style="position:absolute;left:9291;top:6482;width:399;height:342" filled="f" stroked="f" strokeweight="1.25pt">
              <v:textbox style="mso-next-textbox:#_x0000_s1099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shape id="_x0000_s1100" type="#_x0000_t202" style="position:absolute;left:8151;top:5969;width:570;height:456" filled="f" stroked="f" strokeweight="1.25pt">
              <v:textbox style="mso-next-textbox:#_x0000_s1100">
                <w:txbxContent>
                  <w:p w:rsidR="009E23C5" w:rsidRPr="00785D1C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785D1C">
                      <w:rPr>
                        <w:sz w:val="24"/>
                        <w:szCs w:val="24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101" style="position:absolute;rotation:-90" from="9747,6881" to="9747,7451" strokeweight="1.25pt">
              <v:stroke endarrowwidth="narrow" endarrowlength="short"/>
            </v:line>
            <v:line id="_x0000_s1102" style="position:absolute;rotation:-90" from="8493,4601" to="8493,5855" strokeweight="1.25pt">
              <v:stroke endarrowwidth="narrow" endarrowlength="short"/>
            </v:line>
            <v:shape id="_x0000_s1103" type="#_x0000_t202" style="position:absolute;left:7581;top:5535;width:741;height:491" filled="f" stroked="f" strokeweight="1.25pt">
              <v:textbox style="mso-next-textbox:#_x0000_s1103">
                <w:txbxContent>
                  <w:p w:rsidR="009E23C5" w:rsidRPr="00AD4532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104" style="position:absolute;flip:x" from="7866,5969" to="7866,6197" strokeweight=".5pt">
              <v:stroke endarrow="oval" endarrowwidth="narrow" endarrowlength="short"/>
            </v:line>
            <v:line id="_x0000_s1105" style="position:absolute;flip:x y" from="7866,5228" to="7866,5513" strokeweight=".5pt">
              <v:stroke endarrow="oval" endarrowwidth="narrow" endarrowlength="short"/>
            </v:line>
            <v:line id="_x0000_s1106" style="position:absolute;rotation:-90;flip:x y" from="7264,5599" to="7267,6799" strokeweight="1.25pt">
              <v:stroke startarrow="oval" startarrowwidth="narrow" startarrowlength="short" endarrow="oval" endarrowwidth="narrow" endarrowlength="short"/>
            </v:line>
            <v:oval id="_x0000_s1107" style="position:absolute;left:6843;top:5969;width:456;height:456;rotation:37016fd" filled="f" strokeweight="1.25pt"/>
            <v:line id="_x0000_s1108" style="position:absolute;rotation:-90;flip:x" from="5700,6197" to="7638,6197" strokeweight="1.25pt"/>
            <v:line id="_x0000_s1109" style="position:absolute;flip:x" from="7866,6197" to="8148,6200" strokeweight="1.25pt">
              <v:stroke endarrow="oval" endarrowwidth="narrow" endarrowlength="short"/>
            </v:line>
            <v:line id="_x0000_s1110" style="position:absolute" from="6669,5228" to="7866,5228" strokeweight="1.25pt">
              <v:stroke endarrow="oval" endarrowwidth="narrow" endarrowlength="short"/>
            </v:line>
            <v:line id="_x0000_s1111" style="position:absolute;flip:y" from="6672,7166" to="7866,7169" strokeweight="1.25pt">
              <v:stroke endarrow="oval" endarrowwidth="narrow" endarrowlength="short"/>
            </v:line>
            <v:line id="_x0000_s1112" style="position:absolute;flip:y" from="8607,6197" to="9120,6197" strokeweight="1.25pt"/>
            <v:oval id="_x0000_s1113" style="position:absolute;left:6441;top:5399;width:456;height:456;rotation:-90" filled="f" strokeweight="1.25pt"/>
            <v:rect id="_x0000_s1114" style="position:absolute;left:6897;top:5627;width:570;height:342" filled="f" stroked="f" strokeweight="1.25pt">
              <v:textbox style="mso-next-textbox:#_x0000_s1114" inset="1pt,1pt,1pt,1pt">
                <w:txbxContent>
                  <w:p w:rsidR="009E23C5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1115" style="position:absolute;left:6897;top:5228;width:513;height:342" filled="f" stroked="f" strokeweight="1.25pt">
              <v:textbox style="mso-next-textbox:#_x0000_s1115" inset="1pt,1pt,1pt,1pt">
                <w:txbxContent>
                  <w:p w:rsidR="009E23C5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116" style="position:absolute" from="5814,6197" to="6669,6197" strokeweight=".5pt"/>
            <v:line id="_x0000_s1117" style="position:absolute;flip:y" from="6897,6197" to="7182,6197" strokeweight="1pt">
              <v:stroke endarrow="block" endarrowwidth="wide"/>
            </v:line>
            <v:line id="_x0000_s1118" style="position:absolute;flip:y" from="6669,5513" to="6669,5741" strokeweight="1pt">
              <v:stroke endarrow="block" endarrowwidth="wide"/>
            </v:line>
            <v:oval id="_x0000_s1119" style="position:absolute;left:7638;top:5513;width:456;height:456;rotation:37016fd" filled="f" strokeweight="1.25pt"/>
            <v:group id="_x0000_s1120" style="position:absolute;left:7581;top:5285;width:114;height:228" coordorigin="6840,6555" coordsize="171,285">
              <v:line id="_x0000_s1121" style="position:absolute;rotation:-90;flip:x" from="6754,6698" to="7039,6698"/>
              <v:line id="_x0000_s1122" style="position:absolute;rotation:-90" from="6903,6518" to="6948,6689">
                <v:stroke endarrow="oval" endarrowwidth="narrow" endarrowlength="short"/>
              </v:line>
              <v:line id="_x0000_s1123" style="position:absolute;rotation:-90;flip:y" from="6903,6706" to="6948,6877">
                <v:stroke endarrow="oval" endarrowwidth="narrow" endarrowlength="short"/>
              </v:line>
              <v:group id="_x0000_s1124" style="position:absolute;left:6840;top:6626;width:120;height:143" coordorigin="9681,14354" coordsize="399,912">
                <v:line id="_x0000_s1125" style="position:absolute;rotation:-90;flip:y" from="9767,14724" to="9995,15123"/>
                <v:line id="_x0000_s1126" style="position:absolute;rotation:-90;flip:y" from="9767,14268" to="9995,14667"/>
                <v:line id="_x0000_s1127" style="position:absolute;rotation:-90" from="9767,14496" to="9995,14895"/>
                <v:line id="_x0000_s1128" style="position:absolute;rotation:-90" from="9767,14952" to="9995,15351"/>
              </v:group>
            </v:group>
            <v:group id="_x0000_s1129" style="position:absolute;left:5586;top:5228;width:627;height:969" coordorigin="5415,5130" coordsize="627,969">
              <v:shape id="_x0000_s1130" type="#_x0000_t202" style="position:absolute;left:5415;top:5437;width:627;height:491" filled="f" stroked="f" strokeweight="1.25pt">
                <v:textbox style="mso-next-textbox:#_x0000_s1130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1131" style="position:absolute;flip:x" from="5643,5871" to="5643,6099" strokeweight=".5pt">
                <v:stroke endarrowwidth="narrow" endarrowlength="short"/>
              </v:line>
              <v:group id="_x0000_s1132" style="position:absolute;left:5871;top:5187;width:114;height:228" coordorigin="6840,6555" coordsize="171,285">
                <v:line id="_x0000_s1133" style="position:absolute;rotation:-90;flip:x" from="6754,6698" to="7039,6698"/>
                <v:line id="_x0000_s1134" style="position:absolute;rotation:-90" from="6903,6518" to="6948,6689">
                  <v:stroke endarrow="oval" endarrowwidth="narrow" endarrowlength="short"/>
                </v:line>
                <v:line id="_x0000_s1135" style="position:absolute;rotation:-90;flip:y" from="6903,6706" to="6948,6877">
                  <v:stroke endarrow="oval" endarrowwidth="narrow" endarrowlength="short"/>
                </v:line>
                <v:group id="_x0000_s1136" style="position:absolute;left:6840;top:6626;width:120;height:143" coordorigin="9681,14354" coordsize="399,912">
                  <v:line id="_x0000_s1137" style="position:absolute;rotation:-90;flip:y" from="9767,14724" to="9995,15123"/>
                  <v:line id="_x0000_s1138" style="position:absolute;rotation:-90;flip:y" from="9767,14268" to="9995,14667"/>
                  <v:line id="_x0000_s1139" style="position:absolute;rotation:-90" from="9767,14496" to="9995,14895"/>
                  <v:line id="_x0000_s1140" style="position:absolute;rotation:-90" from="9767,14952" to="9995,15351"/>
                </v:group>
              </v:group>
              <v:line id="_x0000_s1141" style="position:absolute;flip:x y" from="5640,5130" to="5640,5415" strokeweight=".5pt">
                <v:stroke endarrowwidth="narrow" endarrowlength="short"/>
              </v:line>
              <v:oval id="_x0000_s1142" style="position:absolute;left:5415;top:5415;width:456;height:456;rotation:37016fd" filled="f" strokeweight="1.25pt"/>
            </v:group>
            <v:line id="_x0000_s1143" style="position:absolute" from="5814,5228" to="6669,5228" strokeweight=".5pt"/>
            <v:oval id="_x0000_s1144" style="position:absolute;left:8151;top:5969;width:456;height:456;rotation:37016fd" filled="f" strokeweight="1.25pt"/>
            <v:shape id="_x0000_s1145" type="#_x0000_t202" style="position:absolute;left:1767;top:4886;width:3363;height:2508" stroked="f">
              <v:textbox style="mso-next-textbox:#_x0000_s1145">
                <w:txbxContent>
                  <w:p w:rsidR="009E23C5" w:rsidRDefault="009E23C5" w:rsidP="00577146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симметричного трёхфазного генератора</w:t>
                    </w:r>
                    <w:r>
                      <w:t>:</w:t>
                    </w:r>
                  </w:p>
                  <w:p w:rsidR="009E23C5" w:rsidRPr="008E020F" w:rsidRDefault="009E23C5" w:rsidP="00577146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8E020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 w:rsidRPr="008E020F">
                      <w:rPr>
                        <w:sz w:val="24"/>
                        <w:lang w:val="en-US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8E020F">
                      <w:rPr>
                        <w:sz w:val="24"/>
                        <w:lang w:val="en-US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 156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8E020F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8E020F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577146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8E020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156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+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1E51D8" w:rsidRDefault="009E23C5" w:rsidP="00577146">
                    <w:pPr>
                      <w:jc w:val="both"/>
                      <w:rPr>
                        <w:sz w:val="24"/>
                        <w:szCs w:val="24"/>
                        <w:lang w:val="fr-FR"/>
                      </w:rPr>
                    </w:pPr>
                    <w:r w:rsidRPr="001E51D8">
                      <w:rPr>
                        <w:sz w:val="24"/>
                        <w:szCs w:val="24"/>
                        <w:lang w:val="es-ES"/>
                      </w:rPr>
                      <w:t>f=</w:t>
                    </w:r>
                    <w:r w:rsidRPr="001E51D8">
                      <w:rPr>
                        <w:sz w:val="24"/>
                        <w:szCs w:val="24"/>
                        <w:lang w:val="en-US"/>
                      </w:rPr>
                      <w:t>5</w:t>
                    </w:r>
                    <w:r w:rsidRPr="001E51D8">
                      <w:rPr>
                        <w:sz w:val="24"/>
                        <w:szCs w:val="24"/>
                        <w:lang w:val="es-ES"/>
                      </w:rPr>
                      <w:t xml:space="preserve">0 </w:t>
                    </w:r>
                    <w:r w:rsidRPr="001E51D8">
                      <w:rPr>
                        <w:sz w:val="24"/>
                        <w:szCs w:val="24"/>
                      </w:rPr>
                      <w:t>Гц</w:t>
                    </w:r>
                    <w:r w:rsidRPr="001E51D8">
                      <w:rPr>
                        <w:sz w:val="24"/>
                        <w:szCs w:val="24"/>
                        <w:lang w:val="es-ES"/>
                      </w:rPr>
                      <w:t>,</w:t>
                    </w:r>
                  </w:p>
                  <w:p w:rsidR="009E23C5" w:rsidRPr="008E020F" w:rsidRDefault="009E23C5" w:rsidP="00577146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8E020F"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sz w:val="24"/>
                      </w:rPr>
                      <w:t>2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0 </w:t>
                    </w:r>
                    <w:r>
                      <w:rPr>
                        <w:sz w:val="24"/>
                      </w:rPr>
                      <w:t>Ом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=60 </w:t>
                    </w:r>
                    <w:r>
                      <w:rPr>
                        <w:sz w:val="24"/>
                      </w:rPr>
                      <w:t>мкФ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, </w:t>
                    </w:r>
                  </w:p>
                  <w:p w:rsidR="009E23C5" w:rsidRDefault="009E23C5" w:rsidP="00577146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 Гн.</w:t>
                    </w:r>
                  </w:p>
                </w:txbxContent>
              </v:textbox>
            </v:shape>
            <v:rect id="_x0000_s1146" style="position:absolute;left:9348;top:4772;width:399;height:342" filled="f" stroked="f" strokeweight="1.25pt">
              <v:textbox style="mso-next-textbox:#_x0000_s1146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  <w:p w:rsidR="009E23C5" w:rsidRPr="006745DF" w:rsidRDefault="009E23C5" w:rsidP="00577146"/>
                </w:txbxContent>
              </v:textbox>
            </v:rect>
            <v:group id="_x0000_s1147" style="position:absolute;left:8550;top:5855;width:114;height:228" coordorigin="6840,6555" coordsize="171,285">
              <v:line id="_x0000_s1148" style="position:absolute;rotation:-90;flip:x" from="6754,6698" to="7039,6698"/>
              <v:line id="_x0000_s1149" style="position:absolute;rotation:-90" from="6903,6518" to="6948,6689">
                <v:stroke endarrow="oval" endarrowwidth="narrow" endarrowlength="short"/>
              </v:line>
              <v:line id="_x0000_s1150" style="position:absolute;rotation:-90;flip:y" from="6903,6706" to="6948,6877">
                <v:stroke endarrow="oval" endarrowwidth="narrow" endarrowlength="short"/>
              </v:line>
              <v:group id="_x0000_s1151" style="position:absolute;left:6840;top:6626;width:120;height:143" coordorigin="9681,14354" coordsize="399,912">
                <v:line id="_x0000_s1152" style="position:absolute;rotation:-90;flip:y" from="9767,14724" to="9995,15123"/>
                <v:line id="_x0000_s1153" style="position:absolute;rotation:-90;flip:y" from="9767,14268" to="9995,14667"/>
                <v:line id="_x0000_s1154" style="position:absolute;rotation:-90" from="9767,14496" to="9995,14895"/>
                <v:line id="_x0000_s1155" style="position:absolute;rotation:-90" from="9767,14952" to="9995,15351"/>
              </v:group>
            </v:group>
            <v:rect id="_x0000_s1156" style="position:absolute;left:9405;top:9332;width:570;height:456" filled="f" stroked="f" strokeweight="1.25pt">
              <v:textbox style="mso-next-textbox:#_x0000_s1156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L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157" style="position:absolute" from="9291,8876" to="9291,10130">
              <v:stroke endarrow="block"/>
            </v:line>
            <v:line id="_x0000_s1158" style="position:absolute" from="7809,8420" to="7809,8534" strokeweight="1.25pt"/>
            <v:line id="_x0000_s1159" style="position:absolute;flip:x" from="8949,8534" to="8949,9161" strokeweight="1.25pt">
              <v:stroke startarrow="oval" startarrowwidth="narrow" startarrowlength="short"/>
            </v:line>
            <v:rect id="_x0000_s1160" style="position:absolute;left:8607;top:9389;width:399;height:342" filled="f" stroked="f" strokeweight="1.25pt">
              <v:textbox style="mso-next-textbox:#_x0000_s1160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1161" style="position:absolute;left:8671;top:9439;width:684;height:127;rotation:90" coordorigin="4845,9177" coordsize="684,127">
              <v:shape id="_x0000_s1162" type="#_x0000_t19" style="position:absolute;left:4845;top:9177;width:114;height:114;rotation:-270;flip:x y" strokeweight="1.25pt"/>
              <v:shape id="_x0000_s1163" type="#_x0000_t19" style="position:absolute;left:4959;top:9190;width:114;height:114;rotation:270;flip:x" strokeweight="1.25pt"/>
              <v:shape id="_x0000_s1164" type="#_x0000_t19" style="position:absolute;left:5301;top:9190;width:114;height:114;rotation:-270;flip:x y" strokeweight="1.25pt"/>
              <v:shape id="_x0000_s1165" type="#_x0000_t19" style="position:absolute;left:5415;top:9190;width:114;height:114;rotation:270;flip:x" strokeweight="1.25pt"/>
              <v:shape id="_x0000_s1166" type="#_x0000_t19" style="position:absolute;left:5073;top:9190;width:114;height:114;rotation:-270;flip:x y" strokeweight="1.25pt"/>
              <v:shape id="_x0000_s1167" type="#_x0000_t19" style="position:absolute;left:5187;top:9190;width:114;height:114;rotation:270;flip:x" strokeweight="1.25pt"/>
            </v:group>
            <v:rect id="_x0000_s1168" style="position:absolute;left:7837;top:9475;width:627;height:228;rotation:-90" strokeweight="1.25pt"/>
            <v:line id="_x0000_s1169" style="position:absolute" from="8151,9902" to="8151,10700" strokeweight="1.25pt">
              <v:stroke endarrow="oval" endarrowwidth="narrow" endarrowlength="short"/>
            </v:line>
            <v:line id="_x0000_s1170" style="position:absolute;flip:x y" from="7467,8306" to="7581,8534" strokeweight="1.25pt">
              <v:stroke endarrow="block"/>
            </v:line>
            <v:line id="_x0000_s1171" style="position:absolute" from="7809,8534" to="9234,8534" strokeweight="1.25pt">
              <v:stroke endarrow="oval" endarrowwidth="narrow" endarrowlength="short"/>
            </v:line>
            <v:line id="_x0000_s1172" style="position:absolute;flip:y" from="7011,8591" to="7011,10697" strokeweight="1.25pt"/>
            <v:rect id="_x0000_s1173" style="position:absolute;left:7011;top:8135;width:342;height:340" filled="f" stroked="f" strokeweight="1.25pt">
              <v:textbox style="mso-next-textbox:#_x0000_s1173" inset="1pt,1pt,1pt,1pt">
                <w:txbxContent>
                  <w:p w:rsidR="009E23C5" w:rsidRDefault="009E23C5" w:rsidP="00577146">
                    <w:r>
                      <w:t>Кл</w:t>
                    </w:r>
                  </w:p>
                </w:txbxContent>
              </v:textbox>
            </v:rect>
            <v:line id="_x0000_s1174" style="position:absolute;flip:x" from="8151,8534" to="8151,9275" strokeweight="1.25pt">
              <v:stroke startarrow="oval" startarrowwidth="narrow" startarrowlength="short"/>
            </v:line>
            <v:line id="_x0000_s1175" style="position:absolute" from="7011,8565" to="7410,8565" strokeweight="1.25pt"/>
            <v:line id="_x0000_s1176" style="position:absolute;flip:y" from="7407,8420" to="7809,8565" strokeweight="1.25pt">
              <v:stroke startarrow="oval" startarrowwidth="narrow" startarrowlength="short"/>
            </v:line>
            <v:group id="_x0000_s1177" style="position:absolute;left:6726;top:9332;width:570;height:568" coordorigin="3135,9519" coordsize="570,568">
              <v:line id="_x0000_s1178" style="position:absolute;flip:y" from="3420,9690" to="3420,9918" strokeweight="1.25pt">
                <v:stroke endarrow="block" endarrowwidth="wide"/>
              </v:line>
              <v:oval id="_x0000_s1179" style="position:absolute;left:3136;top:9518;width:568;height:570;rotation:270" filled="f" strokeweight="1.25pt"/>
            </v:group>
            <v:line id="_x0000_s1180" style="position:absolute;flip:y" from="7923,10700" to="9234,10716" strokeweight="1.25pt">
              <v:stroke startarrowwidth="narrow" startarrowlength="short" endarrow="oval" endarrowwidth="narrow" endarrowlength="short"/>
            </v:line>
            <v:line id="_x0000_s1181" style="position:absolute" from="8949,9845" to="8949,10700" strokeweight="1.25pt">
              <v:stroke endarrow="oval" endarrowwidth="narrow" endarrowlength="short"/>
            </v:line>
            <v:rect id="_x0000_s1182" style="position:absolute;left:7638;top:9446;width:399;height:342" filled="f" stroked="f" strokeweight="1.25pt">
              <v:textbox style="mso-next-textbox:#_x0000_s1182" inset="1pt,1pt,1pt,1pt">
                <w:txbxContent>
                  <w:p w:rsidR="009E23C5" w:rsidRPr="00721C6F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shape id="_x0000_s1183" type="#_x0000_t202" style="position:absolute;left:1881;top:8591;width:3306;height:2239" stroked="f">
              <v:textbox style="mso-next-textbox:#_x0000_s1183">
                <w:txbxContent>
                  <w:p w:rsidR="009E23C5" w:rsidRPr="008E020F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8E020F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10 B,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 = 10 Ом,</w:t>
                    </w:r>
                    <w:r w:rsidRPr="001E51D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 xml:space="preserve"> = 100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 xml:space="preserve"> = 0.</w:t>
                    </w:r>
                    <w:r w:rsidRPr="008E020F"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t>5 Гн.</w:t>
                    </w:r>
                  </w:p>
                  <w:p w:rsidR="009E23C5" w:rsidRDefault="009E23C5" w:rsidP="00577146"/>
                  <w:p w:rsidR="009E23C5" w:rsidRDefault="009E23C5" w:rsidP="00577146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1184" style="position:absolute;left:6270;top:9446;width:400;height:456" filled="f" stroked="f" strokeweight="1.25pt">
              <v:textbox style="mso-next-textbox:#_x0000_s1184" inset="1pt,1pt,1pt,1pt">
                <w:txbxContent>
                  <w:p w:rsidR="009E23C5" w:rsidRPr="00EB2745" w:rsidRDefault="009E23C5" w:rsidP="00577146">
                    <w:r>
                      <w:rPr>
                        <w:sz w:val="28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185" style="position:absolute;left:7809;top:12312;width:627;height:228" filled="f" strokeweight="1.25pt"/>
            <v:line id="_x0000_s1186" style="position:absolute;flip:y" from="7353,12426" to="7809,12426" strokeweight="1.25pt">
              <v:stroke startarrow="oval" startarrowwidth="narrow" startarrowlength="short"/>
            </v:line>
            <v:line id="_x0000_s1187" style="position:absolute;rotation:-90;flip:y" from="7521,12312" to="7521,12540" strokeweight="1.25pt">
              <v:stroke endarrow="block"/>
            </v:line>
            <v:line id="_x0000_s1188" style="position:absolute" from="7467,12766" to="7467,13735">
              <v:stroke endarrow="block"/>
            </v:line>
            <v:line id="_x0000_s1189" style="position:absolute" from="7353,14079" to="9747,14079" strokeweight="1.25pt">
              <v:stroke startarrow="oval" startarrowwidth="narrow" startarrowlength="short" endarrowwidth="narrow" endarrowlength="short"/>
            </v:line>
            <v:line id="_x0000_s1190" style="position:absolute" from="8436,12426" to="9747,12426" strokeweight="1.25pt">
              <v:stroke endarrowwidth="narrow" endarrowlength="short"/>
            </v:line>
            <v:group id="_x0000_s1191" style="position:absolute;left:8607;top:12654;width:228;height:627" coordorigin="6099,10602" coordsize="228,627">
              <v:line id="_x0000_s1192" style="position:absolute" from="6213,10602" to="6213,11058" strokeweight="1.25pt">
                <v:stroke endarrow="block" endarrowwidth="wide" endarrowlength="long"/>
              </v:line>
              <v:line id="_x0000_s1193" style="position:absolute" from="6099,11055" to="6327,11055" strokeweight="1.25pt"/>
              <v:line id="_x0000_s1194" style="position:absolute;flip:x" from="6213,11058" to="6213,11229" strokeweight="1.25pt"/>
            </v:group>
            <v:oval id="_x0000_s1195" style="position:absolute;left:8493;top:13452;width:456;height:456;rotation:-90;flip:y" filled="f" fillcolor="black" strokeweight="1.25pt"/>
            <v:line id="_x0000_s1196" style="position:absolute;rotation:90;flip:x y" from="8607,13623" to="8835,13623" strokeweight="1.25pt">
              <v:stroke startarrowwidth="narrow" startarrowlength="short" endarrow="block"/>
            </v:line>
            <v:line id="_x0000_s1197" style="position:absolute;rotation:90;flip:x y" from="7894,13253" to="9547,13253" strokeweight="1.25pt">
              <v:stroke startarrow="oval" startarrowwidth="narrow" startarrowlength="short" endarrow="oval" endarrowwidth="narrow" endarrowlength="short"/>
            </v:line>
            <v:shape id="_x0000_s1198" type="#_x0000_t202" style="position:absolute;left:7923;top:11856;width:570;height:456" filled="f" stroked="f">
              <v:textbox style="mso-next-textbox:#_x0000_s1198">
                <w:txbxContent>
                  <w:p w:rsidR="009E23C5" w:rsidRPr="00510963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Pr="007939A6" w:rsidRDefault="009E23C5" w:rsidP="00577146"/>
                </w:txbxContent>
              </v:textbox>
            </v:shape>
            <v:shape id="_x0000_s1199" type="#_x0000_t202" style="position:absolute;left:8037;top:12825;width:570;height:456" filled="f" stroked="f">
              <v:textbox style="mso-next-textbox:#_x0000_s1199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1200" style="position:absolute;left:8037;top:13509;width:399;height:400;rotation:-270;flip:x" filled="f" stroked="f" strokeweight="1.25pt">
              <v:textbox style="mso-next-textbox:#_x0000_s1200" inset="1pt,1pt,1pt,1pt">
                <w:txbxContent>
                  <w:p w:rsidR="009E23C5" w:rsidRPr="00510963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01</w:t>
                    </w:r>
                  </w:p>
                </w:txbxContent>
              </v:textbox>
            </v:rect>
            <v:rect id="_x0000_s1201" style="position:absolute;left:7410;top:12027;width:400;height:342" filled="f" stroked="f" strokeweight="1.25pt">
              <v:textbox style="mso-next-textbox:#_x0000_s1201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>
                      <w:rPr>
                        <w:sz w:val="16"/>
                        <w:lang w:val="en-US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_x0000_s1202" type="#_x0000_t202" style="position:absolute;left:6612;top:12994;width:741;height:513" stroked="f">
              <v:textbox style="mso-next-textbox:#_x0000_s1202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rect id="_x0000_s1203" style="position:absolute;left:9433;top:13367;width:627;height:228;rotation:270" strokeweight="1.25pt"/>
            <v:line id="_x0000_s1204" style="position:absolute;flip:y" from="9750,12426" to="9750,13167" strokeweight="1.25pt">
              <v:stroke endarrowwidth="narrow" endarrowlength="short"/>
            </v:line>
            <v:rect id="_x0000_s1205" style="position:absolute;left:9234;top:13281;width:399;height:342" filled="f" stroked="f" strokeweight="1.25pt">
              <v:textbox style="mso-next-textbox:#_x0000_s1205" inset="1pt,1pt,1pt,1pt">
                <w:txbxContent>
                  <w:p w:rsidR="009E23C5" w:rsidRPr="00721C6F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line id="_x0000_s1206" style="position:absolute" from="9747,13794" to="9747,14079" strokeweight="1.25pt">
              <v:stroke endarrowwidth="narrow" endarrowlength="short"/>
            </v:line>
            <v:shape id="_x0000_s1207" type="#_x0000_t202" style="position:absolute;left:1596;top:11687;width:4617;height:1083" stroked="f">
              <v:textbox style="mso-next-textbox:#_x0000_s1207">
                <w:txbxContent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=20 В,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=25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=25 Ом, 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  <w:r>
                      <w:rPr>
                        <w:sz w:val="24"/>
                      </w:rPr>
                      <w:t xml:space="preserve">=10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</w:p>
                  <w:p w:rsidR="009E23C5" w:rsidRPr="00572ECB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 - идеальный диод.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</w:p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group id="_x0000_s1208" style="position:absolute;left:2394;top:12882;width:3021;height:1482" coordorigin="7638,4007" coordsize="3021,1482">
              <v:rect id="_x0000_s1209" style="position:absolute;left:7638;top:4007;width:3021;height:1482" filled="f"/>
              <v:shape id="_x0000_s1210" type="#_x0000_t202" style="position:absolute;left:9861;top:4064;width:342;height:342" filled="f" stroked="f">
                <v:textbox style="mso-next-textbox:#_x0000_s1210">
                  <w:txbxContent>
                    <w:p w:rsidR="009E23C5" w:rsidRDefault="009E23C5" w:rsidP="00577146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1211" type="#_x0000_t202" style="position:absolute;left:7752;top:4178;width:1938;height:684" filled="f" stroked="f">
                <v:textbox style="mso-next-textbox:#_x0000_s1211">
                  <w:txbxContent>
                    <w:p w:rsidR="009E23C5" w:rsidRDefault="009E23C5" w:rsidP="00577146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577146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1212" type="#_x0000_t202" style="position:absolute;left:10260;top:4976;width:399;height:342" filled="f" stroked="f">
                <v:textbox style="mso-next-textbox:#_x0000_s1212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1213" style="position:absolute" from="9918,4178" to="9918,5432"/>
              <v:line id="_x0000_s1214" style="position:absolute" from="9006,5261" to="10545,5261"/>
              <v:line id="_x0000_s1215" style="position:absolute" from="9120,5258" to="9918,5258" strokeweight="1.5pt"/>
              <v:line id="_x0000_s1216" style="position:absolute" from="9918,4463" to="9918,5261" strokeweight="1.5pt"/>
            </v:group>
            <v:group id="_x0000_s1217" style="position:absolute;left:9633;top:12540;width:228;height:627" coordorigin="6099,10602" coordsize="228,627">
              <v:line id="_x0000_s1218" style="position:absolute" from="6213,10602" to="6213,11058" strokeweight="1.25pt">
                <v:stroke endarrow="block" endarrowwidth="wide" endarrowlength="long"/>
              </v:line>
              <v:line id="_x0000_s1219" style="position:absolute" from="6099,11055" to="6327,11055" strokeweight="1.25pt"/>
              <v:line id="_x0000_s1220" style="position:absolute;flip:x" from="6213,11058" to="6213,11229" strokeweight="1.25pt"/>
            </v:group>
            <v:shape id="_x0000_s1221" type="#_x0000_t202" style="position:absolute;left:9063;top:12654;width:570;height:456" filled="f" stroked="f">
              <v:textbox style="mso-next-textbox:#_x0000_s1221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1222" style="position:absolute;left:7296;top:10602;width:627;height:228" filled="f" strokeweight="1.25pt"/>
            <v:line id="_x0000_s1223" style="position:absolute;flip:y" from="7011,10716" to="7296,10716" strokeweight="1.25pt"/>
            <v:rect id="_x0000_s1224" style="position:absolute;left:7467;top:10203;width:513;height:513;flip:y" filled="f" stroked="f" strokeweight="1.25pt">
              <v:textbox style="mso-next-textbox:#_x0000_s1224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1225" style="position:absolute;margin-left:3.2pt;margin-top:5.85pt;width:456.05pt;height:706.8pt;z-index:251664384" coordorigin="1482,684" coordsize="9121,14136">
            <v:shape id="_x0000_s1226" type="#_x0000_t202" style="position:absolute;left:1539;top:1251;width:2451;height:432" filled="f" stroked="f">
              <v:textbox style="mso-next-textbox:#_x0000_s1226">
                <w:txbxContent>
                  <w:p w:rsidR="009E23C5" w:rsidRPr="002952F4" w:rsidRDefault="009E23C5" w:rsidP="00577146">
                    <w:pPr>
                      <w:pStyle w:val="Heading1"/>
                    </w:pPr>
                    <w:r>
                      <w:t>Задача № 1</w:t>
                    </w:r>
                    <w:r w:rsidRPr="0004040A">
                      <w:rPr>
                        <w:color w:val="000000"/>
                      </w:rPr>
                      <w:t>.302</w:t>
                    </w:r>
                  </w:p>
                </w:txbxContent>
              </v:textbox>
            </v:shape>
            <v:shape id="_x0000_s1227" type="#_x0000_t202" style="position:absolute;left:1482;top:684;width:2622;height:456">
              <v:textbox style="mso-next-textbox:#_x0000_s1227">
                <w:txbxContent>
                  <w:p w:rsidR="009E23C5" w:rsidRPr="002952F4" w:rsidRDefault="009E23C5" w:rsidP="005771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302</w:t>
                    </w:r>
                  </w:p>
                </w:txbxContent>
              </v:textbox>
            </v:shape>
            <v:rect id="_x0000_s1228" style="position:absolute;left:1482;top:1140;width:9121;height:3420" filled="f" strokeweight="2pt"/>
            <v:shape id="_x0000_s1229" type="#_x0000_t202" style="position:absolute;left:1482;top:4671;width:2387;height:432" filled="f" stroked="f">
              <v:textbox style="mso-next-textbox:#_x0000_s1229">
                <w:txbxContent>
                  <w:p w:rsidR="009E23C5" w:rsidRPr="002952F4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302</w:t>
                    </w:r>
                  </w:p>
                </w:txbxContent>
              </v:textbox>
            </v:shape>
            <v:rect id="_x0000_s1230" style="position:absolute;left:1482;top:4560;width:9121;height:3420" filled="f" strokeweight="2pt"/>
            <v:rect id="_x0000_s1231" style="position:absolute;left:1482;top:7980;width:9121;height:3420" filled="f" strokeweight="2pt"/>
            <v:rect id="_x0000_s1232" style="position:absolute;left:1482;top:11400;width:9121;height:3420" filled="f" strokeweight="2pt"/>
            <v:shape id="_x0000_s1233" type="#_x0000_t202" style="position:absolute;left:1539;top:8061;width:2387;height:432" filled="f" stroked="f">
              <v:textbox style="mso-next-textbox:#_x0000_s1233">
                <w:txbxContent>
                  <w:p w:rsidR="009E23C5" w:rsidRPr="002952F4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302</w:t>
                    </w:r>
                  </w:p>
                </w:txbxContent>
              </v:textbox>
            </v:shape>
            <v:shape id="_x0000_s1234" type="#_x0000_t202" style="position:absolute;left:1539;top:11457;width:2387;height:432" filled="f" stroked="f">
              <v:textbox style="mso-next-textbox:#_x0000_s1234">
                <w:txbxContent>
                  <w:p w:rsidR="009E23C5" w:rsidRPr="002952F4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302</w:t>
                    </w:r>
                  </w:p>
                </w:txbxContent>
              </v:textbox>
            </v:shape>
            <v:group id="_x0000_s1235" style="position:absolute;left:1824;top:1251;width:7353;height:3021" coordorigin="1824,1066" coordsize="7353,3021">
              <v:rect id="_x0000_s1236" style="position:absolute;left:5187;top:1807;width:343;height:286" filled="f" stroked="f" strokeweight="1.25pt">
                <v:textbox style="mso-next-textbox:#_x0000_s1236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1237" style="position:absolute;rotation:-180;flip:y" from="5700,2377" to="7638,2377" strokeweight="1.25pt">
                <v:stroke endarrowwidth="narrow" endarrowlength="short"/>
              </v:line>
              <v:line id="_x0000_s1238" style="position:absolute;rotation:360;flip:x y" from="6726,3916" to="6726,4087" strokeweight="1.25pt"/>
              <v:line id="_x0000_s1239" style="position:absolute;rotation:360;flip:x y" from="6726,3118" to="6726,3289" strokeweight="1.25pt">
                <v:stroke endarrow="oval" endarrowwidth="narrow" endarrowlength="short"/>
              </v:line>
              <v:rect id="_x0000_s1240" style="position:absolute;left:6407;top:3483;width:628;height:239;rotation:450;flip:x y" filled="f" strokeweight="1.25pt"/>
              <v:line id="_x0000_s1241" style="position:absolute" from="6726,4087" to="8721,4087" strokeweight="1.25pt">
                <v:stroke endarrowwidth="narrow" endarrowlength="short"/>
              </v:line>
              <v:oval id="_x0000_s1242" style="position:absolute;left:8435;top:3289;width:568;height:570" filled="f" strokeweight="1.25pt"/>
              <v:rect id="_x0000_s1243" style="position:absolute;left:8606;top:3403;width:343;height:342;rotation:-180;flip:x" filled="f" stroked="f" strokeweight="1.25pt">
                <v:textbox style="mso-next-textbox:#_x0000_s1243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rect>
              <v:rect id="_x0000_s1244" style="position:absolute;left:7638;top:1580;width:628;height:239" filled="f" strokeweight="1.25pt"/>
              <v:oval id="_x0000_s1245" style="position:absolute;left:5928;top:2833;width:568;height:570;rotation:180;flip:x" filled="f" strokeweight="1.25pt"/>
              <v:oval id="_x0000_s1246" style="position:absolute;left:5928;top:1408;width:568;height:570;rotation:180;flip:x" filled="f" strokeweight="1.25pt"/>
              <v:line id="_x0000_s1247" style="position:absolute;rotation:-180" from="5643,1693" to="7638,1693" strokeweight="1.25pt">
                <v:stroke endarrowwidth="narrow" endarrowlength="short"/>
              </v:line>
              <v:line id="_x0000_s1248" style="position:absolute;rotation:-90" from="8493,1466" to="8493,1922" strokeweight="1.25pt">
                <v:stroke endarrowwidth="narrow" endarrowlength="short"/>
              </v:line>
              <v:line id="_x0000_s1249" style="position:absolute;flip:x" from="5643,1693" to="5644,3118" strokeweight="1.25pt">
                <v:stroke endarrowwidth="narrow" endarrowlength="short"/>
              </v:line>
              <v:rect id="_x0000_s1250" style="position:absolute;left:7638;top:2263;width:628;height:239" filled="f" strokeweight="1.25pt"/>
              <v:line id="_x0000_s1251" style="position:absolute;flip:x" from="8720,1693" to="8721,3289" strokeweight="1.25pt">
                <v:stroke endarrowwidth="narrow" endarrowlength="short"/>
              </v:line>
              <v:line id="_x0000_s1252" style="position:absolute;flip:y" from="8720,3859" to="8720,4087" strokeweight="1.25pt">
                <v:stroke endarrowwidth="narrow" endarrowlength="short"/>
              </v:line>
              <v:line id="_x0000_s1253" style="position:absolute;rotation:-90" from="8493,2149" to="8493,2605" strokeweight="1.25pt">
                <v:stroke endarrow="oval" endarrowwidth="narrow" endarrowlength="short"/>
              </v:line>
              <v:line id="_x0000_s1254" style="position:absolute;rotation:-90;flip:y" from="8069,2918" to="8069,3317" strokeweight="1.25pt">
                <v:stroke endarrowwidth="narrow" endarrowlength="short"/>
              </v:line>
              <v:line id="_x0000_s1255" style="position:absolute" from="5358,2377" to="5643,2377" strokeweight="1.25pt">
                <v:stroke endarrow="oval" endarrowwidth="narrow" endarrowlength="short"/>
              </v:line>
              <v:line id="_x0000_s1256" style="position:absolute;rotation:-90;flip:x" from="5187,2377" to="5529,2377" strokeweight="1.25pt">
                <v:stroke endarrowwidth="narrow" endarrowlength="short"/>
              </v:line>
              <v:rect id="_x0000_s1257" style="position:absolute;left:8834;top:2263;width:343;height:286" filled="f" stroked="f" strokeweight="1.25pt">
                <v:textbox style="mso-next-textbox:#_x0000_s1257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</v:rect>
              <v:shape id="_x0000_s1258" type="#_x0000_t202" style="position:absolute;left:1824;top:1864;width:1539;height:1881" filled="f" stroked="f">
                <v:textbox style="mso-next-textbox:#_x0000_s1258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  <w:r>
                        <w:rPr>
                          <w:sz w:val="24"/>
                        </w:rPr>
                        <w:t>=9 В,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24"/>
                        </w:rPr>
                        <w:t>=24 В,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sz w:val="24"/>
                        </w:rPr>
                        <w:t xml:space="preserve"> =0.1 А,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  <w:r>
                        <w:rPr>
                          <w:sz w:val="24"/>
                        </w:rPr>
                        <w:t>=100 Ом,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sz w:val="24"/>
                        </w:rPr>
                        <w:t>=50 Ом,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24"/>
                        </w:rPr>
                        <w:t>=50 Ом,</w:t>
                      </w:r>
                    </w:p>
                  </w:txbxContent>
                </v:textbox>
              </v:shape>
              <v:rect id="_x0000_s1259" style="position:absolute;left:6954;top:2605;width:685;height:444;flip:y" filled="f" stroked="f" strokeweight="1.25pt">
                <v:textbox style="mso-next-textbox:#_x0000_s1259" inset="1pt,1pt,1pt,1pt">
                  <w:txbxContent>
                    <w:p w:rsidR="009E23C5" w:rsidRDefault="009E23C5" w:rsidP="0057714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1260" style="position:absolute;left:7809;top:1180;width:513;height:513;flip:y" filled="f" stroked="f" strokeweight="1.25pt">
                <v:textbox style="mso-next-textbox:#_x0000_s1260" inset="1pt,1pt,1pt,1pt">
                  <w:txbxContent>
                    <w:p w:rsidR="009E23C5" w:rsidRPr="003A5600" w:rsidRDefault="009E23C5" w:rsidP="005771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261" style="position:absolute;left:7809;top:1864;width:455;height:400;flip:y" filled="f" stroked="f" strokeweight="1.25pt">
                <v:textbox style="mso-next-textbox:#_x0000_s1261" inset="1pt,1pt,1pt,1pt">
                  <w:txbxContent>
                    <w:p w:rsidR="009E23C5" w:rsidRPr="003A5600" w:rsidRDefault="009E23C5" w:rsidP="005771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1262" style="position:absolute;left:6954;top:3403;width:628;height:400;flip:y" filled="f" stroked="f" strokeweight="1.25pt">
                <v:textbox style="mso-next-textbox:#_x0000_s1262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oval id="_x0000_s1263" style="position:absolute;left:7410;top:2833;width:568;height:570;flip:y" filled="f" strokeweight="1.25pt"/>
              <v:line id="_x0000_s1264" style="position:absolute;flip:y" from="5643,3118" to="7695,3118" strokeweight="1.25pt">
                <v:stroke endarrow="open" endarrowlength="short"/>
              </v:line>
              <v:line id="_x0000_s1265" style="position:absolute;flip:x" from="8265,2377" to="8721,3118" strokeweight="1.25pt">
                <v:stroke endarrowwidth="narrow" endarrowlength="short"/>
              </v:line>
              <v:line id="_x0000_s1266" style="position:absolute;flip:y" from="7809,3118" to="7867,3119" strokeweight="1.25pt">
                <v:stroke endarrow="open" endarrowlength="short"/>
              </v:line>
              <v:rect id="_x0000_s1267" style="position:absolute;left:6098;top:1066;width:628;height:360;flip:y" filled="f" stroked="f" strokeweight="1.25pt">
                <v:textbox style="mso-next-textbox:#_x0000_s1267" inset="1pt,1pt,1pt,1pt">
                  <w:txbxContent>
                    <w:p w:rsidR="009E23C5" w:rsidRPr="007E78AD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268" style="position:absolute;left:6612;top:2719;width:343;height:286;flip:y" filled="f" stroked="f" strokeweight="1.25pt">
                <v:textbox style="mso-next-textbox:#_x0000_s1268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line id="_x0000_s1269" style="position:absolute;rotation:-90" from="6177,1558" to="6178,1830" strokeweight="1.25pt">
                <v:stroke endarrow="block" endarrowwidth="wide"/>
              </v:line>
              <v:group id="_x0000_s1270" style="position:absolute;left:8949;top:3061;width:114;height:228" coordorigin="6954,3876" coordsize="741,969">
                <v:line id="_x0000_s1271" style="position:absolute;rotation:-90;flip:x" from="7325,4564" to="7325,4975"/>
                <v:group id="_x0000_s1272" style="position:absolute;left:6954;top:3876;width:741;height:969" coordorigin="4266,11962" coordsize="575,853">
                  <v:line id="_x0000_s1273" style="position:absolute;rotation:-90;flip:y" from="4009,12559" to="4522,12559"/>
                  <v:shape id="_x0000_s1274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1275" style="position:absolute;rotation:-90;flip:y" from="4579,12559" to="5092,12559"/>
                </v:group>
              </v:group>
              <v:line id="_x0000_s1276" style="position:absolute;rotation:-90" from="6234,2983" to="6235,3255" strokeweight="1.25pt">
                <v:stroke endarrow="block" endarrowwidth="wide"/>
              </v:line>
              <v:rect id="_x0000_s1277" style="position:absolute;left:6098;top:2434;width:628;height:360;flip:y" filled="f" stroked="f" strokeweight="1.25pt">
                <v:textbox style="mso-next-textbox:#_x0000_s1277" inset="1pt,1pt,1pt,1pt">
                  <w:txbxContent>
                    <w:p w:rsidR="009E23C5" w:rsidRPr="007E78AD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</v:group>
            <v:group id="_x0000_s1278" style="position:absolute;left:1824;top:5070;width:8518;height:2679" coordorigin="1824,4885" coordsize="8518,2679">
              <v:line id="_x0000_s1279" style="position:absolute" from="6783,6595" to="6783,6937" strokeweight="1pt">
                <v:stroke endarrow="block" endarrowwidth="wide"/>
              </v:line>
              <v:shape id="_x0000_s1280" type="#_x0000_t202" style="position:absolute;left:7695;top:6560;width:741;height:491" filled="f" stroked="f" strokeweight="1.25pt">
                <v:textbox style="mso-next-textbox:#_x0000_s1280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1281" style="position:absolute;flip:x" from="7980,6994" to="7980,7222" strokeweight=".5pt">
                <v:stroke endarrow="oval" endarrowwidth="narrow" endarrowlength="short"/>
              </v:line>
              <v:group id="_x0000_s1282" style="position:absolute;left:8550;top:6823;width:114;height:228" coordorigin="6840,6555" coordsize="171,285">
                <v:line id="_x0000_s1283" style="position:absolute;rotation:-90;flip:x" from="6754,6698" to="7039,6698"/>
                <v:line id="_x0000_s1284" style="position:absolute;rotation:-90" from="6903,6518" to="6948,6689">
                  <v:stroke endarrow="oval" endarrowwidth="narrow" endarrowlength="short"/>
                </v:line>
                <v:line id="_x0000_s1285" style="position:absolute;rotation:-90;flip:y" from="6903,6706" to="6948,6877">
                  <v:stroke endarrow="oval" endarrowwidth="narrow" endarrowlength="short"/>
                </v:line>
                <v:group id="_x0000_s1286" style="position:absolute;left:6840;top:6626;width:120;height:143" coordorigin="9681,14354" coordsize="399,912">
                  <v:line id="_x0000_s1287" style="position:absolute;rotation:-90;flip:y" from="9767,14724" to="9995,15123"/>
                  <v:line id="_x0000_s1288" style="position:absolute;rotation:-90;flip:y" from="9767,14268" to="9995,14667"/>
                  <v:line id="_x0000_s1289" style="position:absolute;rotation:-90" from="9767,14496" to="9995,14895"/>
                  <v:line id="_x0000_s1290" style="position:absolute;rotation:-90" from="9767,14952" to="9995,15351"/>
                </v:group>
              </v:group>
              <v:line id="_x0000_s1291" style="position:absolute;flip:x y" from="7980,6253" to="7980,6538" strokeweight=".5pt">
                <v:stroke endarrow="oval" endarrowwidth="narrow" endarrowlength="short"/>
              </v:line>
              <v:line id="_x0000_s1292" style="position:absolute;rotation:-90;flip:x y" from="7378,5655" to="7381,6855" strokeweight="1.25pt">
                <v:stroke startarrow="oval" startarrowwidth="narrow" startarrowlength="short" endarrow="oval" endarrowwidth="narrow" endarrowlength="short"/>
              </v:line>
              <v:oval id="_x0000_s1293" style="position:absolute;left:6957;top:6025;width:456;height:456;rotation:37016fd" filled="f" strokeweight="1.25pt"/>
              <v:rect id="_x0000_s1294" style="position:absolute;left:7068;top:6652;width:570;height:399" filled="f" stroked="f" strokeweight="1.25pt">
                <v:textbox style="mso-next-textbox:#_x0000_s1294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1295" style="position:absolute;rotation:-90;flip:x" from="5814,6253" to="7752,6253" strokeweight="1.25pt"/>
              <v:line id="_x0000_s1296" style="position:absolute" from="7980,6253" to="8667,6256" strokeweight="1.25pt">
                <v:stroke endarrow="oval" endarrowwidth="narrow" endarrowlength="short"/>
              </v:line>
              <v:line id="_x0000_s1297" style="position:absolute" from="6783,5284" to="7980,5284" strokeweight="1.25pt">
                <v:stroke endarrow="oval" endarrowwidth="narrow" endarrowlength="short"/>
              </v:line>
              <v:line id="_x0000_s1298" style="position:absolute;flip:y" from="6786,7222" to="7980,7225" strokeweight="1.25pt">
                <v:stroke endarrow="oval" endarrowwidth="narrow" endarrowlength="short"/>
              </v:line>
              <v:line id="_x0000_s1299" style="position:absolute;flip:y" from="8949,5284" to="10203,5284" strokeweight="1.25pt">
                <v:stroke startarrow="oval" startarrowwidth="narrow" startarrowlength="short"/>
              </v:line>
              <v:oval id="_x0000_s1300" style="position:absolute;left:6558;top:6595;width:456;height:456;rotation:90" filled="f" strokeweight="1.25pt"/>
              <v:oval id="_x0000_s1301" style="position:absolute;left:6555;top:5455;width:456;height:456;rotation:-90" filled="f" strokeweight="1.25pt"/>
              <v:line id="_x0000_s1302" style="position:absolute;rotation:-90" from="8322,6880" to="8322,7564" strokeweight="1.25pt">
                <v:stroke endarrowwidth="narrow" endarrowlength="short"/>
              </v:line>
              <v:rect id="_x0000_s1303" style="position:absolute;left:9063;top:5398;width:855;height:399;flip:x y" filled="f" stroked="f" strokeweight="1.25pt">
                <v:textbox style="mso-next-textbox:#_x0000_s1303" inset="1pt,1pt,1pt,1pt">
                  <w:txbxContent>
                    <w:p w:rsidR="009E23C5" w:rsidRDefault="009E23C5" w:rsidP="00577146">
                      <w:r>
                        <w:rPr>
                          <w:sz w:val="24"/>
                          <w:lang w:val="en-US"/>
                        </w:rPr>
                        <w:t>R</w:t>
                      </w:r>
                    </w:p>
                  </w:txbxContent>
                </v:textbox>
              </v:rect>
              <v:shape id="_x0000_s1304" type="#_x0000_t202" style="position:absolute;left:8664;top:6997;width:627;height:396" filled="f" stroked="f" strokeweight="1.25pt">
                <v:textbox>
                  <w:txbxContent>
                    <w:p w:rsidR="009E23C5" w:rsidRPr="00F97238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F97238">
                        <w:rPr>
                          <w:sz w:val="24"/>
                          <w:szCs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line id="_x0000_s1305" style="position:absolute;rotation:-90;flip:y" from="9660,6682" to="9663,7765" strokeweight="1.25pt">
                <v:stroke endarrowwidth="narrow" endarrowlength="short"/>
              </v:line>
              <v:shape id="_x0000_s1306" type="#_x0000_t202" style="position:absolute;left:7752;top:4885;width:399;height:342" filled="f" stroked="f" strokeweight="1.25pt">
                <v:textbox style="mso-next-textbox:#_x0000_s1306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307" type="#_x0000_t202" style="position:absolute;left:7809;top:7222;width:399;height:342" filled="f" stroked="f" strokeweight="1.25pt">
                <v:textbox style="mso-next-textbox:#_x0000_s1307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308" type="#_x0000_t202" style="position:absolute;left:7809;top:5854;width:399;height:342" filled="f" stroked="f" strokeweight="1.25pt">
                <v:textbox style="mso-next-textbox:#_x0000_s1308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rect id="_x0000_s1309" style="position:absolute;left:9861;top:6139;width:399;height:342" filled="f" stroked="f" strokeweight="1.25pt">
                <v:textbox style="mso-next-textbox:#_x0000_s1309" inset="1pt,1pt,1pt,1pt">
                  <w:txbxContent>
                    <w:p w:rsidR="009E23C5" w:rsidRDefault="009E23C5" w:rsidP="00577146">
                      <w:r>
                        <w:rPr>
                          <w:sz w:val="24"/>
                          <w:lang w:val="en-US"/>
                        </w:rPr>
                        <w:t>L</w:t>
                      </w:r>
                    </w:p>
                  </w:txbxContent>
                </v:textbox>
              </v:rect>
              <v:rect id="_x0000_s1310" style="position:absolute;left:7011;top:5683;width:570;height:342" filled="f" stroked="f" strokeweight="1.25pt">
                <v:textbox style="mso-next-textbox:#_x0000_s1310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B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1311" style="position:absolute;left:7011;top:5284;width:513;height:342" filled="f" stroked="f" strokeweight="1.25pt">
                <v:textbox style="mso-next-textbox:#_x0000_s1311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1312" style="position:absolute;flip:x" from="10203,6638" to="10204,7222" strokeweight="1.25pt">
                <v:stroke endarrowwidth="narrow" endarrowlength="short"/>
              </v:line>
              <v:line id="_x0000_s1313" style="position:absolute" from="10203,5284" to="10204,5961" strokeweight="1.25pt">
                <v:stroke endarrowwidth="narrow" endarrowlength="short"/>
              </v:line>
              <v:group id="_x0000_s1314" style="position:absolute;left:9934;top:6230;width:677;height:139;rotation:90" coordorigin="7980,11514" coordsize="684,114">
                <v:group id="_x0000_s1315" style="position:absolute;left:7980;top:11514;width:228;height:114" coordorigin="7239,9291" coordsize="228,114">
                  <v:shape id="_x0000_s1316" type="#_x0000_t19" style="position:absolute;left:7239;top:9291;width:114;height:114;rotation:-270;flip:x y" strokeweight="1.25pt"/>
                  <v:shape id="_x0000_s1317" type="#_x0000_t19" style="position:absolute;left:7353;top:9291;width:114;height:114;rotation:-270;flip:y" strokeweight="1.25pt"/>
                </v:group>
                <v:group id="_x0000_s1318" style="position:absolute;left:8208;top:11514;width:228;height:114" coordorigin="7239,9291" coordsize="228,114">
                  <v:shape id="_x0000_s1319" type="#_x0000_t19" style="position:absolute;left:7239;top:9291;width:114;height:114;rotation:-270;flip:x y" strokeweight="1.25pt"/>
                  <v:shape id="_x0000_s1320" type="#_x0000_t19" style="position:absolute;left:7353;top:9291;width:114;height:114;rotation:-270;flip:y" strokeweight="1.25pt"/>
                </v:group>
                <v:group id="_x0000_s1321" style="position:absolute;left:8436;top:11514;width:228;height:114" coordorigin="7239,9291" coordsize="228,114">
                  <v:shape id="_x0000_s1322" type="#_x0000_t19" style="position:absolute;left:7239;top:9291;width:114;height:114;rotation:-270;flip:x y" strokeweight="1.25pt"/>
                  <v:shape id="_x0000_s1323" type="#_x0000_t19" style="position:absolute;left:7353;top:9291;width:114;height:114;rotation:-270;flip:y" strokeweight="1.25pt"/>
                </v:group>
              </v:group>
              <v:line id="_x0000_s1324" style="position:absolute" from="5928,6253" to="6783,6253" strokeweight=".5pt"/>
              <v:line id="_x0000_s1325" style="position:absolute;flip:y" from="7011,6253" to="7296,6253" strokeweight="1pt">
                <v:stroke endarrow="block" endarrowwidth="wide"/>
              </v:line>
              <v:line id="_x0000_s1326" style="position:absolute;flip:y" from="6783,5569" to="6783,5797" strokeweight="1pt">
                <v:stroke endarrow="block" endarrowwidth="wide"/>
              </v:line>
              <v:oval id="_x0000_s1327" style="position:absolute;left:7752;top:6538;width:456;height:456;rotation:37016fd" filled="f" strokeweight="1.25pt"/>
              <v:group id="_x0000_s1328" style="position:absolute;left:8208;top:6310;width:114;height:228" coordorigin="6840,6555" coordsize="171,285">
                <v:line id="_x0000_s1329" style="position:absolute;rotation:-90;flip:x" from="6754,6698" to="7039,6698"/>
                <v:line id="_x0000_s1330" style="position:absolute;rotation:-90" from="6903,6518" to="6948,6689">
                  <v:stroke endarrow="oval" endarrowwidth="narrow" endarrowlength="short"/>
                </v:line>
                <v:line id="_x0000_s1331" style="position:absolute;rotation:-90;flip:y" from="6903,6706" to="6948,6877">
                  <v:stroke endarrow="oval" endarrowwidth="narrow" endarrowlength="short"/>
                </v:line>
                <v:group id="_x0000_s1332" style="position:absolute;left:6840;top:6626;width:120;height:143" coordorigin="9681,14354" coordsize="399,912">
                  <v:line id="_x0000_s1333" style="position:absolute;rotation:-90;flip:y" from="9767,14724" to="9995,15123"/>
                  <v:line id="_x0000_s1334" style="position:absolute;rotation:-90;flip:y" from="9767,14268" to="9995,14667"/>
                  <v:line id="_x0000_s1335" style="position:absolute;rotation:-90" from="9767,14496" to="9995,14895"/>
                  <v:line id="_x0000_s1336" style="position:absolute;rotation:-90" from="9767,14952" to="9995,15351"/>
                </v:group>
              </v:group>
              <v:oval id="_x0000_s1337" style="position:absolute;left:8664;top:6994;width:456;height:456;rotation:37016fd" filled="f" strokeweight="1.25pt"/>
              <v:shape id="_x0000_s1338" type="#_x0000_t202" style="position:absolute;left:5700;top:5591;width:627;height:491" filled="f" stroked="f" strokeweight="1.25pt">
                <v:textbox style="mso-next-textbox:#_x0000_s1338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1339" style="position:absolute;flip:x" from="5928,6025" to="5928,6253" strokeweight=".5pt">
                <v:stroke endarrowwidth="narrow" endarrowlength="short"/>
              </v:line>
              <v:group id="_x0000_s1340" style="position:absolute;left:6156;top:5341;width:114;height:228" coordorigin="6840,6555" coordsize="171,285">
                <v:line id="_x0000_s1341" style="position:absolute;rotation:-90;flip:x" from="6754,6698" to="7039,6698"/>
                <v:line id="_x0000_s1342" style="position:absolute;rotation:-90" from="6903,6518" to="6948,6689">
                  <v:stroke endarrow="oval" endarrowwidth="narrow" endarrowlength="short"/>
                </v:line>
                <v:line id="_x0000_s1343" style="position:absolute;rotation:-90;flip:y" from="6903,6706" to="6948,6877">
                  <v:stroke endarrow="oval" endarrowwidth="narrow" endarrowlength="short"/>
                </v:line>
                <v:group id="_x0000_s1344" style="position:absolute;left:6840;top:6626;width:120;height:143" coordorigin="9681,14354" coordsize="399,912">
                  <v:line id="_x0000_s1345" style="position:absolute;rotation:-90;flip:y" from="9767,14724" to="9995,15123"/>
                  <v:line id="_x0000_s1346" style="position:absolute;rotation:-90;flip:y" from="9767,14268" to="9995,14667"/>
                  <v:line id="_x0000_s1347" style="position:absolute;rotation:-90" from="9767,14496" to="9995,14895"/>
                  <v:line id="_x0000_s1348" style="position:absolute;rotation:-90" from="9767,14952" to="9995,15351"/>
                </v:group>
              </v:group>
              <v:line id="_x0000_s1349" style="position:absolute;flip:x y" from="5925,5284" to="5925,5569" strokeweight=".5pt">
                <v:stroke endarrowwidth="narrow" endarrowlength="short"/>
              </v:line>
              <v:oval id="_x0000_s1350" style="position:absolute;left:5700;top:5569;width:456;height:456;rotation:37016fd" filled="f" strokeweight="1.25pt"/>
              <v:line id="_x0000_s1351" style="position:absolute" from="5928,5284" to="6783,5284" strokeweight=".5pt"/>
              <v:group id="_x0000_s1352" style="position:absolute;left:9348;top:6538;width:114;height:399;rotation:13937855fd" coordorigin="6270,13509" coordsize="114,456">
                <v:line id="_x0000_s1353" style="position:absolute;flip:x" from="6270,13509" to="6270,13965" strokeweight="2.5pt"/>
                <v:line id="_x0000_s1354" style="position:absolute;flip:x" from="6384,13509" to="6384,13965" strokeweight="2.5pt"/>
              </v:group>
              <v:rect id="_x0000_s1355" style="position:absolute;left:9234;top:6253;width:399;height:342" filled="f" stroked="f" strokeweight="1.25pt">
                <v:textbox style="mso-next-textbox:#_x0000_s1355" inset="1pt,1pt,1pt,1pt">
                  <w:txbxContent>
                    <w:p w:rsidR="009E23C5" w:rsidRDefault="009E23C5" w:rsidP="00577146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  <v:shape id="_x0000_s1356" type="#_x0000_t202" style="position:absolute;left:1824;top:4942;width:3363;height:2508" stroked="f">
                <v:textbox>
                  <w:txbxContent>
                    <w:p w:rsidR="009E23C5" w:rsidRDefault="009E23C5" w:rsidP="00577146">
                      <w:pPr>
                        <w:jc w:val="both"/>
                      </w:pPr>
                      <w:r>
                        <w:rPr>
                          <w:sz w:val="24"/>
                        </w:rPr>
                        <w:t>Напряжения симметричного трёхфазного генератора</w:t>
                      </w:r>
                      <w:r>
                        <w:t>:</w:t>
                      </w:r>
                    </w:p>
                    <w:p w:rsidR="009E23C5" w:rsidRPr="00696D40" w:rsidRDefault="009E23C5" w:rsidP="00577146">
                      <w:pPr>
                        <w:ind w:firstLine="284"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 w:rsidRPr="00696D40">
                        <w:rPr>
                          <w:sz w:val="24"/>
                          <w:lang w:val="en-US"/>
                        </w:rPr>
                        <w:t>(</w:t>
                      </w:r>
                      <w:r>
                        <w:rPr>
                          <w:sz w:val="24"/>
                          <w:lang w:val="en-US"/>
                        </w:rPr>
                        <w:t>t</w:t>
                      </w:r>
                      <w:r w:rsidRPr="00696D40">
                        <w:rPr>
                          <w:sz w:val="24"/>
                          <w:lang w:val="en-US"/>
                        </w:rPr>
                        <w:t>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 w:rsidRPr="00696D40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50</w:t>
                      </w:r>
                      <w:r w:rsidRPr="00696D40">
                        <w:rPr>
                          <w:sz w:val="24"/>
                          <w:lang w:val="en-US"/>
                        </w:rPr>
                        <w:t xml:space="preserve">.9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 w:rsidRPr="00696D40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t)</w:t>
                      </w:r>
                      <w:r w:rsidRPr="00696D40">
                        <w:rPr>
                          <w:sz w:val="24"/>
                          <w:lang w:val="en-US"/>
                        </w:rPr>
                        <w:t>,</w:t>
                      </w:r>
                    </w:p>
                    <w:p w:rsidR="009E23C5" w:rsidRPr="00654F18" w:rsidRDefault="009E23C5" w:rsidP="00577146">
                      <w:pPr>
                        <w:ind w:firstLine="284"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В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50</w:t>
                      </w:r>
                      <w:r w:rsidRPr="00696D40">
                        <w:rPr>
                          <w:sz w:val="24"/>
                          <w:lang w:val="en-US"/>
                        </w:rPr>
                        <w:t>.9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</w:t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− 120</w:t>
                      </w:r>
                      <w:r w:rsidRPr="0045307F">
                        <w:rPr>
                          <w:sz w:val="24"/>
                          <w:vertAlign w:val="superscript"/>
                        </w:rPr>
                        <w:t>о</w:t>
                      </w:r>
                      <w:r>
                        <w:rPr>
                          <w:sz w:val="24"/>
                          <w:lang w:val="fr-FR"/>
                        </w:rPr>
                        <w:t>)</w:t>
                      </w:r>
                      <w:r>
                        <w:rPr>
                          <w:sz w:val="24"/>
                          <w:lang w:val="en-US"/>
                        </w:rPr>
                        <w:t>,</w:t>
                      </w:r>
                    </w:p>
                    <w:p w:rsidR="009E23C5" w:rsidRPr="00654F18" w:rsidRDefault="009E23C5" w:rsidP="00577146">
                      <w:pPr>
                        <w:ind w:firstLine="284"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50.9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</w:t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+ 120</w:t>
                      </w:r>
                      <w:r w:rsidRPr="0045307F">
                        <w:rPr>
                          <w:sz w:val="24"/>
                          <w:vertAlign w:val="superscript"/>
                        </w:rPr>
                        <w:t>о</w:t>
                      </w:r>
                      <w:r>
                        <w:rPr>
                          <w:sz w:val="24"/>
                          <w:lang w:val="fr-FR"/>
                        </w:rPr>
                        <w:t>)</w:t>
                      </w:r>
                      <w:r>
                        <w:rPr>
                          <w:sz w:val="24"/>
                          <w:lang w:val="en-US"/>
                        </w:rPr>
                        <w:t>,</w:t>
                      </w:r>
                    </w:p>
                    <w:p w:rsidR="009E23C5" w:rsidRPr="009C25EC" w:rsidRDefault="009E23C5" w:rsidP="00577146">
                      <w:pPr>
                        <w:jc w:val="both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9C25EC">
                        <w:rPr>
                          <w:sz w:val="24"/>
                          <w:szCs w:val="24"/>
                          <w:lang w:val="es-ES"/>
                        </w:rPr>
                        <w:t xml:space="preserve">f=50 </w:t>
                      </w:r>
                      <w:r w:rsidRPr="009C25EC">
                        <w:rPr>
                          <w:sz w:val="24"/>
                          <w:szCs w:val="24"/>
                        </w:rPr>
                        <w:t>Гц</w:t>
                      </w:r>
                      <w:r w:rsidRPr="009C25EC">
                        <w:rPr>
                          <w:sz w:val="24"/>
                          <w:szCs w:val="24"/>
                          <w:lang w:val="es-ES"/>
                        </w:rPr>
                        <w:t>,</w:t>
                      </w:r>
                    </w:p>
                    <w:p w:rsidR="009E23C5" w:rsidRPr="00617C9A" w:rsidRDefault="009E23C5" w:rsidP="0057714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617C9A">
                        <w:rPr>
                          <w:sz w:val="24"/>
                        </w:rPr>
                        <w:t>=</w:t>
                      </w:r>
                      <w:r>
                        <w:rPr>
                          <w:sz w:val="24"/>
                        </w:rPr>
                        <w:t>80</w:t>
                      </w:r>
                      <w:r w:rsidRPr="00617C9A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Ом</w:t>
                      </w:r>
                      <w:r w:rsidRPr="00617C9A">
                        <w:rPr>
                          <w:sz w:val="24"/>
                        </w:rPr>
                        <w:t xml:space="preserve">, </w:t>
                      </w:r>
                      <w:r>
                        <w:rPr>
                          <w:sz w:val="24"/>
                          <w:lang w:val="en-US"/>
                        </w:rPr>
                        <w:t>C</w:t>
                      </w:r>
                      <w:r w:rsidRPr="00617C9A">
                        <w:rPr>
                          <w:sz w:val="24"/>
                        </w:rPr>
                        <w:t>=</w:t>
                      </w:r>
                      <w:r>
                        <w:rPr>
                          <w:sz w:val="24"/>
                        </w:rPr>
                        <w:t>25</w:t>
                      </w:r>
                      <w:r w:rsidRPr="00617C9A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мкФ</w:t>
                      </w:r>
                      <w:r w:rsidRPr="00617C9A">
                        <w:rPr>
                          <w:sz w:val="24"/>
                        </w:rPr>
                        <w:t xml:space="preserve">, </w:t>
                      </w:r>
                    </w:p>
                    <w:p w:rsidR="009E23C5" w:rsidRDefault="009E23C5" w:rsidP="00577146">
                      <w:pPr>
                        <w:jc w:val="both"/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</w:rPr>
                        <w:t>=0.6 Гн.</w:t>
                      </w:r>
                    </w:p>
                  </w:txbxContent>
                </v:textbox>
              </v:shape>
              <v:rect id="_x0000_s1357" style="position:absolute;left:9112;top:5643;width:627;height:223;rotation:21416716fd" filled="f" strokeweight="1.25pt"/>
              <v:line id="_x0000_s1358" style="position:absolute;rotation:-4245401fd;flip:x y" from="9704,5291" to="10155,5586" strokeweight="1.25pt">
                <v:stroke startarrow="oval" startarrowwidth="narrow" startarrowlength="short" endarrowwidth="narrow" endarrowlength="short"/>
              </v:line>
              <v:line id="_x0000_s1359" style="position:absolute;rotation:-4245401fd;flip:x y" from="8647,5937" to="9160,6249" strokeweight="1.25pt">
                <v:stroke endarrow="oval" endarrowwidth="narrow" endarrowlength="short"/>
              </v:line>
              <v:line id="_x0000_s1360" style="position:absolute;rotation:-11723303fd;flip:x y" from="8642,6251" to="9348,6709" strokeweight="1.25pt">
                <v:stroke startarrow="oval" startarrowwidth="narrow" startarrowlength="short" endarrowwidth="narrow" endarrowlength="short"/>
              </v:line>
              <v:line id="_x0000_s1361" style="position:absolute;rotation:-11723303fd;flip:x y" from="9462,6765" to="10198,7217" strokeweight="1.25pt">
                <v:stroke endarrow="oval" endarrowwidth="narrow" endarrowlength="short"/>
              </v:line>
              <v:shape id="_x0000_s1362" type="#_x0000_t202" style="position:absolute;left:8151;top:5078;width:741;height:491" filled="f" stroked="f" strokeweight="1.25pt">
                <v:textbox style="mso-next-textbox:#_x0000_s1362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line id="_x0000_s1363" style="position:absolute" from="8664,5284" to="8949,5284" strokeweight=".5pt">
                <v:stroke endarrow="oval" endarrowwidth="narrow" endarrowlength="short"/>
              </v:line>
              <v:line id="_x0000_s1364" style="position:absolute;flip:x y" from="7980,5284" to="8208,5284" strokeweight=".5pt">
                <v:stroke endarrow="oval" endarrowwidth="narrow" endarrowlength="short"/>
              </v:line>
              <v:oval id="_x0000_s1365" style="position:absolute;left:8208;top:5056;width:456;height:456;rotation:37016fd" filled="f" strokeweight="1.25pt"/>
              <v:group id="_x0000_s1366" style="position:absolute;left:8664;top:4885;width:114;height:228" coordorigin="6840,6555" coordsize="171,285">
                <v:line id="_x0000_s1367" style="position:absolute;rotation:-90;flip:x" from="6754,6698" to="7039,6698"/>
                <v:line id="_x0000_s1368" style="position:absolute;rotation:-90" from="6903,6518" to="6948,6689">
                  <v:stroke endarrow="oval" endarrowwidth="narrow" endarrowlength="short"/>
                </v:line>
                <v:line id="_x0000_s1369" style="position:absolute;rotation:-90;flip:y" from="6903,6706" to="6948,6877">
                  <v:stroke endarrow="oval" endarrowwidth="narrow" endarrowlength="short"/>
                </v:line>
                <v:group id="_x0000_s1370" style="position:absolute;left:6840;top:6626;width:120;height:143" coordorigin="9681,14354" coordsize="399,912">
                  <v:line id="_x0000_s1371" style="position:absolute;rotation:-90;flip:y" from="9767,14724" to="9995,15123"/>
                  <v:line id="_x0000_s1372" style="position:absolute;rotation:-90;flip:y" from="9767,14268" to="9995,14667"/>
                  <v:line id="_x0000_s1373" style="position:absolute;rotation:-90" from="9767,14496" to="9995,14895"/>
                  <v:line id="_x0000_s1374" style="position:absolute;rotation:-90" from="9767,14952" to="9995,15351"/>
                </v:group>
              </v:group>
            </v:group>
            <v:shape id="_x0000_s1375" type="#_x0000_t202" style="position:absolute;left:1824;top:8775;width:2907;height:2109" stroked="f">
              <v:textbox style="mso-next-textbox:#_x0000_s1375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=36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 xml:space="preserve">=50 Ом, 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 Гн.</w:t>
                    </w:r>
                  </w:p>
                  <w:p w:rsidR="009E23C5" w:rsidRDefault="009E23C5" w:rsidP="00577146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577146"/>
                  <w:p w:rsidR="009E23C5" w:rsidRDefault="009E23C5" w:rsidP="00577146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1376" style="position:absolute;left:9519;top:9516;width:570;height:456" filled="f" stroked="f" strokeweight="1.25pt">
              <v:textbox style="mso-next-textbox:#_x0000_s1376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377" style="position:absolute" from="9405,9060" to="9405,10314">
              <v:stroke endarrow="block"/>
            </v:line>
            <v:line id="_x0000_s1378" style="position:absolute" from="7923,8604" to="7923,8718" strokeweight="1.25pt"/>
            <v:line id="_x0000_s1379" style="position:absolute" from="9063,8718" to="9063,9459" strokeweight="1.25pt">
              <v:stroke startarrow="oval" startarrowwidth="narrow" startarrowlength="short"/>
            </v:line>
            <v:rect id="_x0000_s1380" style="position:absolute;left:7866;top:9231;width:399;height:342" filled="f" stroked="f" strokeweight="1.25pt">
              <v:textbox style="mso-next-textbox:#_x0000_s1380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1381" style="position:absolute;left:7974;top:9338;width:684;height:127;rotation:90" coordorigin="4845,9177" coordsize="684,127">
              <v:shape id="_x0000_s1382" type="#_x0000_t19" style="position:absolute;left:4845;top:9177;width:114;height:114;rotation:-270;flip:x y" strokeweight="1.25pt"/>
              <v:shape id="_x0000_s1383" type="#_x0000_t19" style="position:absolute;left:4959;top:9190;width:114;height:114;rotation:270;flip:x" strokeweight="1.25pt"/>
              <v:shape id="_x0000_s1384" type="#_x0000_t19" style="position:absolute;left:5301;top:9190;width:114;height:114;rotation:-270;flip:x y" strokeweight="1.25pt"/>
              <v:shape id="_x0000_s1385" type="#_x0000_t19" style="position:absolute;left:5415;top:9190;width:114;height:114;rotation:270;flip:x" strokeweight="1.25pt"/>
              <v:shape id="_x0000_s1386" type="#_x0000_t19" style="position:absolute;left:5073;top:9190;width:114;height:114;rotation:-270;flip:x y" strokeweight="1.25pt"/>
              <v:shape id="_x0000_s1387" type="#_x0000_t19" style="position:absolute;left:5187;top:9190;width:114;height:114;rotation:270;flip:x" strokeweight="1.25pt"/>
            </v:group>
            <v:rect id="_x0000_s1388" style="position:absolute;left:8749;top:9659;width:627;height:228;rotation:-90" strokeweight="1.25pt"/>
            <v:line id="_x0000_s1389" style="position:absolute" from="8265,10428" to="8265,10884" strokeweight="1.25pt">
              <v:stroke endarrow="oval" endarrowwidth="narrow" endarrowlength="short"/>
            </v:line>
            <v:line id="_x0000_s1390" style="position:absolute;flip:x y" from="7581,8490" to="7695,8718" strokeweight="1.25pt">
              <v:stroke endarrow="block"/>
            </v:line>
            <v:line id="_x0000_s1391" style="position:absolute" from="7923,8718" to="9348,8718" strokeweight="1.25pt">
              <v:stroke endarrow="oval" endarrowwidth="narrow" endarrowlength="short"/>
            </v:line>
            <v:line id="_x0000_s1392" style="position:absolute;flip:y" from="7125,8775" to="7125,10881" strokeweight="1.25pt"/>
            <v:rect id="_x0000_s1393" style="position:absolute;left:6498;top:9630;width:343;height:456" filled="f" stroked="f" strokeweight="1.25pt">
              <v:textbox style="mso-next-textbox:#_x0000_s1393" inset="1pt,1pt,1pt,1pt">
                <w:txbxContent>
                  <w:p w:rsidR="009E23C5" w:rsidRPr="00AD4532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1394" style="position:absolute;left:7125;top:8319;width:342;height:340" filled="f" stroked="f" strokeweight="1.25pt">
              <v:textbox style="mso-next-textbox:#_x0000_s1394" inset="1pt,1pt,1pt,1pt">
                <w:txbxContent>
                  <w:p w:rsidR="009E23C5" w:rsidRDefault="009E23C5" w:rsidP="00577146">
                    <w:r>
                      <w:t>Кл</w:t>
                    </w:r>
                  </w:p>
                </w:txbxContent>
              </v:textbox>
            </v:rect>
            <v:line id="_x0000_s1395" style="position:absolute;flip:x" from="8265,8718" to="8265,9060" strokeweight="1.25pt">
              <v:stroke startarrow="oval" startarrowwidth="narrow" startarrowlength="short"/>
            </v:line>
            <v:line id="_x0000_s1396" style="position:absolute" from="7125,8749" to="7524,8749" strokeweight="1.25pt"/>
            <v:line id="_x0000_s1397" style="position:absolute;flip:y" from="7521,8604" to="7923,8749" strokeweight="1.25pt">
              <v:stroke startarrow="oval" startarrowwidth="narrow" startarrowlength="short"/>
            </v:line>
            <v:group id="_x0000_s1398" style="position:absolute;left:6840;top:9516;width:570;height:568" coordorigin="3135,9519" coordsize="570,568">
              <v:line id="_x0000_s1399" style="position:absolute;flip:y" from="3420,9690" to="3420,9918" strokeweight="1.25pt">
                <v:stroke endarrow="block" endarrowwidth="wide"/>
              </v:line>
              <v:oval id="_x0000_s1400" style="position:absolute;left:3136;top:9518;width:568;height:570;rotation:270" filled="f" strokeweight="1.25pt"/>
            </v:group>
            <v:line id="_x0000_s1401" style="position:absolute" from="7125,10881" to="9348,10884" strokeweight="1.25pt">
              <v:stroke startarrowwidth="narrow" startarrowlength="short" endarrow="oval" endarrowwidth="narrow" endarrowlength="short"/>
            </v:line>
            <v:line id="_x0000_s1402" style="position:absolute" from="9063,10086" to="9063,10884" strokeweight="1.25pt">
              <v:stroke endarrow="oval" endarrowwidth="narrow" endarrowlength="short"/>
            </v:line>
            <v:rect id="_x0000_s1403" style="position:absolute;left:8607;top:9573;width:399;height:342" filled="f" stroked="f" strokeweight="1.25pt">
              <v:textbox style="mso-next-textbox:#_x0000_s1403" inset="1pt,1pt,1pt,1pt">
                <w:txbxContent>
                  <w:p w:rsidR="009E23C5" w:rsidRPr="00721C6F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404" style="position:absolute;left:7581;top:10143;width:343;height:456" filled="f" stroked="f" strokeweight="1.25pt">
              <v:textbox style="mso-next-textbox:#_x0000_s1404" inset="1pt,1pt,1pt,1pt">
                <w:txbxContent>
                  <w:p w:rsidR="009E23C5" w:rsidRPr="005D5CCC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group id="_x0000_s1405" style="position:absolute;left:8037;top:10314;width:417;height:110" coordorigin="3419,4550" coordsize="417,110">
              <v:line id="_x0000_s1406" style="position:absolute;rotation:-90;flip:y" from="3627,4342" to="3628,4759" strokeweight="2.5pt"/>
              <v:line id="_x0000_s1407" style="position:absolute;rotation:-90;flip:y" from="3624,4447" to="3632,4864" strokeweight="2.5pt"/>
            </v:group>
            <v:line id="_x0000_s1408" style="position:absolute" from="8265,9741" to="8265,10314" strokeweight="1.25pt"/>
            <v:shape id="_x0000_s1409" type="#_x0000_t202" style="position:absolute;left:1595;top:11812;width:5644;height:970" stroked="f">
              <v:textbox>
                <w:txbxContent>
                  <w:p w:rsidR="009E23C5" w:rsidRPr="00FF02AC" w:rsidRDefault="009E23C5" w:rsidP="0057714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F02AC">
                      <w:rPr>
                        <w:sz w:val="18"/>
                        <w:szCs w:val="18"/>
                      </w:rPr>
                      <w:t xml:space="preserve">На стальной сердечник намотаны две катушки с числами витков </w:t>
                    </w:r>
                    <w:r w:rsidRPr="00FF02AC">
                      <w:rPr>
                        <w:sz w:val="18"/>
                        <w:szCs w:val="18"/>
                        <w:lang w:val="en-US"/>
                      </w:rPr>
                      <w:t>W</w:t>
                    </w:r>
                    <w:r w:rsidRPr="00FF02AC">
                      <w:rPr>
                        <w:sz w:val="18"/>
                        <w:szCs w:val="18"/>
                        <w:vertAlign w:val="subscript"/>
                      </w:rPr>
                      <w:t>1</w:t>
                    </w:r>
                    <w:r w:rsidRPr="00FF02AC">
                      <w:rPr>
                        <w:sz w:val="18"/>
                        <w:szCs w:val="18"/>
                      </w:rPr>
                      <w:t xml:space="preserve">=200 и </w:t>
                    </w:r>
                    <w:r w:rsidRPr="00FF02AC">
                      <w:rPr>
                        <w:sz w:val="18"/>
                        <w:szCs w:val="18"/>
                        <w:lang w:val="en-US"/>
                      </w:rPr>
                      <w:t>W</w:t>
                    </w:r>
                    <w:r w:rsidRPr="00FF02AC">
                      <w:rPr>
                        <w:sz w:val="18"/>
                        <w:szCs w:val="18"/>
                        <w:vertAlign w:val="subscript"/>
                      </w:rPr>
                      <w:t>2</w:t>
                    </w:r>
                    <w:r w:rsidRPr="00FF02AC">
                      <w:rPr>
                        <w:sz w:val="18"/>
                        <w:szCs w:val="18"/>
                      </w:rPr>
                      <w:t xml:space="preserve">=500 и токами </w:t>
                    </w:r>
                    <w:r w:rsidRPr="00FF02AC">
                      <w:rPr>
                        <w:sz w:val="18"/>
                        <w:szCs w:val="18"/>
                        <w:lang w:val="en-US"/>
                      </w:rPr>
                      <w:t>I</w:t>
                    </w:r>
                    <w:r w:rsidRPr="00FF02AC">
                      <w:rPr>
                        <w:sz w:val="18"/>
                        <w:szCs w:val="18"/>
                        <w:vertAlign w:val="subscript"/>
                      </w:rPr>
                      <w:t>1</w:t>
                    </w:r>
                    <w:r w:rsidRPr="00FF02AC">
                      <w:rPr>
                        <w:sz w:val="18"/>
                        <w:szCs w:val="18"/>
                      </w:rPr>
                      <w:t xml:space="preserve">=1А и </w:t>
                    </w:r>
                    <w:r w:rsidRPr="00FF02AC">
                      <w:rPr>
                        <w:sz w:val="18"/>
                        <w:szCs w:val="18"/>
                        <w:lang w:val="en-US"/>
                      </w:rPr>
                      <w:t>I</w:t>
                    </w:r>
                    <w:r w:rsidRPr="00FF02AC">
                      <w:rPr>
                        <w:sz w:val="18"/>
                        <w:szCs w:val="18"/>
                        <w:vertAlign w:val="subscript"/>
                      </w:rPr>
                      <w:t>1</w:t>
                    </w:r>
                    <w:r w:rsidRPr="00FF02AC">
                      <w:rPr>
                        <w:sz w:val="18"/>
                        <w:szCs w:val="18"/>
                      </w:rPr>
                      <w:t>=</w:t>
                    </w:r>
                    <w:r>
                      <w:rPr>
                        <w:sz w:val="18"/>
                        <w:szCs w:val="18"/>
                      </w:rPr>
                      <w:t>1.5</w:t>
                    </w:r>
                    <w:r w:rsidRPr="00FF02AC">
                      <w:rPr>
                        <w:sz w:val="18"/>
                        <w:szCs w:val="18"/>
                      </w:rPr>
                      <w:t xml:space="preserve"> А</w:t>
                    </w:r>
                    <w:r>
                      <w:rPr>
                        <w:sz w:val="18"/>
                        <w:szCs w:val="18"/>
                      </w:rPr>
                      <w:t>.</w:t>
                    </w:r>
                    <w:r w:rsidRPr="00FF02AC">
                      <w:rPr>
                        <w:sz w:val="18"/>
                        <w:szCs w:val="18"/>
                      </w:rPr>
                      <w:t xml:space="preserve"> </w:t>
                    </w:r>
                    <w:r w:rsidRPr="00FF02AC">
                      <w:rPr>
                        <w:sz w:val="18"/>
                        <w:szCs w:val="18"/>
                        <w:lang w:val="en-US"/>
                      </w:rPr>
                      <w:t>l</w:t>
                    </w:r>
                    <w:r>
                      <w:rPr>
                        <w:sz w:val="18"/>
                        <w:szCs w:val="18"/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sz w:val="18"/>
                        <w:szCs w:val="18"/>
                        <w:vertAlign w:val="subscript"/>
                      </w:rPr>
                      <w:t>Р</w:t>
                    </w:r>
                    <w:r w:rsidRPr="00FF02AC">
                      <w:rPr>
                        <w:sz w:val="18"/>
                        <w:szCs w:val="18"/>
                      </w:rPr>
                      <w:t xml:space="preserve"> =20 см. Найти величину воздушного зазора - </w:t>
                    </w:r>
                    <w:r w:rsidRPr="00FF02AC">
                      <w:rPr>
                        <w:sz w:val="18"/>
                        <w:szCs w:val="18"/>
                      </w:rPr>
                      <w:sym w:font="Symbol" w:char="F064"/>
                    </w:r>
                    <w:r w:rsidRPr="00FF02AC">
                      <w:rPr>
                        <w:sz w:val="18"/>
                        <w:szCs w:val="18"/>
                      </w:rPr>
                      <w:t>,</w:t>
                    </w:r>
                    <w:r>
                      <w:rPr>
                        <w:sz w:val="18"/>
                        <w:szCs w:val="18"/>
                      </w:rPr>
                      <w:t xml:space="preserve">при </w:t>
                    </w:r>
                    <w:r w:rsidRPr="00FF02AC">
                      <w:rPr>
                        <w:sz w:val="18"/>
                        <w:szCs w:val="18"/>
                      </w:rPr>
                      <w:t>котор</w:t>
                    </w:r>
                    <w:r>
                      <w:rPr>
                        <w:sz w:val="18"/>
                        <w:szCs w:val="18"/>
                      </w:rPr>
                      <w:t>ом</w:t>
                    </w:r>
                    <w:r w:rsidRPr="00FF02AC">
                      <w:rPr>
                        <w:sz w:val="18"/>
                        <w:szCs w:val="18"/>
                      </w:rPr>
                      <w:t xml:space="preserve"> магнитн</w:t>
                    </w:r>
                    <w:r>
                      <w:rPr>
                        <w:sz w:val="18"/>
                        <w:szCs w:val="18"/>
                      </w:rPr>
                      <w:t>ая</w:t>
                    </w:r>
                    <w:r w:rsidRPr="00FF02AC">
                      <w:rPr>
                        <w:sz w:val="18"/>
                        <w:szCs w:val="18"/>
                      </w:rPr>
                      <w:t xml:space="preserve"> ин</w:t>
                    </w:r>
                    <w:r>
                      <w:rPr>
                        <w:sz w:val="18"/>
                        <w:szCs w:val="18"/>
                      </w:rPr>
                      <w:t>дукция в сердечнике -  В=1.2 Тл</w:t>
                    </w:r>
                    <w:r w:rsidRPr="00FF02AC">
                      <w:rPr>
                        <w:sz w:val="18"/>
                        <w:szCs w:val="18"/>
                      </w:rPr>
                      <w:t>,..</w:t>
                    </w:r>
                  </w:p>
                </w:txbxContent>
              </v:textbox>
            </v:shape>
            <v:shape id="_x0000_s1410" type="#_x0000_t202" style="position:absolute;left:4441;top:12725;width:456;height:399" filled="f" stroked="f">
              <v:textbox>
                <w:txbxContent>
                  <w:p w:rsidR="009E23C5" w:rsidRDefault="009E23C5" w:rsidP="00577146">
                    <w:r>
                      <w:rPr>
                        <w:sz w:val="24"/>
                        <w:szCs w:val="24"/>
                      </w:rPr>
                      <w:sym w:font="Symbol" w:char="F064"/>
                    </w:r>
                    <w:r>
                      <w:sym w:font="Symbol" w:char="F064"/>
                    </w:r>
                  </w:p>
                </w:txbxContent>
              </v:textbox>
            </v:shape>
            <v:oval id="_x0000_s1411" style="position:absolute;left:3414;top:13173;width:1596;height:1546" strokeweight="1pt"/>
            <v:oval id="_x0000_s1412" style="position:absolute;left:3588;top:13339;width:1254;height:1214">
              <v:stroke dashstyle="1 1" endcap="round"/>
            </v:oval>
            <v:oval id="_x0000_s1413" style="position:absolute;left:3759;top:13504;width:912;height:884" strokeweight="1pt"/>
            <v:line id="_x0000_s1414" style="position:absolute;flip:y" from="3018,13388" to="3474,13391" strokeweight="1.25pt">
              <v:stroke startarrow="oval" startarrowwidth="narrow" startarrowlength="short"/>
            </v:line>
            <v:line id="_x0000_s1415" style="position:absolute" from="3477,13391" to="3591,13446" strokeweight="1.25pt"/>
            <v:shape id="_x0000_s1416" style="position:absolute;left:3303;top:13725;width:570;height:276" coordsize="570,285" path="m570,c551,47,532,95,456,114v-76,19,-266,-9,-342,c38,123,,143,,171v,28,95,95,114,114e" filled="f" strokeweight="1.25pt">
              <v:path arrowok="t"/>
            </v:shape>
            <v:shape id="_x0000_s1417" style="position:absolute;left:3360;top:14056;width:522;height:387" coordsize="522,399" path="m399,v61,14,123,29,114,57c504,85,427,114,342,171,257,228,57,361,,399e" filled="f" strokeweight="1.25pt">
              <v:path arrowok="t"/>
            </v:shape>
            <v:line id="_x0000_s1418" style="position:absolute" from="3018,14443" to="3360,14443" strokeweight="1.25pt">
              <v:stroke startarrow="oval" startarrowwidth="narrow" startarrowlength="short"/>
            </v:line>
            <v:line id="_x0000_s1419" style="position:absolute" from="3018,13394" to="3303,13394">
              <v:stroke endarrow="block"/>
            </v:line>
            <v:shape id="_x0000_s1420" type="#_x0000_t202" style="position:absolute;left:2733;top:13559;width:570;height:420" stroked="f">
              <v:textbox style="mso-next-textbox:#_x0000_s1420">
                <w:txbxContent>
                  <w:p w:rsidR="009E23C5" w:rsidRPr="00FF02AC" w:rsidRDefault="009E23C5" w:rsidP="00577146">
                    <w:pPr>
                      <w:rPr>
                        <w:lang w:val="en-US"/>
                      </w:rPr>
                    </w:pPr>
                    <w:r w:rsidRPr="00FF02AC">
                      <w:rPr>
                        <w:lang w:val="en-US"/>
                      </w:rPr>
                      <w:t>W</w:t>
                    </w:r>
                    <w:r w:rsidRPr="00FF02AC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21" type="#_x0000_t202" style="position:absolute;left:3018;top:12839;width:456;height:444" stroked="f">
              <v:textbox style="mso-next-textbox:#_x0000_s1421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Pr="00FF02AC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1422" type="#_x0000_t42" style="position:absolute;left:5301;top:12953;width:627;height:442" adj="-24390,25705,-14193,8796,-4134,8796,-20773,20036" strokeweight=".5pt">
              <v:textbox style="mso-next-textbox:#_x0000_s1422">
                <w:txbxContent>
                  <w:p w:rsidR="009E23C5" w:rsidRPr="00FF02AC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FF02AC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Р</w:t>
                    </w:r>
                  </w:p>
                </w:txbxContent>
              </v:textbox>
              <o:callout v:ext="edit" minusy="t"/>
            </v:shape>
            <v:line id="_x0000_s1423" style="position:absolute;flip:y" from="4956,13394" to="5412,13397" strokeweight="1.25pt">
              <v:stroke endarrow="oval" endarrowwidth="narrow" endarrowlength="short"/>
            </v:line>
            <v:line id="_x0000_s1424" style="position:absolute;flip:x" from="4842,13394" to="4956,13449" strokeweight="1.25pt"/>
            <v:shape id="_x0000_s1425" style="position:absolute;left:4557;top:13670;width:570;height:276;flip:x" coordsize="570,285" path="m570,c551,47,532,95,456,114v-76,19,-266,-9,-342,c38,123,,143,,171v,28,95,95,114,114e" filled="f" strokeweight="1.25pt">
              <v:path arrowok="t"/>
            </v:shape>
            <v:shape id="_x0000_s1426" style="position:absolute;left:4500;top:14056;width:522;height:387;flip:x" coordsize="522,399" path="m399,v61,14,123,29,114,57c504,85,427,114,342,171,257,228,57,361,,399e" filled="f" strokeweight="1.25pt">
              <v:path arrowok="t"/>
            </v:shape>
            <v:line id="_x0000_s1427" style="position:absolute" from="5016,14435" to="5358,14435" strokeweight="1.25pt">
              <v:stroke endarrow="oval" endarrowwidth="narrow" endarrowlength="short"/>
            </v:line>
            <v:line id="_x0000_s1428" style="position:absolute" from="5013,14435" to="5298,14435">
              <v:stroke endarrow="block"/>
            </v:line>
            <v:shape id="_x0000_s1429" type="#_x0000_t202" style="position:absolute;left:5184;top:13922;width:456;height:410" stroked="f">
              <v:textbox style="mso-next-textbox:#_x0000_s1429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Pr="00FF02AC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30" type="#_x0000_t202" style="position:absolute;left:5184;top:13559;width:570;height:363" stroked="f">
              <v:textbox style="mso-next-textbox:#_x0000_s1430">
                <w:txbxContent>
                  <w:p w:rsidR="009E23C5" w:rsidRPr="00FF02AC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1431" style="position:absolute;left:4156;top:13178;width:114;height:342" stroked="f"/>
            <v:line id="_x0000_s1432" style="position:absolute" from="4156,12953" to="4156,13523" strokeweight=".5pt"/>
            <v:line id="_x0000_s1433" style="position:absolute" from="4270,12953" to="4270,13523" strokeweight=".5pt"/>
            <v:line id="_x0000_s1434" style="position:absolute" from="3871,13067" to="4156,13067">
              <v:stroke endarrow="block"/>
            </v:line>
            <v:line id="_x0000_s1435" style="position:absolute;flip:x" from="4270,13067" to="4498,13067">
              <v:stroke endarrow="block"/>
            </v:line>
            <v:line id="_x0000_s1436" style="position:absolute" from="7866,12255" to="7866,14079" strokeweight="1pt"/>
            <v:line id="_x0000_s1437" style="position:absolute" from="7866,14079" to="10260,14079" strokeweight="1pt"/>
            <v:line id="_x0000_s1438" style="position:absolute" from="8106,12255" to="8106,14079" strokeweight=".25pt">
              <v:stroke dashstyle="1 1"/>
            </v:line>
            <v:line id="_x0000_s1439" style="position:absolute" from="8346,12255" to="8346,14079" strokeweight=".25pt">
              <v:stroke dashstyle="1 1"/>
            </v:line>
            <v:line id="_x0000_s1440" style="position:absolute" from="8586,12255" to="8586,14079" strokeweight=".25pt">
              <v:stroke dashstyle="1 1"/>
            </v:line>
            <v:line id="_x0000_s1441" style="position:absolute" from="8826,12255" to="8826,14079" strokeweight=".25pt">
              <v:stroke dashstyle="1 1"/>
            </v:line>
            <v:line id="_x0000_s1442" style="position:absolute" from="9066,12255" to="9066,14079" strokeweight=".25pt">
              <v:stroke dashstyle="1 1"/>
            </v:line>
            <v:line id="_x0000_s1443" style="position:absolute" from="9306,12255" to="9306,14079" strokeweight=".25pt">
              <v:stroke dashstyle="1 1"/>
            </v:line>
            <v:line id="_x0000_s1444" style="position:absolute" from="9546,12255" to="9546,14079" strokeweight=".25pt">
              <v:stroke dashstyle="1 1"/>
            </v:line>
            <v:line id="_x0000_s1445" style="position:absolute" from="9786,12255" to="9786,14079" strokeweight=".25pt">
              <v:stroke dashstyle="1 1"/>
            </v:line>
            <v:line id="_x0000_s1446" style="position:absolute" from="10026,12255" to="10026,14079" strokeweight=".25pt">
              <v:stroke dashstyle="1 1"/>
            </v:line>
            <v:line id="_x0000_s1447" style="position:absolute" from="10266,12255" to="10266,14079" strokeweight=".25pt">
              <v:stroke dashstyle="1 1"/>
            </v:line>
            <v:line id="_x0000_s1448" style="position:absolute" from="7866,12255" to="10260,12255" strokeweight=".25pt">
              <v:stroke dashstyle="1 1"/>
            </v:line>
            <v:line id="_x0000_s1449" style="position:absolute" from="7866,13851" to="10260,13851" strokeweight=".25pt">
              <v:stroke dashstyle="1 1"/>
            </v:line>
            <v:line id="_x0000_s1450" style="position:absolute" from="7866,13623" to="10260,13623" strokeweight=".25pt">
              <v:stroke dashstyle="1 1"/>
            </v:line>
            <v:line id="_x0000_s1451" style="position:absolute" from="7866,13395" to="10260,13395" strokeweight=".25pt">
              <v:stroke dashstyle="1 1"/>
            </v:line>
            <v:line id="_x0000_s1452" style="position:absolute" from="7866,13167" to="10260,13167" strokeweight=".25pt">
              <v:stroke dashstyle="1 1"/>
            </v:line>
            <v:line id="_x0000_s1453" style="position:absolute" from="7866,12939" to="10260,12939" strokeweight=".25pt">
              <v:stroke dashstyle="1 1"/>
            </v:line>
            <v:line id="_x0000_s1454" style="position:absolute" from="7866,12711" to="10260,12711" strokeweight=".25pt">
              <v:stroke dashstyle="1 1"/>
            </v:line>
            <v:line id="_x0000_s1455" style="position:absolute" from="7866,12483" to="10260,12483" strokeweight=".25pt">
              <v:stroke dashstyle="1 1"/>
            </v:line>
            <v:shape id="_x0000_s1456" style="position:absolute;left:7866;top:12369;width:2394;height:1710;mso-position-horizontal:absolute;mso-position-vertical:absolute" coordsize="855,1083" path="m,1083c33,840,67,598,114,456,161,314,228,285,285,228v57,-57,76,-76,171,-114c551,76,703,38,855,e" filled="f">
              <v:path arrowok="t"/>
            </v:shape>
            <v:shape id="_x0000_s1457" type="#_x0000_t202" style="position:absolute;left:7923;top:12312;width:456;height:342" stroked="f">
              <v:textbox style="mso-next-textbox:#_x0000_s1457">
                <w:txbxContent>
                  <w:p w:rsidR="009E23C5" w:rsidRPr="00626546" w:rsidRDefault="009E23C5" w:rsidP="00577146">
                    <w:r w:rsidRPr="00626546">
                      <w:t>В</w:t>
                    </w:r>
                  </w:p>
                </w:txbxContent>
              </v:textbox>
            </v:shape>
            <v:shape id="_x0000_s1458" type="#_x0000_t202" style="position:absolute;left:9006;top:12768;width:1026;height:627" stroked="f">
              <v:textbox style="mso-next-textbox:#_x0000_s1458">
                <w:txbxContent>
                  <w:p w:rsidR="009E23C5" w:rsidRPr="00626546" w:rsidRDefault="009E23C5" w:rsidP="00577146">
                    <w:r w:rsidRPr="00626546">
                      <w:t>В-Тл</w:t>
                    </w:r>
                  </w:p>
                  <w:p w:rsidR="009E23C5" w:rsidRPr="00626546" w:rsidRDefault="009E23C5" w:rsidP="00577146">
                    <w:r w:rsidRPr="00626546">
                      <w:t>Н –А/см</w:t>
                    </w:r>
                  </w:p>
                  <w:p w:rsidR="009E23C5" w:rsidRPr="00626546" w:rsidRDefault="009E23C5" w:rsidP="00577146"/>
                </w:txbxContent>
              </v:textbox>
            </v:shape>
            <v:shape id="_x0000_s1459" type="#_x0000_t202" style="position:absolute;left:7695;top:14136;width:2850;height:342" stroked="f">
              <v:textbox style="mso-next-textbox:#_x0000_s1459">
                <w:txbxContent>
                  <w:p w:rsidR="009E23C5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1460" type="#_x0000_t202" style="position:absolute;left:9861;top:13680;width:399;height:342" stroked="f">
              <v:textbox style="mso-next-textbox:#_x0000_s1460">
                <w:txbxContent>
                  <w:p w:rsidR="009E23C5" w:rsidRPr="00626546" w:rsidRDefault="009E23C5" w:rsidP="00577146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1461" type="#_x0000_t202" style="position:absolute;left:7296;top:11742;width:2850;height:456" stroked="f">
              <v:textbox style="mso-next-textbox:#_x0000_s1461">
                <w:txbxContent>
                  <w:p w:rsidR="009E23C5" w:rsidRPr="0036796A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1462" type="#_x0000_t202" style="position:absolute;left:7182;top:12255;width:627;height:2052" stroked="f">
              <v:textbox style="mso-next-textbox:#_x0000_s1462">
                <w:txbxContent>
                  <w:p w:rsidR="009E23C5" w:rsidRDefault="009E23C5" w:rsidP="005771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577146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5771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577146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shape id="_x0000_s1463" type="#_x0000_t202" style="position:absolute;left:7182;top:12141;width:627;height:342" stroked="f">
              <v:textbox style="mso-next-textbox:#_x0000_s1463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1464" style="position:absolute;margin-left:3.2pt;margin-top:5.85pt;width:456.05pt;height:706.95pt;z-index:251665408" coordorigin="1482,627" coordsize="9121,14139">
            <v:shape id="_x0000_s1465" type="#_x0000_t202" style="position:absolute;left:1539;top:1197;width:2565;height:432" filled="f" stroked="f">
              <v:textbox style="mso-next-textbox:#_x0000_s1465">
                <w:txbxContent>
                  <w:p w:rsidR="009E23C5" w:rsidRPr="00212516" w:rsidRDefault="009E23C5" w:rsidP="00577146">
                    <w:pPr>
                      <w:pStyle w:val="Heading1"/>
                    </w:pPr>
                    <w:r>
                      <w:t>Задача № 1.303</w:t>
                    </w:r>
                  </w:p>
                </w:txbxContent>
              </v:textbox>
            </v:shape>
            <v:shape id="_x0000_s1466" type="#_x0000_t202" style="position:absolute;left:1482;top:627;width:2565;height:456">
              <v:textbox style="mso-next-textbox:#_x0000_s1466">
                <w:txbxContent>
                  <w:p w:rsidR="009E23C5" w:rsidRPr="00212516" w:rsidRDefault="009E23C5" w:rsidP="005771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303</w:t>
                    </w:r>
                  </w:p>
                </w:txbxContent>
              </v:textbox>
            </v:shape>
            <v:rect id="_x0000_s1467" style="position:absolute;left:1482;top:1086;width:9121;height:3420" filled="f" strokeweight="2pt"/>
            <v:shape id="_x0000_s1468" type="#_x0000_t202" style="position:absolute;left:1482;top:4617;width:2387;height:432" filled="f" stroked="f">
              <v:textbox style="mso-next-textbox:#_x0000_s1468">
                <w:txbxContent>
                  <w:p w:rsidR="009E23C5" w:rsidRPr="00212516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303</w:t>
                    </w:r>
                  </w:p>
                </w:txbxContent>
              </v:textbox>
            </v:shape>
            <v:rect id="_x0000_s1469" style="position:absolute;left:1482;top:4506;width:9121;height:3420" filled="f" strokeweight="2pt"/>
            <v:rect id="_x0000_s1470" style="position:absolute;left:1482;top:7926;width:9121;height:3420" filled="f" strokeweight="2pt"/>
            <v:rect id="_x0000_s1471" style="position:absolute;left:1482;top:11346;width:9121;height:3420" filled="f" strokeweight="2pt"/>
            <v:shape id="_x0000_s1472" type="#_x0000_t202" style="position:absolute;left:1539;top:8007;width:2387;height:432" filled="f" stroked="f">
              <v:textbox style="mso-next-textbox:#_x0000_s1472">
                <w:txbxContent>
                  <w:p w:rsidR="009E23C5" w:rsidRPr="00212516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303</w:t>
                    </w:r>
                  </w:p>
                </w:txbxContent>
              </v:textbox>
            </v:shape>
            <v:shape id="_x0000_s1473" type="#_x0000_t202" style="position:absolute;left:1539;top:11403;width:2387;height:432" filled="f" stroked="f">
              <v:textbox style="mso-next-textbox:#_x0000_s1473">
                <w:txbxContent>
                  <w:p w:rsidR="009E23C5" w:rsidRPr="00212516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303</w:t>
                    </w:r>
                  </w:p>
                </w:txbxContent>
              </v:textbox>
            </v:shape>
            <v:group id="_x0000_s1474" style="position:absolute;left:1767;top:1425;width:8209;height:2737" coordorigin="1767,1256" coordsize="8209,2737">
              <v:rect id="_x0000_s1475" style="position:absolute;left:9633;top:2339;width:343;height:342;rotation:-180;flip:x" filled="f" stroked="f" strokeweight="1.25pt">
                <v:textbox style="mso-next-textbox:#_x0000_s1475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1476" style="position:absolute;left:7581;top:2168;width:228;height:343" filled="f" stroked="f" strokeweight="1.25pt">
                <v:textbox style="mso-next-textbox:#_x0000_s1476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1477" style="position:absolute;left:4902;top:1997;width:343;height:286" filled="f" stroked="f" strokeweight="1.25pt">
                <v:textbox style="mso-next-textbox:#_x0000_s1477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1478" style="position:absolute;rotation:-180;flip:y" from="5244,2567" to="6498,2567" strokeweight="1.25pt">
                <v:stroke endarrowwidth="narrow" endarrowlength="short"/>
              </v:line>
              <v:line id="_x0000_s1479" style="position:absolute;rotation:360;flip:x y" from="7695,2567" to="7695,2966" strokeweight="1.25pt">
                <v:stroke endarrow="oval" endarrowwidth="narrow" endarrowlength="short"/>
              </v:line>
              <v:rect id="_x0000_s1480" style="position:absolute;left:6498;top:3422;width:628;height:239" filled="f" strokeweight="1.25pt"/>
              <v:oval id="_x0000_s1481" style="position:absolute;left:5586;top:3251;width:568;height:570;rotation:180;flip:x" filled="f" strokeweight="1.25pt"/>
              <v:line id="_x0000_s1482" style="position:absolute;rotation:-180;flip:y" from="5301,3536" to="6498,3547" strokeweight="1.25pt">
                <v:stroke endarrowwidth="narrow" endarrowlength="short"/>
              </v:line>
              <v:oval id="_x0000_s1483" style="position:absolute;left:5985;top:1598;width:568;height:570;rotation:180;flip:x" filled="f" strokeweight="1.25pt"/>
              <v:line id="_x0000_s1484" style="position:absolute;rotation:-180" from="5301,1883" to="7296,1883" strokeweight="1.25pt">
                <v:stroke endarrowwidth="narrow" endarrowlength="short"/>
              </v:line>
              <v:line id="_x0000_s1485" style="position:absolute;rotation:-90;flip:y" from="8692,1057" to="8693,2711" strokeweight="1.25pt">
                <v:stroke endarrowwidth="narrow" endarrowlength="short"/>
              </v:line>
              <v:line id="_x0000_s1486" style="position:absolute;flip:x" from="5301,1883" to="5302,3536" strokeweight="1.25pt">
                <v:stroke endarrowwidth="narrow" endarrowlength="short"/>
              </v:line>
              <v:rect id="_x0000_s1487" style="position:absolute;left:8437;top:2453;width:628;height:239" filled="f" strokeweight="1.25pt"/>
              <v:rect id="_x0000_s1488" style="position:absolute;left:8437;top:3411;width:628;height:239" filled="f" strokeweight="1.25pt"/>
              <v:line id="_x0000_s1489" style="position:absolute;flip:x" from="9519,1883" to="9520,3536" strokeweight="1.25pt">
                <v:stroke endarrowwidth="narrow" endarrowlength="short"/>
              </v:line>
              <v:line id="_x0000_s1490" style="position:absolute;rotation:-90" from="9292,2339" to="9292,2795" strokeweight="1.25pt">
                <v:stroke endarrow="oval" endarrowwidth="narrow" endarrowlength="short"/>
              </v:line>
              <v:line id="_x0000_s1491" style="position:absolute;rotation:-90" from="9292,3310" to="9292,3766" strokeweight="1.25pt">
                <v:stroke endarrowwidth="narrow" endarrowlength="short"/>
              </v:line>
              <v:line id="_x0000_s1492" style="position:absolute" from="5016,2567" to="5301,2567" strokeweight="1.25pt">
                <v:stroke endarrow="oval" endarrowwidth="narrow" endarrowlength="short"/>
              </v:line>
              <v:line id="_x0000_s1493" style="position:absolute;rotation:-90;flip:x" from="4845,2567" to="5187,2567" strokeweight="1.25pt">
                <v:stroke endarrowwidth="narrow" endarrowlength="short"/>
              </v:line>
              <v:shape id="_x0000_s1494" type="#_x0000_t202" style="position:absolute;left:1767;top:1655;width:1539;height:2109" filled="f" stroked="f">
                <v:textbox style="mso-next-textbox:#_x0000_s1494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  <w:r>
                        <w:rPr>
                          <w:sz w:val="24"/>
                        </w:rPr>
                        <w:t>=5 В,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  <w:r>
                        <w:rPr>
                          <w:sz w:val="24"/>
                        </w:rPr>
                        <w:t>=12 В,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sz w:val="24"/>
                        </w:rPr>
                        <w:t xml:space="preserve"> =0.2 А,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sz w:val="24"/>
                        </w:rPr>
                        <w:t>=60 Ом,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24"/>
                        </w:rPr>
                        <w:t>=20 Ом,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  <w:r>
                        <w:rPr>
                          <w:sz w:val="24"/>
                        </w:rPr>
                        <w:t>=50 Ом,</w:t>
                      </w:r>
                      <w:r w:rsidRPr="00E303C1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  <w:r>
                        <w:rPr>
                          <w:sz w:val="24"/>
                        </w:rPr>
                        <w:t>=50 Ом,</w:t>
                      </w: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</w:p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  <w:r>
                        <w:rPr>
                          <w:sz w:val="24"/>
                        </w:rPr>
                        <w:t>=8 Ом.</w:t>
                      </w:r>
                    </w:p>
                  </w:txbxContent>
                </v:textbox>
              </v:shape>
              <v:rect id="_x0000_s1495" style="position:absolute;left:6783;top:2852;width:685;height:444;flip:y" filled="f" stroked="f" strokeweight="1.25pt">
                <v:textbox style="mso-next-textbox:#_x0000_s1495" inset="1pt,1pt,1pt,1pt">
                  <w:txbxContent>
                    <w:p w:rsidR="009E23C5" w:rsidRDefault="009E23C5" w:rsidP="0057714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1496" style="position:absolute;left:6612;top:2054;width:455;height:400;flip:y" filled="f" stroked="f" strokeweight="1.25pt">
                <v:textbox style="mso-next-textbox:#_x0000_s1496" inset="1pt,1pt,1pt,1pt">
                  <w:txbxContent>
                    <w:p w:rsidR="009E23C5" w:rsidRPr="003A5600" w:rsidRDefault="009E23C5" w:rsidP="005771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1497" style="position:absolute;left:8607;top:3022;width:570;height:400;flip:y" filled="f" stroked="f" strokeweight="1.25pt">
                <v:textbox style="mso-next-textbox:#_x0000_s1497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</w:p>
                  </w:txbxContent>
                </v:textbox>
              </v:rect>
              <v:rect id="_x0000_s1498" style="position:absolute;left:8606;top:2054;width:628;height:400;flip:y" filled="f" stroked="f" strokeweight="1.25pt">
                <v:textbox style="mso-next-textbox:#_x0000_s1498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1499" style="position:absolute;left:6611;top:3023;width:628;height:400;flip:y" filled="f" stroked="f" strokeweight="1.25pt">
                <v:textbox style="mso-next-textbox:#_x0000_s1499" inset="1pt,1pt,1pt,1pt">
                  <w:txbxContent>
                    <w:p w:rsidR="009E23C5" w:rsidRPr="003A5600" w:rsidRDefault="009E23C5" w:rsidP="005771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rect id="_x0000_s1500" style="position:absolute;left:6498;top:2453;width:628;height:239;flip:y" filled="f" strokeweight="1.25pt"/>
              <v:oval id="_x0000_s1501" style="position:absolute;left:7410;top:2738;width:568;height:570;flip:y" filled="f" strokeweight="1.25pt"/>
              <v:line id="_x0000_s1502" style="position:absolute;flip:y" from="7695,3023" to="7695,3536" strokeweight="1.25pt">
                <v:stroke startarrow="oval" startarrowwidth="narrow" startarrowlength="short" endarrow="open" endarrowlength="short"/>
              </v:line>
              <v:line id="_x0000_s1503" style="position:absolute;flip:x y" from="7125,3536" to="8436,3536" strokeweight="1.25pt">
                <v:stroke endarrowwidth="narrow" endarrowlength="short"/>
              </v:line>
              <v:line id="_x0000_s1504" style="position:absolute;rotation:90;flip:y" from="7667,2937" to="7725,2938" strokeweight="1.25pt">
                <v:stroke endarrow="open" endarrowlength="short"/>
              </v:line>
              <v:rect id="_x0000_s1505" style="position:absolute;left:6099;top:1256;width:628;height:360;flip:y" filled="f" stroked="f" strokeweight="1.25pt">
                <v:textbox style="mso-next-textbox:#_x0000_s1505" inset="1pt,1pt,1pt,1pt">
                  <w:txbxContent>
                    <w:p w:rsidR="009E23C5" w:rsidRPr="00E303C1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506" style="position:absolute;left:7524;top:3707;width:343;height:286;flip:y" filled="f" stroked="f" strokeweight="1.25pt">
                <v:textbox style="mso-next-textbox:#_x0000_s1506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oval id="_x0000_s1507" style="position:absolute;left:7296;top:1598;width:568;height:570" filled="f" strokeweight="1.25pt"/>
              <v:line id="_x0000_s1508" style="position:absolute;flip:x" from="7125,2567" to="8436,2567" strokeweight="1.25pt">
                <v:stroke endarrowwidth="narrow" endarrowlength="short"/>
              </v:line>
              <v:rect id="_x0000_s1509" style="position:absolute;left:7466;top:1712;width:343;height:342;rotation:-180;flip:x" filled="f" stroked="f" strokeweight="1.25pt">
                <v:textbox style="mso-next-textbox:#_x0000_s1509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line id="_x0000_s1510" style="position:absolute;rotation:-90;flip:x" from="5892,3401" to="5893,3673" strokeweight="1.25pt">
                <v:stroke endarrow="block" endarrowwidth="wide"/>
              </v:line>
              <v:group id="_x0000_s1511" style="position:absolute;left:7923;top:1541;width:114;height:228" coordorigin="6954,3876" coordsize="741,969">
                <v:line id="_x0000_s1512" style="position:absolute;rotation:-90;flip:x" from="7325,4564" to="7325,4975"/>
                <v:group id="_x0000_s1513" style="position:absolute;left:6954;top:3876;width:741;height:969" coordorigin="4266,11962" coordsize="575,853">
                  <v:line id="_x0000_s1514" style="position:absolute;rotation:-90;flip:y" from="4009,12559" to="4522,12559"/>
                  <v:shape id="_x0000_s1515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1516" style="position:absolute;rotation:-90;flip:y" from="4579,12559" to="5092,12559"/>
                </v:group>
              </v:group>
              <v:line id="_x0000_s1517" style="position:absolute;rotation:-90" from="6234,1748" to="6235,2020" strokeweight="1.25pt">
                <v:stroke endarrow="block" endarrowwidth="wide"/>
              </v:line>
              <v:rect id="_x0000_s1518" style="position:absolute;left:5700;top:2852;width:628;height:360;flip:y" filled="f" stroked="f" strokeweight="1.25pt">
                <v:textbox style="mso-next-textbox:#_x0000_s1518" inset="1pt,1pt,1pt,1pt">
                  <w:txbxContent>
                    <w:p w:rsidR="009E23C5" w:rsidRPr="00E303C1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</v:group>
            <v:group id="_x0000_s1519" style="position:absolute;left:1653;top:4788;width:8208;height:2793" coordorigin="1653,4619" coordsize="8208,2793">
              <v:line id="_x0000_s1520" style="position:absolute;flip:y" from="9576,6044" to="9861,6044" strokeweight="1.25pt">
                <v:stroke endarrow="oval" endarrowwidth="narrow" endarrowlength="short"/>
              </v:line>
              <v:line id="_x0000_s1521" style="position:absolute" from="7695,7013" to="9177,7013" strokeweight="1.25pt"/>
              <v:line id="_x0000_s1522" style="position:absolute;rotation:-90" from="9747,4961" to="9747,5189" strokeweight="1.25pt">
                <v:stroke endarrowwidth="narrow" endarrowlength="short"/>
              </v:line>
              <v:line id="_x0000_s1523" style="position:absolute" from="9861,5075" to="9861,7013" strokeweight="1.25pt">
                <v:stroke endarrowwidth="narrow" endarrowlength="short"/>
              </v:line>
              <v:group id="_x0000_s1524" style="position:absolute;left:8949;top:4961;width:684;height:114" coordorigin="2795,7200" coordsize="684,114">
                <v:shape id="_x0000_s1525" type="#_x0000_t19" style="position:absolute;left:2795;top:7200;width:114;height:114;rotation:-270;flip:x y" strokeweight="1.25pt"/>
                <v:shape id="_x0000_s1526" type="#_x0000_t19" style="position:absolute;left:2909;top:7200;width:114;height:114;rotation:270;flip:x" strokeweight="1.25pt"/>
                <v:shape id="_x0000_s1527" type="#_x0000_t19" style="position:absolute;left:3251;top:7200;width:114;height:114;rotation:-270;flip:x y" strokeweight="1.25pt"/>
                <v:shape id="_x0000_s1528" type="#_x0000_t19" style="position:absolute;left:3365;top:7200;width:114;height:114;rotation:270;flip:x" strokeweight="1.25pt"/>
                <v:shape id="_x0000_s1529" type="#_x0000_t19" style="position:absolute;left:3023;top:7200;width:114;height:114;rotation:-270;flip:x y" strokeweight="1.25pt"/>
                <v:shape id="_x0000_s1530" type="#_x0000_t19" style="position:absolute;left:3137;top:7200;width:114;height:114;rotation:270;flip:x" strokeweight="1.25pt"/>
              </v:group>
              <v:rect id="_x0000_s1531" style="position:absolute;left:9177;top:5531;width:399;height:342" filled="f" stroked="f" strokeweight="1.25pt">
                <v:textbox style="mso-next-textbox:#_x0000_s1531" inset="1pt,1pt,1pt,1pt">
                  <w:txbxContent>
                    <w:p w:rsidR="009E23C5" w:rsidRDefault="009E23C5" w:rsidP="00577146">
                      <w:r>
                        <w:rPr>
                          <w:sz w:val="24"/>
                          <w:lang w:val="en-US"/>
                        </w:rPr>
                        <w:t>R</w:t>
                      </w:r>
                    </w:p>
                  </w:txbxContent>
                </v:textbox>
              </v:rect>
              <v:rect id="_x0000_s1532" style="position:absolute;left:8949;top:5930;width:627;height:228" filled="f" strokeweight="1.25pt"/>
              <v:group id="_x0000_s1533" style="position:absolute;left:9177;top:6728;width:114;height:456" coordorigin="6270,13509" coordsize="114,456">
                <v:line id="_x0000_s1534" style="position:absolute;flip:x" from="6270,13509" to="6270,13965" strokeweight="2.5pt"/>
                <v:line id="_x0000_s1535" style="position:absolute" from="6384,13509" to="6384,13965" strokeweight="2.5pt"/>
              </v:group>
              <v:rect id="_x0000_s1536" style="position:absolute;left:9120;top:6329;width:399;height:342" filled="f" stroked="f" strokeweight="1.25pt">
                <v:textbox style="mso-next-textbox:#_x0000_s1536" inset="1pt,1pt,1pt,1pt">
                  <w:txbxContent>
                    <w:p w:rsidR="009E23C5" w:rsidRDefault="009E23C5" w:rsidP="00577146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  <v:shape id="_x0000_s1537" type="#_x0000_t202" style="position:absolute;left:8094;top:4847;width:570;height:456" filled="f" stroked="f" strokeweight="1.25pt">
                <v:textbox style="mso-next-textbox:#_x0000_s1537">
                  <w:txbxContent>
                    <w:p w:rsidR="009E23C5" w:rsidRPr="00785D1C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785D1C">
                        <w:rPr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785D1C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1538" style="position:absolute;rotation:-90" from="9576,6728" to="9576,7298" strokeweight="1.25pt">
                <v:stroke endarrowwidth="narrow" endarrowlength="short"/>
              </v:line>
              <v:line id="_x0000_s1539" style="position:absolute;rotation:-90" from="7895,4875" to="7895,5274" strokeweight="1.25pt">
                <v:stroke endarrowwidth="narrow" endarrowlength="short"/>
              </v:line>
              <v:line id="_x0000_s1540" style="position:absolute" from="6498,6386" to="6498,6728" strokeweight="1pt">
                <v:stroke endarrow="block" endarrowwidth="wide"/>
              </v:line>
              <v:shape id="_x0000_s1541" type="#_x0000_t202" style="position:absolute;left:7467;top:6329;width:741;height:491" filled="f" stroked="f" strokeweight="1.25pt">
                <v:textbox style="mso-next-textbox:#_x0000_s1541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1542" style="position:absolute;flip:x" from="7695,6785" to="7695,7013" strokeweight=".5pt">
                <v:stroke endarrow="oval" endarrowwidth="narrow" endarrowlength="short"/>
              </v:line>
              <v:line id="_x0000_s1543" style="position:absolute;flip:x y" from="7695,6044" to="7695,6329" strokeweight=".5pt">
                <v:stroke endarrow="oval" endarrowwidth="narrow" endarrowlength="short"/>
              </v:line>
              <v:line id="_x0000_s1544" style="position:absolute;rotation:-90;flip:x y" from="7093,5446" to="7096,6646" strokeweight="1.25pt">
                <v:stroke startarrow="oval" startarrowwidth="narrow" startarrowlength="short" endarrow="oval" endarrowwidth="narrow" endarrowlength="short"/>
              </v:line>
              <v:oval id="_x0000_s1545" style="position:absolute;left:6672;top:5816;width:456;height:456;rotation:37016fd" filled="f" strokeweight="1.25pt"/>
              <v:rect id="_x0000_s1546" style="position:absolute;left:6783;top:6443;width:570;height:399" filled="f" stroked="f" strokeweight="1.25pt">
                <v:textbox style="mso-next-textbox:#_x0000_s1546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1547" style="position:absolute;rotation:-90;flip:x" from="5529,6044" to="7467,6044" strokeweight="1.25pt"/>
              <v:line id="_x0000_s1548" style="position:absolute;flip:x" from="8664,6044" to="8946,6047" strokeweight="1.25pt">
                <v:stroke endarrow="oval" endarrowwidth="narrow" endarrowlength="short"/>
              </v:line>
              <v:line id="_x0000_s1549" style="position:absolute" from="6498,5075" to="7695,5075" strokeweight="1.25pt">
                <v:stroke endarrow="oval" endarrowwidth="narrow" endarrowlength="short"/>
              </v:line>
              <v:line id="_x0000_s1550" style="position:absolute;flip:y" from="6501,7013" to="7695,7016" strokeweight="1.25pt">
                <v:stroke endarrow="oval" endarrowwidth="narrow" endarrowlength="short"/>
              </v:line>
              <v:line id="_x0000_s1551" style="position:absolute;flip:y" from="8550,5075" to="8949,5075" strokeweight="1.25pt"/>
              <v:oval id="_x0000_s1552" style="position:absolute;left:6273;top:6386;width:456;height:456;rotation:90" filled="f" strokeweight="1.25pt"/>
              <v:oval id="_x0000_s1553" style="position:absolute;left:6270;top:5246;width:456;height:456;rotation:-90" filled="f" strokeweight="1.25pt"/>
              <v:shape id="_x0000_s1554" type="#_x0000_t202" style="position:absolute;left:7524;top:7013;width:399;height:342" filled="f" stroked="f" strokeweight="1.25pt">
                <v:textbox style="mso-next-textbox:#_x0000_s1554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555" type="#_x0000_t202" style="position:absolute;left:7524;top:5645;width:399;height:342" filled="f" stroked="f" strokeweight="1.25pt">
                <v:textbox style="mso-next-textbox:#_x0000_s1555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rect id="_x0000_s1556" style="position:absolute;left:6726;top:5474;width:570;height:342" filled="f" stroked="f" strokeweight="1.25pt">
                <v:textbox style="mso-next-textbox:#_x0000_s1556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B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1557" style="position:absolute;left:6726;top:5075;width:513;height:342" filled="f" stroked="f" strokeweight="1.25pt">
                <v:textbox style="mso-next-textbox:#_x0000_s1557" inset="1pt,1pt,1pt,1pt"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1558" style="position:absolute" from="5643,6044" to="6498,6044" strokeweight=".5pt"/>
              <v:line id="_x0000_s1559" style="position:absolute;flip:y" from="6726,6044" to="7011,6044" strokeweight="1pt">
                <v:stroke endarrow="block" endarrowwidth="wide"/>
              </v:line>
              <v:line id="_x0000_s1560" style="position:absolute;flip:y" from="6498,5360" to="6498,5588" strokeweight="1pt">
                <v:stroke endarrow="block" endarrowwidth="wide"/>
              </v:line>
              <v:oval id="_x0000_s1561" style="position:absolute;left:7467;top:6329;width:456;height:456;rotation:37016fd" filled="f" strokeweight="1.25pt"/>
              <v:group id="_x0000_s1562" style="position:absolute;left:7410;top:6101;width:114;height:228" coordorigin="6840,6555" coordsize="171,285">
                <v:line id="_x0000_s1563" style="position:absolute;rotation:-90;flip:x" from="6754,6698" to="7039,6698"/>
                <v:line id="_x0000_s1564" style="position:absolute;rotation:-90" from="6903,6518" to="6948,6689">
                  <v:stroke endarrow="oval" endarrowwidth="narrow" endarrowlength="short"/>
                </v:line>
                <v:line id="_x0000_s1565" style="position:absolute;rotation:-90;flip:y" from="6903,6706" to="6948,6877">
                  <v:stroke endarrow="oval" endarrowwidth="narrow" endarrowlength="short"/>
                </v:line>
                <v:group id="_x0000_s1566" style="position:absolute;left:6840;top:6626;width:120;height:143" coordorigin="9681,14354" coordsize="399,912">
                  <v:line id="_x0000_s1567" style="position:absolute;rotation:-90;flip:y" from="9767,14724" to="9995,15123"/>
                  <v:line id="_x0000_s1568" style="position:absolute;rotation:-90;flip:y" from="9767,14268" to="9995,14667"/>
                  <v:line id="_x0000_s1569" style="position:absolute;rotation:-90" from="9767,14496" to="9995,14895"/>
                  <v:line id="_x0000_s1570" style="position:absolute;rotation:-90" from="9767,14952" to="9995,15351"/>
                </v:group>
              </v:group>
              <v:group id="_x0000_s1571" style="position:absolute;left:5415;top:5075;width:627;height:969" coordorigin="5415,5130" coordsize="627,969">
                <v:shape id="_x0000_s1572" type="#_x0000_t202" style="position:absolute;left:5415;top:5437;width:627;height:491" filled="f" stroked="f" strokeweight="1.25pt">
                  <v:textbox style="mso-next-textbox:#_x0000_s1572">
                    <w:txbxContent>
                      <w:p w:rsidR="009E23C5" w:rsidRPr="00AD4532" w:rsidRDefault="009E23C5" w:rsidP="00577146">
                        <w:pPr>
                          <w:rPr>
                            <w:sz w:val="24"/>
                            <w:szCs w:val="24"/>
                          </w:rPr>
                        </w:pPr>
                        <w:r w:rsidRPr="00AD4532">
                          <w:rPr>
                            <w:sz w:val="24"/>
                            <w:szCs w:val="24"/>
                          </w:rPr>
                          <w:t>V</w:t>
                        </w:r>
                        <w:r w:rsidRPr="00F97238">
                          <w:rPr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line id="_x0000_s1573" style="position:absolute;flip:x" from="5643,5871" to="5643,6099" strokeweight=".5pt">
                  <v:stroke endarrowwidth="narrow" endarrowlength="short"/>
                </v:line>
                <v:group id="_x0000_s1574" style="position:absolute;left:5871;top:5187;width:114;height:228" coordorigin="6840,6555" coordsize="171,285">
                  <v:line id="_x0000_s1575" style="position:absolute;rotation:-90;flip:x" from="6754,6698" to="7039,6698"/>
                  <v:line id="_x0000_s1576" style="position:absolute;rotation:-90" from="6903,6518" to="6948,6689">
                    <v:stroke endarrow="oval" endarrowwidth="narrow" endarrowlength="short"/>
                  </v:line>
                  <v:line id="_x0000_s1577" style="position:absolute;rotation:-90;flip:y" from="6903,6706" to="6948,6877">
                    <v:stroke endarrow="oval" endarrowwidth="narrow" endarrowlength="short"/>
                  </v:line>
                  <v:group id="_x0000_s1578" style="position:absolute;left:6840;top:6626;width:120;height:143" coordorigin="9681,14354" coordsize="399,912">
                    <v:line id="_x0000_s1579" style="position:absolute;rotation:-90;flip:y" from="9767,14724" to="9995,15123"/>
                    <v:line id="_x0000_s1580" style="position:absolute;rotation:-90;flip:y" from="9767,14268" to="9995,14667"/>
                    <v:line id="_x0000_s1581" style="position:absolute;rotation:-90" from="9767,14496" to="9995,14895"/>
                    <v:line id="_x0000_s1582" style="position:absolute;rotation:-90" from="9767,14952" to="9995,15351"/>
                  </v:group>
                </v:group>
                <v:line id="_x0000_s1583" style="position:absolute;flip:x y" from="5640,5130" to="5640,5415" strokeweight=".5pt">
                  <v:stroke endarrowwidth="narrow" endarrowlength="short"/>
                </v:line>
                <v:oval id="_x0000_s1584" style="position:absolute;left:5415;top:5415;width:456;height:456;rotation:37016fd" filled="f" strokeweight="1.25pt"/>
              </v:group>
              <v:line id="_x0000_s1585" style="position:absolute" from="5643,5075" to="6498,5075" strokeweight=".5pt"/>
              <v:oval id="_x0000_s1586" style="position:absolute;left:8094;top:4847;width:456;height:456;rotation:37016fd" filled="f" strokeweight="1.25pt"/>
              <v:shape id="_x0000_s1587" type="#_x0000_t202" style="position:absolute;left:1653;top:4904;width:3363;height:2508" stroked="f">
                <v:textbox style="mso-next-textbox:#_x0000_s1587">
                  <w:txbxContent>
                    <w:p w:rsidR="009E23C5" w:rsidRDefault="009E23C5" w:rsidP="00577146">
                      <w:pPr>
                        <w:jc w:val="both"/>
                      </w:pPr>
                      <w:r>
                        <w:rPr>
                          <w:sz w:val="24"/>
                        </w:rPr>
                        <w:t>Напряжения симметричного трёхфазного генератора</w:t>
                      </w:r>
                      <w:r>
                        <w:t>:</w:t>
                      </w:r>
                    </w:p>
                    <w:p w:rsidR="009E23C5" w:rsidRDefault="009E23C5" w:rsidP="00577146">
                      <w:pPr>
                        <w:ind w:firstLine="284"/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 w:rsidRPr="00654F18">
                        <w:rPr>
                          <w:sz w:val="24"/>
                        </w:rPr>
                        <w:t>(</w:t>
                      </w:r>
                      <w:r>
                        <w:rPr>
                          <w:sz w:val="24"/>
                          <w:lang w:val="en-US"/>
                        </w:rPr>
                        <w:t>t</w:t>
                      </w:r>
                      <w:r w:rsidRPr="00654F18">
                        <w:rPr>
                          <w:sz w:val="24"/>
                        </w:rPr>
                        <w:t>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>
                        <w:rPr>
                          <w:sz w:val="24"/>
                        </w:rPr>
                        <w:t xml:space="preserve"> 180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t)</w:t>
                      </w:r>
                      <w:r w:rsidRPr="00654F18">
                        <w:rPr>
                          <w:sz w:val="24"/>
                        </w:rPr>
                        <w:t>,</w:t>
                      </w:r>
                    </w:p>
                    <w:p w:rsidR="009E23C5" w:rsidRPr="00654F18" w:rsidRDefault="009E23C5" w:rsidP="00577146">
                      <w:pPr>
                        <w:ind w:firstLine="284"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В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 w:rsidRPr="006F4F37">
                        <w:rPr>
                          <w:sz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</w:rPr>
                        <w:t>80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</w:t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− 120</w:t>
                      </w:r>
                      <w:r w:rsidRPr="0045307F">
                        <w:rPr>
                          <w:sz w:val="24"/>
                          <w:vertAlign w:val="superscript"/>
                        </w:rPr>
                        <w:t>о</w:t>
                      </w:r>
                      <w:r>
                        <w:rPr>
                          <w:sz w:val="24"/>
                          <w:lang w:val="fr-FR"/>
                        </w:rPr>
                        <w:t>)</w:t>
                      </w:r>
                      <w:r>
                        <w:rPr>
                          <w:sz w:val="24"/>
                          <w:lang w:val="en-US"/>
                        </w:rPr>
                        <w:t>,</w:t>
                      </w:r>
                    </w:p>
                    <w:p w:rsidR="009E23C5" w:rsidRPr="00654F18" w:rsidRDefault="009E23C5" w:rsidP="00577146">
                      <w:pPr>
                        <w:ind w:firstLine="284"/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  <w:r>
                        <w:rPr>
                          <w:sz w:val="24"/>
                          <w:lang w:val="fr-FR"/>
                        </w:rPr>
                        <w:t>=</w:t>
                      </w:r>
                      <w:r w:rsidRPr="00C77282">
                        <w:rPr>
                          <w:sz w:val="24"/>
                          <w:lang w:val="en-US"/>
                        </w:rPr>
                        <w:t xml:space="preserve"> </w:t>
                      </w:r>
                      <w:r w:rsidRPr="006F4F37">
                        <w:rPr>
                          <w:sz w:val="24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</w:rPr>
                        <w:t>80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sin(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sym w:font="Symbol" w:char="F077"/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lang w:val="fr-FR"/>
                        </w:rPr>
                        <w:t>t</w:t>
                      </w:r>
                      <w:r w:rsidRPr="00654F18">
                        <w:rPr>
                          <w:sz w:val="24"/>
                          <w:lang w:val="en-US"/>
                        </w:rPr>
                        <w:t xml:space="preserve"> + 120</w:t>
                      </w:r>
                      <w:r w:rsidRPr="0045307F">
                        <w:rPr>
                          <w:sz w:val="24"/>
                          <w:vertAlign w:val="superscript"/>
                        </w:rPr>
                        <w:t>о</w:t>
                      </w:r>
                      <w:r>
                        <w:rPr>
                          <w:sz w:val="24"/>
                          <w:lang w:val="fr-FR"/>
                        </w:rPr>
                        <w:t>)</w:t>
                      </w:r>
                      <w:r>
                        <w:rPr>
                          <w:sz w:val="24"/>
                          <w:lang w:val="en-US"/>
                        </w:rPr>
                        <w:t>,</w:t>
                      </w:r>
                    </w:p>
                    <w:p w:rsidR="009E23C5" w:rsidRPr="0004040A" w:rsidRDefault="009E23C5" w:rsidP="00577146">
                      <w:pPr>
                        <w:jc w:val="both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04040A">
                        <w:rPr>
                          <w:sz w:val="24"/>
                          <w:szCs w:val="24"/>
                          <w:lang w:val="es-ES"/>
                        </w:rPr>
                        <w:t>f=</w:t>
                      </w:r>
                      <w:r w:rsidRPr="0004040A">
                        <w:rPr>
                          <w:sz w:val="24"/>
                          <w:szCs w:val="24"/>
                          <w:lang w:val="en-US"/>
                        </w:rPr>
                        <w:t>5</w:t>
                      </w:r>
                      <w:r w:rsidRPr="0004040A">
                        <w:rPr>
                          <w:sz w:val="24"/>
                          <w:szCs w:val="24"/>
                          <w:lang w:val="es-ES"/>
                        </w:rPr>
                        <w:t xml:space="preserve">0 </w:t>
                      </w:r>
                      <w:r w:rsidRPr="0004040A">
                        <w:rPr>
                          <w:sz w:val="24"/>
                          <w:szCs w:val="24"/>
                        </w:rPr>
                        <w:t>Гц</w:t>
                      </w:r>
                      <w:r w:rsidRPr="0004040A">
                        <w:rPr>
                          <w:sz w:val="24"/>
                          <w:szCs w:val="24"/>
                          <w:lang w:val="es-ES"/>
                        </w:rPr>
                        <w:t>,</w:t>
                      </w:r>
                    </w:p>
                    <w:p w:rsidR="009E23C5" w:rsidRPr="006F4F37" w:rsidRDefault="009E23C5" w:rsidP="00577146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6F4F37">
                        <w:rPr>
                          <w:sz w:val="24"/>
                          <w:lang w:val="en-US"/>
                        </w:rPr>
                        <w:t>=</w:t>
                      </w:r>
                      <w:r>
                        <w:rPr>
                          <w:sz w:val="24"/>
                        </w:rPr>
                        <w:t>4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0 </w:t>
                      </w:r>
                      <w:r>
                        <w:rPr>
                          <w:sz w:val="24"/>
                        </w:rPr>
                        <w:t>Ом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, </w:t>
                      </w:r>
                      <w:r>
                        <w:rPr>
                          <w:sz w:val="24"/>
                          <w:lang w:val="en-US"/>
                        </w:rPr>
                        <w:t>C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=50 </w:t>
                      </w:r>
                      <w:r>
                        <w:rPr>
                          <w:sz w:val="24"/>
                        </w:rPr>
                        <w:t>мкФ</w:t>
                      </w:r>
                      <w:r w:rsidRPr="006F4F37">
                        <w:rPr>
                          <w:sz w:val="24"/>
                          <w:lang w:val="en-US"/>
                        </w:rPr>
                        <w:t xml:space="preserve">, </w:t>
                      </w:r>
                    </w:p>
                    <w:p w:rsidR="009E23C5" w:rsidRDefault="009E23C5" w:rsidP="00577146">
                      <w:pPr>
                        <w:jc w:val="both"/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</w:rPr>
                        <w:t>=0.3 Гн.</w:t>
                      </w:r>
                    </w:p>
                  </w:txbxContent>
                </v:textbox>
              </v:shape>
              <v:shape id="_x0000_s1588" type="#_x0000_t202" style="position:absolute;left:7980;top:5781;width:627;height:491" filled="f" stroked="f" strokeweight="1.25pt">
                <v:textbox style="mso-next-textbox:#_x0000_s1588">
                  <w:txbxContent>
                    <w:p w:rsidR="009E23C5" w:rsidRPr="00AD4532" w:rsidRDefault="009E23C5" w:rsidP="005771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line id="_x0000_s1589" style="position:absolute;flip:x" from="7695,6044" to="7980,6044" strokeweight=".5pt">
                <v:stroke endarrowwidth="narrow" endarrowlength="short"/>
              </v:line>
              <v:group id="_x0000_s1590" style="position:absolute;left:8550;top:5645;width:114;height:228" coordorigin="6840,6555" coordsize="171,285">
                <v:line id="_x0000_s1591" style="position:absolute;rotation:-90;flip:x" from="6754,6698" to="7039,6698"/>
                <v:line id="_x0000_s1592" style="position:absolute;rotation:-90" from="6903,6518" to="6948,6689">
                  <v:stroke endarrow="oval" endarrowwidth="narrow" endarrowlength="short"/>
                </v:line>
                <v:line id="_x0000_s1593" style="position:absolute;rotation:-90;flip:y" from="6903,6706" to="6948,6877">
                  <v:stroke endarrow="oval" endarrowwidth="narrow" endarrowlength="short"/>
                </v:line>
                <v:group id="_x0000_s1594" style="position:absolute;left:6840;top:6626;width:120;height:143" coordorigin="9681,14354" coordsize="399,912">
                  <v:line id="_x0000_s1595" style="position:absolute;rotation:-90;flip:y" from="9767,14724" to="9995,15123"/>
                  <v:line id="_x0000_s1596" style="position:absolute;rotation:-90;flip:y" from="9767,14268" to="9995,14667"/>
                  <v:line id="_x0000_s1597" style="position:absolute;rotation:-90" from="9767,14496" to="9995,14895"/>
                  <v:line id="_x0000_s1598" style="position:absolute;rotation:-90" from="9767,14952" to="9995,15351"/>
                </v:group>
              </v:group>
              <v:line id="_x0000_s1599" style="position:absolute;flip:x y" from="8436,6044" to="8721,6044" strokeweight=".5pt">
                <v:stroke endarrowwidth="narrow" endarrowlength="short"/>
              </v:line>
              <v:oval id="_x0000_s1600" style="position:absolute;left:7980;top:5759;width:456;height:456;rotation:37016fd" filled="f" strokeweight="1.25pt"/>
              <v:rect id="_x0000_s1601" style="position:absolute;left:9177;top:4619;width:399;height:342" filled="f" stroked="f" strokeweight="1.25pt">
                <v:textbox style="mso-next-textbox:#_x0000_s1601" inset="1pt,1pt,1pt,1pt">
                  <w:txbxContent>
                    <w:p w:rsidR="009E23C5" w:rsidRDefault="009E23C5" w:rsidP="00577146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</w:p>
                    <w:p w:rsidR="009E23C5" w:rsidRPr="006745DF" w:rsidRDefault="009E23C5" w:rsidP="00577146"/>
                  </w:txbxContent>
                </v:textbox>
              </v:rect>
              <v:group id="_x0000_s1602" style="position:absolute;left:8607;top:4733;width:114;height:228" coordorigin="6840,6555" coordsize="171,285">
                <v:line id="_x0000_s1603" style="position:absolute;rotation:-90;flip:x" from="6754,6698" to="7039,6698"/>
                <v:line id="_x0000_s1604" style="position:absolute;rotation:-90" from="6903,6518" to="6948,6689">
                  <v:stroke endarrow="oval" endarrowwidth="narrow" endarrowlength="short"/>
                </v:line>
                <v:line id="_x0000_s1605" style="position:absolute;rotation:-90;flip:y" from="6903,6706" to="6948,6877">
                  <v:stroke endarrow="oval" endarrowwidth="narrow" endarrowlength="short"/>
                </v:line>
                <v:group id="_x0000_s1606" style="position:absolute;left:6840;top:6626;width:120;height:143" coordorigin="9681,14354" coordsize="399,912">
                  <v:line id="_x0000_s1607" style="position:absolute;rotation:-90;flip:y" from="9767,14724" to="9995,15123"/>
                  <v:line id="_x0000_s1608" style="position:absolute;rotation:-90;flip:y" from="9767,14268" to="9995,14667"/>
                  <v:line id="_x0000_s1609" style="position:absolute;rotation:-90" from="9767,14496" to="9995,14895"/>
                  <v:line id="_x0000_s1610" style="position:absolute;rotation:-90" from="9767,14952" to="9995,15351"/>
                </v:group>
              </v:group>
            </v:group>
            <v:shape id="_x0000_s1611" type="#_x0000_t202" style="position:absolute;left:1881;top:8721;width:2907;height:2109" stroked="f">
              <v:textbox style="mso-next-textbox:#_x0000_s1611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=110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 xml:space="preserve">=80 Ом, 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=0.1 Гн.</w:t>
                    </w:r>
                  </w:p>
                  <w:p w:rsidR="009E23C5" w:rsidRDefault="009E23C5" w:rsidP="00577146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15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577146"/>
                  <w:p w:rsidR="009E23C5" w:rsidRDefault="009E23C5" w:rsidP="00577146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1612" style="position:absolute;left:9576;top:9462;width:570;height:456" filled="f" stroked="f" strokeweight="1.25pt">
              <v:textbox style="mso-next-textbox:#_x0000_s1612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613" style="position:absolute" from="9462,9006" to="9462,10260">
              <v:stroke endarrow="block"/>
            </v:line>
            <v:line id="_x0000_s1614" style="position:absolute" from="7980,8550" to="7980,8664" strokeweight="1.25pt"/>
            <v:line id="_x0000_s1615" style="position:absolute" from="9120,8664" to="9120,9633" strokeweight="1.25pt">
              <v:stroke startarrow="oval" startarrowwidth="narrow" startarrowlength="short"/>
            </v:line>
            <v:rect id="_x0000_s1616" style="position:absolute;left:7923;top:9177;width:399;height:342" filled="f" stroked="f" strokeweight="1.25pt">
              <v:textbox style="mso-next-textbox:#_x0000_s1616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1617" style="position:absolute;left:8031;top:9284;width:684;height:127;rotation:90" coordorigin="4845,9177" coordsize="684,127">
              <v:shape id="_x0000_s1618" type="#_x0000_t19" style="position:absolute;left:4845;top:9177;width:114;height:114;rotation:-270;flip:x y" strokeweight="1.25pt"/>
              <v:shape id="_x0000_s1619" type="#_x0000_t19" style="position:absolute;left:4959;top:9190;width:114;height:114;rotation:270;flip:x" strokeweight="1.25pt"/>
              <v:shape id="_x0000_s1620" type="#_x0000_t19" style="position:absolute;left:5301;top:9190;width:114;height:114;rotation:-270;flip:x y" strokeweight="1.25pt"/>
              <v:shape id="_x0000_s1621" type="#_x0000_t19" style="position:absolute;left:5415;top:9190;width:114;height:114;rotation:270;flip:x" strokeweight="1.25pt"/>
              <v:shape id="_x0000_s1622" type="#_x0000_t19" style="position:absolute;left:5073;top:9190;width:114;height:114;rotation:-270;flip:x y" strokeweight="1.25pt"/>
              <v:shape id="_x0000_s1623" type="#_x0000_t19" style="position:absolute;left:5187;top:9190;width:114;height:114;rotation:270;flip:x" strokeweight="1.25pt"/>
            </v:group>
            <v:rect id="_x0000_s1624" style="position:absolute;left:8008;top:10172;width:627;height:228;rotation:-90" strokeweight="1.25pt"/>
            <v:line id="_x0000_s1625" style="position:absolute" from="8322,10599" to="8322,10830" strokeweight="1.25pt">
              <v:stroke endarrow="oval" endarrowwidth="narrow" endarrowlength="short"/>
            </v:line>
            <v:line id="_x0000_s1626" style="position:absolute;flip:x y" from="7638,8436" to="7752,8664" strokeweight="1.25pt">
              <v:stroke endarrow="block"/>
            </v:line>
            <v:line id="_x0000_s1627" style="position:absolute" from="7980,8664" to="9405,8664" strokeweight="1.25pt">
              <v:stroke endarrow="oval" endarrowwidth="narrow" endarrowlength="short"/>
            </v:line>
            <v:line id="_x0000_s1628" style="position:absolute;flip:y" from="7182,8721" to="7182,10827" strokeweight="1.25pt"/>
            <v:rect id="_x0000_s1629" style="position:absolute;left:6555;top:9576;width:343;height:456" filled="f" stroked="f" strokeweight="1.25pt">
              <v:textbox style="mso-next-textbox:#_x0000_s1629" inset="1pt,1pt,1pt,1pt">
                <w:txbxContent>
                  <w:p w:rsidR="009E23C5" w:rsidRPr="00AD4532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1630" style="position:absolute;left:7182;top:8265;width:342;height:340" filled="f" stroked="f" strokeweight="1.25pt">
              <v:textbox style="mso-next-textbox:#_x0000_s1630" inset="1pt,1pt,1pt,1pt">
                <w:txbxContent>
                  <w:p w:rsidR="009E23C5" w:rsidRDefault="009E23C5" w:rsidP="00577146">
                    <w:r>
                      <w:t>Кл</w:t>
                    </w:r>
                  </w:p>
                </w:txbxContent>
              </v:textbox>
            </v:rect>
            <v:line id="_x0000_s1631" style="position:absolute;flip:x" from="8322,8664" to="8322,9006" strokeweight="1.25pt">
              <v:stroke startarrow="oval" startarrowwidth="narrow" startarrowlength="short"/>
            </v:line>
            <v:line id="_x0000_s1632" style="position:absolute" from="7182,8695" to="7581,8695" strokeweight="1.25pt"/>
            <v:line id="_x0000_s1633" style="position:absolute;flip:y" from="7578,8550" to="7980,8695" strokeweight="1.25pt">
              <v:stroke startarrow="oval" startarrowwidth="narrow" startarrowlength="short"/>
            </v:line>
            <v:group id="_x0000_s1634" style="position:absolute;left:6897;top:9462;width:570;height:568" coordorigin="3135,9519" coordsize="570,568">
              <v:line id="_x0000_s1635" style="position:absolute;flip:y" from="3420,9690" to="3420,9918" strokeweight="1.25pt">
                <v:stroke endarrow="block" endarrowwidth="wide"/>
              </v:line>
              <v:oval id="_x0000_s1636" style="position:absolute;left:3136;top:9518;width:568;height:570;rotation:270" filled="f" strokeweight="1.25pt"/>
            </v:group>
            <v:line id="_x0000_s1637" style="position:absolute" from="7182,10827" to="9405,10830" strokeweight="1.25pt">
              <v:stroke startarrowwidth="narrow" startarrowlength="short" endarrow="oval" endarrowwidth="narrow" endarrowlength="short"/>
            </v:line>
            <v:line id="_x0000_s1638" style="position:absolute" from="9120,9747" to="9120,10830" strokeweight="1.25pt">
              <v:stroke endarrow="oval" endarrowwidth="narrow" endarrowlength="short"/>
            </v:line>
            <v:rect id="_x0000_s1639" style="position:absolute;left:7866;top:9972;width:399;height:342" filled="f" stroked="f" strokeweight="1.25pt">
              <v:textbox style="mso-next-textbox:#_x0000_s1639" inset="1pt,1pt,1pt,1pt">
                <w:txbxContent>
                  <w:p w:rsidR="009E23C5" w:rsidRPr="00721C6F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640" style="position:absolute;left:8550;top:9519;width:343;height:456" filled="f" stroked="f" strokeweight="1.25pt">
              <v:textbox style="mso-next-textbox:#_x0000_s1640" inset="1pt,1pt,1pt,1pt">
                <w:txbxContent>
                  <w:p w:rsidR="009E23C5" w:rsidRPr="005D5CCC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group id="_x0000_s1641" style="position:absolute;left:8892;top:9633;width:417;height:110" coordorigin="3419,4550" coordsize="417,110">
              <v:line id="_x0000_s1642" style="position:absolute;rotation:-90;flip:y" from="3627,4342" to="3628,4759" strokeweight="2.5pt"/>
              <v:line id="_x0000_s1643" style="position:absolute;rotation:-90;flip:y" from="3624,4447" to="3632,4864" strokeweight="2.5pt"/>
            </v:group>
            <v:line id="_x0000_s1644" style="position:absolute" from="8322,9687" to="8322,9972" strokeweight="1.25pt"/>
            <v:shape id="_x0000_s1645" type="#_x0000_t202" style="position:absolute;left:1596;top:11856;width:4617;height:1083" stroked="f">
              <v:textbox style="mso-next-textbox:#_x0000_s1645">
                <w:txbxContent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=2</w:t>
                    </w:r>
                    <w:r w:rsidRPr="00B6155C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 xml:space="preserve"> В,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=10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=20 Ом, 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  <w:r>
                      <w:rPr>
                        <w:sz w:val="24"/>
                      </w:rPr>
                      <w:t xml:space="preserve">=15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</w:p>
                  <w:p w:rsidR="009E23C5" w:rsidRPr="00572ECB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 - идеальный диод.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</w:p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646" type="#_x0000_t202" style="position:absolute;left:9462;top:13336;width:1083;height:513" stroked="f">
              <v:textbox style="mso-next-textbox:#_x0000_s1646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</w:p>
                </w:txbxContent>
              </v:textbox>
            </v:shape>
            <v:rect id="_x0000_s1647" style="position:absolute;left:7866;top:12652;width:627;height:228" filled="f" strokeweight="1.25pt"/>
            <v:line id="_x0000_s1648" style="position:absolute;flip:y" from="6726,12766" to="7866,12766" strokeweight="1.25pt">
              <v:stroke startarrow="oval" startarrowwidth="narrow" startarrowlength="short"/>
            </v:line>
            <v:line id="_x0000_s1649" style="position:absolute" from="9462,13051" to="9462,14077">
              <v:stroke endarrow="block"/>
            </v:line>
            <v:line id="_x0000_s1650" style="position:absolute" from="7239,12025" to="7239,12766" strokeweight="1.25pt">
              <v:stroke endarrow="oval" endarrowwidth="narrow" endarrowlength="short"/>
            </v:line>
            <v:line id="_x0000_s1651" style="position:absolute;rotation:-90;flip:y" from="6894,12652" to="6894,12880" strokeweight="1.25pt">
              <v:stroke endarrow="block"/>
            </v:line>
            <v:line id="_x0000_s1652" style="position:absolute" from="6840,13106" to="6840,14075">
              <v:stroke endarrow="block"/>
            </v:line>
            <v:line id="_x0000_s1653" style="position:absolute" from="6726,14419" to="9405,14419" strokeweight="1.25pt">
              <v:stroke startarrow="oval" startarrowwidth="narrow" startarrowlength="short" endarrow="oval" endarrowwidth="narrow" endarrowlength="short"/>
            </v:line>
            <v:line id="_x0000_s1654" style="position:absolute" from="8493,12766" to="9405,12766" strokeweight="1.25pt">
              <v:stroke endarrow="oval" endarrowwidth="narrow" endarrowlength="short"/>
            </v:line>
            <v:group id="_x0000_s1655" style="position:absolute;left:7667;top:11711;width:228;height:627;rotation:-90" coordorigin="6099,10602" coordsize="228,627">
              <v:line id="_x0000_s1656" style="position:absolute" from="6213,10602" to="6213,11058" strokeweight="1.25pt">
                <v:stroke endarrow="block" endarrowwidth="wide" endarrowlength="long"/>
              </v:line>
              <v:line id="_x0000_s1657" style="position:absolute" from="6099,11055" to="6327,11055" strokeweight="1.25pt"/>
              <v:line id="_x0000_s1658" style="position:absolute;flip:x" from="6213,11058" to="6213,11229" strokeweight="1.25pt"/>
            </v:group>
            <v:oval id="_x0000_s1659" style="position:absolute;left:8265;top:11797;width:456;height:456;flip:y" filled="f" fillcolor="black" strokeweight="1.25pt"/>
            <v:line id="_x0000_s1660" style="position:absolute;flip:x y" from="8379,12025" to="8607,12025" strokeweight="1.25pt">
              <v:stroke startarrowwidth="narrow" startarrowlength="short" endarrow="block"/>
            </v:line>
            <v:line id="_x0000_s1661" style="position:absolute;flip:x y" from="7239,12025" to="9120,12025" strokeweight="1.25pt"/>
            <v:shape id="_x0000_s1662" type="#_x0000_t202" style="position:absolute;left:7923;top:12253;width:570;height:456" filled="f" stroked="f">
              <v:textbox style="mso-next-textbox:#_x0000_s1662">
                <w:txbxContent>
                  <w:p w:rsidR="009E23C5" w:rsidRPr="00510963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Pr="007939A6" w:rsidRDefault="009E23C5" w:rsidP="00577146"/>
                </w:txbxContent>
              </v:textbox>
            </v:shape>
            <v:shape id="_x0000_s1663" type="#_x0000_t202" style="position:absolute;left:7296;top:11569;width:570;height:456" filled="f" stroked="f">
              <v:textbox style="mso-next-textbox:#_x0000_s1663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1664" style="position:absolute;left:7980;top:11625;width:399;height:400;rotation:-180;flip:x" filled="f" stroked="f" strokeweight="1.25pt">
              <v:textbox style="mso-next-textbox:#_x0000_s1664" inset="1pt,1pt,1pt,1pt">
                <w:txbxContent>
                  <w:p w:rsidR="009E23C5" w:rsidRPr="00510963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1665" style="position:absolute;left:6783;top:12367;width:400;height:342" filled="f" stroked="f" strokeweight="1.25pt">
              <v:textbox style="mso-next-textbox:#_x0000_s1665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2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_x0000_s1666" type="#_x0000_t202" style="position:absolute;left:5985;top:13334;width:741;height:513" stroked="f">
              <v:textbox style="mso-next-textbox:#_x0000_s1666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group id="_x0000_s1667" style="position:absolute;left:2394;top:13167;width:3021;height:1482" coordorigin="7638,4007" coordsize="3021,1482">
              <v:rect id="_x0000_s1668" style="position:absolute;left:7638;top:4007;width:3021;height:1482" filled="f"/>
              <v:shape id="_x0000_s1669" type="#_x0000_t202" style="position:absolute;left:9861;top:4064;width:342;height:342" filled="f" stroked="f">
                <v:textbox style="mso-next-textbox:#_x0000_s1669">
                  <w:txbxContent>
                    <w:p w:rsidR="009E23C5" w:rsidRDefault="009E23C5" w:rsidP="00577146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1670" type="#_x0000_t202" style="position:absolute;left:7752;top:4178;width:1938;height:684" filled="f" stroked="f">
                <v:textbox style="mso-next-textbox:#_x0000_s1670">
                  <w:txbxContent>
                    <w:p w:rsidR="009E23C5" w:rsidRDefault="009E23C5" w:rsidP="00577146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577146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1671" type="#_x0000_t202" style="position:absolute;left:10260;top:4976;width:399;height:342" filled="f" stroked="f">
                <v:textbox style="mso-next-textbox:#_x0000_s1671">
                  <w:txbxContent>
                    <w:p w:rsidR="009E23C5" w:rsidRDefault="009E23C5" w:rsidP="005771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1672" style="position:absolute" from="9918,4178" to="9918,5432"/>
              <v:line id="_x0000_s1673" style="position:absolute" from="9006,5261" to="10545,5261"/>
              <v:line id="_x0000_s1674" style="position:absolute" from="9120,5258" to="9918,5258" strokeweight="1.5pt"/>
              <v:line id="_x0000_s1675" style="position:absolute" from="9918,4463" to="9918,5261" strokeweight="1.5pt"/>
            </v:group>
            <v:rect id="_x0000_s1676" style="position:absolute;left:8806;top:13479;width:627;height:228;rotation:270" strokeweight="1.25pt"/>
            <v:line id="_x0000_s1677" style="position:absolute;flip:y" from="9120,12766" to="9120,13279" strokeweight="1.25pt">
              <v:stroke endarrow="oval" endarrowwidth="narrow" endarrowlength="short"/>
            </v:line>
            <v:rect id="_x0000_s1678" style="position:absolute;left:8493;top:13450;width:399;height:342" filled="f" stroked="f" strokeweight="1.25pt">
              <v:textbox style="mso-next-textbox:#_x0000_s1678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679" style="position:absolute" from="9120,13906" to="9120,14419" strokeweight="1.25pt">
              <v:stroke endarrow="oval" endarrowwidth="narrow" endarrowlength="short"/>
            </v:line>
            <v:line id="_x0000_s1680" style="position:absolute" from="9120,12025" to="9120,12766" strokeweight="1.25pt">
              <v:stroke endarrow="oval" endarrowwidth="narrow" endarrowlength="short"/>
            </v:lin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1681" style="position:absolute;margin-left:3.2pt;margin-top:3pt;width:456.05pt;height:709.8pt;z-index:251666432" coordorigin="1482,570" coordsize="9121,14196">
            <v:rect id="_x0000_s1682" style="position:absolute;left:5699;top:1881;width:343;height:286" filled="f" stroked="f" strokeweight="1.25pt">
              <v:textbox style="mso-next-textbox:#_x0000_s1682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683" style="position:absolute;left:5985;top:3876;width:343;height:286" filled="f" stroked="f" strokeweight="1.25pt">
              <v:textbox style="mso-next-textbox:#_x0000_s1683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684" style="position:absolute;left:8192;top:1808;width:343;height:286" filled="f" stroked="f" strokeweight="1.25pt">
              <v:textbox style="mso-next-textbox:#_x0000_s1684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group id="_x0000_s1685" style="position:absolute;left:8254;top:2223;width:239;height:1539;flip:y" coordorigin="3420,9747" coordsize="239,1539">
              <v:line id="_x0000_s1686" style="position:absolute" from="3534,9747" to="3535,10203" strokeweight="1.25pt"/>
              <v:line id="_x0000_s1687" style="position:absolute" from="3534,10830" to="3534,11286" strokeweight="1.25pt">
                <v:stroke endarrow="oval" endarrowwidth="narrow" endarrowlength="short"/>
              </v:line>
              <v:rect id="_x0000_s1688" style="position:absolute;left:3226;top:10397;width:628;height:239;rotation:90" filled="f" strokeweight="1.25pt"/>
            </v:group>
            <v:line id="_x0000_s1689" style="position:absolute;rotation:-270;flip:x" from="9692,1992" to="9692,2448" strokeweight="1.25pt">
              <v:stroke endarrowwidth="narrow" endarrowlength="short"/>
            </v:line>
            <v:rect id="_x0000_s1690" style="position:absolute;left:8835;top:2109;width:628;height:239;rotation:-180;flip:x" filled="f" strokeweight="1.25pt"/>
            <v:line id="_x0000_s1691" style="position:absolute;flip:x" from="8322,3762" to="9918,3762" strokeweight="1.25pt">
              <v:stroke endarrowwidth="narrow" endarrowlength="short"/>
            </v:line>
            <v:line id="_x0000_s1692" style="position:absolute" from="6160,2223" to="6161,2679" strokeweight="1.25pt">
              <v:stroke startarrow="oval" startarrowwidth="narrow" startarrowlength="short"/>
            </v:line>
            <v:line id="_x0000_s1693" style="position:absolute" from="6160,3306" to="6160,3762" strokeweight="1.25pt">
              <v:stroke endarrow="oval" endarrowwidth="narrow" endarrowlength="short"/>
            </v:line>
            <v:rect id="_x0000_s1694" style="position:absolute;left:5852;top:2873;width:628;height:239;rotation:90" filled="f" strokeweight="1.25pt"/>
            <v:line id="_x0000_s1695" style="position:absolute;rotation:90;flip:y" from="8037,1425" to="8037,3021" strokeweight="1.25pt"/>
            <v:line id="_x0000_s1696" style="position:absolute;rotation:-180;flip:x y" from="6156,3759" to="7011,3762" strokeweight="1.25pt">
              <v:stroke endarrowwidth="narrow" endarrowlength="short"/>
            </v:line>
            <v:line id="_x0000_s1697" style="position:absolute;rotation:-90" from="8008,3392" to="8008,4132" strokeweight="1.25pt">
              <v:stroke endarrow="oval" endarrowwidth="narrow" endarrowlength="short"/>
            </v:line>
            <v:rect id="_x0000_s1698" style="position:absolute;left:7011;top:3648;width:628;height:239" filled="f" strokeweight="1.25pt"/>
            <v:line id="_x0000_s1699" style="position:absolute;rotation:180" from="5248,3762" to="6160,3763" strokeweight="1.25pt">
              <v:stroke endarrowwidth="narrow" endarrowlength="short"/>
            </v:line>
            <v:line id="_x0000_s1700" style="position:absolute;rotation:90" from="4906,2565" to="5590,2565" strokeweight="1.25pt">
              <v:stroke endarrowwidth="narrow" endarrowlength="short"/>
            </v:line>
            <v:line id="_x0000_s1701" style="position:absolute;rotation:180" from="5244,2222" to="6673,2223" strokeweight="1.25pt">
              <v:stroke endarrowwidth="narrow" endarrowlength="short"/>
            </v:line>
            <v:line id="_x0000_s1702" style="position:absolute" from="9918,2223" to="9918,3751" strokeweight="1.25pt"/>
            <v:rect id="_x0000_s1703" style="position:absolute;left:8208;top:3876;width:343;height:286" filled="f" stroked="f" strokeweight="1.25pt">
              <v:textbox style="mso-next-textbox:#_x0000_s1703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704" style="position:absolute;rotation:-90;flip:x" from="4878,3391" to="5619,3392" strokeweight="1.25pt">
              <v:stroke endarrow="open" endarrowlength="short"/>
            </v:line>
            <v:oval id="_x0000_s1705" style="position:absolute;left:4964;top:2706;width:568;height:570;rotation:-90" filled="f" strokeweight="1.25pt"/>
            <v:line id="_x0000_s1706" style="position:absolute;rotation:-90" from="5220,2905" to="5278,2906" strokeweight="1.25pt">
              <v:stroke endarrow="open" endarrowlength="short"/>
            </v:line>
            <v:oval id="_x0000_s1707" style="position:absolute;left:9633;top:2611;width:568;height:570;rotation:180" filled="f" strokeweight="1.25pt"/>
            <v:group id="_x0000_s1708" style="position:absolute;left:6673;top:1938;width:570;height:570" coordorigin="3363,8436" coordsize="570,570">
              <v:oval id="_x0000_s1709" style="position:absolute;left:3363;top:8436;width:570;height:570" filled="f" strokeweight="1.25pt"/>
              <v:shape id="_x0000_s1710" type="#_x0000_t202" style="position:absolute;left:3420;top:8550;width:456;height:399" filled="f" stroked="f" strokeweight="1.25pt">
                <v:textbox>
                  <w:txbxContent>
                    <w:p w:rsidR="009E23C5" w:rsidRDefault="009E23C5" w:rsidP="0057714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v:group>
            <v:shape id="_x0000_s1711" type="#_x0000_t202" style="position:absolute;left:1482;top:1164;width:2451;height:432" filled="f" stroked="f">
              <v:textbox style="mso-next-textbox:#_x0000_s1711">
                <w:txbxContent>
                  <w:p w:rsidR="009E23C5" w:rsidRPr="00242F6C" w:rsidRDefault="009E23C5" w:rsidP="00577146">
                    <w:pPr>
                      <w:pStyle w:val="Heading1"/>
                    </w:pPr>
                    <w:r>
                      <w:t>Задача № 01.304</w:t>
                    </w:r>
                  </w:p>
                </w:txbxContent>
              </v:textbox>
            </v:shape>
            <v:shape id="_x0000_s1712" type="#_x0000_t202" style="position:absolute;left:1824;top:1824;width:1539;height:2109" filled="f" stroked="f">
              <v:textbox style="mso-next-textbox:#_x0000_s1712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=36 В,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897285"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=12 В,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=0.3 А,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=70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=25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=20 Ом,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=40 Ом.</w:t>
                    </w:r>
                  </w:p>
                </w:txbxContent>
              </v:textbox>
            </v:shape>
            <v:shape id="_x0000_s1713" type="#_x0000_t202" style="position:absolute;left:1539;top:570;width:2508;height:456">
              <v:textbox style="mso-next-textbox:#_x0000_s1713">
                <w:txbxContent>
                  <w:p w:rsidR="009E23C5" w:rsidRPr="0099782F" w:rsidRDefault="009E23C5" w:rsidP="00577146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304</w:t>
                    </w:r>
                  </w:p>
                </w:txbxContent>
              </v:textbox>
            </v:shape>
            <v:rect id="_x0000_s1714" style="position:absolute;left:1482;top:1086;width:9121;height:3420" filled="f" strokeweight="2pt"/>
            <v:shape id="_x0000_s1715" type="#_x0000_t202" style="position:absolute;left:1482;top:4617;width:2387;height:432" filled="f" stroked="f">
              <v:textbox style="mso-next-textbox:#_x0000_s1715">
                <w:txbxContent>
                  <w:p w:rsidR="009E23C5" w:rsidRPr="0099782F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304</w:t>
                    </w:r>
                  </w:p>
                </w:txbxContent>
              </v:textbox>
            </v:shape>
            <v:rect id="_x0000_s1716" style="position:absolute;left:1482;top:4506;width:9121;height:3420" filled="f" strokeweight="2pt"/>
            <v:rect id="_x0000_s1717" style="position:absolute;left:1482;top:7926;width:9121;height:3420" filled="f" strokeweight="2pt"/>
            <v:rect id="_x0000_s1718" style="position:absolute;left:1482;top:11346;width:9121;height:3420" filled="f" strokeweight="2pt"/>
            <v:shape id="_x0000_s1719" type="#_x0000_t202" style="position:absolute;left:1539;top:8007;width:2387;height:432" filled="f" stroked="f">
              <v:textbox style="mso-next-textbox:#_x0000_s1719">
                <w:txbxContent>
                  <w:p w:rsidR="009E23C5" w:rsidRPr="0099782F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304</w:t>
                    </w:r>
                  </w:p>
                </w:txbxContent>
              </v:textbox>
            </v:shape>
            <v:shape id="_x0000_s1720" type="#_x0000_t202" style="position:absolute;left:1539;top:11403;width:2387;height:432" filled="f" stroked="f">
              <v:textbox style="mso-next-textbox:#_x0000_s1720">
                <w:txbxContent>
                  <w:p w:rsidR="009E23C5" w:rsidRPr="0099782F" w:rsidRDefault="009E23C5" w:rsidP="005771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304</w:t>
                    </w:r>
                  </w:p>
                </w:txbxContent>
              </v:textbox>
            </v:shape>
            <v:line id="_x0000_s1721" style="position:absolute" from="7866,12201" to="7866,14025" strokeweight="1pt"/>
            <v:line id="_x0000_s1722" style="position:absolute" from="7866,14025" to="10260,14025" strokeweight="1pt"/>
            <v:line id="_x0000_s1723" style="position:absolute" from="8106,12201" to="8106,14025" strokeweight=".25pt">
              <v:stroke dashstyle="1 1"/>
            </v:line>
            <v:line id="_x0000_s1724" style="position:absolute" from="8346,12201" to="8346,14025" strokeweight=".25pt">
              <v:stroke dashstyle="1 1"/>
            </v:line>
            <v:line id="_x0000_s1725" style="position:absolute" from="8586,12201" to="8586,14025" strokeweight=".25pt">
              <v:stroke dashstyle="1 1"/>
            </v:line>
            <v:line id="_x0000_s1726" style="position:absolute" from="8826,12201" to="8826,14025" strokeweight=".25pt">
              <v:stroke dashstyle="1 1"/>
            </v:line>
            <v:line id="_x0000_s1727" style="position:absolute" from="9066,12201" to="9066,14025" strokeweight=".25pt">
              <v:stroke dashstyle="1 1"/>
            </v:line>
            <v:line id="_x0000_s1728" style="position:absolute" from="9306,12201" to="9306,14025" strokeweight=".25pt">
              <v:stroke dashstyle="1 1"/>
            </v:line>
            <v:line id="_x0000_s1729" style="position:absolute" from="9546,12201" to="9546,14025" strokeweight=".25pt">
              <v:stroke dashstyle="1 1"/>
            </v:line>
            <v:line id="_x0000_s1730" style="position:absolute" from="9786,12201" to="9786,14025" strokeweight=".25pt">
              <v:stroke dashstyle="1 1"/>
            </v:line>
            <v:line id="_x0000_s1731" style="position:absolute" from="10026,12201" to="10026,14025" strokeweight=".25pt">
              <v:stroke dashstyle="1 1"/>
            </v:line>
            <v:line id="_x0000_s1732" style="position:absolute" from="10266,12201" to="10266,14025" strokeweight=".25pt">
              <v:stroke dashstyle="1 1"/>
            </v:line>
            <v:line id="_x0000_s1733" style="position:absolute" from="7866,12201" to="10260,12201" strokeweight=".25pt">
              <v:stroke dashstyle="1 1"/>
            </v:line>
            <v:line id="_x0000_s1734" style="position:absolute" from="7866,13797" to="10260,13797" strokeweight=".25pt">
              <v:stroke dashstyle="1 1"/>
            </v:line>
            <v:line id="_x0000_s1735" style="position:absolute" from="7866,13569" to="10260,13569" strokeweight=".25pt">
              <v:stroke dashstyle="1 1"/>
            </v:line>
            <v:line id="_x0000_s1736" style="position:absolute" from="7866,13341" to="10260,13341" strokeweight=".25pt">
              <v:stroke dashstyle="1 1"/>
            </v:line>
            <v:line id="_x0000_s1737" style="position:absolute" from="7866,13113" to="10260,13113" strokeweight=".25pt">
              <v:stroke dashstyle="1 1"/>
            </v:line>
            <v:line id="_x0000_s1738" style="position:absolute" from="7866,12885" to="10260,12885" strokeweight=".25pt">
              <v:stroke dashstyle="1 1"/>
            </v:line>
            <v:line id="_x0000_s1739" style="position:absolute" from="7866,12657" to="10260,12657" strokeweight=".25pt">
              <v:stroke dashstyle="1 1"/>
            </v:line>
            <v:line id="_x0000_s1740" style="position:absolute" from="7866,12429" to="10260,12429" strokeweight=".25pt">
              <v:stroke dashstyle="1 1"/>
            </v:line>
            <v:shape id="_x0000_s1741" style="position:absolute;left:7866;top:12315;width:2394;height:1710;mso-position-horizontal:absolute;mso-position-vertical:absolute" coordsize="855,1083" path="m,1083c33,840,67,598,114,456,161,314,228,285,285,228v57,-57,76,-76,171,-114c551,76,703,38,855,e" filled="f">
              <v:path arrowok="t"/>
            </v:shape>
            <v:shape id="_x0000_s1742" type="#_x0000_t202" style="position:absolute;left:7923;top:12258;width:456;height:342" stroked="f">
              <v:textbox style="mso-next-textbox:#_x0000_s1742">
                <w:txbxContent>
                  <w:p w:rsidR="009E23C5" w:rsidRPr="00626546" w:rsidRDefault="009E23C5" w:rsidP="00577146">
                    <w:r w:rsidRPr="00626546">
                      <w:t>В</w:t>
                    </w:r>
                  </w:p>
                </w:txbxContent>
              </v:textbox>
            </v:shape>
            <v:shape id="_x0000_s1743" type="#_x0000_t202" style="position:absolute;left:9006;top:12714;width:1026;height:627" stroked="f">
              <v:textbox style="mso-next-textbox:#_x0000_s1743">
                <w:txbxContent>
                  <w:p w:rsidR="009E23C5" w:rsidRPr="00626546" w:rsidRDefault="009E23C5" w:rsidP="00577146">
                    <w:r w:rsidRPr="00626546">
                      <w:t>В-Тл</w:t>
                    </w:r>
                  </w:p>
                  <w:p w:rsidR="009E23C5" w:rsidRPr="00626546" w:rsidRDefault="009E23C5" w:rsidP="00577146">
                    <w:r w:rsidRPr="00626546">
                      <w:t>Н –А/см</w:t>
                    </w:r>
                  </w:p>
                  <w:p w:rsidR="009E23C5" w:rsidRPr="00626546" w:rsidRDefault="009E23C5" w:rsidP="00577146"/>
                </w:txbxContent>
              </v:textbox>
            </v:shape>
            <v:shape id="_x0000_s1744" type="#_x0000_t202" style="position:absolute;left:7695;top:14082;width:2850;height:342" stroked="f">
              <v:textbox style="mso-next-textbox:#_x0000_s1744">
                <w:txbxContent>
                  <w:p w:rsidR="009E23C5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1745" type="#_x0000_t202" style="position:absolute;left:9861;top:13626;width:399;height:342" stroked="f">
              <v:textbox style="mso-next-textbox:#_x0000_s1745">
                <w:txbxContent>
                  <w:p w:rsidR="009E23C5" w:rsidRPr="00626546" w:rsidRDefault="009E23C5" w:rsidP="00577146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1746" type="#_x0000_t202" style="position:absolute;left:7296;top:11688;width:2850;height:456" stroked="f">
              <v:textbox style="mso-next-textbox:#_x0000_s1746">
                <w:txbxContent>
                  <w:p w:rsidR="009E23C5" w:rsidRPr="0036796A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1747" type="#_x0000_t202" style="position:absolute;left:7182;top:12201;width:627;height:2052" stroked="f">
              <v:textbox style="mso-next-textbox:#_x0000_s1747">
                <w:txbxContent>
                  <w:p w:rsidR="009E23C5" w:rsidRDefault="009E23C5" w:rsidP="005771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577146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5771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577146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group id="_x0000_s1748" style="position:absolute;left:2166;top:12828;width:3192;height:1824" coordorigin="2337,13110" coordsize="3192,1824">
              <v:shape id="_x0000_s1749" type="#_x0000_t202" style="position:absolute;left:2622;top:13110;width:456;height:399" stroked="f">
                <v:textbox style="mso-next-textbox:#_x0000_s1749">
                  <w:txbxContent>
                    <w:p w:rsidR="009E23C5" w:rsidRPr="00626546" w:rsidRDefault="009E23C5" w:rsidP="00577146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oval id="_x0000_s1750" style="position:absolute;left:3018;top:13338;width:1596;height:1596" strokeweight="1pt"/>
              <v:oval id="_x0000_s1751" style="position:absolute;left:3192;top:13509;width:1254;height:1254">
                <v:stroke dashstyle="1 1" endcap="round"/>
              </v:oval>
              <v:oval id="_x0000_s1752" style="position:absolute;left:3363;top:13680;width:912;height:912" strokeweight="1pt"/>
              <v:line id="_x0000_s1753" style="position:absolute;flip:y" from="2622,13563" to="3078,13566" strokeweight="1.25pt"/>
              <v:line id="_x0000_s1754" style="position:absolute" from="3081,13563" to="3195,13620" strokeweight="1.25pt"/>
              <v:shape id="_x0000_s1755" style="position:absolute;left:2907;top:13908;width:570;height:285" coordsize="570,285" path="m570,c551,47,532,95,456,114v-76,19,-266,-9,-342,c38,123,,143,,171v,28,95,95,114,114e" filled="f" strokeweight="1.25pt">
                <v:path arrowok="t"/>
              </v:shape>
              <v:shape id="_x0000_s1756" style="position:absolute;left:2964;top:14250;width:522;height:399" coordsize="522,399" path="m399,v61,14,123,29,114,57c504,85,427,114,342,171,257,228,57,361,,399e" filled="f" strokeweight="1.25pt">
                <v:path arrowok="t"/>
              </v:shape>
              <v:line id="_x0000_s1757" style="position:absolute" from="2622,14649" to="2964,14649" strokeweight="1.25pt"/>
              <v:oval id="_x0000_s1758" style="position:absolute;left:2508;top:14592;width:114;height:114" fillcolor="black"/>
              <v:oval id="_x0000_s1759" style="position:absolute;left:2508;top:13509;width:114;height:114" fillcolor="black"/>
              <v:line id="_x0000_s1760" style="position:absolute" from="2622,13566" to="2907,13566">
                <v:stroke endarrow="block"/>
              </v:line>
              <v:shape id="_x0000_s1761" type="#_x0000_t202" style="position:absolute;left:2337;top:13965;width:456;height:399" stroked="f">
                <v:textbox style="mso-next-textbox:#_x0000_s1761">
                  <w:txbxContent>
                    <w:p w:rsidR="009E23C5" w:rsidRPr="00626546" w:rsidRDefault="009E23C5" w:rsidP="00577146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rect id="_x0000_s1762" style="position:absolute;left:4275;top:14136;width:456;height:114" stroked="f"/>
              <v:line id="_x0000_s1763" style="position:absolute" from="4275,14136" to="4788,14136"/>
              <v:line id="_x0000_s1764" style="position:absolute" from="4275,14250" to="4788,14250"/>
              <v:line id="_x0000_s1765" style="position:absolute" from="4731,13851" to="4731,14136">
                <v:stroke endarrow="block"/>
              </v:line>
              <v:line id="_x0000_s1766" style="position:absolute;flip:x y" from="4731,14250" to="4731,14592">
                <v:stroke endarrow="block"/>
              </v:line>
              <v:shape id="_x0000_s1767" type="#_x0000_t202" style="position:absolute;left:4845;top:13965;width:399;height:456" stroked="f">
                <v:textbox style="mso-next-textbox:#_x0000_s1767">
                  <w:txbxContent>
                    <w:p w:rsidR="009E23C5" w:rsidRDefault="009E23C5" w:rsidP="005771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1768" type="#_x0000_t42" style="position:absolute;left:4674;top:13281;width:855;height:456" adj="-13718,16626,-8337,8526,-3032,8526,-12202,14495">
                <v:textbox style="mso-next-textbox:#_x0000_s1768">
                  <w:txbxContent>
                    <w:p w:rsidR="009E23C5" w:rsidRDefault="009E23C5" w:rsidP="00577146">
                      <w:pPr>
                        <w:rPr>
                          <w:sz w:val="16"/>
                        </w:rPr>
                      </w:pPr>
                      <w:r>
                        <w:rPr>
                          <w:lang w:val="en-US"/>
                        </w:rPr>
                        <w:t>l</w:t>
                      </w:r>
                      <w:r w:rsidRPr="00626546">
                        <w:rPr>
                          <w:vertAlign w:val="subscript"/>
                        </w:rPr>
                        <w:t>ср</w:t>
                      </w:r>
                    </w:p>
                  </w:txbxContent>
                </v:textbox>
                <o:callout v:ext="edit" minusy="t"/>
              </v:shape>
            </v:group>
            <v:shape id="_x0000_s1769" type="#_x0000_t202" style="position:absolute;left:1539;top:11802;width:5700;height:969" stroked="f">
              <v:textbox style="mso-next-textbox:#_x0000_s1769">
                <w:txbxContent>
                  <w:p w:rsidR="009E23C5" w:rsidRPr="00626546" w:rsidRDefault="009E23C5" w:rsidP="00577146">
                    <w:pPr>
                      <w:jc w:val="center"/>
                    </w:pPr>
                    <w:r w:rsidRPr="00626546">
                      <w:t>В стальном сердечнике магнитная индукция В=</w:t>
                    </w:r>
                    <w:r>
                      <w:t>0.8</w:t>
                    </w:r>
                    <w:r w:rsidRPr="00626546">
                      <w:t xml:space="preserve"> Тл,</w:t>
                    </w:r>
                  </w:p>
                  <w:p w:rsidR="009E23C5" w:rsidRPr="00626546" w:rsidRDefault="009E23C5" w:rsidP="00577146">
                    <w:pPr>
                      <w:jc w:val="center"/>
                    </w:pPr>
                    <w:r w:rsidRPr="00626546">
                      <w:t xml:space="preserve"> </w:t>
                    </w:r>
                    <w:r>
                      <w:rPr>
                        <w:lang w:val="en-US"/>
                      </w:rPr>
                      <w:t>l</w:t>
                    </w:r>
                    <w:r w:rsidRPr="00626546">
                      <w:rPr>
                        <w:vertAlign w:val="subscript"/>
                      </w:rPr>
                      <w:t>ср</w:t>
                    </w:r>
                    <w:r w:rsidRPr="00626546">
                      <w:t xml:space="preserve"> =</w:t>
                    </w:r>
                    <w:r>
                      <w:t>5</w:t>
                    </w:r>
                    <w:r w:rsidRPr="00626546">
                      <w:t>0 см , воздушный зазор δ=0.</w:t>
                    </w:r>
                    <w:r w:rsidRPr="00897285">
                      <w:t>05</w:t>
                    </w:r>
                    <w:r w:rsidRPr="00626546">
                      <w:t xml:space="preserve"> см, число витков катушки</w:t>
                    </w:r>
                    <w:r>
                      <w:t xml:space="preserve"> </w:t>
                    </w:r>
                    <w:r w:rsidRPr="00626546">
                      <w:rPr>
                        <w:lang w:val="en-US"/>
                      </w:rPr>
                      <w:t>W</w:t>
                    </w:r>
                    <w:r w:rsidRPr="00626546">
                      <w:t>=</w:t>
                    </w:r>
                    <w:r w:rsidRPr="00897285">
                      <w:t>3</w:t>
                    </w:r>
                    <w:r w:rsidRPr="00626546">
                      <w:t>00. Определить ток в катушке.</w:t>
                    </w:r>
                  </w:p>
                </w:txbxContent>
              </v:textbox>
            </v:shape>
            <v:shape id="_x0000_s1770" type="#_x0000_t202" style="position:absolute;left:7182;top:12087;width:627;height:342" stroked="f">
              <v:textbox style="mso-next-textbox:#_x0000_s1770">
                <w:txbxContent>
                  <w:p w:rsidR="009E23C5" w:rsidRPr="00626546" w:rsidRDefault="009E23C5" w:rsidP="00577146">
                    <w:r>
                      <w:t>Тл</w:t>
                    </w:r>
                  </w:p>
                </w:txbxContent>
              </v:textbox>
            </v:shape>
            <v:rect id="_x0000_s1771" style="position:absolute;left:4560;top:2406;width:685;height:444;flip:y" filled="f" stroked="f" strokeweight="1.25pt">
              <v:textbox style="mso-next-textbox:#_x0000_s1771" inset="1pt,1pt,1pt,1pt">
                <w:txbxContent>
                  <w:p w:rsidR="009E23C5" w:rsidRDefault="009E23C5" w:rsidP="0057714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772" style="position:absolute;left:6384;top:2850;width:513;height:513;flip:y" filled="f" stroked="f" strokeweight="1.25pt">
              <v:textbox style="mso-next-textbox:#_x0000_s1772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773" style="position:absolute;left:7125;top:3249;width:455;height:400;flip:y" filled="f" stroked="f" strokeweight="1.25pt">
              <v:textbox style="mso-next-textbox:#_x0000_s1773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774" style="position:absolute;left:7752;top:2793;width:628;height:400;flip:y" filled="f" stroked="f" strokeweight="1.25pt">
              <v:textbox style="mso-next-textbox:#_x0000_s1774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775" style="position:absolute;left:8949;top:1653;width:628;height:400;flip:y" filled="f" stroked="f" strokeweight="1.25pt">
              <v:textbox style="mso-next-textbox:#_x0000_s1775" inset="1pt,1pt,1pt,1pt">
                <w:txbxContent>
                  <w:p w:rsidR="009E23C5" w:rsidRPr="003A5600" w:rsidRDefault="009E23C5" w:rsidP="00577146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rect>
            <v:oval id="_x0000_s1776" style="position:absolute;left:7524;top:1938;width:568;height:570;flip:x y" filled="f" strokeweight="1.25pt"/>
            <v:rect id="_x0000_s1777" style="position:absolute;left:9234;top:2736;width:628;height:360;flip:y" filled="f" stroked="f" strokeweight="1.25pt">
              <v:textbox style="mso-next-textbox:#_x0000_s1777" inset="1pt,1pt,1pt,1pt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1778" style="position:absolute;rotation:90;flip:x" from="5985,2052" to="6327,2052" strokeweight="1.25pt">
              <v:stroke endarrowwidth="narrow" endarrowlength="short"/>
            </v:line>
            <v:line id="_x0000_s1779" style="position:absolute;flip:x" from="5985,1881" to="6327,1881" strokeweight="2.5pt">
              <v:stroke endarrowwidth="narrow" endarrowlength="short"/>
            </v:line>
            <v:line id="_x0000_s1780" style="position:absolute;rotation:-90;flip:y" from="9747,2850" to="10089,2850" strokeweight="1.25pt">
              <v:stroke endarrow="block" endarrowwidth="wide"/>
            </v:line>
            <v:line id="_x0000_s1781" style="position:absolute;rotation:-90;flip:x y" from="7866,2052" to="7866,2394" strokeweight="1.25pt">
              <v:stroke endarrow="block" endarrowwidth="wide"/>
            </v:line>
            <v:rect id="_x0000_s1782" style="position:absolute;left:7581;top:1539;width:628;height:360;flip:y" filled="f" stroked="f" strokeweight="1.25pt">
              <v:textbox style="mso-next-textbox:#_x0000_s1782" inset="1pt,1pt,1pt,1pt">
                <w:txbxContent>
                  <w:p w:rsidR="009E23C5" w:rsidRPr="00AC35C7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group id="_x0000_s1783" style="position:absolute;left:6555;top:1824;width:114;height:228" coordorigin="6954,3876" coordsize="741,969">
              <v:line id="_x0000_s1784" style="position:absolute;rotation:-90;flip:x" from="7325,4564" to="7325,4975"/>
              <v:group id="_x0000_s1785" style="position:absolute;left:6954;top:3876;width:741;height:969" coordorigin="4266,11962" coordsize="575,853">
                <v:line id="_x0000_s1786" style="position:absolute;rotation:-90;flip:y" from="4009,12559" to="4522,12559"/>
                <v:shape id="_x0000_s1787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1788" style="position:absolute;rotation:-90;flip:y" from="4579,12559" to="5092,12559"/>
              </v:group>
            </v:group>
            <v:line id="_x0000_s1789" style="position:absolute;flip:y" from="9576,5985" to="9861,5985" strokeweight="1.25pt">
              <v:stroke endarrow="oval" endarrowwidth="narrow" endarrowlength="short"/>
            </v:line>
            <v:line id="_x0000_s1790" style="position:absolute" from="7695,6954" to="9177,6954" strokeweight="1.25pt"/>
            <v:line id="_x0000_s1791" style="position:absolute;rotation:-90" from="9747,4902" to="9747,5130" strokeweight="1.25pt">
              <v:stroke endarrowwidth="narrow" endarrowlength="short"/>
            </v:line>
            <v:line id="_x0000_s1792" style="position:absolute;rotation:-90" from="6042,5871" to="6384,6441" strokeweight="1.25pt">
              <v:stroke endarrowwidth="narrow" endarrowlength="short"/>
            </v:line>
            <v:line id="_x0000_s1793" style="position:absolute" from="5928,6327" to="5928,7581" strokeweight="1.25pt">
              <v:stroke endarrowwidth="narrow" endarrowlength="short"/>
            </v:line>
            <v:line id="_x0000_s1794" style="position:absolute" from="10089,5985" to="10089,7581" strokeweight="1.25pt">
              <v:stroke endarrowwidth="narrow" endarrowlength="short"/>
            </v:line>
            <v:line id="_x0000_s1795" style="position:absolute" from="9861,5016" to="9861,6954" strokeweight="1.25pt">
              <v:stroke endarrowwidth="narrow" endarrowlength="short"/>
            </v:line>
            <v:group id="_x0000_s1796" style="position:absolute;left:8949;top:4902;width:684;height:114" coordorigin="2795,7200" coordsize="684,114">
              <v:shape id="_x0000_s1797" type="#_x0000_t19" style="position:absolute;left:2795;top:7200;width:114;height:114;rotation:-270;flip:x y" strokeweight="1.25pt"/>
              <v:shape id="_x0000_s1798" type="#_x0000_t19" style="position:absolute;left:2909;top:7200;width:114;height:114;rotation:270;flip:x" strokeweight="1.25pt"/>
              <v:shape id="_x0000_s1799" type="#_x0000_t19" style="position:absolute;left:3251;top:7200;width:114;height:114;rotation:-270;flip:x y" strokeweight="1.25pt"/>
              <v:shape id="_x0000_s1800" type="#_x0000_t19" style="position:absolute;left:3365;top:7200;width:114;height:114;rotation:270;flip:x" strokeweight="1.25pt"/>
              <v:shape id="_x0000_s1801" type="#_x0000_t19" style="position:absolute;left:3023;top:7200;width:114;height:114;rotation:-270;flip:x y" strokeweight="1.25pt"/>
              <v:shape id="_x0000_s1802" type="#_x0000_t19" style="position:absolute;left:3137;top:7200;width:114;height:114;rotation:270;flip:x" strokeweight="1.25pt"/>
            </v:group>
            <v:rect id="_x0000_s1803" style="position:absolute;left:9177;top:5472;width:399;height:342" filled="f" stroked="f" strokeweight="1.25pt">
              <v:textbox style="mso-next-textbox:#_x0000_s1803" inset="1pt,1pt,1pt,1pt">
                <w:txbxContent>
                  <w:p w:rsidR="009E23C5" w:rsidRDefault="009E23C5" w:rsidP="00577146"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804" style="position:absolute;left:8949;top:5871;width:627;height:228" filled="f" strokeweight="1.25pt"/>
            <v:group id="_x0000_s1805" style="position:absolute;left:9177;top:6669;width:114;height:456" coordorigin="6270,13509" coordsize="114,456">
              <v:line id="_x0000_s1806" style="position:absolute;flip:x" from="6270,13509" to="6270,13965" strokeweight="2.5pt"/>
              <v:line id="_x0000_s1807" style="position:absolute" from="6384,13509" to="6384,13965" strokeweight="2.5pt"/>
            </v:group>
            <v:rect id="_x0000_s1808" style="position:absolute;left:9120;top:6270;width:399;height:342" filled="f" stroked="f" strokeweight="1.25pt">
              <v:textbox style="mso-next-textbox:#_x0000_s1808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shape id="_x0000_s1809" type="#_x0000_t202" style="position:absolute;left:8094;top:4788;width:570;height:456" filled="f" stroked="f" strokeweight="1.25pt">
              <v:textbox>
                <w:txbxContent>
                  <w:p w:rsidR="009E23C5" w:rsidRPr="00785D1C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785D1C">
                      <w:rPr>
                        <w:sz w:val="24"/>
                        <w:szCs w:val="24"/>
                        <w:lang w:val="en-US"/>
                      </w:rPr>
                      <w:t>A</w:t>
                    </w:r>
                    <w:r w:rsidRPr="00785D1C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810" style="position:absolute;rotation:-90" from="9576,6669" to="9576,7239" strokeweight="1.25pt">
              <v:stroke endarrowwidth="narrow" endarrowlength="short"/>
            </v:line>
            <v:line id="_x0000_s1811" style="position:absolute;rotation:-90" from="7895,4816" to="7895,5215" strokeweight="1.25pt">
              <v:stroke endarrowwidth="narrow" endarrowlength="short"/>
            </v:line>
            <v:line id="_x0000_s1812" style="position:absolute;rotation:-90" from="9975,5871" to="9975,6099" strokeweight="1.25pt">
              <v:stroke endarrowwidth="narrow" endarrowlength="short"/>
            </v:line>
            <v:rect id="_x0000_s1813" style="position:absolute;left:9462;top:4560;width:399;height:342" filled="f" stroked="f" strokeweight="1.25pt">
              <v:textbox style="mso-next-textbox:#_x0000_s1813" inset="1pt,1pt,1pt,1pt">
                <w:txbxContent>
                  <w:p w:rsidR="009E23C5" w:rsidRDefault="009E23C5" w:rsidP="00577146"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1814" style="position:absolute;rotation:-90" from="8693,5728" to="8693,6241" strokeweight="1.25pt">
              <v:stroke endarrowwidth="narrow" endarrowlength="short"/>
            </v:line>
            <v:line id="_x0000_s1815" style="position:absolute" from="6498,6327" to="6498,6669" strokeweight="1pt">
              <v:stroke endarrow="block" endarrowwidth="wide"/>
            </v:line>
            <v:shape id="_x0000_s1816" type="#_x0000_t202" style="position:absolute;left:7467;top:6270;width:741;height:491" filled="f" stroked="f" strokeweight="1.25pt">
              <v:textbox style="mso-next-textbox:#_x0000_s1816">
                <w:txbxContent>
                  <w:p w:rsidR="009E23C5" w:rsidRPr="00AD4532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817" style="position:absolute;flip:x" from="7695,6726" to="7695,6954" strokeweight=".5pt">
              <v:stroke endarrow="oval" endarrowwidth="narrow" endarrowlength="short"/>
            </v:line>
            <v:group id="_x0000_s1818" style="position:absolute;left:8379;top:7239;width:114;height:228" coordorigin="6840,6555" coordsize="171,285">
              <v:line id="_x0000_s1819" style="position:absolute;rotation:-90;flip:x" from="6754,6698" to="7039,6698"/>
              <v:line id="_x0000_s1820" style="position:absolute;rotation:-90" from="6903,6518" to="6948,6689">
                <v:stroke endarrow="oval" endarrowwidth="narrow" endarrowlength="short"/>
              </v:line>
              <v:line id="_x0000_s1821" style="position:absolute;rotation:-90;flip:y" from="6903,6706" to="6948,6877">
                <v:stroke endarrow="oval" endarrowwidth="narrow" endarrowlength="short"/>
              </v:line>
              <v:group id="_x0000_s1822" style="position:absolute;left:6840;top:6626;width:120;height:143" coordorigin="9681,14354" coordsize="399,912">
                <v:line id="_x0000_s1823" style="position:absolute;rotation:-90;flip:y" from="9767,14724" to="9995,15123"/>
                <v:line id="_x0000_s1824" style="position:absolute;rotation:-90;flip:y" from="9767,14268" to="9995,14667"/>
                <v:line id="_x0000_s1825" style="position:absolute;rotation:-90" from="9767,14496" to="9995,14895"/>
                <v:line id="_x0000_s1826" style="position:absolute;rotation:-90" from="9767,14952" to="9995,15351"/>
              </v:group>
            </v:group>
            <v:line id="_x0000_s1827" style="position:absolute;flip:x y" from="7695,5985" to="7695,6270" strokeweight=".5pt">
              <v:stroke endarrow="oval" endarrowwidth="narrow" endarrowlength="short"/>
            </v:line>
            <v:line id="_x0000_s1828" style="position:absolute;rotation:-90;flip:x y" from="7093,5387" to="7096,6587" strokeweight="1.25pt">
              <v:stroke startarrow="oval" startarrowwidth="narrow" startarrowlength="short" endarrow="oval" endarrowwidth="narrow" endarrowlength="short"/>
            </v:line>
            <v:oval id="_x0000_s1829" style="position:absolute;left:6672;top:5757;width:456;height:456;rotation:37016fd" filled="f" strokeweight="1.25pt"/>
            <v:rect id="_x0000_s1830" style="position:absolute;left:6783;top:6384;width:570;height:399" filled="f" stroked="f" strokeweight="1.25pt">
              <v:textbox style="mso-next-textbox:#_x0000_s1830" inset="1pt,1pt,1pt,1pt">
                <w:txbxContent>
                  <w:p w:rsidR="009E23C5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831" style="position:absolute;rotation:-90;flip:x" from="5529,5985" to="7467,5985" strokeweight="1.25pt"/>
            <v:line id="_x0000_s1832" style="position:absolute" from="7695,5985" to="8382,5988" strokeweight="1.25pt">
              <v:stroke endarrow="oval" endarrowwidth="narrow" endarrowlength="short"/>
            </v:line>
            <v:line id="_x0000_s1833" style="position:absolute" from="6498,5016" to="7695,5016" strokeweight="1.25pt">
              <v:stroke endarrow="oval" endarrowwidth="narrow" endarrowlength="short"/>
            </v:line>
            <v:line id="_x0000_s1834" style="position:absolute;flip:y" from="6501,6954" to="7695,6957" strokeweight="1.25pt">
              <v:stroke endarrow="oval" endarrowwidth="narrow" endarrowlength="short"/>
            </v:line>
            <v:line id="_x0000_s1835" style="position:absolute;flip:y" from="8550,5016" to="8949,5016" strokeweight="1.25pt"/>
            <v:oval id="_x0000_s1836" style="position:absolute;left:6273;top:6327;width:456;height:456;rotation:90" filled="f" strokeweight="1.25pt"/>
            <v:oval id="_x0000_s1837" style="position:absolute;left:6270;top:5187;width:456;height:456;rotation:-90" filled="f" strokeweight="1.25pt"/>
            <v:line id="_x0000_s1838" style="position:absolute;rotation:-90;flip:y" from="6897,6612" to="6897,8550" strokeweight="1.25pt">
              <v:stroke endarrowwidth="narrow" endarrowlength="short"/>
            </v:line>
            <v:shape id="_x0000_s1839" type="#_x0000_t202" style="position:absolute;left:7866;top:7356;width:627;height:396" filled="f" stroked="f" strokeweight="1.25pt">
              <v:textbox>
                <w:txbxContent>
                  <w:p w:rsidR="009E23C5" w:rsidRPr="00F97238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F97238">
                      <w:rPr>
                        <w:sz w:val="24"/>
                        <w:szCs w:val="24"/>
                        <w:lang w:val="en-US"/>
                      </w:rPr>
                      <w:t>A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840" style="position:absolute;rotation:-90;flip:y" from="9206,6697" to="9206,8464" strokeweight="1.25pt">
              <v:stroke endarrowwidth="narrow" endarrowlength="short"/>
            </v:line>
            <v:shape id="_x0000_s1841" type="#_x0000_t202" style="position:absolute;left:7467;top:4617;width:399;height:342" filled="f" stroked="f" strokeweight="1.25pt">
              <v:textbox style="mso-next-textbox:#_x0000_s1841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842" type="#_x0000_t202" style="position:absolute;left:7524;top:6954;width:399;height:342" filled="f" stroked="f" strokeweight="1.25pt">
              <v:textbox style="mso-next-textbox:#_x0000_s1842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843" type="#_x0000_t202" style="position:absolute;left:7524;top:5586;width:399;height:342" filled="f" stroked="f" strokeweight="1.25pt">
              <v:textbox style="mso-next-textbox:#_x0000_s1843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rect id="_x0000_s1844" style="position:absolute;left:6726;top:5415;width:570;height:342" filled="f" stroked="f" strokeweight="1.25pt">
              <v:textbox style="mso-next-textbox:#_x0000_s1844" inset="1pt,1pt,1pt,1pt">
                <w:txbxContent>
                  <w:p w:rsidR="009E23C5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B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1845" style="position:absolute;left:6726;top:5016;width:513;height:342" filled="f" stroked="f" strokeweight="1.25pt">
              <v:textbox style="mso-next-textbox:#_x0000_s1845" inset="1pt,1pt,1pt,1pt">
                <w:txbxContent>
                  <w:p w:rsidR="009E23C5" w:rsidRDefault="009E23C5" w:rsidP="0057714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846" style="position:absolute" from="5643,5985" to="6498,5985" strokeweight=".5pt"/>
            <v:line id="_x0000_s1847" style="position:absolute;flip:y" from="6726,5985" to="7011,5985" strokeweight="1pt">
              <v:stroke endarrow="block" endarrowwidth="wide"/>
            </v:line>
            <v:line id="_x0000_s1848" style="position:absolute;flip:y" from="6498,5301" to="6498,5529" strokeweight="1pt">
              <v:stroke endarrow="block" endarrowwidth="wide"/>
            </v:line>
            <v:oval id="_x0000_s1849" style="position:absolute;left:7467;top:6270;width:456;height:456;rotation:37016fd" filled="f" strokeweight="1.25pt"/>
            <v:group id="_x0000_s1850" style="position:absolute;left:7923;top:6042;width:114;height:228" coordorigin="6840,6555" coordsize="171,285">
              <v:line id="_x0000_s1851" style="position:absolute;rotation:-90;flip:x" from="6754,6698" to="7039,6698"/>
              <v:line id="_x0000_s1852" style="position:absolute;rotation:-90" from="6903,6518" to="6948,6689">
                <v:stroke endarrow="oval" endarrowwidth="narrow" endarrowlength="short"/>
              </v:line>
              <v:line id="_x0000_s1853" style="position:absolute;rotation:-90;flip:y" from="6903,6706" to="6948,6877">
                <v:stroke endarrow="oval" endarrowwidth="narrow" endarrowlength="short"/>
              </v:line>
              <v:group id="_x0000_s1854" style="position:absolute;left:6840;top:6626;width:120;height:143" coordorigin="9681,14354" coordsize="399,912">
                <v:line id="_x0000_s1855" style="position:absolute;rotation:-90;flip:y" from="9767,14724" to="9995,15123"/>
                <v:line id="_x0000_s1856" style="position:absolute;rotation:-90;flip:y" from="9767,14268" to="9995,14667"/>
                <v:line id="_x0000_s1857" style="position:absolute;rotation:-90" from="9767,14496" to="9995,14895"/>
                <v:line id="_x0000_s1858" style="position:absolute;rotation:-90" from="9767,14952" to="9995,15351"/>
              </v:group>
            </v:group>
            <v:oval id="_x0000_s1859" style="position:absolute;left:7866;top:7353;width:456;height:456;rotation:37016fd" filled="f" strokeweight="1.25pt"/>
            <v:shape id="_x0000_s1860" type="#_x0000_t202" style="position:absolute;left:5415;top:5323;width:627;height:491" filled="f" stroked="f" strokeweight="1.25pt">
              <v:textbox style="mso-next-textbox:#_x0000_s1860">
                <w:txbxContent>
                  <w:p w:rsidR="009E23C5" w:rsidRPr="00AD4532" w:rsidRDefault="009E23C5" w:rsidP="00577146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861" style="position:absolute;flip:x" from="5643,5757" to="5643,5985" strokeweight=".5pt">
              <v:stroke endarrowwidth="narrow" endarrowlength="short"/>
            </v:line>
            <v:group id="_x0000_s1862" style="position:absolute;left:5871;top:5073;width:114;height:228" coordorigin="6840,6555" coordsize="171,285">
              <v:line id="_x0000_s1863" style="position:absolute;rotation:-90;flip:x" from="6754,6698" to="7039,6698"/>
              <v:line id="_x0000_s1864" style="position:absolute;rotation:-90" from="6903,6518" to="6948,6689">
                <v:stroke endarrow="oval" endarrowwidth="narrow" endarrowlength="short"/>
              </v:line>
              <v:line id="_x0000_s1865" style="position:absolute;rotation:-90;flip:y" from="6903,6706" to="6948,6877">
                <v:stroke endarrow="oval" endarrowwidth="narrow" endarrowlength="short"/>
              </v:line>
              <v:group id="_x0000_s1866" style="position:absolute;left:6840;top:6626;width:120;height:143" coordorigin="9681,14354" coordsize="399,912">
                <v:line id="_x0000_s1867" style="position:absolute;rotation:-90;flip:y" from="9767,14724" to="9995,15123"/>
                <v:line id="_x0000_s1868" style="position:absolute;rotation:-90;flip:y" from="9767,14268" to="9995,14667"/>
                <v:line id="_x0000_s1869" style="position:absolute;rotation:-90" from="9767,14496" to="9995,14895"/>
                <v:line id="_x0000_s1870" style="position:absolute;rotation:-90" from="9767,14952" to="9995,15351"/>
              </v:group>
            </v:group>
            <v:line id="_x0000_s1871" style="position:absolute;flip:x y" from="5640,5016" to="5640,5301" strokeweight=".5pt">
              <v:stroke endarrowwidth="narrow" endarrowlength="short"/>
            </v:line>
            <v:oval id="_x0000_s1872" style="position:absolute;left:5415;top:5301;width:456;height:456;rotation:37016fd" filled="f" strokeweight="1.25pt"/>
            <v:line id="_x0000_s1873" style="position:absolute" from="5643,5016" to="6498,5016" strokeweight=".5pt"/>
            <v:oval id="_x0000_s1874" style="position:absolute;left:8094;top:4788;width:456;height:456;rotation:37016fd" filled="f" strokeweight="1.25pt"/>
            <v:group id="_x0000_s1875" style="position:absolute;left:8664;top:4674;width:114;height:228" coordorigin="6840,6555" coordsize="171,285">
              <v:line id="_x0000_s1876" style="position:absolute;rotation:-90;flip:x" from="6754,6698" to="7039,6698"/>
              <v:line id="_x0000_s1877" style="position:absolute;rotation:-90" from="6903,6518" to="6948,6689">
                <v:stroke endarrow="oval" endarrowwidth="narrow" endarrowlength="short"/>
              </v:line>
              <v:line id="_x0000_s1878" style="position:absolute;rotation:-90;flip:y" from="6903,6706" to="6948,6877">
                <v:stroke endarrow="oval" endarrowwidth="narrow" endarrowlength="short"/>
              </v:line>
              <v:group id="_x0000_s1879" style="position:absolute;left:6840;top:6626;width:120;height:143" coordorigin="9681,14354" coordsize="399,912">
                <v:line id="_x0000_s1880" style="position:absolute;rotation:-90;flip:y" from="9767,14724" to="9995,15123"/>
                <v:line id="_x0000_s1881" style="position:absolute;rotation:-90;flip:y" from="9767,14268" to="9995,14667"/>
                <v:line id="_x0000_s1882" style="position:absolute;rotation:-90" from="9767,14496" to="9995,14895"/>
                <v:line id="_x0000_s1883" style="position:absolute;rotation:-90" from="9767,14952" to="9995,15351"/>
              </v:group>
            </v:group>
            <v:shape id="_x0000_s1884" type="#_x0000_t202" style="position:absolute;left:1653;top:5073;width:3363;height:2508" stroked="f">
              <v:textbox>
                <w:txbxContent>
                  <w:p w:rsidR="009E23C5" w:rsidRDefault="009E23C5" w:rsidP="00577146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симметричного трёхфазного генератора</w:t>
                    </w:r>
                    <w:r>
                      <w:t>:</w:t>
                    </w:r>
                  </w:p>
                  <w:p w:rsidR="009E23C5" w:rsidRDefault="009E23C5" w:rsidP="00577146">
                    <w:pPr>
                      <w:ind w:firstLine="284"/>
                      <w:jc w:val="both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  <w:r w:rsidRPr="00654F18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654F18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180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654F18">
                      <w:rPr>
                        <w:sz w:val="24"/>
                      </w:rPr>
                      <w:t>,</w:t>
                    </w:r>
                  </w:p>
                  <w:p w:rsidR="009E23C5" w:rsidRPr="00654F18" w:rsidRDefault="009E23C5" w:rsidP="00577146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180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− 120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577146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180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+ 120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B428C" w:rsidRDefault="009E23C5" w:rsidP="00577146">
                    <w:pPr>
                      <w:jc w:val="both"/>
                      <w:rPr>
                        <w:sz w:val="24"/>
                        <w:szCs w:val="24"/>
                        <w:lang w:val="fr-FR"/>
                      </w:rPr>
                    </w:pPr>
                    <w:r w:rsidRPr="006B428C">
                      <w:rPr>
                        <w:sz w:val="24"/>
                        <w:szCs w:val="24"/>
                        <w:lang w:val="es-ES"/>
                      </w:rPr>
                      <w:t>f=</w:t>
                    </w:r>
                    <w:r w:rsidRPr="006B428C">
                      <w:rPr>
                        <w:sz w:val="24"/>
                        <w:szCs w:val="24"/>
                        <w:lang w:val="en-US"/>
                      </w:rPr>
                      <w:t>6</w:t>
                    </w:r>
                    <w:r w:rsidRPr="006B428C">
                      <w:rPr>
                        <w:sz w:val="24"/>
                        <w:szCs w:val="24"/>
                        <w:lang w:val="es-ES"/>
                      </w:rPr>
                      <w:t xml:space="preserve">0 </w:t>
                    </w:r>
                    <w:r w:rsidRPr="006B428C">
                      <w:rPr>
                        <w:sz w:val="24"/>
                        <w:szCs w:val="24"/>
                      </w:rPr>
                      <w:t>Гц</w:t>
                    </w:r>
                    <w:r w:rsidRPr="006B428C">
                      <w:rPr>
                        <w:sz w:val="24"/>
                        <w:szCs w:val="24"/>
                        <w:lang w:val="es-ES"/>
                      </w:rPr>
                      <w:t>,</w:t>
                    </w:r>
                  </w:p>
                  <w:p w:rsidR="009E23C5" w:rsidRPr="00897285" w:rsidRDefault="009E23C5" w:rsidP="00577146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897285"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sz w:val="24"/>
                      </w:rPr>
                      <w:t>3</w:t>
                    </w:r>
                    <w:r w:rsidRPr="00897285">
                      <w:rPr>
                        <w:sz w:val="24"/>
                        <w:lang w:val="en-US"/>
                      </w:rPr>
                      <w:t xml:space="preserve">0 </w:t>
                    </w:r>
                    <w:r>
                      <w:rPr>
                        <w:sz w:val="24"/>
                      </w:rPr>
                      <w:t>Ом</w:t>
                    </w:r>
                    <w:r w:rsidRPr="00897285">
                      <w:rPr>
                        <w:sz w:val="24"/>
                        <w:lang w:val="en-US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897285"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sz w:val="24"/>
                      </w:rPr>
                      <w:t>5</w:t>
                    </w:r>
                    <w:r w:rsidRPr="00897285">
                      <w:rPr>
                        <w:sz w:val="24"/>
                        <w:lang w:val="en-US"/>
                      </w:rPr>
                      <w:t xml:space="preserve">0 </w:t>
                    </w:r>
                    <w:r>
                      <w:rPr>
                        <w:sz w:val="24"/>
                      </w:rPr>
                      <w:t>мкФ</w:t>
                    </w:r>
                    <w:r w:rsidRPr="00897285">
                      <w:rPr>
                        <w:sz w:val="24"/>
                        <w:lang w:val="en-US"/>
                      </w:rPr>
                      <w:t xml:space="preserve">, </w:t>
                    </w:r>
                  </w:p>
                  <w:p w:rsidR="009E23C5" w:rsidRDefault="009E23C5" w:rsidP="00577146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=0.15 Гн.</w:t>
                    </w:r>
                  </w:p>
                </w:txbxContent>
              </v:textbox>
            </v:shape>
            <v:shape id="_x0000_s1885" type="#_x0000_t202" style="position:absolute;left:2052;top:8664;width:2907;height:2280" stroked="f">
              <v:textbox style="mso-next-textbox:#_x0000_s1885">
                <w:txbxContent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=12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  <w:lang w:val="en-US"/>
                      </w:rPr>
                      <w:t>1</w:t>
                    </w:r>
                    <w:r>
                      <w:rPr>
                        <w:sz w:val="24"/>
                      </w:rPr>
                      <w:t xml:space="preserve">50 Ом, </w:t>
                    </w:r>
                  </w:p>
                  <w:p w:rsidR="009E23C5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 Гн.</w:t>
                    </w:r>
                  </w:p>
                  <w:p w:rsidR="009E23C5" w:rsidRDefault="009E23C5" w:rsidP="00577146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1</w:t>
                    </w:r>
                    <w:r w:rsidRPr="00897285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577146"/>
                  <w:p w:rsidR="009E23C5" w:rsidRDefault="009E23C5" w:rsidP="00577146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L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1886" style="position:absolute;left:9462;top:9633;width:570;height:456" filled="f" stroked="f" strokeweight="1.25pt">
              <v:textbox style="mso-next-textbox:#_x0000_s1886" inset="1pt,1pt,1pt,1pt">
                <w:txbxContent>
                  <w:p w:rsidR="009E23C5" w:rsidRDefault="009E23C5" w:rsidP="00577146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L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1887" style="position:absolute" from="9348,9177" to="9348,10431">
              <v:stroke endarrow="block"/>
            </v:line>
            <v:line id="_x0000_s1888" style="position:absolute" from="7866,8721" to="7866,8835" strokeweight="1.25pt"/>
            <v:line id="_x0000_s1889" style="position:absolute" from="9006,8835" to="9006,9519" strokeweight="1.25pt">
              <v:stroke startarrow="oval" startarrowwidth="narrow" startarrowlength="short"/>
            </v:line>
            <v:rect id="_x0000_s1890" style="position:absolute;left:8607;top:9690;width:399;height:342" filled="f" stroked="f" strokeweight="1.25pt">
              <v:textbox style="mso-next-textbox:#_x0000_s1890" inset="1pt,1pt,1pt,1pt">
                <w:txbxContent>
                  <w:p w:rsidR="009E23C5" w:rsidRDefault="009E23C5" w:rsidP="005771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1891" style="position:absolute;left:8728;top:9797;width:684;height:127;rotation:90" coordorigin="4845,9177" coordsize="684,127">
              <v:shape id="_x0000_s1892" type="#_x0000_t19" style="position:absolute;left:4845;top:9177;width:114;height:114;rotation:-270;flip:x y" strokeweight="1.25pt"/>
              <v:shape id="_x0000_s1893" type="#_x0000_t19" style="position:absolute;left:4959;top:9190;width:114;height:114;rotation:270;flip:x" strokeweight="1.25pt"/>
              <v:shape id="_x0000_s1894" type="#_x0000_t19" style="position:absolute;left:5301;top:9190;width:114;height:114;rotation:-270;flip:x y" strokeweight="1.25pt"/>
              <v:shape id="_x0000_s1895" type="#_x0000_t19" style="position:absolute;left:5415;top:9190;width:114;height:114;rotation:270;flip:x" strokeweight="1.25pt"/>
              <v:shape id="_x0000_s1896" type="#_x0000_t19" style="position:absolute;left:5073;top:9190;width:114;height:114;rotation:-270;flip:x y" strokeweight="1.25pt"/>
              <v:shape id="_x0000_s1897" type="#_x0000_t19" style="position:absolute;left:5187;top:9190;width:114;height:114;rotation:270;flip:x" strokeweight="1.25pt"/>
            </v:group>
            <v:rect id="_x0000_s1898" style="position:absolute;left:7894;top:10343;width:627;height:228;rotation:-90" strokeweight="1.25pt"/>
            <v:line id="_x0000_s1899" style="position:absolute" from="8208,10770" to="8208,11001" strokeweight="1.25pt">
              <v:stroke endarrow="oval" endarrowwidth="narrow" endarrowlength="short"/>
            </v:line>
            <v:line id="_x0000_s1900" style="position:absolute;flip:x y" from="7524,8607" to="7638,8835" strokeweight="1.25pt">
              <v:stroke endarrow="block"/>
            </v:line>
            <v:line id="_x0000_s1901" style="position:absolute" from="7866,8835" to="9291,8835" strokeweight="1.25pt">
              <v:stroke endarrow="oval" endarrowwidth="narrow" endarrowlength="short"/>
            </v:line>
            <v:line id="_x0000_s1902" style="position:absolute;flip:y" from="7068,8892" to="7068,10998" strokeweight="1.25pt"/>
            <v:rect id="_x0000_s1903" style="position:absolute;left:6441;top:9747;width:343;height:456" filled="f" stroked="f" strokeweight="1.25pt">
              <v:textbox style="mso-next-textbox:#_x0000_s1903" inset="1pt,1pt,1pt,1pt">
                <w:txbxContent>
                  <w:p w:rsidR="009E23C5" w:rsidRPr="00AD4532" w:rsidRDefault="009E23C5" w:rsidP="005771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1904" style="position:absolute;left:7068;top:8436;width:342;height:340" filled="f" stroked="f" strokeweight="1.25pt">
              <v:textbox style="mso-next-textbox:#_x0000_s1904" inset="1pt,1pt,1pt,1pt">
                <w:txbxContent>
                  <w:p w:rsidR="009E23C5" w:rsidRDefault="009E23C5" w:rsidP="00577146">
                    <w:r>
                      <w:t>Кл</w:t>
                    </w:r>
                  </w:p>
                </w:txbxContent>
              </v:textbox>
            </v:rect>
            <v:line id="_x0000_s1905" style="position:absolute;flip:x" from="8208,8835" to="8208,9462" strokeweight="1.25pt">
              <v:stroke startarrow="oval" startarrowwidth="narrow" startarrowlength="short"/>
            </v:line>
            <v:line id="_x0000_s1906" style="position:absolute" from="7068,8866" to="7467,8866" strokeweight="1.25pt"/>
            <v:line id="_x0000_s1907" style="position:absolute;flip:y" from="7464,8721" to="7866,8866" strokeweight="1.25pt">
              <v:stroke startarrow="oval" startarrowwidth="narrow" startarrowlength="short"/>
            </v:line>
            <v:group id="_x0000_s1908" style="position:absolute;left:6783;top:9633;width:570;height:568" coordorigin="3135,9519" coordsize="570,568">
              <v:line id="_x0000_s1909" style="position:absolute;flip:y" from="3420,9690" to="3420,9918" strokeweight="1.25pt">
                <v:stroke endarrow="block" endarrowwidth="wide"/>
              </v:line>
              <v:oval id="_x0000_s1910" style="position:absolute;left:3136;top:9518;width:568;height:570;rotation:270" filled="f" strokeweight="1.25pt"/>
            </v:group>
            <v:line id="_x0000_s1911" style="position:absolute" from="7068,10998" to="9291,11001" strokeweight="1.25pt">
              <v:stroke startarrowwidth="narrow" startarrowlength="short" endarrow="oval" endarrowwidth="narrow" endarrowlength="short"/>
            </v:line>
            <v:line id="_x0000_s1912" style="position:absolute" from="9006,10203" to="9006,11001" strokeweight="1.25pt">
              <v:stroke endarrow="oval" endarrowwidth="narrow" endarrowlength="short"/>
            </v:line>
            <v:rect id="_x0000_s1913" style="position:absolute;left:7752;top:10143;width:399;height:342" filled="f" stroked="f" strokeweight="1.25pt">
              <v:textbox style="mso-next-textbox:#_x0000_s1913" inset="1pt,1pt,1pt,1pt">
                <w:txbxContent>
                  <w:p w:rsidR="009E23C5" w:rsidRPr="00721C6F" w:rsidRDefault="009E23C5" w:rsidP="005771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914" style="position:absolute;left:7524;top:9348;width:343;height:456" filled="f" stroked="f" strokeweight="1.25pt">
              <v:textbox style="mso-next-textbox:#_x0000_s1914" inset="1pt,1pt,1pt,1pt">
                <w:txbxContent>
                  <w:p w:rsidR="009E23C5" w:rsidRPr="008A580C" w:rsidRDefault="009E23C5" w:rsidP="00577146">
                    <w:r>
                      <w:t>С</w:t>
                    </w:r>
                  </w:p>
                </w:txbxContent>
              </v:textbox>
            </v:rect>
            <v:group id="_x0000_s1915" style="position:absolute;left:7980;top:9462;width:417;height:110" coordorigin="3419,4550" coordsize="417,110">
              <v:line id="_x0000_s1916" style="position:absolute;rotation:-90;flip:y" from="3627,4342" to="3628,4759" strokeweight="2.5pt"/>
              <v:line id="_x0000_s1917" style="position:absolute;rotation:-90;flip:y" from="3624,4447" to="3632,4864" strokeweight="2.5pt"/>
            </v:group>
            <v:line id="_x0000_s1918" style="position:absolute" from="8208,9576" to="8208,10143" strokeweight="1.25pt"/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1919" style="position:absolute;margin-left:3.2pt;margin-top:3pt;width:456.05pt;height:706.95pt;z-index:251667456" coordorigin="1482,497" coordsize="9121,14139">
            <v:group id="_x0000_s1920" style="position:absolute;left:8036;top:6710;width:456;height:115" coordorigin="2908,12426" coordsize="456,115">
              <v:line id="_x0000_s1921" style="position:absolute;rotation:29520573fd;flip:x" from="3135,12313" to="3136,12769" strokeweight="2.5pt"/>
              <v:line id="_x0000_s1922" style="position:absolute;rotation:-29520573fd" from="3135,12199" to="3136,12655" strokeweight="2.5pt"/>
            </v:group>
            <v:line id="_x0000_s1923" style="position:absolute;rotation:17673122fd" from="8121,6568" to="8406,6568" strokeweight="1.25pt"/>
            <v:line id="_x0000_s1924" style="position:absolute;rotation:17673122fd;flip:y" from="8094,6994" to="8436,6995" strokeweight="1.25pt">
              <v:stroke endarrow="oval" endarrowwidth="narrow" endarrowlength="short"/>
            </v:line>
            <v:line id="_x0000_s1925" style="position:absolute" from="6212,7166" to="8606,7166" strokeweight="1.25pt"/>
            <v:rect id="_x0000_s1926" style="position:absolute;left:8720;top:5342;width:627;height:228" filled="f" strokeweight="1.25pt"/>
            <v:line id="_x0000_s1927" style="position:absolute" from="9347,5456" to="9632,5456" strokeweight="1.25pt"/>
            <v:group id="_x0000_s1928" style="position:absolute;left:9633;top:5931;width:114;height:679" coordorigin="5986,11932" coordsize="114,679">
              <v:shape id="_x0000_s1929" type="#_x0000_t19" style="position:absolute;left:5986;top:11932;width:114;height:114" strokeweight="1.25pt"/>
              <v:shape id="_x0000_s1930" type="#_x0000_t19" style="position:absolute;left:5986;top:12045;width:114;height:114;flip:y" strokeweight="1.25pt"/>
              <v:shape id="_x0000_s1931" type="#_x0000_t19" style="position:absolute;left:5986;top:12158;width:114;height:114" strokeweight="1.25pt"/>
              <v:shape id="_x0000_s1932" type="#_x0000_t19" style="position:absolute;left:5986;top:12271;width:114;height:114;flip:y" strokeweight="1.25pt"/>
              <v:shape id="_x0000_s1933" type="#_x0000_t19" style="position:absolute;left:5986;top:12497;width:114;height:114;flip:y" strokeweight="1.25pt"/>
              <v:shape id="_x0000_s1934" type="#_x0000_t19" style="position:absolute;left:5986;top:12384;width:114;height:114" strokeweight="1.25pt"/>
            </v:group>
            <v:line id="_x0000_s1935" style="position:absolute" from="9632,6596" to="9632,7166" strokeweight="1.25pt"/>
            <v:line id="_x0000_s1936" style="position:absolute" from="9632,5456" to="9633,5929" strokeweight="1.25pt"/>
            <v:line id="_x0000_s1937" style="position:absolute" from="9176,7166" to="9632,7166" strokeweight="1.25pt"/>
            <v:line id="_x0000_s1938" style="position:absolute;flip:y" from="6212,5456" to="7181,5456" strokeweight="1.25pt"/>
            <v:group id="_x0000_s1939" style="position:absolute;left:8150;top:5746;width:114;height:679" coordorigin="3762,11747" coordsize="114,679">
              <v:shape id="_x0000_s1940" type="#_x0000_t19" style="position:absolute;left:3762;top:11747;width:114;height:114;flip:x" strokeweight="1.25pt"/>
              <v:shape id="_x0000_s1941" type="#_x0000_t19" style="position:absolute;left:3762;top:11860;width:114;height:114;flip:x y" strokeweight="1.25pt"/>
              <v:shape id="_x0000_s1942" type="#_x0000_t19" style="position:absolute;left:3762;top:11973;width:114;height:114;flip:x" strokeweight="1.25pt"/>
              <v:shape id="_x0000_s1943" type="#_x0000_t19" style="position:absolute;left:3762;top:12086;width:114;height:114;flip:x y" strokeweight="1.25pt"/>
              <v:shape id="_x0000_s1944" type="#_x0000_t19" style="position:absolute;left:3762;top:12312;width:114;height:114;flip:x y" strokeweight="1.25pt"/>
              <v:shape id="_x0000_s1945" type="#_x0000_t19" style="position:absolute;left:3762;top:12199;width:114;height:114;flip:x" strokeweight="1.25pt"/>
            </v:group>
            <v:line id="_x0000_s1946" style="position:absolute;flip:y" from="8264,5456" to="8264,5741" strokeweight="1.25pt">
              <v:stroke endarrow="oval" endarrowwidth="narrow" endarrowlength="short"/>
            </v:line>
            <v:oval id="_x0000_s1947" style="position:absolute;left:7182;top:5171;width:570;height:570" filled="f" strokeweight="1.25pt"/>
            <v:line id="_x0000_s1948" style="position:absolute" from="6896,5000" to="7466,5000" strokeweight="1pt"/>
            <v:oval id="_x0000_s1949" style="position:absolute;left:7524;top:5057;width:57;height:57" filled="f" fillcolor="black" strokeweight="1.25pt"/>
            <v:oval id="_x0000_s1950" style="position:absolute;left:7068;top:5342;width:57;height:57" filled="f" fillcolor="black" strokeweight="1.25pt"/>
            <v:line id="_x0000_s1951" style="position:absolute;flip:x" from="7467,5741" to="7468,7166" strokeweight="1pt">
              <v:stroke endarrow="oval" endarrowwidth="narrow" endarrowlength="short"/>
            </v:line>
            <v:line id="_x0000_s1952" style="position:absolute;flip:y" from="7467,5000" to="7467,5171" strokeweight="1pt"/>
            <v:line id="_x0000_s1953" style="position:absolute" from="6897,5000" to="6897,5456" strokeweight="1pt">
              <v:stroke endarrow="oval" endarrowwidth="narrow" endarrowlength="short"/>
            </v:line>
            <v:shape id="_x0000_s1954" type="#_x0000_t202" style="position:absolute;left:7180;top:5285;width:569;height:342" filled="f" stroked="f" strokeweight="1.25pt">
              <v:textbox>
                <w:txbxContent>
                  <w:p w:rsidR="009E23C5" w:rsidRDefault="009E23C5" w:rsidP="008A580C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W</w:t>
                    </w:r>
                  </w:p>
                </w:txbxContent>
              </v:textbox>
            </v:shape>
            <v:line id="_x0000_s1955" style="position:absolute" from="7751,5456" to="8720,5456" strokeweight="1.25pt"/>
            <v:rect id="_x0000_s1956" style="position:absolute;left:6156;top:1409;width:343;height:286" filled="f" stroked="f" strokeweight="1.25pt">
              <v:textbox style="mso-next-textbox:#_x0000_s1956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957" style="position:absolute;left:7922;top:3917;width:343;height:286" filled="f" stroked="f" strokeweight="1.25pt">
              <v:textbox style="mso-next-textbox:#_x0000_s1957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1958" style="position:absolute;left:7636;top:2016;width:343;height:286" filled="f" stroked="f" strokeweight="1.25pt">
              <v:textbox style="mso-next-textbox:#_x0000_s1958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959" style="position:absolute;left:8264;top:2093;width:513;height:400" filled="f" stroked="f" strokeweight="1.25pt">
              <v:textbox style="mso-next-textbox:#_x0000_s1959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16"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960" style="position:absolute" from="7694,2549" to="7694,2948" strokeweight="1.25pt"/>
            <v:line id="_x0000_s1961" style="position:absolute;flip:x" from="7694,3575" to="7694,3954" strokeweight="1.25pt">
              <v:stroke endarrowwidth="narrow" endarrowlength="short"/>
            </v:line>
            <v:rect id="_x0000_s1962" style="position:absolute;left:7386;top:3142;width:628;height:239;rotation:90;flip:x" filled="f" strokeweight="1.25pt"/>
            <v:line id="_x0000_s1963" style="position:absolute;rotation:-360;flip:x" from="6554,3917" to="8777,3917" strokeweight="1.25pt">
              <v:stroke endarrowwidth="narrow" endarrowlength="short"/>
            </v:line>
            <v:line id="_x0000_s1964" style="position:absolute" from="8777,1469" to="8777,2663" strokeweight="1.25pt"/>
            <v:line id="_x0000_s1965" style="position:absolute;rotation:90;flip:x y" from="7580,4031" to="7808,4031" strokeweight="1.25pt">
              <v:stroke endarrow="oval" endarrowwidth="narrow" endarrowlength="short"/>
            </v:line>
            <v:line id="_x0000_s1966" style="position:absolute;flip:x" from="7524,4145" to="7866,4145" strokeweight="2.5pt">
              <v:stroke endarrowwidth="narrow" endarrowlength="short"/>
            </v:line>
            <v:line id="_x0000_s1967" style="position:absolute" from="6554,1469" to="6554,2951" strokeweight="1.25pt"/>
            <v:group id="_x0000_s1968" style="position:absolute;left:6999;top:1241;width:239;height:1539;rotation:3059964fd;flip:y" coordorigin="3420,9747" coordsize="239,1539">
              <v:line id="_x0000_s1969" style="position:absolute" from="3534,9747" to="3535,10203" strokeweight="1.25pt"/>
              <v:line id="_x0000_s1970" style="position:absolute" from="3534,10830" to="3534,11286" strokeweight="1.25pt">
                <v:stroke endarrow="oval" endarrowwidth="narrow" endarrowlength="short"/>
              </v:line>
              <v:rect id="_x0000_s1971" style="position:absolute;left:3226;top:10397;width:628;height:239;rotation:90" filled="f" strokeweight="1.25pt"/>
            </v:group>
            <v:group id="_x0000_s1972" style="position:absolute;left:8133;top:1218;width:239;height:1539;rotation:2919532fd" coordorigin="3420,9747" coordsize="239,1539">
              <v:line id="_x0000_s1973" style="position:absolute" from="3534,9747" to="3535,10203" strokeweight="1.25pt"/>
              <v:line id="_x0000_s1974" style="position:absolute" from="3534,10830" to="3534,11286" strokeweight="1.25pt">
                <v:stroke endarrow="oval" endarrowwidth="narrow" endarrowlength="short"/>
              </v:line>
              <v:rect id="_x0000_s1975" style="position:absolute;left:3226;top:10397;width:628;height:239;rotation:90" filled="f" strokeweight="1.25pt"/>
            </v:group>
            <v:line id="_x0000_s1976" style="position:absolute;rotation:-90" from="6755,1266" to="6755,1665" strokeweight="1.25pt"/>
            <v:rect id="_x0000_s1977" style="position:absolute;left:7752;top:1352;width:628;height:239" filled="f" strokeweight="1.25pt"/>
            <v:line id="_x0000_s1978" style="position:absolute;rotation:-90;flip:y" from="8576,1269" to="8579,1667" strokeweight="1.25pt">
              <v:stroke endarrow="oval" endarrowwidth="narrow" endarrowlength="short"/>
            </v:line>
            <v:rect id="_x0000_s1979" style="position:absolute;left:8891;top:1352;width:343;height:286" filled="f" stroked="f" strokeweight="1.25pt">
              <v:textbox style="mso-next-textbox:#_x0000_s1979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oval id="_x0000_s1980" style="position:absolute;left:8493;top:2491;width:568;height:570;rotation:-90" filled="f" strokeweight="1.25pt"/>
            <v:line id="_x0000_s1981" style="position:absolute;rotation:-90;flip:x" from="8207,3347" to="9347,3347" strokeweight="1.25pt">
              <v:stroke endarrow="open" endarrowlength="short"/>
            </v:line>
            <v:line id="_x0000_s1982" style="position:absolute;rotation:-90" from="8749,2634" to="8807,2635" strokeweight="1.25pt">
              <v:stroke endarrow="open" endarrowlength="short"/>
            </v:line>
            <v:oval id="_x0000_s1983" style="position:absolute;left:6270;top:2662;width:568;height:570;rotation:-90" filled="f" strokeweight="1.25pt"/>
            <v:line id="_x0000_s1984" style="position:absolute;rotation:90" from="6059,3423" to="7048,3423" strokeweight="1.25pt">
              <v:stroke endarrowwidth="narrow" endarrowlength="short"/>
            </v:line>
            <v:group id="_x0000_s1985" style="position:absolute;left:6954;top:1181;width:570;height:570" coordorigin="3649,8701" coordsize="570,570">
              <v:oval id="_x0000_s1986" style="position:absolute;left:3649;top:8701;width:570;height:570" filled="f" strokeweight="1.25pt"/>
              <v:shape id="_x0000_s1987" type="#_x0000_t202" style="position:absolute;left:3706;top:8815;width:456;height:342" filled="f" stroked="f" strokeweight="1.25pt">
                <v:textbox style="mso-next-textbox:#_x0000_s1987">
                  <w:txbxContent>
                    <w:p w:rsidR="009E23C5" w:rsidRPr="00DE0EE0" w:rsidRDefault="009E23C5" w:rsidP="008A580C">
                      <w:r>
                        <w:t>A</w:t>
                      </w:r>
                    </w:p>
                  </w:txbxContent>
                </v:textbox>
              </v:shape>
            </v:group>
            <v:line id="_x0000_s1988" style="position:absolute;rotation:-90" from="7638,1352" to="7638,1580" strokeweight="1.25pt"/>
            <v:shape id="_x0000_s1989" type="#_x0000_t202" style="position:absolute;left:1539;top:1067;width:2394;height:432" filled="f" stroked="f">
              <v:textbox style="mso-next-textbox:#_x0000_s1989">
                <w:txbxContent>
                  <w:p w:rsidR="009E23C5" w:rsidRPr="00BA7484" w:rsidRDefault="009E23C5" w:rsidP="008A580C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1.305</w:t>
                    </w:r>
                  </w:p>
                </w:txbxContent>
              </v:textbox>
            </v:shape>
            <v:shape id="_x0000_s1990" type="#_x0000_t202" style="position:absolute;left:1995;top:1751;width:1539;height:2109" filled="f" stroked="f">
              <v:textbox style="mso-next-textbox:#_x0000_s1990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=0.5 А,</w:t>
                    </w:r>
                  </w:p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=40 Ом,</w:t>
                    </w:r>
                  </w:p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=50 Ом,</w:t>
                    </w:r>
                  </w:p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=30 Ом.</w:t>
                    </w:r>
                  </w:p>
                </w:txbxContent>
              </v:textbox>
            </v:shape>
            <v:shape id="_x0000_s1991" type="#_x0000_t202" style="position:absolute;left:1995;top:5057;width:2622;height:1938" filled="f" stroked="f">
              <v:textbox style="mso-next-textbox:#_x0000_s1991">
                <w:txbxContent>
                  <w:p w:rsidR="009E23C5" w:rsidRPr="00510963" w:rsidRDefault="009E23C5" w:rsidP="008A580C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311</w:t>
                    </w:r>
                    <w:r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8A580C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f=</w:t>
                    </w:r>
                    <w:r w:rsidRPr="00B6155C">
                      <w:rPr>
                        <w:sz w:val="24"/>
                        <w:lang w:val="en-US"/>
                      </w:rPr>
                      <w:t>40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</w:p>
                  <w:p w:rsidR="009E23C5" w:rsidRDefault="009E23C5" w:rsidP="008A580C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5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8A580C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03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Pr="00510963" w:rsidRDefault="009E23C5" w:rsidP="008A580C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05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Default="009E23C5" w:rsidP="008A580C">
                    <w:pPr>
                      <w:jc w:val="both"/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15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</w:txbxContent>
              </v:textbox>
            </v:shape>
            <v:shape id="_x0000_s1992" type="#_x0000_t202" style="position:absolute;left:1482;top:497;width:2508;height:456">
              <v:textbox style="mso-next-textbox:#_x0000_s1992">
                <w:txbxContent>
                  <w:p w:rsidR="009E23C5" w:rsidRPr="00BA7484" w:rsidRDefault="009E23C5" w:rsidP="008A580C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305</w:t>
                    </w:r>
                  </w:p>
                </w:txbxContent>
              </v:textbox>
            </v:shape>
            <v:rect id="_x0000_s1993" style="position:absolute;left:1482;top:956;width:9121;height:3420" filled="f" strokeweight="2pt"/>
            <v:shape id="_x0000_s1994" type="#_x0000_t202" style="position:absolute;left:1482;top:4487;width:2387;height:432" filled="f" stroked="f">
              <v:textbox style="mso-next-textbox:#_x0000_s1994">
                <w:txbxContent>
                  <w:p w:rsidR="009E23C5" w:rsidRPr="00EA2324" w:rsidRDefault="009E23C5" w:rsidP="008A58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305</w:t>
                    </w:r>
                  </w:p>
                </w:txbxContent>
              </v:textbox>
            </v:shape>
            <v:rect id="_x0000_s1995" style="position:absolute;left:1482;top:4376;width:9121;height:3420" filled="f" strokeweight="2pt"/>
            <v:rect id="_x0000_s1996" style="position:absolute;left:1482;top:7796;width:9121;height:3420" filled="f" strokeweight="2pt"/>
            <v:rect id="_x0000_s1997" style="position:absolute;left:1482;top:11216;width:9121;height:3420" filled="f" strokeweight="2pt"/>
            <v:shape id="_x0000_s1998" type="#_x0000_t202" style="position:absolute;left:1539;top:7877;width:2387;height:432" filled="f" stroked="f">
              <v:textbox style="mso-next-textbox:#_x0000_s1998">
                <w:txbxContent>
                  <w:p w:rsidR="009E23C5" w:rsidRPr="00EA2324" w:rsidRDefault="009E23C5" w:rsidP="008A58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305</w:t>
                    </w:r>
                  </w:p>
                </w:txbxContent>
              </v:textbox>
            </v:shape>
            <v:shape id="_x0000_s1999" type="#_x0000_t202" style="position:absolute;left:1539;top:11273;width:2387;height:432" filled="f" stroked="f">
              <v:textbox style="mso-next-textbox:#_x0000_s1999">
                <w:txbxContent>
                  <w:p w:rsidR="009E23C5" w:rsidRPr="00EA2324" w:rsidRDefault="009E23C5" w:rsidP="008A58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305</w:t>
                    </w:r>
                  </w:p>
                </w:txbxContent>
              </v:textbox>
            </v:shape>
            <v:rect id="_x0000_s2000" style="position:absolute;left:7865;top:2549;width:685;height:444;flip:y" filled="f" stroked="f" strokeweight="1.25pt">
              <v:textbox style="mso-next-textbox:#_x0000_s2000" inset="1pt,1pt,1pt,1pt">
                <w:txbxContent>
                  <w:p w:rsidR="009E23C5" w:rsidRDefault="009E23C5" w:rsidP="008A580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2001" style="position:absolute;left:6839;top:2150;width:455;height:400;flip:y" filled="f" stroked="f" strokeweight="1.25pt">
              <v:textbox style="mso-next-textbox:#_x0000_s2001" inset="1pt,1pt,1pt,1pt">
                <w:txbxContent>
                  <w:p w:rsidR="009E23C5" w:rsidRPr="003A5600" w:rsidRDefault="009E23C5" w:rsidP="008A580C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2002" style="position:absolute;left:7181;top:3062;width:570;height:400;flip:y" filled="f" stroked="f" strokeweight="1.25pt">
              <v:textbox style="mso-next-textbox:#_x0000_s2002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rect>
            <v:rect id="_x0000_s2003" style="position:absolute;left:7921;top:1010;width:628;height:400;flip:y" filled="f" stroked="f" strokeweight="1.25pt">
              <v:textbox style="mso-next-textbox:#_x0000_s2003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2004" style="position:absolute;left:5813;top:2777;width:628;height:360;flip:y" filled="f" stroked="f" strokeweight="1.25pt">
              <v:textbox style="mso-next-textbox:#_x0000_s2004" inset="1pt,1pt,1pt,1pt">
                <w:txbxContent>
                  <w:p w:rsidR="009E23C5" w:rsidRPr="00DE0EE0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2005" style="position:absolute;rotation:-90;flip:x" from="6411,2977" to="6696,2977" strokeweight="1.25pt">
              <v:stroke endarrow="block" endarrowwidth="wide"/>
            </v:line>
            <v:rect id="_x0000_s2006" style="position:absolute;left:5357;top:6026;width:628;height:400;rotation:-180;flip:x" filled="f" stroked="f" strokeweight="1.25pt">
              <v:textbox style="mso-next-textbox:#_x0000_s2006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007" style="position:absolute" from="8264,5456" to="8265,5671" strokeweight="1.25pt">
              <v:stroke endarrow="classic"/>
            </v:line>
            <v:rect id="_x0000_s2008" style="position:absolute;left:8434;top:5057;width:400;height:342" filled="f" stroked="f" strokeweight="1.25pt">
              <v:textbox style="mso-next-textbox:#_x0000_s2008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30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2009" style="position:absolute;left:7865;top:5057;width:400;height:342" filled="f" stroked="f" strokeweight="1.25pt">
              <v:textbox style="mso-next-textbox:#_x0000_s2009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32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2010" style="position:absolute;rotation:-90" from="8513,5321" to="8514,5593" strokeweight="1.25pt">
              <v:stroke endarrow="classic"/>
            </v:line>
            <v:line id="_x0000_s2011" style="position:absolute;rotation:-90" from="7943,5321" to="7944,5593" strokeweight="1.25pt">
              <v:stroke endarrow="classic"/>
            </v:line>
            <v:rect id="_x0000_s2012" style="position:absolute;left:9233;top:6083;width:399;height:342;rotation:-180;flip:x" filled="f" stroked="f" strokeweight="1.25pt">
              <v:textbox style="mso-next-textbox:#_x0000_s2012" inset="1pt,1pt,1pt,1pt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2013" style="position:absolute;left:8720;top:4943;width:456;height:400;rotation:-180;flip:x" filled="f" stroked="f" strokeweight="1.25pt">
              <v:textbox style="mso-next-textbox:#_x0000_s2013" inset="1pt,1pt,1pt,1pt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2014" style="position:absolute;left:8434;top:5570;width:400;height:342" filled="f" stroked="f" strokeweight="1.25pt">
              <v:textbox style="mso-next-textbox:#_x0000_s2014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3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oval id="_x0000_s2015" style="position:absolute;left:5929;top:6026;width:568;height:570" filled="f" strokeweight="1.25pt"/>
            <v:line id="_x0000_s2016" style="position:absolute" from="6212,5456" to="6212,7166" strokeweight="1.25pt"/>
            <v:line id="_x0000_s2017" style="position:absolute;flip:y" from="6212,6197" to="6212,6425" strokeweight="1pt">
              <v:stroke endarrow="block" endarrowwidth="wide"/>
            </v:line>
            <v:group id="_x0000_s2018" style="position:absolute;left:6613;top:5969;width:570;height:627" coordorigin="3705,7524" coordsize="570,627">
              <v:oval id="_x0000_s2019" style="position:absolute;left:3705;top:7524;width:570;height:570" filled="f" strokeweight="1.25pt"/>
              <v:shape id="_x0000_s2020" type="#_x0000_t202" style="position:absolute;left:3705;top:7611;width:441;height:540" filled="f" stroked="f" strokeweight="1.25pt">
                <v:textbox style="mso-next-textbox:#_x0000_s2020">
                  <w:txbxContent>
                    <w:p w:rsidR="009E23C5" w:rsidRPr="00AD4532" w:rsidRDefault="009E23C5" w:rsidP="008A580C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2021" style="position:absolute;flip:x" from="6896,6539" to="6896,7166" strokeweight=".5pt">
              <v:stroke endarrow="oval" endarrowwidth="narrow" endarrowlength="short"/>
            </v:line>
            <v:group id="_x0000_s2022" style="position:absolute;left:6668;top:5627;width:171;height:285" coordorigin="6840,6555" coordsize="171,285">
              <v:line id="_x0000_s2023" style="position:absolute;rotation:-90;flip:x" from="6754,6698" to="7039,6698"/>
              <v:line id="_x0000_s2024" style="position:absolute;rotation:-90" from="6903,6518" to="6948,6689">
                <v:stroke endarrow="oval" endarrowwidth="narrow" endarrowlength="short"/>
              </v:line>
              <v:line id="_x0000_s2025" style="position:absolute;rotation:-90;flip:y" from="6903,6706" to="6948,6877">
                <v:stroke endarrow="oval" endarrowwidth="narrow" endarrowlength="short"/>
              </v:line>
              <v:group id="_x0000_s2026" style="position:absolute;left:6840;top:6626;width:120;height:143" coordorigin="9681,14354" coordsize="399,912">
                <v:line id="_x0000_s2027" style="position:absolute;rotation:-90;flip:y" from="9767,14724" to="9995,15123"/>
                <v:line id="_x0000_s2028" style="position:absolute;rotation:-90;flip:y" from="9767,14268" to="9995,14667"/>
                <v:line id="_x0000_s2029" style="position:absolute;rotation:-90" from="9767,14496" to="9995,14895"/>
                <v:line id="_x0000_s2030" style="position:absolute;rotation:-90" from="9767,14952" to="9995,15351"/>
              </v:group>
            </v:group>
            <v:oval id="_x0000_s2031" style="position:absolute;left:8606;top:6880;width:568;height:570" filled="f" strokeweight="1.25pt"/>
            <v:rect id="_x0000_s2032" style="position:absolute;left:8776;top:6995;width:343;height:342;rotation:-180;flip:x" filled="f" stroked="f" strokeweight="1.25pt">
              <v:textbox style="mso-next-textbox:#_x0000_s2032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2033" style="position:absolute;left:9119;top:6539;width:171;height:285" coordorigin="6840,6555" coordsize="171,285">
              <v:line id="_x0000_s2034" style="position:absolute;rotation:-90;flip:x" from="6754,6698" to="7039,6698"/>
              <v:line id="_x0000_s2035" style="position:absolute;rotation:-90" from="6903,6518" to="6948,6689">
                <v:stroke endarrow="oval" endarrowwidth="narrow" endarrowlength="short"/>
              </v:line>
              <v:line id="_x0000_s2036" style="position:absolute;rotation:-90;flip:y" from="6903,6706" to="6948,6877">
                <v:stroke endarrow="oval" endarrowwidth="narrow" endarrowlength="short"/>
              </v:line>
              <v:group id="_x0000_s2037" style="position:absolute;left:6840;top:6626;width:120;height:143" coordorigin="9681,14354" coordsize="399,912">
                <v:line id="_x0000_s2038" style="position:absolute;rotation:-90;flip:y" from="9767,14724" to="9995,15123"/>
                <v:line id="_x0000_s2039" style="position:absolute;rotation:-90;flip:y" from="9767,14268" to="9995,14667"/>
                <v:line id="_x0000_s2040" style="position:absolute;rotation:-90" from="9767,14496" to="9995,14895"/>
                <v:line id="_x0000_s2041" style="position:absolute;rotation:-90" from="9767,14952" to="9995,15351"/>
              </v:group>
            </v:group>
            <v:line id="_x0000_s2042" style="position:absolute;flip:x y" from="6896,5456" to="6896,5969" strokeweight=".5pt">
              <v:stroke endarrow="oval" endarrowwidth="narrow" endarrowlength="short"/>
            </v:line>
            <v:rect id="_x0000_s2043" style="position:absolute;left:7637;top:6539;width:399;height:400;rotation:-180;flip:x" filled="f" stroked="f" strokeweight="1.25pt">
              <v:textbox style="mso-next-textbox:#_x0000_s2043" inset="1pt,1pt,1pt,1pt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2044" style="position:absolute;left:7751;top:5855;width:399;height:342;rotation:-180;flip:x" filled="f" stroked="f" strokeweight="1.25pt">
              <v:textbox style="mso-next-textbox:#_x0000_s2044" inset="1pt,1pt,1pt,1pt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shape id="_x0000_s2045" type="#_x0000_t202" style="position:absolute;left:1596;top:11669;width:4617;height:1083" stroked="f">
              <v:textbox style="mso-next-textbox:#_x0000_s2045">
                <w:txbxContent>
                  <w:p w:rsidR="009E23C5" w:rsidRDefault="009E23C5" w:rsidP="008A580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=24 В,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=10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=40 Ом, 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  <w:r>
                      <w:rPr>
                        <w:sz w:val="24"/>
                      </w:rPr>
                      <w:t xml:space="preserve">=6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</w:p>
                  <w:p w:rsidR="009E23C5" w:rsidRPr="00572ECB" w:rsidRDefault="009E23C5" w:rsidP="008A580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 - идеальный диод.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</w:p>
                  <w:p w:rsidR="009E23C5" w:rsidRDefault="009E23C5" w:rsidP="008A580C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2046" type="#_x0000_t202" style="position:absolute;left:9462;top:12980;width:1083;height:513" stroked="f">
              <v:textbox style="mso-next-textbox:#_x0000_s2046">
                <w:txbxContent>
                  <w:p w:rsidR="009E23C5" w:rsidRDefault="009E23C5" w:rsidP="008A580C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</w:p>
                </w:txbxContent>
              </v:textbox>
            </v:shape>
            <v:rect id="_x0000_s2047" style="position:absolute;left:7581;top:12322;width:627;height:228" filled="f" strokeweight="1.25pt"/>
            <v:line id="_x0000_s2048" style="position:absolute" from="7182,12433" to="7581,12433" strokeweight="1.25pt">
              <v:stroke startarrow="oval" startarrowwidth="narrow" startarrowlength="short"/>
            </v:line>
            <v:line id="_x0000_s2049" style="position:absolute" from="9405,12695" to="9405,13721">
              <v:stroke endarrow="block"/>
            </v:line>
            <v:line id="_x0000_s2050" style="position:absolute;flip:y" from="8496,12393" to="8496,13208" strokeweight="1.25pt">
              <v:stroke endarrow="oval" endarrowwidth="narrow" endarrowlength="short"/>
            </v:line>
            <v:line id="_x0000_s2051" style="position:absolute;rotation:-90;flip:y" from="7350,12322" to="7350,12550" strokeweight="1.25pt">
              <v:stroke endarrow="block"/>
            </v:line>
            <v:line id="_x0000_s2052" style="position:absolute" from="7182,12750" to="7182,13719">
              <v:stroke endarrow="block"/>
            </v:line>
            <v:line id="_x0000_s2053" style="position:absolute" from="7182,14061" to="9405,14063" strokeweight="1.25pt">
              <v:stroke startarrow="oval" startarrowwidth="narrow" startarrowlength="short" endarrow="oval" endarrowwidth="narrow" endarrowlength="short"/>
            </v:line>
            <v:line id="_x0000_s2054" style="position:absolute" from="8208,12410" to="9405,12410" strokeweight="1.25pt">
              <v:stroke endarrow="oval" endarrowwidth="narrow" endarrowlength="short"/>
            </v:line>
            <v:group id="_x0000_s2055" style="position:absolute;left:8379;top:12581;width:228;height:627" coordorigin="6099,10602" coordsize="228,627">
              <v:line id="_x0000_s2056" style="position:absolute" from="6213,10602" to="6213,11058" strokeweight="1.25pt">
                <v:stroke endarrow="block" endarrowwidth="wide" endarrowlength="long"/>
              </v:line>
              <v:line id="_x0000_s2057" style="position:absolute" from="6099,11055" to="6327,11055" strokeweight="1.25pt"/>
              <v:line id="_x0000_s2058" style="position:absolute;flip:x" from="6213,11058" to="6213,11229" strokeweight="1.25pt"/>
            </v:group>
            <v:oval id="_x0000_s2059" style="position:absolute;left:8265;top:13436;width:456;height:456;flip:y" filled="f" fillcolor="black" strokeweight="1.25pt"/>
            <v:line id="_x0000_s2060" style="position:absolute;flip:y" from="8496,13550" to="8496,14063" strokeweight="1.25pt">
              <v:stroke startarrow="oval" startarrowwidth="narrow" startarrowlength="short" endarrow="block"/>
            </v:line>
            <v:line id="_x0000_s2061" style="position:absolute;flip:y" from="8493,13208" to="8493,13607" strokeweight="1.25pt"/>
            <v:shape id="_x0000_s2062" type="#_x0000_t202" style="position:absolute;left:7581;top:11840;width:570;height:456" filled="f" stroked="f">
              <v:textbox style="mso-next-textbox:#_x0000_s2062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Pr="007939A6" w:rsidRDefault="009E23C5" w:rsidP="008A580C"/>
                </w:txbxContent>
              </v:textbox>
            </v:shape>
            <v:shape id="_x0000_s2063" type="#_x0000_t202" style="position:absolute;left:7695;top:12695;width:570;height:456" stroked="f">
              <v:textbox style="mso-next-textbox:#_x0000_s2063">
                <w:txbxContent>
                  <w:p w:rsidR="009E23C5" w:rsidRDefault="009E23C5" w:rsidP="008A580C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2064" style="position:absolute;left:7809;top:13436;width:399;height:400;rotation:-180;flip:x" filled="f" stroked="f" strokeweight="1.25pt">
              <v:textbox style="mso-next-textbox:#_x0000_s2064" inset="1pt,1pt,1pt,1pt">
                <w:txbxContent>
                  <w:p w:rsidR="009E23C5" w:rsidRPr="00510963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</w:p>
                </w:txbxContent>
              </v:textbox>
            </v:rect>
            <v:rect id="_x0000_s2065" style="position:absolute;left:7239;top:12011;width:400;height:342" filled="f" stroked="f" strokeweight="1.25pt">
              <v:textbox style="mso-next-textbox:#_x0000_s2065" inset="1pt,1pt,1pt,1pt">
                <w:txbxContent>
                  <w:p w:rsidR="009E23C5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3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_x0000_s2066" type="#_x0000_t202" style="position:absolute;left:6327;top:12978;width:741;height:513" stroked="f">
              <v:textbox style="mso-next-textbox:#_x0000_s2066">
                <w:txbxContent>
                  <w:p w:rsidR="009E23C5" w:rsidRDefault="009E23C5" w:rsidP="008A580C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group id="_x0000_s2067" style="position:absolute;left:2394;top:12980;width:3021;height:1482" coordorigin="7638,4007" coordsize="3021,1482">
              <v:rect id="_x0000_s2068" style="position:absolute;left:7638;top:4007;width:3021;height:1482" filled="f"/>
              <v:shape id="_x0000_s2069" type="#_x0000_t202" style="position:absolute;left:9861;top:4064;width:342;height:342" filled="f" stroked="f">
                <v:textbox style="mso-next-textbox:#_x0000_s2069">
                  <w:txbxContent>
                    <w:p w:rsidR="009E23C5" w:rsidRDefault="009E23C5" w:rsidP="008A580C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2070" type="#_x0000_t202" style="position:absolute;left:7752;top:4178;width:1938;height:684" filled="f" stroked="f">
                <v:textbox style="mso-next-textbox:#_x0000_s2070">
                  <w:txbxContent>
                    <w:p w:rsidR="009E23C5" w:rsidRDefault="009E23C5" w:rsidP="008A580C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8A580C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2071" type="#_x0000_t202" style="position:absolute;left:10260;top:4976;width:399;height:342" filled="f" stroked="f">
                <v:textbox style="mso-next-textbox:#_x0000_s2071">
                  <w:txbxContent>
                    <w:p w:rsidR="009E23C5" w:rsidRDefault="009E23C5" w:rsidP="008A580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2072" style="position:absolute" from="9918,4178" to="9918,5432"/>
              <v:line id="_x0000_s2073" style="position:absolute" from="9006,5261" to="10545,5261"/>
              <v:line id="_x0000_s2074" style="position:absolute" from="9120,5258" to="9918,5258" strokeweight="1.5pt"/>
              <v:line id="_x0000_s2075" style="position:absolute" from="9918,4463" to="9918,5261" strokeweight="1.5pt"/>
            </v:group>
            <v:rect id="_x0000_s2076" style="position:absolute;left:8806;top:13123;width:627;height:228;rotation:270" strokeweight="1.25pt"/>
            <v:line id="_x0000_s2077" style="position:absolute;flip:y" from="9120,12410" to="9120,12923" strokeweight="1.25pt">
              <v:stroke endarrow="oval" endarrowwidth="narrow" endarrowlength="short"/>
            </v:line>
            <v:rect id="_x0000_s2078" style="position:absolute;left:8664;top:13094;width:399;height:342" filled="f" stroked="f" strokeweight="1.25pt">
              <v:textbox style="mso-next-textbox:#_x0000_s2078" inset="1pt,1pt,1pt,1pt">
                <w:txbxContent>
                  <w:p w:rsidR="009E23C5" w:rsidRPr="00721C6F" w:rsidRDefault="009E23C5" w:rsidP="008A580C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line id="_x0000_s2079" style="position:absolute" from="9120,13550" to="9120,14063" strokeweight="1.25pt">
              <v:stroke endarrow="oval" endarrowwidth="narrow" endarrowlength="short"/>
            </v:line>
            <v:group id="_x0000_s2080" style="position:absolute;left:8703;top:9519;width:417;height:110" coordorigin="3419,4550" coordsize="417,110">
              <v:line id="_x0000_s2081" style="position:absolute;rotation:-90;flip:y" from="3627,4342" to="3628,4759" strokeweight="2.5pt"/>
              <v:line id="_x0000_s2082" style="position:absolute;rotation:-90;flip:y" from="3624,4447" to="3632,4864" strokeweight="2.5pt"/>
            </v:group>
            <v:rect id="_x0000_s2083" style="position:absolute;left:8265;top:9405;width:399;height:342" filled="f" stroked="f" strokeweight="1.25pt">
              <v:textbox style="mso-next-textbox:#_x0000_s2083" inset="1pt,1pt,1pt,1pt">
                <w:txbxContent>
                  <w:p w:rsidR="009E23C5" w:rsidRDefault="009E23C5" w:rsidP="008A580C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2084" style="position:absolute;left:9633;top:9348;width:570;height:456" filled="f" stroked="f" strokeweight="1.25pt">
              <v:textbox style="mso-next-textbox:#_x0000_s2084" inset="1pt,1pt,1pt,1pt">
                <w:txbxContent>
                  <w:p w:rsidR="009E23C5" w:rsidRDefault="009E23C5" w:rsidP="008A580C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085" style="position:absolute" from="9462,9120" to="9462,9918">
              <v:stroke endarrow="block"/>
            </v:line>
            <v:rect id="_x0000_s2086" style="position:absolute;left:7381;top:9491;width:627;height:228;rotation:-90" strokeweight="1.25pt"/>
            <v:line id="_x0000_s2087" style="position:absolute" from="7353,8778" to="7353,8892" strokeweight="1.25pt"/>
            <v:line id="_x0000_s2088" style="position:absolute;flip:y" from="8892,8892" to="8892,9519" strokeweight="1.25pt">
              <v:stroke endarrow="oval" endarrowwidth="narrow" endarrowlength="short"/>
            </v:line>
            <v:line id="_x0000_s2089" style="position:absolute" from="6954,8607" to="7125,8835" strokeweight="1.25pt">
              <v:stroke endarrow="block"/>
            </v:line>
            <v:rect id="_x0000_s2090" style="position:absolute;left:8037;top:8379;width:399;height:342" filled="f" stroked="f" strokeweight="1.25pt">
              <v:textbox style="mso-next-textbox:#_x0000_s2090" inset="1pt,1pt,1pt,1pt">
                <w:txbxContent>
                  <w:p w:rsidR="009E23C5" w:rsidRDefault="009E23C5" w:rsidP="008A580C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  <w:p w:rsidR="009E23C5" w:rsidRDefault="009E23C5" w:rsidP="008A580C"/>
                </w:txbxContent>
              </v:textbox>
            </v:rect>
            <v:line id="_x0000_s2091" style="position:absolute" from="8550,8892" to="9291,8902" strokeweight="1.25pt">
              <v:stroke endarrow="oval" endarrowwidth="narrow" endarrowlength="short"/>
            </v:line>
            <v:line id="_x0000_s2092" style="position:absolute;flip:y" from="6555,8949" to="6555,10260" strokeweight="1.25pt"/>
            <v:rect id="_x0000_s2093" style="position:absolute;left:5814;top:9405;width:400;height:456" filled="f" stroked="f" strokeweight="1.25pt">
              <v:textbox style="mso-next-textbox:#_x0000_s2093" inset="1pt,1pt,1pt,1pt">
                <w:txbxContent>
                  <w:p w:rsidR="009E23C5" w:rsidRPr="00EB2745" w:rsidRDefault="009E23C5" w:rsidP="008A580C">
                    <w:r>
                      <w:rPr>
                        <w:sz w:val="28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2094" style="position:absolute;left:6612;top:8493;width:342;height:340" filled="f" stroked="f" strokeweight="1.25pt">
              <v:textbox style="mso-next-textbox:#_x0000_s2094" inset="1pt,1pt,1pt,1pt">
                <w:txbxContent>
                  <w:p w:rsidR="009E23C5" w:rsidRDefault="009E23C5" w:rsidP="008A580C">
                    <w:r>
                      <w:t>Кл</w:t>
                    </w:r>
                  </w:p>
                </w:txbxContent>
              </v:textbox>
            </v:rect>
            <v:line id="_x0000_s2095" style="position:absolute" from="6555,8923" to="6954,8923" strokeweight="1.25pt"/>
            <v:line id="_x0000_s2096" style="position:absolute" from="7353,8892" to="7923,8892" strokeweight="1.25pt"/>
            <v:line id="_x0000_s2097" style="position:absolute;flip:y" from="6951,8695" to="7293,8923" strokeweight="1.25pt">
              <v:stroke startarrow="oval" startarrowwidth="narrow" startarrowlength="short"/>
            </v:line>
            <v:group id="_x0000_s2098" style="position:absolute;left:6270;top:9291;width:570;height:568" coordorigin="3135,9519" coordsize="570,568">
              <v:line id="_x0000_s2099" style="position:absolute;flip:y" from="3420,9690" to="3420,9918" strokeweight="1.25pt">
                <v:stroke endarrow="block" endarrowwidth="wide"/>
              </v:line>
              <v:oval id="_x0000_s2100" style="position:absolute;left:3136;top:9518;width:568;height:570;rotation:270" filled="f" strokeweight="1.25pt"/>
            </v:group>
            <v:line id="_x0000_s2101" style="position:absolute" from="7410,10260" to="9291,10260" strokeweight="1.25pt">
              <v:stroke startarrowwidth="narrow" startarrowlength="short" endarrow="oval" endarrowwidth="narrow" endarrowlength="short"/>
            </v:line>
            <v:line id="_x0000_s2102" style="position:absolute" from="8892,9633" to="8892,10260" strokeweight="1.25pt">
              <v:stroke endarrow="oval" endarrowwidth="narrow" endarrowlength="short"/>
            </v:line>
            <v:rect id="_x0000_s2103" style="position:absolute;left:7923;top:8778;width:627;height:228" strokeweight="1.25pt"/>
            <v:rect id="_x0000_s2104" style="position:absolute;left:6783;top:10146;width:627;height:228" strokeweight="1.25pt"/>
            <v:line id="_x0000_s2105" style="position:absolute" from="7695,9918" to="7695,10260" strokeweight="1.25pt">
              <v:stroke endarrow="oval" endarrowwidth="narrow" endarrowlength="short"/>
            </v:line>
            <v:line id="_x0000_s2106" style="position:absolute;flip:y" from="7695,8892" to="7695,9291" strokeweight="1.25pt">
              <v:stroke endarrow="oval" endarrowwidth="narrow" endarrowlength="short"/>
            </v:line>
            <v:rect id="_x0000_s2107" style="position:absolute;left:7068;top:9462;width:399;height:342" filled="f" stroked="f" strokeweight="1.25pt">
              <v:textbox style="mso-next-textbox:#_x0000_s2107" inset="1pt,1pt,1pt,1pt">
                <w:txbxContent>
                  <w:p w:rsidR="009E23C5" w:rsidRDefault="009E23C5" w:rsidP="008A580C"/>
                </w:txbxContent>
              </v:textbox>
            </v:rect>
            <v:rect id="_x0000_s2108" style="position:absolute;left:7182;top:9462;width:399;height:342" filled="f" stroked="f" strokeweight="1.25pt">
              <v:textbox style="mso-next-textbox:#_x0000_s2108" inset="1pt,1pt,1pt,1pt">
                <w:txbxContent>
                  <w:p w:rsidR="009E23C5" w:rsidRDefault="009E23C5" w:rsidP="008A580C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  <w:p w:rsidR="009E23C5" w:rsidRDefault="009E23C5" w:rsidP="008A580C"/>
                </w:txbxContent>
              </v:textbox>
            </v:rect>
            <v:rect id="_x0000_s2109" style="position:absolute;left:6954;top:9804;width:399;height:342" filled="f" stroked="f" strokeweight="1.25pt">
              <v:textbox style="mso-next-textbox:#_x0000_s2109" inset="1pt,1pt,1pt,1pt">
                <w:txbxContent>
                  <w:p w:rsidR="009E23C5" w:rsidRDefault="009E23C5" w:rsidP="008A580C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Default="009E23C5" w:rsidP="008A580C"/>
                </w:txbxContent>
              </v:textbox>
            </v:rect>
            <v:line id="_x0000_s2110" style="position:absolute;flip:y" from="6555,10260" to="6783,10260" strokeweight="1.25pt"/>
            <v:shape id="_x0000_s2111" type="#_x0000_t202" style="position:absolute;left:1653;top:8493;width:3306;height:2239" stroked="f">
              <v:textbox style="mso-next-textbox:#_x0000_s2111">
                <w:txbxContent>
                  <w:p w:rsidR="009E23C5" w:rsidRPr="007B2FEB" w:rsidRDefault="009E23C5" w:rsidP="008A580C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7B2FE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7B2FEB">
                      <w:rPr>
                        <w:sz w:val="24"/>
                      </w:rPr>
                      <w:t xml:space="preserve"> 1</w:t>
                    </w:r>
                    <w:r>
                      <w:rPr>
                        <w:sz w:val="24"/>
                      </w:rPr>
                      <w:t>1</w:t>
                    </w:r>
                    <w:r w:rsidRPr="007B2FEB">
                      <w:rPr>
                        <w:sz w:val="24"/>
                      </w:rPr>
                      <w:t>0</w:t>
                    </w:r>
                    <w:r>
                      <w:rPr>
                        <w:sz w:val="24"/>
                      </w:rPr>
                      <w:t xml:space="preserve"> В</w:t>
                    </w:r>
                    <w:r w:rsidRPr="007B2FEB">
                      <w:rPr>
                        <w:sz w:val="24"/>
                      </w:rPr>
                      <w:t>,</w:t>
                    </w:r>
                  </w:p>
                  <w:p w:rsidR="009E23C5" w:rsidRPr="00BA79BC" w:rsidRDefault="009E23C5" w:rsidP="008A580C">
                    <w:pPr>
                      <w:rPr>
                        <w:sz w:val="24"/>
                        <w:lang w:val="fr-FR"/>
                      </w:rPr>
                    </w:pPr>
                    <w:r w:rsidRPr="00BA79BC">
                      <w:rPr>
                        <w:sz w:val="24"/>
                        <w:szCs w:val="24"/>
                        <w:lang w:val="fr-FR"/>
                      </w:rPr>
                      <w:t>R</w:t>
                    </w:r>
                    <w:r w:rsidRPr="00BA79BC">
                      <w:rPr>
                        <w:sz w:val="24"/>
                        <w:szCs w:val="24"/>
                        <w:vertAlign w:val="subscript"/>
                        <w:lang w:val="fr-FR"/>
                      </w:rPr>
                      <w:t>1</w:t>
                    </w:r>
                    <w:r w:rsidRPr="00BA79BC"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20</w:t>
                    </w:r>
                    <w:r w:rsidRPr="00BA79BC">
                      <w:rPr>
                        <w:sz w:val="24"/>
                        <w:lang w:val="fr-FR"/>
                      </w:rPr>
                      <w:t xml:space="preserve">0 </w:t>
                    </w:r>
                    <w:r>
                      <w:rPr>
                        <w:sz w:val="24"/>
                      </w:rPr>
                      <w:t>Ом</w:t>
                    </w:r>
                    <w:r w:rsidRPr="00BA79BC">
                      <w:rPr>
                        <w:sz w:val="24"/>
                        <w:lang w:val="fr-FR"/>
                      </w:rPr>
                      <w:t xml:space="preserve">, </w:t>
                    </w:r>
                    <w:r w:rsidRPr="00BA79BC">
                      <w:rPr>
                        <w:sz w:val="24"/>
                        <w:szCs w:val="24"/>
                        <w:lang w:val="fr-FR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BA79BC"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2</w:t>
                    </w:r>
                    <w:r w:rsidRPr="00BA79BC"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>0</w:t>
                    </w:r>
                    <w:r w:rsidRPr="00BA79BC">
                      <w:rPr>
                        <w:sz w:val="24"/>
                        <w:lang w:val="fr-FR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BA79BC"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BA79BC" w:rsidRDefault="009E23C5" w:rsidP="008A580C">
                    <w:pPr>
                      <w:rPr>
                        <w:sz w:val="24"/>
                        <w:lang w:val="fr-FR"/>
                      </w:rPr>
                    </w:pPr>
                    <w:r w:rsidRPr="00BA79BC">
                      <w:rPr>
                        <w:sz w:val="24"/>
                        <w:szCs w:val="24"/>
                        <w:lang w:val="fr-FR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 w:rsidRPr="00BA79BC"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50</w:t>
                    </w:r>
                    <w:r w:rsidRPr="00BA79BC">
                      <w:rPr>
                        <w:sz w:val="24"/>
                        <w:lang w:val="fr-FR"/>
                      </w:rPr>
                      <w:t xml:space="preserve">0 </w:t>
                    </w:r>
                    <w:r>
                      <w:rPr>
                        <w:sz w:val="24"/>
                      </w:rPr>
                      <w:t>Ом</w:t>
                    </w:r>
                    <w:r w:rsidRPr="00BA79BC"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BA79BC" w:rsidRDefault="009E23C5" w:rsidP="008A580C">
                    <w:pPr>
                      <w:rPr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BA79BC">
                      <w:rPr>
                        <w:sz w:val="24"/>
                        <w:lang w:val="fr-FR"/>
                      </w:rPr>
                      <w:t xml:space="preserve"> =</w:t>
                    </w:r>
                    <w:r>
                      <w:rPr>
                        <w:sz w:val="24"/>
                        <w:lang w:val="fr-FR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  <w:lang w:val="fr-FR"/>
                      </w:rPr>
                      <w:t xml:space="preserve">0 </w:t>
                    </w:r>
                    <w:r>
                      <w:rPr>
                        <w:sz w:val="24"/>
                      </w:rPr>
                      <w:t>мкФ</w:t>
                    </w:r>
                    <w:r w:rsidRPr="00BA79BC"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Default="009E23C5" w:rsidP="008A580C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2112" style="position:absolute;margin-left:3.2pt;margin-top:3pt;width:456.05pt;height:706.95pt;z-index:251658240" coordorigin="1482,496" coordsize="9121,14139">
            <v:shape id="_x0000_s2113" type="#_x0000_t202" style="position:absolute;left:2052;top:5170;width:2508;height:2109" filled="f" stroked="f">
              <v:textbox style="mso-next-textbox:#_x0000_s2113">
                <w:txbxContent>
                  <w:p w:rsidR="009E23C5" w:rsidRPr="00AF397E" w:rsidRDefault="009E23C5" w:rsidP="00AC3A92">
                    <w:pPr>
                      <w:jc w:val="both"/>
                      <w:rPr>
                        <w:sz w:val="24"/>
                        <w:szCs w:val="24"/>
                        <w:lang w:val="es-ES"/>
                      </w:rPr>
                    </w:pPr>
                    <w:r w:rsidRPr="00AF397E">
                      <w:rPr>
                        <w:sz w:val="24"/>
                        <w:szCs w:val="24"/>
                        <w:lang w:val="fr-FR"/>
                      </w:rPr>
                      <w:t>e</w:t>
                    </w:r>
                    <w:r w:rsidRPr="00E051E6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(t)</w:t>
                    </w:r>
                    <w:r w:rsidRPr="00AF397E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=</w:t>
                    </w:r>
                    <w:r w:rsidRPr="00AF397E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50.9</w:t>
                    </w:r>
                    <w:r w:rsidRPr="00AF397E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sin(</w:t>
                    </w:r>
                    <w:r w:rsidRPr="00AF397E">
                      <w:rPr>
                        <w:sz w:val="24"/>
                        <w:szCs w:val="24"/>
                        <w:lang w:val="en-US"/>
                      </w:rPr>
                      <w:t>ω t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)B,</w:t>
                    </w:r>
                  </w:p>
                  <w:p w:rsidR="009E23C5" w:rsidRPr="00AF397E" w:rsidRDefault="009E23C5" w:rsidP="00AC3A92">
                    <w:pPr>
                      <w:jc w:val="both"/>
                      <w:rPr>
                        <w:sz w:val="24"/>
                        <w:szCs w:val="24"/>
                        <w:lang w:val="es-ES"/>
                      </w:rPr>
                    </w:pPr>
                    <w:r w:rsidRPr="00AF397E">
                      <w:rPr>
                        <w:sz w:val="24"/>
                        <w:szCs w:val="24"/>
                        <w:lang w:val="es-ES"/>
                      </w:rPr>
                      <w:t xml:space="preserve">f=50 </w:t>
                    </w:r>
                    <w:r w:rsidRPr="00AF397E">
                      <w:rPr>
                        <w:sz w:val="24"/>
                        <w:szCs w:val="24"/>
                      </w:rPr>
                      <w:t>Гц</w:t>
                    </w:r>
                    <w:r w:rsidRPr="00AF397E">
                      <w:rPr>
                        <w:sz w:val="24"/>
                        <w:szCs w:val="24"/>
                        <w:lang w:val="es-ES"/>
                      </w:rPr>
                      <w:t>,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 xml:space="preserve"> </w:t>
                    </w:r>
                  </w:p>
                  <w:p w:rsidR="009E23C5" w:rsidRPr="00AF397E" w:rsidRDefault="009E23C5" w:rsidP="00AC3A92">
                    <w:pPr>
                      <w:jc w:val="both"/>
                      <w:rPr>
                        <w:sz w:val="24"/>
                        <w:szCs w:val="24"/>
                        <w:lang w:val="es-ES"/>
                      </w:rPr>
                    </w:pPr>
                    <w:r w:rsidRPr="00AF397E">
                      <w:rPr>
                        <w:sz w:val="24"/>
                        <w:szCs w:val="24"/>
                        <w:lang w:val="fr-FR"/>
                      </w:rPr>
                      <w:t>R</w:t>
                    </w:r>
                    <w:r w:rsidRPr="00AF397E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3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0</w:t>
                    </w:r>
                    <w:r w:rsidRPr="00AF397E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O</w:t>
                    </w:r>
                    <w:r w:rsidRPr="00AF397E">
                      <w:rPr>
                        <w:sz w:val="24"/>
                        <w:szCs w:val="24"/>
                      </w:rPr>
                      <w:t>м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,</w:t>
                    </w:r>
                  </w:p>
                  <w:p w:rsidR="009E23C5" w:rsidRPr="00E051E6" w:rsidRDefault="009E23C5" w:rsidP="00AC3A92">
                    <w:pPr>
                      <w:jc w:val="both"/>
                      <w:rPr>
                        <w:sz w:val="24"/>
                        <w:szCs w:val="24"/>
                        <w:lang w:val="es-ES"/>
                      </w:rPr>
                    </w:pPr>
                    <w:r w:rsidRPr="00AF397E">
                      <w:rPr>
                        <w:sz w:val="24"/>
                        <w:szCs w:val="24"/>
                        <w:lang w:val="fr-FR"/>
                      </w:rPr>
                      <w:t>L</w:t>
                    </w:r>
                    <w:r w:rsidRPr="00E051E6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=0.</w:t>
                    </w:r>
                    <w:r w:rsidRPr="00E051E6">
                      <w:rPr>
                        <w:sz w:val="24"/>
                        <w:szCs w:val="24"/>
                        <w:lang w:val="es-ES"/>
                      </w:rPr>
                      <w:t xml:space="preserve">1 </w:t>
                    </w:r>
                    <w:r w:rsidRPr="00AF397E">
                      <w:rPr>
                        <w:sz w:val="24"/>
                        <w:szCs w:val="24"/>
                      </w:rPr>
                      <w:t>Гн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.</w:t>
                    </w:r>
                  </w:p>
                  <w:p w:rsidR="009E23C5" w:rsidRPr="00E051E6" w:rsidRDefault="009E23C5" w:rsidP="00AC3A92">
                    <w:pPr>
                      <w:jc w:val="both"/>
                      <w:rPr>
                        <w:sz w:val="24"/>
                        <w:szCs w:val="24"/>
                        <w:lang w:val="es-ES"/>
                      </w:rPr>
                    </w:pPr>
                    <w:r w:rsidRPr="00AF397E">
                      <w:rPr>
                        <w:sz w:val="24"/>
                        <w:szCs w:val="24"/>
                        <w:lang w:val="fr-FR"/>
                      </w:rPr>
                      <w:t>C</w:t>
                    </w:r>
                    <w:r w:rsidRPr="00E051E6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4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0</w:t>
                    </w:r>
                    <w:r w:rsidRPr="00E051E6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AF397E">
                      <w:rPr>
                        <w:sz w:val="24"/>
                        <w:szCs w:val="24"/>
                      </w:rPr>
                      <w:t>мкФ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,</w:t>
                    </w:r>
                  </w:p>
                  <w:p w:rsidR="009E23C5" w:rsidRPr="00AF397E" w:rsidRDefault="009E23C5" w:rsidP="00AC3A92">
                    <w:pPr>
                      <w:jc w:val="both"/>
                      <w:rPr>
                        <w:sz w:val="24"/>
                        <w:szCs w:val="24"/>
                        <w:lang w:val="fr-FR"/>
                      </w:rPr>
                    </w:pPr>
                    <w:r w:rsidRPr="00AF397E">
                      <w:rPr>
                        <w:sz w:val="24"/>
                        <w:szCs w:val="24"/>
                        <w:lang w:val="fr-FR"/>
                      </w:rPr>
                      <w:t>C</w:t>
                    </w:r>
                    <w:r w:rsidRPr="00AF397E"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 w:rsidRPr="00AF397E">
                      <w:rPr>
                        <w:sz w:val="24"/>
                        <w:szCs w:val="24"/>
                        <w:lang w:val="fr-FR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t>0</w:t>
                    </w:r>
                    <w:r w:rsidRPr="00AF397E">
                      <w:rPr>
                        <w:sz w:val="24"/>
                        <w:szCs w:val="24"/>
                      </w:rPr>
                      <w:t xml:space="preserve"> мкФ.</w:t>
                    </w:r>
                  </w:p>
                </w:txbxContent>
              </v:textbox>
            </v:shape>
            <v:shape id="_x0000_s2114" type="#_x0000_t202" style="position:absolute;left:1482;top:496;width:2508;height:456">
              <v:textbox style="mso-next-textbox:#_x0000_s2114">
                <w:txbxContent>
                  <w:p w:rsidR="009E23C5" w:rsidRPr="0000009C" w:rsidRDefault="009E23C5" w:rsidP="00AC3A92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306</w:t>
                    </w:r>
                  </w:p>
                </w:txbxContent>
              </v:textbox>
            </v:shape>
            <v:rect id="_x0000_s2115" style="position:absolute;left:1482;top:955;width:9121;height:3420" filled="f" strokeweight="2pt"/>
            <v:shape id="_x0000_s2116" type="#_x0000_t202" style="position:absolute;left:1482;top:4486;width:2387;height:432" filled="f" stroked="f">
              <v:textbox style="mso-next-textbox:#_x0000_s2116">
                <w:txbxContent>
                  <w:p w:rsidR="009E23C5" w:rsidRPr="0000009C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306</w:t>
                    </w:r>
                  </w:p>
                </w:txbxContent>
              </v:textbox>
            </v:shape>
            <v:rect id="_x0000_s2117" style="position:absolute;left:1482;top:4375;width:9121;height:3420" filled="f" strokeweight="2pt"/>
            <v:rect id="_x0000_s2118" style="position:absolute;left:1482;top:7795;width:9121;height:3420" filled="f" strokeweight="2pt"/>
            <v:rect id="_x0000_s2119" style="position:absolute;left:1482;top:11215;width:9121;height:3420" filled="f" strokeweight="2pt"/>
            <v:shape id="_x0000_s2120" type="#_x0000_t202" style="position:absolute;left:1539;top:7876;width:2387;height:432" filled="f" stroked="f">
              <v:textbox style="mso-next-textbox:#_x0000_s2120">
                <w:txbxContent>
                  <w:p w:rsidR="009E23C5" w:rsidRPr="0000009C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306</w:t>
                    </w:r>
                  </w:p>
                </w:txbxContent>
              </v:textbox>
            </v:shape>
            <v:shape id="_x0000_s2121" type="#_x0000_t202" style="position:absolute;left:1539;top:11272;width:2387;height:432" filled="f" stroked="f">
              <v:textbox style="mso-next-textbox:#_x0000_s2121">
                <w:txbxContent>
                  <w:p w:rsidR="009E23C5" w:rsidRPr="0000009C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306</w:t>
                    </w:r>
                  </w:p>
                </w:txbxContent>
              </v:textbox>
            </v:shape>
            <v:shape id="_x0000_s2122" type="#_x0000_t202" style="position:absolute;left:1539;top:1026;width:2508;height:432" filled="f" stroked="f">
              <v:textbox style="mso-next-textbox:#_x0000_s2122">
                <w:txbxContent>
                  <w:p w:rsidR="009E23C5" w:rsidRPr="00BA7484" w:rsidRDefault="009E23C5" w:rsidP="00AC3A92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1.306</w:t>
                    </w:r>
                  </w:p>
                </w:txbxContent>
              </v:textbox>
            </v:shape>
            <v:shape id="_x0000_s2123" type="#_x0000_t202" style="position:absolute;left:1995;top:1767;width:1539;height:2109" filled="f" stroked="f">
              <v:textbox style="mso-next-textbox:#_x0000_s2123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=36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=0.6 А,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=20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=5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>
                      <w:rPr>
                        <w:sz w:val="24"/>
                      </w:rPr>
                      <w:t>=30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=8 Ом.</w:t>
                    </w:r>
                  </w:p>
                </w:txbxContent>
              </v:textbox>
            </v:shape>
            <v:rect id="_x0000_s2124" style="position:absolute;left:8321;top:2964;width:685;height:444;flip:y" filled="f" stroked="f" strokeweight="1.25pt">
              <v:textbox style="mso-next-textbox:#_x0000_s2124" inset="1pt,1pt,1pt,1pt">
                <w:txbxContent>
                  <w:p w:rsidR="009E23C5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line id="_x0000_s2125" style="position:absolute;flip:y" from="9176,3135" to="9176,3762" strokeweight="1.25pt">
              <v:stroke endarrow="open" endarrowlength="short"/>
            </v:line>
            <v:line id="_x0000_s2126" style="position:absolute;rotation:90;flip:y" from="9148,3049" to="9206,3050" strokeweight="1.25pt">
              <v:stroke endarrow="open" endarrowlength="short"/>
            </v:line>
            <v:oval id="_x0000_s2127" style="position:absolute;left:8891;top:2850;width:568;height:570;flip:x y" filled="f" strokeweight="1.25pt"/>
            <v:rect id="_x0000_s2128" style="position:absolute;left:4673;top:1596;width:343;height:286" filled="f" stroked="f" strokeweight="1.25pt">
              <v:textbox style="mso-next-textbox:#_x0000_s2128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oval id="_x0000_s2129" style="position:absolute;left:5241;top:2166;width:568;height:570;rotation:180;flip:x" filled="f" strokeweight="1.25pt"/>
            <v:line id="_x0000_s2130" style="position:absolute;rotation:-180;flip:y" from="4956,2451" to="8091,2451" strokeweight="1.25pt">
              <v:stroke endarrowwidth="narrow" endarrowlength="short"/>
            </v:line>
            <v:line id="_x0000_s2131" style="position:absolute" from="6723,3762" to="9176,3762" strokeweight="1.25pt">
              <v:stroke endarrowwidth="narrow" endarrowlength="short"/>
            </v:line>
            <v:rect id="_x0000_s2132" style="position:absolute;left:8092;top:1654;width:628;height:239" filled="f" strokeweight="1.25pt"/>
            <v:oval id="_x0000_s2133" style="position:absolute;left:5241;top:1482;width:568;height:570;rotation:180;flip:x" filled="f" strokeweight="1.25pt"/>
            <v:line id="_x0000_s2134" style="position:absolute;rotation:-180" from="4956,1767" to="6210,1767" strokeweight="1.25pt">
              <v:stroke endarrowwidth="narrow" endarrowlength="short"/>
            </v:line>
            <v:line id="_x0000_s2135" style="position:absolute;rotation:-90" from="8947,1540" to="8947,1996" strokeweight="1.25pt">
              <v:stroke endarrowwidth="narrow" endarrowlength="short"/>
            </v:line>
            <v:line id="_x0000_s2136" style="position:absolute;flip:x" from="4956,1767" to="4957,2451" strokeweight="1.25pt">
              <v:stroke endarrowwidth="narrow" endarrowlength="short"/>
            </v:line>
            <v:line id="_x0000_s2137" style="position:absolute;rotation:360;flip:x" from="6723,3420" to="6724,3762" strokeweight="1.25pt">
              <v:stroke endarrowwidth="narrow" endarrowlength="short"/>
            </v:line>
            <v:line id="_x0000_s2138" style="position:absolute;rotation:360;flip:x y" from="6723,2451" to="6723,2793" strokeweight="1.25pt">
              <v:stroke endarrow="oval" endarrowwidth="narrow" endarrowlength="short"/>
            </v:line>
            <v:rect id="_x0000_s2139" style="position:absolute;left:6415;top:2987;width:628;height:239;rotation:450;flip:x y" filled="f" strokeweight="1.25pt"/>
            <v:line id="_x0000_s2140" style="position:absolute;rotation:360;flip:x y" from="7463,3420" to="7463,3762" strokeweight="1.25pt">
              <v:stroke startarrow="oval" startarrowwidth="narrow" startarrowlength="short"/>
            </v:line>
            <v:line id="_x0000_s2141" style="position:absolute;rotation:360;flip:y" from="7463,1767" to="7464,2793" strokeweight="1.25pt">
              <v:stroke endarrow="oval" endarrowwidth="narrow" endarrowlength="short"/>
            </v:line>
            <v:rect id="_x0000_s2142" style="position:absolute;left:7155;top:2987;width:628;height:239;rotation:450;flip:x y" filled="f" strokeweight="1.25pt"/>
            <v:rect id="_x0000_s2143" style="position:absolute;left:8092;top:2337;width:628;height:239" filled="f" strokeweight="1.25pt"/>
            <v:line id="_x0000_s2144" style="position:absolute" from="9175,1767" to="9176,3078" strokeweight="1.25pt">
              <v:stroke endarrowwidth="narrow" endarrowlength="short"/>
            </v:line>
            <v:line id="_x0000_s2145" style="position:absolute;rotation:-90" from="8947,2223" to="8947,2679" strokeweight="1.25pt">
              <v:stroke endarrow="oval" endarrowwidth="narrow" endarrowlength="short"/>
            </v:line>
            <v:line id="_x0000_s2146" style="position:absolute" from="4671,2109" to="4956,2109" strokeweight="1.25pt">
              <v:stroke endarrow="oval" endarrowwidth="narrow" endarrowlength="short"/>
            </v:line>
            <v:line id="_x0000_s2147" style="position:absolute;rotation:-90;flip:x" from="4500,2109" to="4842,2109" strokeweight="1.25pt">
              <v:stroke endarrowwidth="narrow" endarrowlength="short"/>
            </v:line>
            <v:oval id="_x0000_s2148" style="position:absolute;left:6210;top:1482;width:568;height:570" filled="f" strokeweight="1.25pt"/>
            <v:rect id="_x0000_s2149" style="position:absolute;left:6380;top:1596;width:343;height:342;rotation:-180;flip:x" filled="f" stroked="f" strokeweight="1.25pt">
              <v:textbox style="mso-next-textbox:#_x0000_s2149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A</w:t>
                    </w:r>
                  </w:p>
                </w:txbxContent>
              </v:textbox>
            </v:rect>
            <v:line id="_x0000_s2150" style="position:absolute;rotation:-180" from="6780,1767" to="8091,1767" strokeweight="1.25pt">
              <v:stroke endarrowwidth="narrow" endarrowlength="short"/>
            </v:line>
            <v:rect id="_x0000_s2151" style="position:absolute;left:6210;top:2907;width:513;height:513;flip:y" filled="f" stroked="f" strokeweight="1.25pt">
              <v:textbox style="mso-next-textbox:#_x0000_s2151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rect>
            <v:rect id="_x0000_s2152" style="position:absolute;left:7009;top:2907;width:455;height:400;flip:y" filled="f" stroked="f" strokeweight="1.25pt">
              <v:textbox style="mso-next-textbox:#_x0000_s2152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</w:p>
                </w:txbxContent>
              </v:textbox>
            </v:rect>
            <v:rect id="_x0000_s2153" style="position:absolute;left:8318;top:1310;width:628;height:400;flip:y" filled="f" stroked="f" strokeweight="1.25pt">
              <v:textbox style="mso-next-textbox:#_x0000_s2153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2154" style="position:absolute;left:8319;top:1938;width:628;height:400;flip:y" filled="f" stroked="f" strokeweight="1.25pt">
              <v:textbox style="mso-next-textbox:#_x0000_s2154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2155" style="position:absolute;left:7349;top:1425;width:343;height:286;flip:y" filled="f" stroked="f" strokeweight="1.25pt">
              <v:textbox style="mso-next-textbox:#_x0000_s2155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2156" style="position:absolute;left:6666;top:2052;width:343;height:342;flip:y" filled="f" stroked="f" strokeweight="1.25pt">
              <v:textbox style="mso-next-textbox:#_x0000_s2156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2157" style="position:absolute;rotation:-90;flip:x" from="5490,1632" to="5491,1904" strokeweight="1.25pt">
              <v:stroke endarrow="block" endarrowwidth="wide"/>
            </v:line>
            <v:group id="_x0000_s2158" style="position:absolute;left:6782;top:1311;width:114;height:228" coordorigin="6954,3876" coordsize="741,969">
              <v:line id="_x0000_s2159" style="position:absolute;rotation:-90;flip:x" from="7325,4564" to="7325,4975"/>
              <v:group id="_x0000_s2160" style="position:absolute;left:6954;top:3876;width:741;height:969" coordorigin="4266,11962" coordsize="575,853">
                <v:line id="_x0000_s2161" style="position:absolute;rotation:-90;flip:y" from="4009,12559" to="4522,12559"/>
                <v:shape id="_x0000_s2162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2163" style="position:absolute;rotation:-90;flip:y" from="4579,12559" to="5092,12559"/>
              </v:group>
            </v:group>
            <v:line id="_x0000_s2164" style="position:absolute;rotation:-90;flip:y" from="5498,2308" to="5498,2593" strokeweight="1.25pt">
              <v:stroke endarrow="block" endarrowwidth="wide"/>
            </v:line>
            <v:rect id="_x0000_s2165" style="position:absolute;left:9290;top:2280;width:343;height:286;flip:y" filled="f" stroked="f" strokeweight="1.25pt">
              <v:textbox style="mso-next-textbox:#_x0000_s2165" inset="1pt,1pt,1pt,1pt">
                <w:txbxContent>
                  <w:p w:rsidR="009E23C5" w:rsidRPr="003F62D7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rect>
            <v:rect id="_x0000_s2166" style="position:absolute;left:7350;top:3819;width:343;height:286;flip:y" filled="f" stroked="f" strokeweight="1.25pt">
              <v:textbox style="mso-next-textbox:#_x0000_s2166" inset="1pt,1pt,1pt,1pt">
                <w:txbxContent>
                  <w:p w:rsidR="009E23C5" w:rsidRPr="003F62D7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</v:rect>
            <v:rect id="_x0000_s2167" style="position:absolute;left:5014;top:1254;width:513;height:513;flip:y" filled="f" stroked="f" strokeweight="1.25pt">
              <v:textbox style="mso-next-textbox:#_x0000_s2167" inset="1pt,1pt,1pt,1pt">
                <w:txbxContent>
                  <w:p w:rsidR="009E23C5" w:rsidRPr="003A5600" w:rsidRDefault="009E23C5" w:rsidP="00AC3A92">
                    <w:r>
                      <w:rPr>
                        <w:sz w:val="24"/>
                        <w:szCs w:val="24"/>
                      </w:rPr>
                      <w:t>Е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2168" style="position:absolute;left:5014;top:1938;width:513;height:513;flip:y" filled="f" stroked="f" strokeweight="1.25pt">
              <v:textbox style="mso-next-textbox:#_x0000_s2168" inset="1pt,1pt,1pt,1pt">
                <w:txbxContent>
                  <w:p w:rsidR="009E23C5" w:rsidRPr="003A5600" w:rsidRDefault="009E23C5" w:rsidP="00AC3A92">
                    <w:r>
                      <w:rPr>
                        <w:sz w:val="24"/>
                        <w:szCs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2169" style="position:absolute;left:8449;top:4885;width:628;height:400;rotation:-180;flip:x" filled="f" stroked="f" strokeweight="1.25pt">
              <v:textbox style="mso-next-textbox:#_x0000_s2169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group id="_x0000_s2170" style="position:absolute;left:5625;top:5005;width:4008;height:2223" coordorigin="5625,5005" coordsize="4008,2223">
              <v:rect id="_x0000_s2171" style="position:absolute;left:7562;top:5689;width:400;height:342" filled="f" stroked="f" strokeweight="1.25pt">
                <v:textbox style="mso-next-textbox:#_x0000_s2171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38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rect id="_x0000_s2172" style="position:absolute;left:7562;top:5119;width:400;height:342" filled="f" stroked="f" strokeweight="1.25pt">
                <v:textbox style="mso-next-textbox:#_x0000_s2172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40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line id="_x0000_s2173" style="position:absolute;flip:x" from="8931,6943" to="9444,6943" strokeweight="1.25pt">
                <v:stroke endarrowwidth="narrow" endarrowlength="short"/>
              </v:line>
              <v:rect id="_x0000_s2174" style="position:absolute;left:8019;top:5974;width:399;height:400;rotation:-180;flip:x" filled="f" stroked="f" strokeweight="1.25pt">
                <v:textbox style="mso-next-textbox:#_x0000_s2174" inset="1pt,1pt,1pt,1pt">
                  <w:txbxContent>
                    <w:p w:rsidR="009E23C5" w:rsidRPr="00510963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С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2175" style="position:absolute;left:6879;top:5005;width:399;height:342;rotation:-180;flip:x" filled="f" stroked="f" strokeweight="1.25pt">
                <v:textbox style="mso-next-textbox:#_x0000_s2175" inset="1pt,1pt,1pt,1pt">
                  <w:txbxContent>
                    <w:p w:rsidR="009E23C5" w:rsidRPr="00510963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2176" style="position:absolute;left:5625;top:6088;width:513;height:400;rotation:-180;flip:x" filled="f" stroked="f" strokeweight="1.25pt">
                <v:textbox style="mso-next-textbox:#_x0000_s217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2177" style="position:absolute;left:8018;top:5176;width:400;height:342" filled="f" stroked="f" strokeweight="1.25pt">
                <v:textbox style="mso-next-textbox:#_x0000_s2177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42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group id="_x0000_s2178" style="position:absolute;left:6879;top:5632;width:171;height:285" coordorigin="6840,6555" coordsize="171,285">
                <v:line id="_x0000_s2179" style="position:absolute;rotation:-90;flip:x" from="6754,6698" to="7039,6698"/>
                <v:line id="_x0000_s2180" style="position:absolute;rotation:-90" from="6903,6518" to="6948,6689">
                  <v:stroke endarrow="oval" endarrowwidth="narrow" endarrowlength="short"/>
                </v:line>
                <v:line id="_x0000_s2181" style="position:absolute;rotation:-90;flip:y" from="6903,6706" to="6948,6877">
                  <v:stroke endarrow="oval" endarrowwidth="narrow" endarrowlength="short"/>
                </v:line>
                <v:group id="_x0000_s2182" style="position:absolute;left:6840;top:6626;width:120;height:143" coordorigin="9681,14354" coordsize="399,912">
                  <v:line id="_x0000_s2183" style="position:absolute;rotation:-90;flip:y" from="9767,14724" to="9995,15123"/>
                  <v:line id="_x0000_s2184" style="position:absolute;rotation:-90;flip:y" from="9767,14268" to="9995,14667"/>
                  <v:line id="_x0000_s2185" style="position:absolute;rotation:-90" from="9767,14496" to="9995,14895"/>
                  <v:line id="_x0000_s2186" style="position:absolute;rotation:-90" from="9767,14952" to="9995,15351"/>
                </v:group>
              </v:group>
              <v:oval id="_x0000_s2187" style="position:absolute;left:8362;top:6658;width:568;height:570" filled="f" strokeweight="1.25pt"/>
              <v:rect id="_x0000_s2188" style="position:absolute;left:8532;top:6772;width:343;height:342;rotation:-180;flip:x" filled="f" stroked="f" strokeweight="1.25pt">
                <v:textbox style="mso-next-textbox:#_x0000_s2188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group id="_x0000_s2189" style="position:absolute;left:8932;top:6430;width:171;height:285" coordorigin="6840,6555" coordsize="171,285">
                <v:line id="_x0000_s2190" style="position:absolute;rotation:-90;flip:x" from="6754,6698" to="7039,6698"/>
                <v:line id="_x0000_s2191" style="position:absolute;rotation:-90" from="6903,6518" to="6948,6689">
                  <v:stroke endarrow="oval" endarrowwidth="narrow" endarrowlength="short"/>
                </v:line>
                <v:line id="_x0000_s2192" style="position:absolute;rotation:-90;flip:y" from="6903,6706" to="6948,6877">
                  <v:stroke endarrow="oval" endarrowwidth="narrow" endarrowlength="short"/>
                </v:line>
                <v:group id="_x0000_s2193" style="position:absolute;left:6840;top:6626;width:120;height:143" coordorigin="9681,14354" coordsize="399,912">
                  <v:line id="_x0000_s2194" style="position:absolute;rotation:-90;flip:y" from="9767,14724" to="9995,15123"/>
                  <v:line id="_x0000_s2195" style="position:absolute;rotation:-90;flip:y" from="9767,14268" to="9995,14667"/>
                  <v:line id="_x0000_s2196" style="position:absolute;rotation:-90" from="9767,14496" to="9995,14895"/>
                  <v:line id="_x0000_s2197" style="position:absolute;rotation:-90" from="9767,14952" to="9995,15351"/>
                </v:group>
              </v:group>
              <v:line id="_x0000_s2198" style="position:absolute;rotation:90" from="6464,5414" to="6470,5730" strokeweight="1.25pt">
                <v:stroke endarrowwidth="narrow" endarrowlength="short"/>
              </v:line>
              <v:group id="_x0000_s2199" style="position:absolute;left:6625;top:5413;width:818;height:156" coordorigin="2439,7410" coordsize="818,156">
                <v:shape id="_x0000_s2200" type="#_x0000_t19" style="position:absolute;left:2848;top:7412;width:137;height:154" strokeweight="1.25pt"/>
                <v:shape id="_x0000_s2201" type="#_x0000_t19" style="position:absolute;left:2575;top:7410;width:137;height:154" strokeweight="1.25pt"/>
                <v:shape id="_x0000_s2202" type="#_x0000_t19" style="position:absolute;left:2984;top:7412;width:137;height:154;flip:x" strokeweight="1.25pt"/>
                <v:shape id="_x0000_s2203" type="#_x0000_t19" style="position:absolute;left:2711;top:7412;width:137;height:154;flip:x" strokeweight="1.25pt"/>
                <v:shape id="_x0000_s2204" type="#_x0000_t19" style="position:absolute;left:2439;top:7412;width:137;height:154;flip:x" strokeweight="1.25pt"/>
                <v:shape id="_x0000_s2205" type="#_x0000_t19" style="position:absolute;left:3120;top:7412;width:137;height:154" strokeweight="1.25pt"/>
              </v:group>
              <v:line id="_x0000_s2206" style="position:absolute;rotation:90" from="7650,5342" to="7651,5798" strokeweight="1.25pt"/>
              <v:line id="_x0000_s2207" style="position:absolute;rotation:90" from="8687,4787" to="8693,6357" strokeweight="1.25pt">
                <v:stroke endarrow="oval" endarrowwidth="narrow" endarrowlength="short"/>
              </v:line>
              <v:rect id="_x0000_s2208" style="position:absolute;left:5975;top:6162;width:628;height:239;rotation:270" filled="f" strokeweight="1.25pt"/>
              <v:line id="_x0000_s2209" style="position:absolute" from="7905,5746" to="7906,6018" strokeweight="1.25pt">
                <v:stroke endarrow="classic"/>
              </v:line>
              <v:line id="_x0000_s2210" style="position:absolute;rotation:-90;flip:x" from="8154,5440" to="8155,5712" strokeweight="1.25pt">
                <v:stroke endarrow="classic"/>
              </v:line>
              <v:line id="_x0000_s2211" style="position:absolute;rotation:-90;flip:x" from="7672,5440" to="7673,5712" strokeweight="1.25pt">
                <v:stroke endarrow="classic"/>
              </v:line>
              <v:line id="_x0000_s2212" style="position:absolute;rotation:-90;flip:x y" from="6090,5762" to="6478,5763" strokeweight="1.25pt">
                <v:stroke startarrow="oval" startarrowwidth="narrow" startarrowlength="short"/>
              </v:line>
              <v:line id="_x0000_s2213" style="position:absolute;rotation:-90;flip:x y" from="7620,6658" to="8190,6658" strokeweight="1.25pt">
                <v:stroke endarrow="oval" endarrowwidth="narrow" endarrowlength="short"/>
              </v:line>
              <v:group id="_x0000_s2214" style="position:absolute;left:7677;top:6259;width:417;height:114" coordorigin="3419,4550" coordsize="417,110">
                <v:line id="_x0000_s2215" style="position:absolute;rotation:-90;flip:y" from="3627,4342" to="3628,4759" strokeweight="2.5pt"/>
                <v:line id="_x0000_s2216" style="position:absolute;rotation:-90;flip:y" from="3624,4447" to="3632,4864" strokeweight="2.5pt"/>
              </v:group>
              <v:line id="_x0000_s2217" style="position:absolute;rotation:-90;flip:y" from="7569,5911" to="8241,5911" strokeweight="1.25pt"/>
              <v:line id="_x0000_s2218" style="position:absolute;flip:x" from="6309,6943" to="8361,6943" strokeweight="1.25pt">
                <v:stroke endarrowwidth="narrow" endarrowlength="short"/>
              </v:line>
              <v:line id="_x0000_s2219" style="position:absolute;flip:x" from="6309,6601" to="6309,6943" strokeweight="1.25pt"/>
              <v:oval id="_x0000_s2220" style="position:absolute;left:8393;top:5283;width:568;height:570;rotation:-90" filled="f" strokeweight="1.25pt"/>
              <v:line id="_x0000_s2221" style="position:absolute;rotation:90;flip:y" from="8703,5461" to="8703,5689" strokeweight="1pt">
                <v:stroke endarrow="block" endarrowwidth="wide"/>
              </v:line>
              <v:line id="_x0000_s2222" style="position:absolute;rotation:-90;flip:x y" from="9159,6658" to="9729,6658" strokeweight="1.25pt">
                <v:stroke endarrowwidth="narrow" endarrowlength="short"/>
              </v:line>
              <v:line id="_x0000_s2223" style="position:absolute;rotation:-90;flip:y" from="9108,5911" to="9780,5911" strokeweight="1.25pt"/>
              <v:group id="_x0000_s2224" style="position:absolute;left:9216;top:6259;width:417;height:114" coordorigin="3419,4550" coordsize="417,110">
                <v:line id="_x0000_s2225" style="position:absolute;rotation:-90;flip:y" from="3627,4342" to="3628,4759" strokeweight="2.5pt"/>
                <v:line id="_x0000_s2226" style="position:absolute;rotation:-90;flip:y" from="3624,4447" to="3632,4864" strokeweight="2.5pt"/>
              </v:group>
              <v:group id="_x0000_s2227" style="position:absolute;left:6852;top:5968;width:627;height:570" coordorigin="3252,13281" coordsize="627,570">
                <v:oval id="_x0000_s2228" style="position:absolute;left:3252;top:13281;width:570;height:570" filled="f" strokeweight="1.25pt"/>
                <v:shape id="_x0000_s2229" type="#_x0000_t202" style="position:absolute;left:3309;top:13395;width:570;height:342" filled="f" stroked="f" strokeweight="1.25pt">
                  <v:textbox>
                    <w:txbxContent>
                      <w:p w:rsidR="009E23C5" w:rsidRPr="00811F4E" w:rsidRDefault="009E23C5" w:rsidP="00AC3A92">
                        <w:pPr>
                          <w:rPr>
                            <w:sz w:val="24"/>
                            <w:szCs w:val="24"/>
                          </w:rPr>
                        </w:pPr>
                        <w:r w:rsidRPr="00811F4E">
                          <w:rPr>
                            <w:sz w:val="24"/>
                            <w:szCs w:val="24"/>
                          </w:rPr>
                          <w:t>V</w:t>
                        </w:r>
                      </w:p>
                    </w:txbxContent>
                  </v:textbox>
                </v:shape>
              </v:group>
              <v:line id="_x0000_s2230" style="position:absolute;rotation:-180" from="6282,5569" to="6909,6139" strokeweight=".5pt">
                <v:stroke endarrowwidth="narrow" endarrowlength="short"/>
              </v:line>
              <v:line id="_x0000_s2231" style="position:absolute;rotation:-180" from="7335,6430" to="7878,6937" strokeweight=".5pt">
                <v:stroke endarrowwidth="narrow" endarrowlength="short"/>
              </v:line>
              <v:rect id="_x0000_s2232" style="position:absolute;left:8817;top:6088;width:399;height:400;rotation:-180;flip:x" filled="f" stroked="f" strokeweight="1.25pt">
                <v:textbox style="mso-next-textbox:#_x0000_s2232" inset="1pt,1pt,1pt,1pt">
                  <w:txbxContent>
                    <w:p w:rsidR="009E23C5" w:rsidRPr="00510963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С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</v:group>
            <v:shape id="_x0000_s2233" type="#_x0000_t202" style="position:absolute;left:1824;top:8476;width:3306;height:2280" stroked="f">
              <v:textbox style="mso-next-textbox:#_x0000_s2233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=110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=400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=100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=200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 Гн.</w:t>
                    </w:r>
                  </w:p>
                  <w:p w:rsidR="009E23C5" w:rsidRDefault="009E23C5" w:rsidP="00AC3A92"/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  <w:p w:rsidR="009E23C5" w:rsidRDefault="009E23C5" w:rsidP="00AC3A92"/>
                </w:txbxContent>
              </v:textbox>
            </v:shape>
            <v:rect id="_x0000_s2234" style="position:absolute;left:9576;top:9502;width:570;height:456" filled="f" stroked="f" strokeweight="1.25pt">
              <v:textbox style="mso-next-textbox:#_x0000_s2234" inset="1pt,1pt,1pt,1pt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235" style="position:absolute" from="9462,9331" to="9462,10129">
              <v:stroke endarrow="block"/>
            </v:line>
            <v:rect id="_x0000_s2236" style="position:absolute;left:7837;top:9601;width:627;height:228;rotation:-90" strokeweight="1.25pt"/>
            <v:line id="_x0000_s2237" style="position:absolute;flip:y" from="8835,9046" to="8949,9046" strokeweight="1.25pt"/>
            <v:line id="_x0000_s2238" style="position:absolute" from="8150,8818" to="8150,9388" strokeweight="1.25pt">
              <v:stroke startarrow="oval" startarrowwidth="narrow" startarrowlength="short"/>
            </v:line>
            <v:rect id="_x0000_s2239" style="position:absolute;left:8379;top:9690;width:399;height:342" filled="f" stroked="f" strokeweight="1.25pt">
              <v:textbox style="mso-next-textbox:#_x0000_s2239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2240" style="position:absolute;left:7353;top:8305;width:399;height:342" filled="f" stroked="f" strokeweight="1.25pt">
              <v:textbox style="mso-next-textbox:#_x0000_s2240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2241" style="position:absolute;left:7125;top:8704;width:684;height:127" coordorigin="4845,9177" coordsize="684,127">
              <v:shape id="_x0000_s2242" type="#_x0000_t19" style="position:absolute;left:4845;top:9177;width:114;height:114;rotation:-270;flip:x y" strokeweight="1.25pt"/>
              <v:shape id="_x0000_s2243" type="#_x0000_t19" style="position:absolute;left:4959;top:9190;width:114;height:114;rotation:270;flip:x" strokeweight="1.25pt"/>
              <v:shape id="_x0000_s2244" type="#_x0000_t19" style="position:absolute;left:5301;top:9190;width:114;height:114;rotation:-270;flip:x y" strokeweight="1.25pt"/>
              <v:shape id="_x0000_s2245" type="#_x0000_t19" style="position:absolute;left:5415;top:9190;width:114;height:114;rotation:270;flip:x" strokeweight="1.25pt"/>
              <v:shape id="_x0000_s2246" type="#_x0000_t19" style="position:absolute;left:5073;top:9190;width:114;height:114;rotation:-270;flip:x y" strokeweight="1.25pt"/>
              <v:shape id="_x0000_s2247" type="#_x0000_t19" style="position:absolute;left:5187;top:9190;width:114;height:114;rotation:270;flip:x" strokeweight="1.25pt"/>
            </v:group>
            <v:rect id="_x0000_s2248" style="position:absolute;left:8578;top:9816;width:627;height:228;rotation:-90" strokeweight="1.25pt"/>
            <v:line id="_x0000_s2249" style="position:absolute" from="8892,10243" to="8892,10585" strokeweight="1.25pt">
              <v:stroke endarrow="oval" endarrowwidth="narrow" endarrowlength="short"/>
            </v:line>
            <v:line id="_x0000_s2250" style="position:absolute" from="8892,9217" to="9120,9274" strokeweight="1.25pt">
              <v:stroke endarrow="block"/>
            </v:line>
            <v:rect id="_x0000_s2251" style="position:absolute;left:7524;top:9633;width:399;height:342" filled="f" stroked="f" strokeweight="1.25pt">
              <v:textbox style="mso-next-textbox:#_x0000_s2251" inset="1pt,1pt,1pt,1pt">
                <w:txbxContent>
                  <w:p w:rsidR="009E23C5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2252" style="position:absolute" from="7809,8818" to="9462,8818" strokeweight="1.25pt">
              <v:stroke endarrow="oval" endarrowwidth="narrow" endarrowlength="short"/>
            </v:line>
            <v:line id="_x0000_s2253" style="position:absolute;flip:y" from="6669,8818" to="6669,10585" strokeweight="1.25pt"/>
            <v:rect id="_x0000_s2254" style="position:absolute;left:6042;top:9559;width:343;height:456" filled="f" stroked="f" strokeweight="1.25pt">
              <v:textbox style="mso-next-textbox:#_x0000_s2254" inset="1pt,1pt,1pt,1pt">
                <w:txbxContent>
                  <w:p w:rsidR="009E23C5" w:rsidRPr="00AD4532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2255" style="position:absolute;left:8436;top:9046;width:342;height:340" filled="f" stroked="f" strokeweight="1.25pt">
              <v:textbox style="mso-next-textbox:#_x0000_s2255" inset="1pt,1pt,1pt,1pt">
                <w:txbxContent>
                  <w:p w:rsidR="009E23C5" w:rsidRDefault="009E23C5" w:rsidP="00AC3A92">
                    <w:r>
                      <w:t>Кл</w:t>
                    </w:r>
                  </w:p>
                </w:txbxContent>
              </v:textbox>
            </v:rect>
            <v:line id="_x0000_s2256" style="position:absolute;flip:x" from="8892,9331" to="8892,9616" strokeweight="1.25pt">
              <v:stroke startarrow="oval" startarrowwidth="narrow" startarrowlength="short"/>
            </v:line>
            <v:line id="_x0000_s2257" style="position:absolute;flip:y" from="8838,8818" to="8838,9046" strokeweight="1.25pt">
              <v:stroke endarrow="oval" endarrowwidth="narrow" endarrowlength="short"/>
            </v:line>
            <v:line id="_x0000_s2258" style="position:absolute" from="6669,8818" to="7125,8818" strokeweight="1.25pt"/>
            <v:line id="_x0000_s2259" style="position:absolute;flip:y" from="8892,9046" to="8949,9331" strokeweight="1.25pt">
              <v:stroke startarrow="oval" startarrowwidth="narrow" startarrowlength="short"/>
            </v:line>
            <v:group id="_x0000_s2260" style="position:absolute;left:6384;top:9445;width:570;height:568" coordorigin="3135,9519" coordsize="570,568">
              <v:line id="_x0000_s2261" style="position:absolute;flip:y" from="3420,9690" to="3420,9918" strokeweight="1.25pt">
                <v:stroke endarrow="block" endarrowwidth="wide"/>
              </v:line>
              <v:oval id="_x0000_s2262" style="position:absolute;left:3136;top:9518;width:568;height:570;rotation:270" filled="f" strokeweight="1.25pt"/>
            </v:group>
            <v:line id="_x0000_s2263" style="position:absolute" from="7752,10602" to="9462,10602" strokeweight="1.25pt">
              <v:stroke startarrowwidth="narrow" startarrowlength="short" endarrow="oval" endarrowwidth="narrow" endarrowlength="short"/>
            </v:line>
            <v:line id="_x0000_s2264" style="position:absolute" from="8150,10015" to="8150,10585" strokeweight="1.25pt">
              <v:stroke endarrow="oval" endarrowwidth="narrow" endarrowlength="short"/>
            </v:line>
            <v:shape id="_x0000_s2265" type="#_x0000_t202" style="position:absolute;left:1710;top:11687;width:5016;height:1083" stroked="f">
              <v:textbox style="mso-next-textbox:#_x0000_s2265">
                <w:txbxContent>
                  <w:p w:rsidR="009E23C5" w:rsidRPr="006F3704" w:rsidRDefault="009E23C5" w:rsidP="00AC3A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F3704">
                      <w:rPr>
                        <w:sz w:val="24"/>
                        <w:szCs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6F3704">
                      <w:rPr>
                        <w:sz w:val="24"/>
                        <w:szCs w:val="24"/>
                      </w:rPr>
                      <w:t xml:space="preserve"> =</w:t>
                    </w:r>
                    <w:r>
                      <w:rPr>
                        <w:sz w:val="24"/>
                        <w:szCs w:val="24"/>
                      </w:rPr>
                      <w:t>15</w:t>
                    </w:r>
                    <w:r w:rsidRPr="006F3704">
                      <w:rPr>
                        <w:sz w:val="24"/>
                        <w:szCs w:val="24"/>
                      </w:rPr>
                      <w:t xml:space="preserve"> В, </w:t>
                    </w:r>
                    <w:r w:rsidRPr="006F3704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6F3704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6F3704">
                      <w:rPr>
                        <w:sz w:val="24"/>
                        <w:szCs w:val="24"/>
                      </w:rPr>
                      <w:t xml:space="preserve">=100 Ом, </w:t>
                    </w:r>
                    <w:r w:rsidRPr="006F3704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6F3704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6F3704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6F3704">
                      <w:rPr>
                        <w:sz w:val="24"/>
                        <w:szCs w:val="24"/>
                      </w:rPr>
                      <w:t>00 Ом, Е</w:t>
                    </w:r>
                    <w:r w:rsidRPr="001C7712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6F3704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 w:rsidRPr="006F3704">
                      <w:rPr>
                        <w:sz w:val="24"/>
                        <w:szCs w:val="24"/>
                      </w:rPr>
                      <w:t xml:space="preserve">.5 </w:t>
                    </w:r>
                    <w:r w:rsidRPr="006F3704">
                      <w:rPr>
                        <w:sz w:val="24"/>
                        <w:szCs w:val="24"/>
                        <w:lang w:val="en-US"/>
                      </w:rPr>
                      <w:t>B</w:t>
                    </w:r>
                    <w:r w:rsidRPr="006F3704">
                      <w:rPr>
                        <w:sz w:val="24"/>
                        <w:szCs w:val="24"/>
                      </w:rPr>
                      <w:t>.</w:t>
                    </w:r>
                  </w:p>
                  <w:p w:rsidR="009E23C5" w:rsidRPr="006F3704" w:rsidRDefault="009E23C5" w:rsidP="00AC3A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F3704">
                      <w:rPr>
                        <w:sz w:val="24"/>
                        <w:szCs w:val="24"/>
                      </w:rPr>
                      <w:t xml:space="preserve">Д - идеальный диод. </w:t>
                    </w:r>
                  </w:p>
                  <w:p w:rsidR="009E23C5" w:rsidRPr="006F3704" w:rsidRDefault="009E23C5" w:rsidP="00AC3A9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6F3704">
                      <w:rPr>
                        <w:sz w:val="24"/>
                        <w:szCs w:val="24"/>
                      </w:rPr>
                      <w:t xml:space="preserve">Определить </w:t>
                    </w:r>
                    <w:r w:rsidRPr="006F3704">
                      <w:rPr>
                        <w:sz w:val="24"/>
                        <w:szCs w:val="24"/>
                        <w:lang w:val="en-US"/>
                      </w:rPr>
                      <w:t>I</w:t>
                    </w:r>
                    <w:r w:rsidRPr="006F3704"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6F3704"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shape>
            <v:group id="_x0000_s2266" style="position:absolute;left:2508;top:12998;width:3021;height:1482" coordorigin="7638,4007" coordsize="3021,1482">
              <v:rect id="_x0000_s2267" style="position:absolute;left:7638;top:4007;width:3021;height:1482" filled="f"/>
              <v:shape id="_x0000_s2268" type="#_x0000_t202" style="position:absolute;left:9861;top:4064;width:342;height:342" filled="f" stroked="f">
                <v:textbox style="mso-next-textbox:#_x0000_s2268">
                  <w:txbxContent>
                    <w:p w:rsidR="009E23C5" w:rsidRDefault="009E23C5" w:rsidP="00AC3A92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2269" type="#_x0000_t202" style="position:absolute;left:7752;top:4178;width:1938;height:684" filled="f" stroked="f">
                <v:textbox style="mso-next-textbox:#_x0000_s2269">
                  <w:txbxContent>
                    <w:p w:rsidR="009E23C5" w:rsidRDefault="009E23C5" w:rsidP="00AC3A92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AC3A92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2270" type="#_x0000_t202" style="position:absolute;left:10260;top:4976;width:399;height:342" filled="f" stroked="f">
                <v:textbox style="mso-next-textbox:#_x0000_s2270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2271" style="position:absolute" from="9918,4178" to="9918,5432"/>
              <v:line id="_x0000_s2272" style="position:absolute" from="9006,5261" to="10545,5261"/>
              <v:line id="_x0000_s2273" style="position:absolute" from="9120,5258" to="9918,5258" strokeweight="1.5pt"/>
              <v:line id="_x0000_s2274" style="position:absolute" from="9918,4463" to="9918,5261" strokeweight="1.5pt"/>
            </v:group>
            <v:rect id="_x0000_s2275" style="position:absolute;left:7809;top:11913;width:627;height:228" filled="f" strokeweight="1.25pt"/>
            <v:line id="_x0000_s2276" style="position:absolute;flip:y" from="7353,12027" to="7809,12027" strokeweight="1.25pt">
              <v:stroke startarrowwidth="narrow" startarrowlength="short"/>
            </v:line>
            <v:line id="_x0000_s2277" style="position:absolute;rotation:-90;flip:y" from="7521,11913" to="7521,12141" strokeweight="1.25pt">
              <v:stroke endarrow="block"/>
            </v:line>
            <v:line id="_x0000_s2278" style="position:absolute" from="7353,14079" to="9747,14079" strokeweight="1.25pt">
              <v:stroke startarrowwidth="narrow" startarrowlength="short" endarrowwidth="narrow" endarrowlength="short"/>
            </v:line>
            <v:line id="_x0000_s2279" style="position:absolute" from="8436,12027" to="9747,12027" strokeweight="1.25pt">
              <v:stroke endarrowwidth="narrow" endarrowlength="short"/>
            </v:line>
            <v:oval id="_x0000_s2280" style="position:absolute;left:8493;top:13395;width:456;height:456;rotation:-90;flip:y" filled="f" fillcolor="black" strokeweight="1.25pt"/>
            <v:line id="_x0000_s2281" style="position:absolute;rotation:90;flip:x" from="8607,13623" to="8835,13623" strokeweight="1.25pt">
              <v:stroke startarrowwidth="narrow" startarrowlength="short" endarrow="block"/>
            </v:line>
            <v:line id="_x0000_s2282" style="position:absolute;rotation:90;flip:x y" from="8550,12198" to="8892,12198" strokeweight="1.25pt">
              <v:stroke startarrowwidth="narrow" startarrowlength="short" endarrow="oval" endarrowwidth="narrow" endarrowlength="short"/>
            </v:line>
            <v:shape id="_x0000_s2283" type="#_x0000_t202" style="position:absolute;left:7923;top:11457;width:570;height:456" filled="f" stroked="f">
              <v:textbox style="mso-next-textbox:#_x0000_s2283">
                <w:txbxContent>
                  <w:p w:rsidR="009E23C5" w:rsidRPr="00510963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Pr="007939A6" w:rsidRDefault="009E23C5" w:rsidP="00AC3A92"/>
                </w:txbxContent>
              </v:textbox>
            </v:shape>
            <v:rect id="_x0000_s2284" style="position:absolute;left:8037;top:13509;width:399;height:400;rotation:-270;flip:x" filled="f" stroked="f" strokeweight="1.25pt">
              <v:textbox style="mso-next-textbox:#_x0000_s2284" inset="1pt,1pt,1pt,1pt">
                <w:txbxContent>
                  <w:p w:rsidR="009E23C5" w:rsidRPr="006F3704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2285" style="position:absolute;left:7410;top:11628;width:400;height:342" filled="f" stroked="f" strokeweight="1.25pt">
              <v:textbox style="mso-next-textbox:#_x0000_s2285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4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2286" style="position:absolute;left:8407;top:12569;width:627;height:228;rotation:270" strokeweight="1.25pt"/>
            <v:line id="_x0000_s2287" style="position:absolute;flip:y" from="9747,12027" to="9747,14079" strokeweight="1.25pt">
              <v:stroke endarrowwidth="narrow" endarrowlength="short"/>
            </v:line>
            <v:rect id="_x0000_s2288" style="position:absolute;left:8151;top:12540;width:399;height:342" filled="f" stroked="f" strokeweight="1.25pt">
              <v:textbox style="mso-next-textbox:#_x0000_s2288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line id="_x0000_s2289" style="position:absolute" from="8721,12996" to="8721,14079" strokeweight="1.25pt">
              <v:stroke endarrow="oval" endarrowwidth="narrow" endarrowlength="short"/>
            </v:line>
            <v:group id="_x0000_s2290" style="position:absolute;left:9633;top:12768;width:228;height:627;flip:y" coordorigin="6099,10602" coordsize="228,627">
              <v:line id="_x0000_s2291" style="position:absolute" from="6213,10602" to="6213,11058" strokeweight="1.25pt">
                <v:stroke endarrow="block" endarrowwidth="wide" endarrowlength="long"/>
              </v:line>
              <v:line id="_x0000_s2292" style="position:absolute" from="6099,11055" to="6327,11055" strokeweight="1.25pt"/>
              <v:line id="_x0000_s2293" style="position:absolute;flip:x" from="6213,11058" to="6213,11229" strokeweight="1.25pt"/>
            </v:group>
            <v:shape id="_x0000_s2294" type="#_x0000_t202" style="position:absolute;left:9063;top:12768;width:570;height:456" filled="f" stroked="f">
              <v:textbox style="mso-next-textbox:#_x0000_s2294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line id="_x0000_s2295" style="position:absolute;flip:y" from="7353,12027" to="7353,14079" strokeweight="1.25pt"/>
            <v:group id="_x0000_s2296" style="position:absolute;left:7068;top:12768;width:570;height:568" coordorigin="3135,9519" coordsize="570,568">
              <v:line id="_x0000_s2297" style="position:absolute;flip:y" from="3420,9690" to="3420,9918" strokeweight="1.25pt">
                <v:stroke endarrow="block" endarrowwidth="wide"/>
              </v:line>
              <v:oval id="_x0000_s2298" style="position:absolute;left:3136;top:9518;width:568;height:570;rotation:270" filled="f" strokeweight="1.25pt"/>
            </v:group>
            <v:rect id="_x0000_s2299" style="position:absolute;left:6669;top:12882;width:400;height:456" filled="f" stroked="f" strokeweight="1.25pt">
              <v:textbox style="mso-next-textbox:#_x0000_s2299" inset="1pt,1pt,1pt,1pt">
                <w:txbxContent>
                  <w:p w:rsidR="009E23C5" w:rsidRPr="0075133A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75133A">
                      <w:rPr>
                        <w:sz w:val="24"/>
                        <w:szCs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2300" style="position:absolute;left:7125;top:10488;width:627;height:228" strokeweight="1.25pt"/>
            <v:line id="_x0000_s2301" style="position:absolute" from="6669,10602" to="7125,10602" strokeweight="1.25pt"/>
            <v:rect id="_x0000_s2302" style="position:absolute;left:7296;top:10089;width:399;height:342" filled="f" stroked="f" strokeweight="1.25pt">
              <v:textbox style="mso-next-textbox:#_x0000_s2302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2303" style="position:absolute;margin-left:3.2pt;margin-top:3pt;width:456.05pt;height:705.95pt;z-index:251659264" coordorigin="1482,516" coordsize="9121,14119">
            <v:shape id="_x0000_s2304" type="#_x0000_t202" style="position:absolute;left:1539;top:1066;width:2622;height:432" filled="f" stroked="f">
              <v:textbox style="mso-next-textbox:#_x0000_s2304">
                <w:txbxContent>
                  <w:p w:rsidR="009E23C5" w:rsidRPr="00676BE0" w:rsidRDefault="009E23C5" w:rsidP="00AC3A92">
                    <w:pPr>
                      <w:pStyle w:val="Heading1"/>
                    </w:pPr>
                    <w:r>
                      <w:t>Задача № 1.307</w:t>
                    </w:r>
                  </w:p>
                </w:txbxContent>
              </v:textbox>
            </v:shape>
            <v:shape id="_x0000_s2305" type="#_x0000_t202" style="position:absolute;left:1482;top:516;width:2964;height:456">
              <v:textbox style="mso-next-textbox:#_x0000_s2305">
                <w:txbxContent>
                  <w:p w:rsidR="009E23C5" w:rsidRPr="00676BE0" w:rsidRDefault="009E23C5" w:rsidP="00AC3A92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307</w:t>
                    </w:r>
                  </w:p>
                </w:txbxContent>
              </v:textbox>
            </v:shape>
            <v:rect id="_x0000_s2306" style="position:absolute;left:1482;top:955;width:9121;height:3420" filled="f" strokeweight="2pt"/>
            <v:shape id="_x0000_s2307" type="#_x0000_t202" style="position:absolute;left:1482;top:4486;width:2387;height:432" filled="f" stroked="f">
              <v:textbox style="mso-next-textbox:#_x0000_s2307">
                <w:txbxContent>
                  <w:p w:rsidR="009E23C5" w:rsidRPr="00EA7F7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307</w:t>
                    </w:r>
                  </w:p>
                </w:txbxContent>
              </v:textbox>
            </v:shape>
            <v:rect id="_x0000_s2308" style="position:absolute;left:1482;top:4375;width:9121;height:3420" filled="f" strokeweight="2pt"/>
            <v:rect id="_x0000_s2309" style="position:absolute;left:1482;top:7795;width:9121;height:3420" filled="f" strokeweight="2pt"/>
            <v:rect id="_x0000_s2310" style="position:absolute;left:1482;top:11215;width:9121;height:3420" filled="f" strokeweight="2pt"/>
            <v:shape id="_x0000_s2311" type="#_x0000_t202" style="position:absolute;left:1539;top:7876;width:2387;height:432" filled="f" stroked="f">
              <v:textbox style="mso-next-textbox:#_x0000_s2311">
                <w:txbxContent>
                  <w:p w:rsidR="009E23C5" w:rsidRPr="00EA7F7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307</w:t>
                    </w:r>
                  </w:p>
                </w:txbxContent>
              </v:textbox>
            </v:shape>
            <v:shape id="_x0000_s2312" type="#_x0000_t202" style="position:absolute;left:1539;top:11272;width:2387;height:432" filled="f" stroked="f">
              <v:textbox style="mso-next-textbox:#_x0000_s2312">
                <w:txbxContent>
                  <w:p w:rsidR="009E23C5" w:rsidRPr="00EA7F7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307</w:t>
                    </w:r>
                  </w:p>
                </w:txbxContent>
              </v:textbox>
            </v:shape>
            <v:group id="_x0000_s2313" style="position:absolute;left:4616;top:1294;width:5018;height:2868" coordorigin="4616,1294" coordsize="5018,2868">
              <v:rect id="_x0000_s2314" style="position:absolute;left:4616;top:1579;width:343;height:286" filled="f" stroked="f" strokeweight="1.25pt">
                <v:textbox style="mso-next-textbox:#_x0000_s2314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oval id="_x0000_s2315" style="position:absolute;left:5186;top:2206;width:568;height:570;rotation:180;flip:x" filled="f" strokeweight="1.25pt"/>
              <v:line id="_x0000_s2316" style="position:absolute;rotation:-180;flip:y" from="4901,2491" to="8036,2491" strokeweight="1.25pt">
                <v:stroke endarrowwidth="narrow" endarrowlength="short"/>
              </v:line>
              <v:line id="_x0000_s2317" style="position:absolute" from="6669,3819" to="7410,3819" strokeweight="1.25pt">
                <v:stroke endarrowwidth="narrow" endarrowlength="short"/>
              </v:line>
              <v:oval id="_x0000_s2318" style="position:absolute;left:8834;top:2890;width:568;height:570" filled="f" strokeweight="1.25pt"/>
              <v:rect id="_x0000_s2319" style="position:absolute;left:8948;top:3004;width:343;height:342;rotation:-180;flip:x" filled="f" stroked="f" strokeweight="1.25pt">
                <v:textbox style="mso-next-textbox:#_x0000_s2319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V</w:t>
                      </w:r>
                    </w:p>
                  </w:txbxContent>
                </v:textbox>
              </v:rect>
              <v:rect id="_x0000_s2320" style="position:absolute;left:8037;top:1694;width:628;height:239" filled="f" strokeweight="1.25pt"/>
              <v:oval id="_x0000_s2321" style="position:absolute;left:5186;top:1522;width:568;height:570;rotation:180;flip:x" filled="f" strokeweight="1.25pt"/>
              <v:line id="_x0000_s2322" style="position:absolute;rotation:-180" from="4901,1807" to="6155,1807" strokeweight="1.25pt">
                <v:stroke endarrowwidth="narrow" endarrowlength="short"/>
              </v:line>
              <v:line id="_x0000_s2323" style="position:absolute;rotation:-90" from="8892,1580" to="8892,2036" strokeweight="1.25pt">
                <v:stroke endarrowwidth="narrow" endarrowlength="short"/>
              </v:line>
              <v:line id="_x0000_s2324" style="position:absolute;flip:x" from="4901,1807" to="4902,2491" strokeweight="1.25pt">
                <v:stroke endarrowwidth="narrow" endarrowlength="short"/>
              </v:line>
              <v:line id="_x0000_s2325" style="position:absolute;rotation:360;flip:x" from="6668,3460" to="6669,3802" strokeweight="1.25pt">
                <v:stroke endarrowwidth="narrow" endarrowlength="short"/>
              </v:line>
              <v:line id="_x0000_s2326" style="position:absolute;rotation:360;flip:x y" from="6668,2491" to="6668,2833" strokeweight="1.25pt">
                <v:stroke endarrow="oval" endarrowwidth="narrow" endarrowlength="short"/>
              </v:line>
              <v:rect id="_x0000_s2327" style="position:absolute;left:6360;top:3027;width:628;height:239;rotation:450;flip:x y" filled="f" strokeweight="1.25pt"/>
              <v:line id="_x0000_s2328" style="position:absolute;rotation:360;flip:x y" from="7408,3460" to="7408,3802" strokeweight="1.25pt">
                <v:stroke startarrow="oval" startarrowwidth="narrow" startarrowlength="short"/>
              </v:line>
              <v:line id="_x0000_s2329" style="position:absolute;rotation:360;flip:y" from="7408,1807" to="7409,2833" strokeweight="1.25pt">
                <v:stroke endarrow="oval" endarrowwidth="narrow" endarrowlength="short"/>
              </v:line>
              <v:rect id="_x0000_s2330" style="position:absolute;left:7100;top:3027;width:628;height:239;rotation:450;flip:x y" filled="f" strokeweight="1.25pt"/>
              <v:rect id="_x0000_s2331" style="position:absolute;left:8037;top:2377;width:628;height:239" filled="f" strokeweight="1.25pt"/>
              <v:line id="_x0000_s2332" style="position:absolute;flip:x" from="9119,1807" to="9120,2491" strokeweight="1.25pt">
                <v:stroke endarrowwidth="narrow" endarrowlength="short"/>
              </v:line>
              <v:line id="_x0000_s2333" style="position:absolute;rotation:-90" from="8892,2263" to="8892,2719" strokeweight="1.25pt">
                <v:stroke endarrow="oval" endarrowwidth="narrow" endarrowlength="short"/>
              </v:line>
              <v:line id="_x0000_s2334" style="position:absolute" from="4616,2149" to="4901,2149" strokeweight="1.25pt">
                <v:stroke endarrow="oval" endarrowwidth="narrow" endarrowlength="short"/>
              </v:line>
              <v:line id="_x0000_s2335" style="position:absolute;rotation:-90;flip:x" from="4445,2149" to="4787,2149" strokeweight="1.25pt">
                <v:stroke endarrowwidth="narrow" endarrowlength="short"/>
              </v:line>
              <v:oval id="_x0000_s2336" style="position:absolute;left:6155;top:1522;width:568;height:570" filled="f" strokeweight="1.25pt"/>
              <v:rect id="_x0000_s2337" style="position:absolute;left:6325;top:1636;width:343;height:342;rotation:-180;flip:x" filled="f" stroked="f" strokeweight="1.25pt">
                <v:textbox style="mso-next-textbox:#_x0000_s2337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rect>
              <v:line id="_x0000_s2338" style="position:absolute;rotation:-180" from="6725,1807" to="8036,1807" strokeweight="1.25pt">
                <v:stroke endarrowwidth="narrow" endarrowlength="short"/>
              </v:line>
              <v:rect id="_x0000_s2339" style="position:absolute;left:6155;top:2947;width:513;height:513;flip:y" filled="f" stroked="f" strokeweight="1.25pt">
                <v:textbox style="mso-next-textbox:#_x0000_s2339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</w:p>
                  </w:txbxContent>
                </v:textbox>
              </v:rect>
              <v:rect id="_x0000_s2340" style="position:absolute;left:6954;top:2947;width:455;height:400;flip:y" filled="f" stroked="f" strokeweight="1.25pt">
                <v:textbox style="mso-next-textbox:#_x0000_s2340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6</w:t>
                      </w:r>
                    </w:p>
                  </w:txbxContent>
                </v:textbox>
              </v:rect>
              <v:rect id="_x0000_s2341" style="position:absolute;left:8263;top:1350;width:628;height:400;flip:y" filled="f" stroked="f" strokeweight="1.25pt">
                <v:textbox style="mso-next-textbox:#_x0000_s2341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2342" style="position:absolute;left:8264;top:1978;width:628;height:400;flip:y" filled="f" stroked="f" strokeweight="1.25pt">
                <v:textbox style="mso-next-textbox:#_x0000_s2342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line id="_x0000_s2343" style="position:absolute;flip:y" from="7410,3813" to="9120,3819" strokeweight=".5pt"/>
              <v:line id="_x0000_s2344" style="position:absolute;flip:y" from="9119,2434" to="9119,2890" strokeweight=".5pt">
                <v:stroke endarrowwidth="narrow" endarrowlength="short"/>
              </v:line>
              <v:rect id="_x0000_s2345" style="position:absolute;left:7294;top:1465;width:343;height:286;flip:y" filled="f" stroked="f" strokeweight="1.25pt">
                <v:textbox style="mso-next-textbox:#_x0000_s2345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2346" style="position:absolute;left:6611;top:2092;width:343;height:342;flip:y" filled="f" stroked="f" strokeweight="1.25pt">
                <v:textbox style="mso-next-textbox:#_x0000_s234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line id="_x0000_s2347" style="position:absolute;rotation:-90;flip:x" from="5435,1672" to="5436,1944" strokeweight="1.25pt">
                <v:stroke endarrow="block" endarrowwidth="wide"/>
              </v:line>
              <v:group id="_x0000_s2348" style="position:absolute;left:6725;top:1408;width:114;height:228" coordorigin="6954,3876" coordsize="741,969">
                <v:line id="_x0000_s2349" style="position:absolute;rotation:-90;flip:x" from="7325,4564" to="7325,4975"/>
                <v:group id="_x0000_s2350" style="position:absolute;left:6954;top:3876;width:741;height:969" coordorigin="4266,11962" coordsize="575,853">
                  <v:line id="_x0000_s2351" style="position:absolute;rotation:-90;flip:y" from="4009,12559" to="4522,12559"/>
                  <v:shape id="_x0000_s2352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2353" style="position:absolute;rotation:-90;flip:y" from="4579,12559" to="5092,12559"/>
                </v:group>
              </v:group>
              <v:line id="_x0000_s2354" style="position:absolute;flip:y" from="9119,3460" to="9119,3802" strokeweight=".5pt">
                <v:stroke endarrowwidth="narrow" endarrowlength="short"/>
              </v:line>
              <v:line id="_x0000_s2355" style="position:absolute;rotation:-90;flip:y" from="5443,2348" to="5443,2633" strokeweight="1.25pt">
                <v:stroke endarrow="block" endarrowwidth="wide"/>
              </v:line>
              <v:rect id="_x0000_s2356" style="position:absolute;left:9291;top:2320;width:343;height:286;flip:y" filled="f" stroked="f" strokeweight="1.25pt">
                <v:textbox style="mso-next-textbox:#_x0000_s2356" inset="1pt,1pt,1pt,1pt">
                  <w:txbxContent>
                    <w:p w:rsidR="009E23C5" w:rsidRPr="003F62D7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</v:rect>
              <v:rect id="_x0000_s2357" style="position:absolute;left:7352;top:3876;width:343;height:286;flip:y" filled="f" stroked="f" strokeweight="1.25pt">
                <v:textbox style="mso-next-textbox:#_x0000_s2357" inset="1pt,1pt,1pt,1pt">
                  <w:txbxContent>
                    <w:p w:rsidR="009E23C5" w:rsidRPr="003F62D7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</v:rect>
              <v:group id="_x0000_s2358" style="position:absolute;left:9405;top:2719;width:114;height:228" coordorigin="6954,3876" coordsize="741,969">
                <v:line id="_x0000_s2359" style="position:absolute;rotation:-90;flip:x" from="7325,4564" to="7325,4975"/>
                <v:group id="_x0000_s2360" style="position:absolute;left:6954;top:3876;width:741;height:969" coordorigin="4266,11962" coordsize="575,853">
                  <v:line id="_x0000_s2361" style="position:absolute;rotation:-90;flip:y" from="4009,12559" to="4522,12559"/>
                  <v:shape id="_x0000_s2362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2363" style="position:absolute;rotation:-90;flip:y" from="4579,12559" to="5092,12559"/>
                </v:group>
              </v:group>
              <v:rect id="_x0000_s2364" style="position:absolute;left:4959;top:1294;width:513;height:513;flip:y" filled="f" stroked="f" strokeweight="1.25pt">
                <v:textbox style="mso-next-textbox:#_x0000_s2364" inset="1pt,1pt,1pt,1pt">
                  <w:txbxContent>
                    <w:p w:rsidR="009E23C5" w:rsidRPr="003A5600" w:rsidRDefault="009E23C5" w:rsidP="00AC3A92"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2365" style="position:absolute;left:4959;top:1978;width:513;height:513;flip:y" filled="f" stroked="f" strokeweight="1.25pt">
                <v:textbox style="mso-next-textbox:#_x0000_s2365" inset="1pt,1pt,1pt,1pt">
                  <w:txbxContent>
                    <w:p w:rsidR="009E23C5" w:rsidRPr="003A5600" w:rsidRDefault="009E23C5" w:rsidP="00AC3A92"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</v:group>
            <v:shape id="_x0000_s2366" type="#_x0000_t202" style="position:absolute;left:1881;top:1881;width:1710;height:2109" filled="f" stroked="f">
              <v:textbox style="mso-next-textbox:#_x0000_s2366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1 </w:t>
                    </w:r>
                    <w:r>
                      <w:rPr>
                        <w:sz w:val="24"/>
                      </w:rPr>
                      <w:t>= 24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</w:rPr>
                      <w:t>= 36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>
                      <w:rPr>
                        <w:sz w:val="24"/>
                      </w:rPr>
                      <w:t>= 20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4 </w:t>
                    </w:r>
                    <w:r>
                      <w:rPr>
                        <w:sz w:val="24"/>
                      </w:rPr>
                      <w:t>= 30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5 </w:t>
                    </w:r>
                    <w:r>
                      <w:rPr>
                        <w:sz w:val="24"/>
                      </w:rPr>
                      <w:t>= 10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6 </w:t>
                    </w:r>
                    <w:r>
                      <w:rPr>
                        <w:sz w:val="24"/>
                      </w:rPr>
                      <w:t>= 15 Ом,</w:t>
                    </w:r>
                  </w:p>
                </w:txbxContent>
              </v:textbox>
            </v:shape>
            <v:line id="_x0000_s2367" style="position:absolute;flip:y" from="7464,6253" to="8490,6253" strokeweight="1.25pt">
              <v:stroke endarrow="oval" endarrowwidth="narrow" endarrowlength="short"/>
            </v:line>
            <v:line id="_x0000_s2368" style="position:absolute" from="7581,7222" to="7809,7222" strokeweight="1pt"/>
            <v:line id="_x0000_s2369" style="position:absolute;rotation:-90" from="7496,5027" to="7496,5540" strokeweight="1.25pt">
              <v:stroke endarrowwidth="narrow" endarrowlength="short"/>
            </v:line>
            <v:line id="_x0000_s2370" style="position:absolute" from="10032,6310" to="10032,7222" strokeweight="1.25pt">
              <v:stroke endarrow="oval" endarrowwidth="narrow" endarrowlength="short"/>
            </v:line>
            <v:rect id="_x0000_s2371" style="position:absolute;left:8778;top:5398;width:399;height:342" filled="f" stroked="f" strokeweight="1.25pt">
              <v:textbox style="mso-next-textbox:#_x0000_s2371" inset="1pt,1pt,1pt,1pt">
                <w:txbxContent>
                  <w:p w:rsidR="009E23C5" w:rsidRDefault="009E23C5" w:rsidP="00AC3A92"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group id="_x0000_s2372" style="position:absolute;left:9972;top:6025;width:114;height:456;rotation:-90" coordorigin="6270,13509" coordsize="114,456">
              <v:line id="_x0000_s2373" style="position:absolute;flip:x" from="6270,13509" to="6270,13965" strokeweight="2.5pt"/>
              <v:line id="_x0000_s2374" style="position:absolute" from="6384,13509" to="6384,13965" strokeweight="2.5pt"/>
            </v:group>
            <v:rect id="_x0000_s2375" style="position:absolute;left:10089;top:5854;width:399;height:342" filled="f" stroked="f" strokeweight="1.25pt">
              <v:textbox style="mso-next-textbox:#_x0000_s2375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shape id="_x0000_s2376" type="#_x0000_t202" style="position:absolute;left:7755;top:5113;width:510;height:399" filled="f" stroked="f" strokeweight="1.25pt">
              <v:textbox>
                <w:txbxContent>
                  <w:p w:rsidR="009E23C5" w:rsidRDefault="009E23C5" w:rsidP="00AC3A92">
                    <w:r>
                      <w:t>A</w:t>
                    </w:r>
                  </w:p>
                </w:txbxContent>
              </v:textbox>
            </v:shape>
            <v:group id="_x0000_s2377" style="position:absolute;left:8379;top:5626;width:1824;height:228;rotation:-2168597fd" coordorigin="4731,13167" coordsize="1824,228">
              <v:rect id="_x0000_s2378" style="position:absolute;left:5301;top:13167;width:627;height:228" filled="f" strokeweight="1.25pt"/>
              <v:line id="_x0000_s2379" style="position:absolute" from="4731,13281" to="5301,13281" strokeweight="1.25pt"/>
              <v:line id="_x0000_s2380" style="position:absolute;rotation:-90" from="6242,12967" to="6242,13594" strokeweight="1.25pt">
                <v:stroke endarrowwidth="narrow" endarrowlength="short"/>
              </v:line>
            </v:group>
            <v:line id="_x0000_s2381" style="position:absolute;rotation:-90" from="9120,4372" to="9120,6196" strokeweight="1.25pt">
              <v:stroke endarrowwidth="narrow" endarrowlength="short"/>
            </v:line>
            <v:rect id="_x0000_s2382" style="position:absolute;left:9348;top:6310;width:399;height:342" filled="f" stroked="f" strokeweight="1.25pt">
              <v:textbox style="mso-next-textbox:#_x0000_s2382" inset="1pt,1pt,1pt,1pt">
                <w:txbxContent>
                  <w:p w:rsidR="009E23C5" w:rsidRDefault="009E23C5" w:rsidP="00AC3A92"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2383" style="position:absolute;flip:y" from="10032,5284" to="10032,6196" strokeweight="1.25pt">
              <v:stroke endarrow="oval" endarrowwidth="narrow" endarrowlength="short"/>
            </v:line>
            <v:group id="_x0000_s2384" style="position:absolute;left:8379;top:6652;width:1824;height:114;rotation:-21456921fd" coordorigin="4731,13965" coordsize="1824,114">
              <v:line id="_x0000_s2385" style="position:absolute;rotation:-90" from="6299,13822" to="6299,14335" strokeweight="1.25pt">
                <v:stroke endarrowwidth="narrow" endarrowlength="short"/>
              </v:line>
              <v:line id="_x0000_s2386" style="position:absolute;rotation:-90" from="5045,13765" to="5045,14392" strokeweight="1.25pt">
                <v:stroke endarrowwidth="narrow" endarrowlength="short"/>
              </v:line>
              <v:group id="_x0000_s2387" style="position:absolute;left:5358;top:13965;width:684;height:114" coordorigin="7980,11514" coordsize="684,114">
                <v:group id="_x0000_s2388" style="position:absolute;left:7980;top:11514;width:228;height:114" coordorigin="7239,9291" coordsize="228,114">
                  <v:shape id="_x0000_s2389" type="#_x0000_t19" style="position:absolute;left:7239;top:9291;width:114;height:114;rotation:-270;flip:x y" strokeweight="1.25pt"/>
                  <v:shape id="_x0000_s2390" type="#_x0000_t19" style="position:absolute;left:7353;top:9291;width:114;height:114;rotation:-270;flip:y" strokeweight="1.25pt"/>
                </v:group>
                <v:group id="_x0000_s2391" style="position:absolute;left:8208;top:11514;width:228;height:114" coordorigin="7239,9291" coordsize="228,114">
                  <v:shape id="_x0000_s2392" type="#_x0000_t19" style="position:absolute;left:7239;top:9291;width:114;height:114;rotation:-270;flip:x y" strokeweight="1.25pt"/>
                  <v:shape id="_x0000_s2393" type="#_x0000_t19" style="position:absolute;left:7353;top:9291;width:114;height:114;rotation:-270;flip:y" strokeweight="1.25pt"/>
                </v:group>
                <v:group id="_x0000_s2394" style="position:absolute;left:8436;top:11514;width:228;height:114" coordorigin="7239,9291" coordsize="228,114">
                  <v:shape id="_x0000_s2395" type="#_x0000_t19" style="position:absolute;left:7239;top:9291;width:114;height:114;rotation:-270;flip:x y" strokeweight="1.25pt"/>
                  <v:shape id="_x0000_s2396" type="#_x0000_t19" style="position:absolute;left:7353;top:9291;width:114;height:114;rotation:-270;flip:y" strokeweight="1.25pt"/>
                </v:group>
              </v:group>
            </v:group>
            <v:line id="_x0000_s2397" style="position:absolute" from="8265,7222" to="8607,7222" strokeweight="1pt"/>
            <v:line id="_x0000_s2398" style="position:absolute" from="6042,6595" to="6042,6937" strokeweight="1pt">
              <v:stroke endarrow="block" endarrowwidth="wide"/>
            </v:line>
            <v:shape id="_x0000_s2399" type="#_x0000_t202" style="position:absolute;left:6954;top:5569;width:741;height:491" filled="f" stroked="f" strokeweight="1.25pt">
              <v:textbox style="mso-next-textbox:#_x0000_s2399">
                <w:txbxContent>
                  <w:p w:rsidR="009E23C5" w:rsidRPr="00AD4532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2400" style="position:absolute;flip:x" from="7239,6025" to="7239,7222" strokeweight=".5pt">
              <v:stroke endarrow="oval" endarrowwidth="narrow" endarrowlength="short"/>
            </v:line>
            <v:group id="_x0000_s2401" style="position:absolute;left:8322;top:6822;width:114;height:228" coordorigin="6840,6555" coordsize="171,285">
              <v:line id="_x0000_s2402" style="position:absolute;rotation:-90;flip:x" from="6754,6698" to="7039,6698"/>
              <v:line id="_x0000_s2403" style="position:absolute;rotation:-90" from="6903,6518" to="6948,6689">
                <v:stroke endarrow="oval" endarrowwidth="narrow" endarrowlength="short"/>
              </v:line>
              <v:line id="_x0000_s2404" style="position:absolute;rotation:-90;flip:y" from="6903,6706" to="6948,6877">
                <v:stroke endarrow="oval" endarrowwidth="narrow" endarrowlength="short"/>
              </v:line>
              <v:group id="_x0000_s2405" style="position:absolute;left:6840;top:6626;width:120;height:143" coordorigin="9681,14354" coordsize="399,912">
                <v:line id="_x0000_s2406" style="position:absolute;rotation:-90;flip:y" from="9767,14724" to="9995,15123"/>
                <v:line id="_x0000_s2407" style="position:absolute;rotation:-90;flip:y" from="9767,14268" to="9995,14667"/>
                <v:line id="_x0000_s2408" style="position:absolute;rotation:-90" from="9767,14496" to="9995,14895"/>
                <v:line id="_x0000_s2409" style="position:absolute;rotation:-90" from="9767,14952" to="9995,15351"/>
              </v:group>
            </v:group>
            <v:line id="_x0000_s2410" style="position:absolute;flip:x y" from="7239,5284" to="7239,5569" strokeweight=".5pt">
              <v:stroke endarrow="oval" endarrowwidth="narrow" endarrowlength="short"/>
            </v:line>
            <v:line id="_x0000_s2411" style="position:absolute;rotation:-90;flip:x y" from="6812,5483" to="6812,7022" strokeweight="1.25pt">
              <v:stroke startarrow="oval" startarrowwidth="narrow" startarrowlength="short" endarrow="oval" endarrowwidth="narrow" endarrowlength="short"/>
            </v:line>
            <v:rect id="_x0000_s2412" style="position:absolute;left:6327;top:6652;width:570;height:399" filled="f" stroked="f" strokeweight="1.25pt">
              <v:textbox style="mso-next-textbox:#_x0000_s2412" inset="1pt,1pt,1pt,1pt">
                <w:txbxContent>
                  <w:p w:rsidR="009E23C5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413" style="position:absolute;rotation:-90;flip:x" from="5073,6253" to="7011,6253" strokeweight="1.25pt"/>
            <v:line id="_x0000_s2414" style="position:absolute" from="6042,5284" to="7239,5284" strokeweight="1.25pt">
              <v:stroke endarrow="oval" endarrowwidth="narrow" endarrowlength="short"/>
            </v:line>
            <v:line id="_x0000_s2415" style="position:absolute;flip:y" from="6045,7222" to="7581,7225" strokeweight="1.25pt">
              <v:stroke endarrow="oval" endarrowwidth="narrow" endarrowlength="short"/>
            </v:line>
            <v:oval id="_x0000_s2416" style="position:absolute;left:5817;top:6595;width:456;height:456;rotation:90" filled="f" strokeweight="1.25pt"/>
            <v:oval id="_x0000_s2417" style="position:absolute;left:5814;top:5455;width:456;height:456;rotation:-90" filled="f" strokeweight="1.25pt"/>
            <v:line id="_x0000_s2418" style="position:absolute;rotation:-90" from="9291,6481" to="9291,7963" strokeweight="1.25pt">
              <v:stroke startarrow="oval" startarrowwidth="narrow" startarrowlength="short" endarrowwidth="narrow" endarrowlength="short"/>
            </v:line>
            <v:shape id="_x0000_s2419" type="#_x0000_t202" style="position:absolute;left:7011;top:4885;width:399;height:342" filled="f" stroked="f" strokeweight="1.25pt">
              <v:textbox style="mso-next-textbox:#_x0000_s2419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420" type="#_x0000_t202" style="position:absolute;left:7068;top:7222;width:399;height:342" filled="f" stroked="f" strokeweight="1.25pt">
              <v:textbox style="mso-next-textbox:#_x0000_s2420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2421" type="#_x0000_t202" style="position:absolute;left:7524;top:5854;width:399;height:342" filled="f" stroked="f" strokeweight="1.25pt">
              <v:textbox style="mso-next-textbox:#_x0000_s2421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rect id="_x0000_s2422" style="position:absolute;left:6270;top:5284;width:513;height:342" filled="f" stroked="f" strokeweight="1.25pt">
              <v:textbox style="mso-next-textbox:#_x0000_s2422" inset="1pt,1pt,1pt,1pt">
                <w:txbxContent>
                  <w:p w:rsidR="009E23C5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423" style="position:absolute" from="5301,6253" to="6042,6253" strokeweight=".5pt"/>
            <v:line id="_x0000_s2424" style="position:absolute;flip:y" from="6042,5569" to="6042,5797" strokeweight="1pt">
              <v:stroke endarrow="block" endarrowwidth="wide"/>
            </v:line>
            <v:oval id="_x0000_s2425" style="position:absolute;left:7011;top:5547;width:456;height:456;rotation:37016fd" filled="f" strokeweight="1.25pt"/>
            <v:group id="_x0000_s2426" style="position:absolute;left:7467;top:5341;width:114;height:228" coordorigin="6840,6555" coordsize="171,285">
              <v:line id="_x0000_s2427" style="position:absolute;rotation:-90;flip:x" from="6754,6698" to="7039,6698"/>
              <v:line id="_x0000_s2428" style="position:absolute;rotation:-90" from="6903,6518" to="6948,6689">
                <v:stroke endarrow="oval" endarrowwidth="narrow" endarrowlength="short"/>
              </v:line>
              <v:line id="_x0000_s2429" style="position:absolute;rotation:-90;flip:y" from="6903,6706" to="6948,6877">
                <v:stroke endarrow="oval" endarrowwidth="narrow" endarrowlength="short"/>
              </v:line>
              <v:group id="_x0000_s2430" style="position:absolute;left:6840;top:6626;width:120;height:143" coordorigin="9681,14354" coordsize="399,912">
                <v:line id="_x0000_s2431" style="position:absolute;rotation:-90;flip:y" from="9767,14724" to="9995,15123"/>
                <v:line id="_x0000_s2432" style="position:absolute;rotation:-90;flip:y" from="9767,14268" to="9995,14667"/>
                <v:line id="_x0000_s2433" style="position:absolute;rotation:-90" from="9767,14496" to="9995,14895"/>
                <v:line id="_x0000_s2434" style="position:absolute;rotation:-90" from="9767,14952" to="9995,15351"/>
              </v:group>
            </v:group>
            <v:shape id="_x0000_s2435" type="#_x0000_t202" style="position:absolute;left:5073;top:5591;width:627;height:491" filled="f" stroked="f" strokeweight="1.25pt">
              <v:textbox style="mso-next-textbox:#_x0000_s2435">
                <w:txbxContent>
                  <w:p w:rsidR="009E23C5" w:rsidRPr="00AD4532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2436" style="position:absolute;flip:x" from="5301,6025" to="5301,6253" strokeweight=".5pt">
              <v:stroke endarrowwidth="narrow" endarrowlength="short"/>
            </v:line>
            <v:group id="_x0000_s2437" style="position:absolute;left:5529;top:5341;width:114;height:228" coordorigin="6840,6555" coordsize="171,285">
              <v:line id="_x0000_s2438" style="position:absolute;rotation:-90;flip:x" from="6754,6698" to="7039,6698"/>
              <v:line id="_x0000_s2439" style="position:absolute;rotation:-90" from="6903,6518" to="6948,6689">
                <v:stroke endarrow="oval" endarrowwidth="narrow" endarrowlength="short"/>
              </v:line>
              <v:line id="_x0000_s2440" style="position:absolute;rotation:-90;flip:y" from="6903,6706" to="6948,6877">
                <v:stroke endarrow="oval" endarrowwidth="narrow" endarrowlength="short"/>
              </v:line>
              <v:group id="_x0000_s2441" style="position:absolute;left:6840;top:6626;width:120;height:143" coordorigin="9681,14354" coordsize="399,912">
                <v:line id="_x0000_s2442" style="position:absolute;rotation:-90;flip:y" from="9767,14724" to="9995,15123"/>
                <v:line id="_x0000_s2443" style="position:absolute;rotation:-90;flip:y" from="9767,14268" to="9995,14667"/>
                <v:line id="_x0000_s2444" style="position:absolute;rotation:-90" from="9767,14496" to="9995,14895"/>
                <v:line id="_x0000_s2445" style="position:absolute;rotation:-90" from="9767,14952" to="9995,15351"/>
              </v:group>
            </v:group>
            <v:line id="_x0000_s2446" style="position:absolute;flip:x y" from="5298,5284" to="5298,5569" strokeweight=".5pt">
              <v:stroke endarrowwidth="narrow" endarrowlength="short"/>
            </v:line>
            <v:oval id="_x0000_s2447" style="position:absolute;left:5073;top:5569;width:456;height:456;rotation:37016fd" filled="f" strokeweight="1.25pt"/>
            <v:line id="_x0000_s2448" style="position:absolute" from="5301,5284" to="6042,5284" strokeweight=".5pt"/>
            <v:shape id="_x0000_s2449" type="#_x0000_t202" style="position:absolute;left:7752;top:7016;width:741;height:491" filled="f" stroked="f" strokeweight="1.25pt">
              <v:textbox style="mso-next-textbox:#_x0000_s2449">
                <w:txbxContent>
                  <w:p w:rsidR="009E23C5" w:rsidRPr="00AD4532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oval id="_x0000_s2450" style="position:absolute;left:7752;top:5056;width:456;height:456;rotation:37016fd" filled="f" strokeweight="1.25pt"/>
            <v:group id="_x0000_s2451" style="position:absolute;left:8265;top:4942;width:114;height:228" coordorigin="6840,6555" coordsize="171,285">
              <v:line id="_x0000_s2452" style="position:absolute;rotation:-90;flip:x" from="6754,6698" to="7039,6698"/>
              <v:line id="_x0000_s2453" style="position:absolute;rotation:-90" from="6903,6518" to="6948,6689">
                <v:stroke endarrow="oval" endarrowwidth="narrow" endarrowlength="short"/>
              </v:line>
              <v:line id="_x0000_s2454" style="position:absolute;rotation:-90;flip:y" from="6903,6706" to="6948,6877">
                <v:stroke endarrow="oval" endarrowwidth="narrow" endarrowlength="short"/>
              </v:line>
              <v:group id="_x0000_s2455" style="position:absolute;left:6840;top:6626;width:120;height:143" coordorigin="9681,14354" coordsize="399,912">
                <v:line id="_x0000_s2456" style="position:absolute;rotation:-90;flip:y" from="9767,14724" to="9995,15123"/>
                <v:line id="_x0000_s2457" style="position:absolute;rotation:-90;flip:y" from="9767,14268" to="9995,14667"/>
                <v:line id="_x0000_s2458" style="position:absolute;rotation:-90" from="9767,14496" to="9995,14895"/>
                <v:line id="_x0000_s2459" style="position:absolute;rotation:-90" from="9767,14952" to="9995,15351"/>
              </v:group>
            </v:group>
            <v:oval id="_x0000_s2460" style="position:absolute;left:7809;top:6994;width:456;height:456;rotation:37016fd" filled="f" strokeweight="1.25pt"/>
            <v:shape id="_x0000_s2461" type="#_x0000_t202" style="position:absolute;left:1596;top:5056;width:3363;height:2508" stroked="f">
              <v:textbox>
                <w:txbxContent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генератора</w:t>
                    </w:r>
                    <w:r>
                      <w:t>:</w:t>
                    </w:r>
                  </w:p>
                  <w:p w:rsidR="009E23C5" w:rsidRPr="00836A09" w:rsidRDefault="009E23C5" w:rsidP="00AC3A92">
                    <w:pPr>
                      <w:ind w:firstLine="284"/>
                      <w:jc w:val="both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А</w:t>
                    </w:r>
                    <w:r w:rsidRPr="00836A09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836A09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836A09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50</w:t>
                    </w:r>
                    <w:r w:rsidRPr="00836A09">
                      <w:rPr>
                        <w:sz w:val="24"/>
                      </w:rPr>
                      <w:t xml:space="preserve">.9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836A09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836A09">
                      <w:rPr>
                        <w:sz w:val="24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50.9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+ 120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F82369" w:rsidRDefault="009E23C5" w:rsidP="00AC3A92">
                    <w:pPr>
                      <w:jc w:val="both"/>
                      <w:rPr>
                        <w:sz w:val="24"/>
                        <w:szCs w:val="24"/>
                        <w:lang w:val="fr-FR"/>
                      </w:rPr>
                    </w:pPr>
                    <w:r w:rsidRPr="00F82369">
                      <w:rPr>
                        <w:sz w:val="24"/>
                        <w:szCs w:val="24"/>
                        <w:lang w:val="es-ES"/>
                      </w:rPr>
                      <w:t xml:space="preserve">f=50 </w:t>
                    </w:r>
                    <w:r w:rsidRPr="00F82369">
                      <w:rPr>
                        <w:sz w:val="24"/>
                        <w:szCs w:val="24"/>
                      </w:rPr>
                      <w:t>Гц</w:t>
                    </w:r>
                    <w:r w:rsidRPr="00F82369">
                      <w:rPr>
                        <w:sz w:val="24"/>
                        <w:szCs w:val="24"/>
                        <w:lang w:val="es-ES"/>
                      </w:rPr>
                      <w:t>,</w:t>
                    </w:r>
                  </w:p>
                  <w:p w:rsidR="009E23C5" w:rsidRPr="00617C9A" w:rsidRDefault="009E23C5" w:rsidP="00AC3A92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30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40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</w:p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=0.23 Гн.</w:t>
                    </w:r>
                  </w:p>
                </w:txbxContent>
              </v:textbox>
            </v:shape>
            <v:shape id="_x0000_s2462" type="#_x0000_t202" style="position:absolute;left:1767;top:8607;width:3306;height:1881" stroked="f">
              <v:textbox style="mso-next-textbox:#_x0000_s2462">
                <w:txbxContent>
                  <w:p w:rsidR="009E23C5" w:rsidRPr="00E051E6" w:rsidRDefault="009E23C5" w:rsidP="00AC3A92">
                    <w:pPr>
                      <w:rPr>
                        <w:sz w:val="24"/>
                      </w:rPr>
                    </w:pPr>
                    <w:r w:rsidRPr="00F82369">
                      <w:rPr>
                        <w:sz w:val="24"/>
                        <w:szCs w:val="24"/>
                        <w:lang w:val="en-US"/>
                      </w:rPr>
                      <w:t>E</w:t>
                    </w:r>
                    <w:r w:rsidRPr="00E051E6">
                      <w:rPr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E051E6">
                      <w:rPr>
                        <w:sz w:val="24"/>
                      </w:rPr>
                      <w:t xml:space="preserve"> 5</w:t>
                    </w:r>
                    <w:r>
                      <w:rPr>
                        <w:sz w:val="24"/>
                      </w:rPr>
                      <w:t>0</w:t>
                    </w:r>
                    <w:r w:rsidRPr="00E051E6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 w:rsidRPr="00E051E6">
                      <w:rPr>
                        <w:sz w:val="24"/>
                      </w:rPr>
                      <w:t>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 = 100 Ом,</w:t>
                    </w:r>
                    <w:r w:rsidRPr="00E051E6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 xml:space="preserve"> = 100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 xml:space="preserve"> = 0.</w:t>
                    </w:r>
                    <w:r w:rsidRPr="00836A09">
                      <w:rPr>
                        <w:sz w:val="24"/>
                      </w:rPr>
                      <w:t>23</w:t>
                    </w:r>
                    <w:r>
                      <w:rPr>
                        <w:sz w:val="24"/>
                      </w:rPr>
                      <w:t xml:space="preserve"> Гн,</w:t>
                    </w:r>
                    <w:r w:rsidRPr="00E051E6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30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мкФ.</w:t>
                    </w:r>
                  </w:p>
                  <w:p w:rsidR="009E23C5" w:rsidRDefault="009E23C5" w:rsidP="00AC3A92"/>
                  <w:p w:rsidR="009E23C5" w:rsidRDefault="009E23C5" w:rsidP="00AC3A92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2463" style="position:absolute;left:9519;top:9331;width:570;height:456" filled="f" stroked="f" strokeweight="1.25pt">
              <v:textbox style="mso-next-textbox:#_x0000_s2463" inset="1pt,1pt,1pt,1pt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464" style="position:absolute" from="9405,8875" to="9405,10129">
              <v:stroke endarrow="block"/>
            </v:line>
            <v:line id="_x0000_s2465" style="position:absolute" from="7923,8419" to="7923,8533" strokeweight="1.25pt"/>
            <v:line id="_x0000_s2466" style="position:absolute" from="9063,8533" to="9063,9274" strokeweight="1.25pt">
              <v:stroke startarrow="oval" startarrowwidth="narrow" startarrowlength="short"/>
            </v:line>
            <v:rect id="_x0000_s2467" style="position:absolute;left:7809;top:8949;width:399;height:342" filled="f" stroked="f" strokeweight="1.25pt">
              <v:textbox style="mso-next-textbox:#_x0000_s2467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2468" style="position:absolute;left:7974;top:8999;width:684;height:127;rotation:90" coordorigin="4845,9177" coordsize="684,127">
              <v:shape id="_x0000_s2469" type="#_x0000_t19" style="position:absolute;left:4845;top:9177;width:114;height:114;rotation:-270;flip:x y" strokeweight="1.25pt"/>
              <v:shape id="_x0000_s2470" type="#_x0000_t19" style="position:absolute;left:4959;top:9190;width:114;height:114;rotation:270;flip:x" strokeweight="1.25pt"/>
              <v:shape id="_x0000_s2471" type="#_x0000_t19" style="position:absolute;left:5301;top:9190;width:114;height:114;rotation:-270;flip:x y" strokeweight="1.25pt"/>
              <v:shape id="_x0000_s2472" type="#_x0000_t19" style="position:absolute;left:5415;top:9190;width:114;height:114;rotation:270;flip:x" strokeweight="1.25pt"/>
              <v:shape id="_x0000_s2473" type="#_x0000_t19" style="position:absolute;left:5073;top:9190;width:114;height:114;rotation:-270;flip:x y" strokeweight="1.25pt"/>
              <v:shape id="_x0000_s2474" type="#_x0000_t19" style="position:absolute;left:5187;top:9190;width:114;height:114;rotation:270;flip:x" strokeweight="1.25pt"/>
            </v:group>
            <v:rect id="_x0000_s2475" style="position:absolute;left:8749;top:9474;width:627;height:228;rotation:-90" strokeweight="1.25pt"/>
            <v:line id="_x0000_s2476" style="position:absolute" from="8265,10431" to="8265,10699" strokeweight="1.25pt">
              <v:stroke endarrow="oval" endarrowwidth="narrow" endarrowlength="short"/>
            </v:line>
            <v:line id="_x0000_s2477" style="position:absolute;flip:x y" from="7581,8305" to="7695,8533" strokeweight="1.25pt">
              <v:stroke endarrow="block"/>
            </v:line>
            <v:line id="_x0000_s2478" style="position:absolute" from="7923,8533" to="9348,8533" strokeweight="1.25pt">
              <v:stroke endarrow="oval" endarrowwidth="narrow" endarrowlength="short"/>
            </v:line>
            <v:line id="_x0000_s2479" style="position:absolute;flip:y" from="7125,8550" to="7125,10696" strokeweight="1.25pt"/>
            <v:rect id="_x0000_s2480" style="position:absolute;left:7125;top:8134;width:342;height:340" filled="f" stroked="f" strokeweight="1.25pt">
              <v:textbox style="mso-next-textbox:#_x0000_s2480" inset="1pt,1pt,1pt,1pt">
                <w:txbxContent>
                  <w:p w:rsidR="009E23C5" w:rsidRDefault="009E23C5" w:rsidP="00AC3A92">
                    <w:r>
                      <w:t>Кл</w:t>
                    </w:r>
                  </w:p>
                </w:txbxContent>
              </v:textbox>
            </v:rect>
            <v:line id="_x0000_s2481" style="position:absolute;flip:x" from="8265,8533" to="8265,8721" strokeweight="1.25pt">
              <v:stroke startarrow="oval" startarrowwidth="narrow" startarrowlength="short"/>
            </v:line>
            <v:line id="_x0000_s2482" style="position:absolute" from="7125,8564" to="7524,8564" strokeweight="1.25pt"/>
            <v:line id="_x0000_s2483" style="position:absolute;flip:y" from="7521,8419" to="7923,8564" strokeweight="1.25pt">
              <v:stroke startarrow="oval" startarrowwidth="narrow" startarrowlength="short"/>
            </v:line>
            <v:group id="_x0000_s2484" style="position:absolute;left:6840;top:9331;width:570;height:568" coordorigin="3135,9519" coordsize="570,568">
              <v:line id="_x0000_s2485" style="position:absolute;flip:y" from="3420,9690" to="3420,9918" strokeweight="1.25pt">
                <v:stroke endarrow="block" endarrowwidth="wide"/>
              </v:line>
              <v:oval id="_x0000_s2486" style="position:absolute;left:3136;top:9518;width:568;height:570;rotation:270" filled="f" strokeweight="1.25pt"/>
            </v:group>
            <v:line id="_x0000_s2487" style="position:absolute" from="7125,10696" to="9348,10699" strokeweight="1.25pt">
              <v:stroke startarrowwidth="narrow" startarrowlength="short" endarrow="oval" endarrowwidth="narrow" endarrowlength="short"/>
            </v:line>
            <v:line id="_x0000_s2488" style="position:absolute" from="9063,9901" to="9063,10699" strokeweight="1.25pt">
              <v:stroke endarrow="oval" endarrowwidth="narrow" endarrowlength="short"/>
            </v:line>
            <v:rect id="_x0000_s2489" style="position:absolute;left:8550;top:9462;width:570;height:342" filled="f" stroked="f" strokeweight="1.25pt">
              <v:textbox style="mso-next-textbox:#_x0000_s2489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2490" style="position:absolute;left:7695;top:10203;width:343;height:456" filled="f" stroked="f" strokeweight="1.25pt">
              <v:textbox style="mso-next-textbox:#_x0000_s2490" inset="1pt,1pt,1pt,1pt">
                <w:txbxContent>
                  <w:p w:rsidR="009E23C5" w:rsidRPr="005D5CCC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group id="_x0000_s2491" style="position:absolute;left:8037;top:10321;width:417;height:110" coordorigin="3419,4550" coordsize="417,110">
              <v:line id="_x0000_s2492" style="position:absolute;rotation:-90;flip:y" from="3627,4342" to="3628,4759" strokeweight="2.5pt"/>
              <v:line id="_x0000_s2493" style="position:absolute;rotation:-90;flip:y" from="3624,4447" to="3632,4864" strokeweight="2.5pt"/>
            </v:group>
            <v:line id="_x0000_s2494" style="position:absolute" from="8265,10146" to="8265,10317" strokeweight="1.25pt"/>
            <v:rect id="_x0000_s2495" style="position:absolute;left:6327;top:9405;width:400;height:456" filled="f" stroked="f" strokeweight="1.25pt">
              <v:textbox style="mso-next-textbox:#_x0000_s2495" inset="1pt,1pt,1pt,1pt">
                <w:txbxContent>
                  <w:p w:rsidR="009E23C5" w:rsidRPr="00F82369" w:rsidRDefault="009E23C5" w:rsidP="00AC3A9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F82369">
                      <w:rPr>
                        <w:sz w:val="24"/>
                        <w:szCs w:val="24"/>
                        <w:lang w:val="en-US"/>
                      </w:rPr>
                      <w:t>E</w:t>
                    </w:r>
                  </w:p>
                </w:txbxContent>
              </v:textbox>
            </v:rect>
            <v:group id="_x0000_s2496" style="position:absolute;left:7125;top:11612;width:3363;height:2736" coordorigin="7125,11612" coordsize="3363,2736">
              <v:line id="_x0000_s2497" style="position:absolute" from="7809,12125" to="7809,13949" strokeweight="1pt"/>
              <v:line id="_x0000_s2498" style="position:absolute" from="7809,13949" to="10203,13949" strokeweight="1pt"/>
              <v:line id="_x0000_s2499" style="position:absolute" from="8049,12125" to="8049,13949" strokeweight=".25pt">
                <v:stroke dashstyle="1 1"/>
              </v:line>
              <v:line id="_x0000_s2500" style="position:absolute" from="8289,12125" to="8289,13949" strokeweight=".25pt">
                <v:stroke dashstyle="1 1"/>
              </v:line>
              <v:line id="_x0000_s2501" style="position:absolute" from="8529,12125" to="8529,13949" strokeweight=".25pt">
                <v:stroke dashstyle="1 1"/>
              </v:line>
              <v:line id="_x0000_s2502" style="position:absolute" from="8769,12125" to="8769,13949" strokeweight=".25pt">
                <v:stroke dashstyle="1 1"/>
              </v:line>
              <v:line id="_x0000_s2503" style="position:absolute" from="9009,12125" to="9009,13949" strokeweight=".25pt">
                <v:stroke dashstyle="1 1"/>
              </v:line>
              <v:line id="_x0000_s2504" style="position:absolute" from="9249,12125" to="9249,13949" strokeweight=".25pt">
                <v:stroke dashstyle="1 1"/>
              </v:line>
              <v:line id="_x0000_s2505" style="position:absolute" from="9489,12125" to="9489,13949" strokeweight=".25pt">
                <v:stroke dashstyle="1 1"/>
              </v:line>
              <v:line id="_x0000_s2506" style="position:absolute" from="9729,12125" to="9729,13949" strokeweight=".25pt">
                <v:stroke dashstyle="1 1"/>
              </v:line>
              <v:line id="_x0000_s2507" style="position:absolute" from="9969,12125" to="9969,13949" strokeweight=".25pt">
                <v:stroke dashstyle="1 1"/>
              </v:line>
              <v:line id="_x0000_s2508" style="position:absolute" from="10209,12125" to="10209,13949" strokeweight=".25pt">
                <v:stroke dashstyle="1 1"/>
              </v:line>
              <v:line id="_x0000_s2509" style="position:absolute" from="7809,12125" to="10203,12125" strokeweight=".25pt">
                <v:stroke dashstyle="1 1"/>
              </v:line>
              <v:line id="_x0000_s2510" style="position:absolute" from="7809,13721" to="10203,13721" strokeweight=".25pt">
                <v:stroke dashstyle="1 1"/>
              </v:line>
              <v:line id="_x0000_s2511" style="position:absolute" from="7809,13493" to="10203,13493" strokeweight=".25pt">
                <v:stroke dashstyle="1 1"/>
              </v:line>
              <v:line id="_x0000_s2512" style="position:absolute" from="7809,13265" to="10203,13265" strokeweight=".25pt">
                <v:stroke dashstyle="1 1"/>
              </v:line>
              <v:line id="_x0000_s2513" style="position:absolute" from="7809,13037" to="10203,13037" strokeweight=".25pt">
                <v:stroke dashstyle="1 1"/>
              </v:line>
              <v:line id="_x0000_s2514" style="position:absolute" from="7809,12809" to="10203,12809" strokeweight=".25pt">
                <v:stroke dashstyle="1 1"/>
              </v:line>
              <v:line id="_x0000_s2515" style="position:absolute" from="7809,12581" to="10203,12581" strokeweight=".25pt">
                <v:stroke dashstyle="1 1"/>
              </v:line>
              <v:line id="_x0000_s2516" style="position:absolute" from="7809,12353" to="10203,12353" strokeweight=".25pt">
                <v:stroke dashstyle="1 1"/>
              </v:line>
              <v:shape id="_x0000_s2517" style="position:absolute;left:7809;top:12239;width:2394;height:1710;mso-position-horizontal:absolute;mso-position-vertical:absolute" coordsize="855,1083" path="m,1083c33,840,67,598,114,456,161,314,228,285,285,228v57,-57,76,-76,171,-114c551,76,703,38,855,e" filled="f">
                <v:path arrowok="t"/>
              </v:shape>
              <v:shape id="_x0000_s2518" type="#_x0000_t202" style="position:absolute;left:7866;top:12182;width:456;height:342" stroked="f">
                <v:textbox style="mso-next-textbox:#_x0000_s2518">
                  <w:txbxContent>
                    <w:p w:rsidR="009E23C5" w:rsidRPr="00626546" w:rsidRDefault="009E23C5" w:rsidP="00AC3A92">
                      <w:r w:rsidRPr="00626546">
                        <w:t>В</w:t>
                      </w:r>
                    </w:p>
                  </w:txbxContent>
                </v:textbox>
              </v:shape>
              <v:shape id="_x0000_s2519" type="#_x0000_t202" style="position:absolute;left:8949;top:12638;width:1026;height:627" stroked="f">
                <v:textbox style="mso-next-textbox:#_x0000_s2519">
                  <w:txbxContent>
                    <w:p w:rsidR="009E23C5" w:rsidRPr="00626546" w:rsidRDefault="009E23C5" w:rsidP="00AC3A92">
                      <w:r w:rsidRPr="00626546">
                        <w:t>В-Тл</w:t>
                      </w:r>
                    </w:p>
                    <w:p w:rsidR="009E23C5" w:rsidRPr="00626546" w:rsidRDefault="009E23C5" w:rsidP="00AC3A92">
                      <w:r w:rsidRPr="00626546">
                        <w:t>Н –А/см</w:t>
                      </w:r>
                    </w:p>
                    <w:p w:rsidR="009E23C5" w:rsidRPr="00626546" w:rsidRDefault="009E23C5" w:rsidP="00AC3A92"/>
                  </w:txbxContent>
                </v:textbox>
              </v:shape>
              <v:shape id="_x0000_s2520" type="#_x0000_t202" style="position:absolute;left:7638;top:14006;width:2850;height:342" stroked="f">
                <v:textbox style="mso-next-textbox:#_x0000_s2520">
                  <w:txbxContent>
                    <w:p w:rsidR="009E23C5" w:rsidRDefault="009E23C5" w:rsidP="00AC3A9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0         10        20        30        40       50</w:t>
                      </w:r>
                    </w:p>
                  </w:txbxContent>
                </v:textbox>
              </v:shape>
              <v:shape id="_x0000_s2521" type="#_x0000_t202" style="position:absolute;left:9804;top:13550;width:399;height:342" stroked="f">
                <v:textbox style="mso-next-textbox:#_x0000_s2521">
                  <w:txbxContent>
                    <w:p w:rsidR="009E23C5" w:rsidRPr="00626546" w:rsidRDefault="009E23C5" w:rsidP="00AC3A92">
                      <w:pPr>
                        <w:rPr>
                          <w:sz w:val="22"/>
                          <w:szCs w:val="22"/>
                        </w:rPr>
                      </w:pPr>
                      <w:r w:rsidRPr="00626546">
                        <w:rPr>
                          <w:sz w:val="22"/>
                          <w:szCs w:val="22"/>
                        </w:rPr>
                        <w:t>Н</w:t>
                      </w:r>
                    </w:p>
                  </w:txbxContent>
                </v:textbox>
              </v:shape>
              <v:shape id="_x0000_s2522" type="#_x0000_t202" style="position:absolute;left:7239;top:11612;width:2850;height:456" stroked="f">
                <v:textbox style="mso-next-textbox:#_x0000_s2522">
                  <w:txbxContent>
                    <w:p w:rsidR="009E23C5" w:rsidRPr="0036796A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36796A">
                        <w:rPr>
                          <w:sz w:val="24"/>
                          <w:szCs w:val="24"/>
                        </w:rPr>
                        <w:t>Характеристика стали</w:t>
                      </w:r>
                    </w:p>
                  </w:txbxContent>
                </v:textbox>
              </v:shape>
              <v:shape id="_x0000_s2523" type="#_x0000_t202" style="position:absolute;left:7125;top:12125;width:627;height:2052" stroked="f">
                <v:textbox style="mso-next-textbox:#_x0000_s2523">
                  <w:txbxContent>
                    <w:p w:rsidR="009E23C5" w:rsidRDefault="009E23C5" w:rsidP="00AC3A92">
                      <w:pPr>
                        <w:spacing w:before="240"/>
                      </w:pPr>
                      <w:r w:rsidRPr="00626546">
                        <w:rPr>
                          <w:lang w:val="en-US"/>
                        </w:rPr>
                        <w:t>1.2</w:t>
                      </w:r>
                    </w:p>
                    <w:p w:rsidR="009E23C5" w:rsidRPr="00626546" w:rsidRDefault="009E23C5" w:rsidP="00AC3A92">
                      <w:pPr>
                        <w:spacing w:before="240"/>
                        <w:rPr>
                          <w:lang w:val="en-US"/>
                        </w:rPr>
                      </w:pPr>
                      <w:r w:rsidRPr="00626546">
                        <w:rPr>
                          <w:lang w:val="en-US"/>
                        </w:rPr>
                        <w:t>0.8</w:t>
                      </w:r>
                    </w:p>
                    <w:p w:rsidR="009E23C5" w:rsidRDefault="009E23C5" w:rsidP="00AC3A92">
                      <w:pPr>
                        <w:spacing w:before="240"/>
                      </w:pPr>
                      <w:r w:rsidRPr="00626546">
                        <w:rPr>
                          <w:lang w:val="en-US"/>
                        </w:rPr>
                        <w:t>0.4</w:t>
                      </w:r>
                    </w:p>
                    <w:p w:rsidR="009E23C5" w:rsidRPr="00626546" w:rsidRDefault="009E23C5" w:rsidP="00AC3A92">
                      <w:pPr>
                        <w:spacing w:before="240"/>
                      </w:pPr>
                      <w:r>
                        <w:t>0.0</w:t>
                      </w:r>
                    </w:p>
                  </w:txbxContent>
                </v:textbox>
              </v:shape>
              <v:shape id="_x0000_s2524" type="#_x0000_t202" style="position:absolute;left:7125;top:12011;width:627;height:342" stroked="f">
                <v:textbox style="mso-next-textbox:#_x0000_s2524">
                  <w:txbxContent>
                    <w:p w:rsidR="009E23C5" w:rsidRPr="00626546" w:rsidRDefault="009E23C5" w:rsidP="00AC3A92">
                      <w:r>
                        <w:t>Тл</w:t>
                      </w:r>
                    </w:p>
                  </w:txbxContent>
                </v:textbox>
              </v:shape>
            </v:group>
            <v:shape id="_x0000_s2525" type="#_x0000_t202" style="position:absolute;left:1652;top:11663;width:5416;height:877" filled="f" stroked="f">
              <v:textbox>
                <w:txbxContent>
                  <w:p w:rsidR="009E23C5" w:rsidRDefault="009E23C5" w:rsidP="00AC3A92">
                    <w:pPr>
                      <w:jc w:val="center"/>
                    </w:pPr>
                    <w:r>
                      <w:t xml:space="preserve">Намагничивающая сила катушки </w:t>
                    </w:r>
                    <w:r>
                      <w:rPr>
                        <w:lang w:val="en-US"/>
                      </w:rPr>
                      <w:t>F</w:t>
                    </w:r>
                    <w:r>
                      <w:t xml:space="preserve">=500 </w:t>
                    </w:r>
                    <w:r>
                      <w:rPr>
                        <w:lang w:val="en-US"/>
                      </w:rPr>
                      <w:t>A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l</w:t>
                    </w:r>
                    <w:r w:rsidRPr="00836A09">
                      <w:rPr>
                        <w:vertAlign w:val="subscript"/>
                      </w:rPr>
                      <w:t>СР</w:t>
                    </w:r>
                    <w:r>
                      <w:t xml:space="preserve"> =35 см. сечение </w:t>
                    </w:r>
                    <w:r>
                      <w:rPr>
                        <w:lang w:val="en-US"/>
                      </w:rPr>
                      <w:t>S</w:t>
                    </w:r>
                    <w:r>
                      <w:t>=7 см</w:t>
                    </w:r>
                    <w:r w:rsidRPr="00836A09">
                      <w:rPr>
                        <w:vertAlign w:val="superscript"/>
                      </w:rPr>
                      <w:t>2</w:t>
                    </w:r>
                    <w:r>
                      <w:rPr>
                        <w:sz w:val="16"/>
                      </w:rPr>
                      <w:t>,</w:t>
                    </w:r>
                    <w:r>
                      <w:t xml:space="preserve"> воздушный зазор δ=0.11 мм. Определить магнитный поток в стальном сердечнике.</w:t>
                    </w:r>
                  </w:p>
                </w:txbxContent>
              </v:textbox>
            </v:shape>
            <v:group id="_x0000_s2526" style="position:absolute;left:2850;top:12540;width:3021;height:1973" coordorigin="2850,12540" coordsize="3021,1973">
              <v:oval id="_x0000_s2527" style="position:absolute;left:3531;top:12917;width:1596;height:1596" filled="f" strokeweight="1pt"/>
              <v:oval id="_x0000_s2528" style="position:absolute;left:3705;top:13088;width:1254;height:1254" filled="f">
                <v:stroke dashstyle="1 1" endcap="round"/>
              </v:oval>
              <v:oval id="_x0000_s2529" style="position:absolute;left:3876;top:13259;width:912;height:912" filled="f" strokeweight="1pt"/>
              <v:line id="_x0000_s2530" style="position:absolute;flip:y" from="3135,13142" to="3591,13145" strokeweight="1.25pt">
                <v:stroke startarrow="oval" startarrowwidth="narrow" startarrowlength="short"/>
              </v:line>
              <v:line id="_x0000_s2531" style="position:absolute" from="3594,13142" to="3708,13199" strokeweight="1.25pt"/>
              <v:shape id="_x0000_s2532" style="position:absolute;left:3420;top:13487;width:570;height:285" coordsize="570,285" path="m570,c551,47,532,95,456,114v-76,19,-266,-9,-342,c38,123,,143,,171v,28,95,95,114,114e" filled="f" strokeweight="1.25pt">
                <v:path arrowok="t"/>
              </v:shape>
              <v:shape id="_x0000_s2533" style="position:absolute;left:3477;top:13829;width:522;height:399" coordsize="522,399" path="m399,v61,14,123,29,114,57c504,85,427,114,342,171,257,228,57,361,,399e" filled="f" strokeweight="1.25pt">
                <v:path arrowok="t"/>
              </v:shape>
              <v:line id="_x0000_s2534" style="position:absolute" from="3135,14228" to="3477,14228" strokeweight="1.25pt">
                <v:stroke startarrow="oval" startarrowwidth="narrow" startarrowlength="short"/>
              </v:line>
              <v:line id="_x0000_s2535" style="position:absolute" from="3135,13145" to="3420,13145">
                <v:stroke endarrow="block"/>
              </v:line>
              <v:shape id="_x0000_s2536" type="#_x0000_t202" style="position:absolute;left:2850;top:13544;width:456;height:342" filled="f" stroked="f">
                <v:textbox style="mso-next-textbox:#_x0000_s2536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shape id="_x0000_s2537" type="#_x0000_t202" style="position:absolute;left:3135;top:12689;width:456;height:342" filled="f" stroked="f">
                <v:textbox style="mso-next-textbox:#_x0000_s2537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rect id="_x0000_s2538" style="position:absolute;left:4788;top:13712;width:456;height:114" stroked="f"/>
              <v:line id="_x0000_s2539" style="position:absolute" from="4788,13715" to="5301,13715"/>
              <v:line id="_x0000_s2540" style="position:absolute" from="4788,13829" to="5301,13829"/>
              <v:line id="_x0000_s2541" style="position:absolute" from="5244,13430" to="5244,13715">
                <v:stroke endarrow="block"/>
              </v:line>
              <v:line id="_x0000_s2542" style="position:absolute;flip:x y" from="5244,13829" to="5244,14171">
                <v:stroke endarrow="block"/>
              </v:line>
              <v:shape id="_x0000_s2543" type="#_x0000_t202" style="position:absolute;left:5358;top:13544;width:399;height:456" filled="f" stroked="f">
                <v:textbox style="mso-next-textbox:#_x0000_s2543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2544" type="#_x0000_t42" style="position:absolute;left:5244;top:12860;width:627;height:456" adj="-18706,16626,-11368,8526,-4134,8526,-16639,14495" filled="f">
                <v:textbox style="mso-next-textbox:#_x0000_s2544">
                  <w:txbxContent>
                    <w:p w:rsidR="009E23C5" w:rsidRDefault="009E23C5" w:rsidP="00AC3A92">
                      <w:pPr>
                        <w:rPr>
                          <w:sz w:val="16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l</w:t>
                      </w:r>
                      <w:r w:rsidRPr="00836A09">
                        <w:rPr>
                          <w:vertAlign w:val="subscript"/>
                        </w:rPr>
                        <w:t>СР</w:t>
                      </w:r>
                    </w:p>
                  </w:txbxContent>
                </v:textbox>
                <o:callout v:ext="edit" minusy="t"/>
              </v:shape>
              <v:oval id="_x0000_s2545" style="position:absolute;left:4217;top:12939;width:285;height:342" filled="f"/>
              <v:line id="_x0000_s2546" style="position:absolute" from="4331,12939" to="4502,13110"/>
              <v:line id="_x0000_s2547" style="position:absolute" from="4274,12999" to="4502,13227"/>
              <v:line id="_x0000_s2548" style="position:absolute" from="4217,13053" to="4445,13281"/>
              <v:line id="_x0000_s2549" style="position:absolute" from="4217,13167" to="4331,13281"/>
              <v:shape id="_x0000_s2550" type="#_x0000_t42" style="position:absolute;left:5216;top:12540;width:426;height:342" adj="-45634,30695,-12169,11368,-6085,11368,-45634,30695" filled="f">
                <v:textbox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</w:p>
                  </w:txbxContent>
                </v:textbox>
                <o:callout v:ext="edit" minusy="t"/>
              </v:shape>
            </v:group>
            <v:line id="_x0000_s2551" style="position:absolute" from="8265,9405" to="8265,9519" strokeweight="1.25pt"/>
            <v:rect id="_x0000_s2552" style="position:absolute;left:7951;top:9719;width:627;height:228;rotation:-90" strokeweight="1.25pt"/>
            <v:rect id="_x0000_s2553" style="position:absolute;left:7752;top:9690;width:399;height:342" filled="f" stroked="f" strokeweight="1.25pt">
              <v:textbox style="mso-next-textbox:#_x0000_s2553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2554" style="position:absolute;margin-left:6.05pt;margin-top:-2.7pt;width:456.05pt;height:706.95pt;z-index:251660288" coordorigin="1482,627" coordsize="9121,14139">
            <v:shape id="_x0000_s2555" type="#_x0000_t202" style="position:absolute;left:1539;top:1197;width:2337;height:432" filled="f" stroked="f">
              <v:textbox style="mso-next-textbox:#_x0000_s2555">
                <w:txbxContent>
                  <w:p w:rsidR="009E23C5" w:rsidRPr="000F46D1" w:rsidRDefault="009E23C5" w:rsidP="00AC3A92">
                    <w:pPr>
                      <w:pStyle w:val="Heading1"/>
                    </w:pPr>
                    <w:r>
                      <w:t>Задача № 1.308</w:t>
                    </w:r>
                  </w:p>
                </w:txbxContent>
              </v:textbox>
            </v:shape>
            <v:shape id="_x0000_s2556" type="#_x0000_t202" style="position:absolute;left:1938;top:1767;width:1539;height:2451" filled="f" stroked="f">
              <v:textbox style="mso-next-textbox:#_x0000_s2556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=36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=20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=0.12 А,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=100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=50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=30 Ом.</w:t>
                    </w:r>
                  </w:p>
                </w:txbxContent>
              </v:textbox>
            </v:shape>
            <v:shape id="_x0000_s2557" type="#_x0000_t202" style="position:absolute;left:1482;top:627;width:2793;height:456">
              <v:textbox style="mso-next-textbox:#_x0000_s2557">
                <w:txbxContent>
                  <w:p w:rsidR="009E23C5" w:rsidRPr="000F46D1" w:rsidRDefault="009E23C5" w:rsidP="00AC3A92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308</w:t>
                    </w:r>
                  </w:p>
                </w:txbxContent>
              </v:textbox>
            </v:shape>
            <v:rect id="_x0000_s2558" style="position:absolute;left:1482;top:1086;width:9121;height:3420" filled="f" strokeweight="2pt"/>
            <v:shape id="_x0000_s2559" type="#_x0000_t202" style="position:absolute;left:1482;top:4617;width:2387;height:432" filled="f" stroked="f">
              <v:textbox style="mso-next-textbox:#_x0000_s2559">
                <w:txbxContent>
                  <w:p w:rsidR="009E23C5" w:rsidRPr="000F46D1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308</w:t>
                    </w:r>
                  </w:p>
                </w:txbxContent>
              </v:textbox>
            </v:shape>
            <v:rect id="_x0000_s2560" style="position:absolute;left:1482;top:4506;width:9121;height:3420" filled="f" strokeweight="2pt"/>
            <v:rect id="_x0000_s2561" style="position:absolute;left:1482;top:7926;width:9121;height:3420" filled="f" strokeweight="2pt"/>
            <v:rect id="_x0000_s2562" style="position:absolute;left:1482;top:11346;width:9121;height:3420" filled="f" strokeweight="2pt"/>
            <v:shape id="_x0000_s2563" type="#_x0000_t202" style="position:absolute;left:1539;top:8007;width:2387;height:432" filled="f" stroked="f">
              <v:textbox style="mso-next-textbox:#_x0000_s2563">
                <w:txbxContent>
                  <w:p w:rsidR="009E23C5" w:rsidRPr="000F46D1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308</w:t>
                    </w:r>
                  </w:p>
                </w:txbxContent>
              </v:textbox>
            </v:shape>
            <v:shape id="_x0000_s2564" type="#_x0000_t202" style="position:absolute;left:1539;top:11403;width:2387;height:432" filled="f" stroked="f">
              <v:textbox style="mso-next-textbox:#_x0000_s2564">
                <w:txbxContent>
                  <w:p w:rsidR="009E23C5" w:rsidRPr="000F46D1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308</w:t>
                    </w:r>
                  </w:p>
                </w:txbxContent>
              </v:textbox>
            </v:shape>
            <v:group id="_x0000_s2565" style="position:absolute;left:5415;top:1140;width:4446;height:3124" coordorigin="5415,1009" coordsize="4446,3124">
              <v:rect id="_x0000_s2566" style="position:absolute;left:6782;top:1978;width:343;height:286" filled="f" stroked="f" strokeweight="1.25pt">
                <v:textbox style="mso-next-textbox:#_x0000_s256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2567" style="position:absolute;left:6783;top:3517;width:343;height:286" filled="f" stroked="f" strokeweight="1.25pt">
                <v:textbox style="mso-next-textbox:#_x0000_s2567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2568" style="position:absolute;left:9518;top:2206;width:343;height:286" filled="f" stroked="f" strokeweight="1.25pt">
                <v:textbox style="mso-next-textbox:#_x0000_s2568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line id="_x0000_s2569" style="position:absolute;flip:y" from="9389,3403" to="9390,3859" strokeweight="1.25pt"/>
              <v:rect id="_x0000_s2570" style="position:absolute;left:9097;top:2970;width:628;height:239;rotation:90;flip:y" filled="f" strokeweight="1.25pt"/>
              <v:line id="_x0000_s2571" style="position:absolute;rotation:-270;flip:x" from="8806,980" to="8806,2177" strokeweight="1.25pt"/>
              <v:line id="_x0000_s2572" style="position:absolute;rotation:-270;flip:x" from="7381,1379" to="7381,1778" strokeweight="1.25pt">
                <v:stroke endarrowwidth="narrow" endarrowlength="short"/>
              </v:line>
              <v:rect id="_x0000_s2573" style="position:absolute;left:7580;top:1465;width:628;height:239;rotation:-180;flip:x" filled="f" strokeweight="1.25pt"/>
              <v:line id="_x0000_s2574" style="position:absolute" from="7177,3403" to="7177,3859" strokeweight="1.25pt">
                <v:stroke endarrow="oval" endarrowwidth="narrow" endarrowlength="short"/>
              </v:line>
              <v:rect id="_x0000_s2575" style="position:absolute;left:6869;top:2970;width:628;height:239;rotation:90" filled="f" strokeweight="1.25pt"/>
              <v:line id="_x0000_s2576" style="position:absolute;rotation:90;flip:x y" from="9204,2121" to="9204,2519" strokeweight="1.25pt">
                <v:stroke endarrow="oval" endarrowwidth="narrow" endarrowlength="short"/>
              </v:line>
              <v:line id="_x0000_s2577" style="position:absolute;rotation:90;flip:y" from="7292,2204" to="7293,2436" strokeweight="1.25pt">
                <v:stroke endarrow="oval" endarrowwidth="narrow" endarrowlength="short"/>
              </v:line>
              <v:rect id="_x0000_s2578" style="position:absolute;left:7409;top:2206;width:628;height:239;rotation:180" filled="f" strokeweight="1.25pt"/>
              <v:oval id="_x0000_s2579" style="position:absolute;left:7405;top:3563;width:568;height:570;rotation:180" filled="f" strokeweight="1.25pt"/>
              <v:line id="_x0000_s2580" style="position:absolute;rotation:-180;flip:x y" from="6270,3859" to="8322,3859" strokeweight="1.25pt">
                <v:stroke endarrowwidth="narrow" endarrowlength="short"/>
              </v:line>
              <v:line id="_x0000_s2581" style="position:absolute;rotation:-90" from="9174,3631" to="9174,4087" strokeweight="1.25pt">
                <v:stroke endarrowwidth="narrow" endarrowlength="short"/>
              </v:line>
              <v:rect id="_x0000_s2582" style="position:absolute;left:8317;top:3734;width:628;height:239" filled="f" strokeweight="1.25pt"/>
              <v:line id="_x0000_s2583" style="position:absolute;rotation:90" from="5927,2662" to="6611,2662" strokeweight="1.25pt">
                <v:stroke endarrowwidth="narrow" endarrowlength="short"/>
              </v:line>
              <v:line id="_x0000_s2584" style="position:absolute;rotation:180" from="6265,2319" to="7177,2320" strokeweight="1.25pt">
                <v:stroke endarrowwidth="narrow" endarrowlength="short"/>
              </v:line>
              <v:line id="_x0000_s2585" style="position:absolute" from="7181,1579" to="7181,2776" strokeweight="1.25pt"/>
              <v:line id="_x0000_s2586" style="position:absolute;rotation:-90;flip:x" from="5899,3488" to="6640,3489" strokeweight="1.25pt">
                <v:stroke endarrow="open" endarrowlength="short"/>
              </v:line>
              <v:oval id="_x0000_s2587" style="position:absolute;left:5985;top:2803;width:568;height:570;rotation:-90" filled="f" strokeweight="1.25pt"/>
              <v:line id="_x0000_s2588" style="position:absolute;rotation:-90" from="6241,3002" to="6299,3003" strokeweight="1.25pt">
                <v:stroke endarrow="open" endarrowlength="short"/>
              </v:line>
              <v:oval id="_x0000_s2589" style="position:absolute;left:8492;top:1294;width:568;height:570;rotation:180" filled="f" strokeweight="1.25pt"/>
              <v:line id="_x0000_s2590" style="position:absolute" from="9404,1579" to="9404,2776" strokeweight="1.25pt"/>
              <v:group id="_x0000_s2591" style="position:absolute;left:8435;top:2035;width:570;height:570" coordorigin="3363,8436" coordsize="570,570">
                <v:oval id="_x0000_s2592" style="position:absolute;left:3363;top:8436;width:570;height:570" filled="f" strokeweight="1.25pt"/>
                <v:shape id="_x0000_s2593" type="#_x0000_t202" style="position:absolute;left:3420;top:8550;width:456;height:399" filled="f" stroked="f" strokeweight="1.25pt">
                  <v:textbox>
                    <w:txbxContent>
                      <w:p w:rsidR="009E23C5" w:rsidRDefault="009E23C5" w:rsidP="00AC3A92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</v:group>
              <v:line id="_x0000_s2594" style="position:absolute;rotation:-90" from="8236,2120" to="8236,2519" strokeweight="1.25pt"/>
              <v:rect id="_x0000_s2595" style="position:absolute;left:5415;top:2850;width:685;height:444;flip:y" filled="f" stroked="f" strokeweight="1.25pt">
                <v:textbox style="mso-next-textbox:#_x0000_s2595" inset="1pt,1pt,1pt,1pt">
                  <w:txbxContent>
                    <w:p w:rsidR="009E23C5" w:rsidRDefault="009E23C5" w:rsidP="00AC3A9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2596" style="position:absolute;left:6668;top:2947;width:513;height:513;flip:y" filled="f" stroked="f" strokeweight="1.25pt">
                <v:textbox style="mso-next-textbox:#_x0000_s2596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2597" style="position:absolute;left:7523;top:1807;width:455;height:400;flip:y" filled="f" stroked="f" strokeweight="1.25pt">
                <v:textbox style="mso-next-textbox:#_x0000_s2597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2598" style="position:absolute;left:8492;top:3403;width:570;height:400;flip:y" filled="f" stroked="f" strokeweight="1.25pt">
                <v:textbox style="mso-next-textbox:#_x0000_s2598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rect id="_x0000_s2599" style="position:absolute;left:7751;top:1066;width:628;height:400;flip:y" filled="f" stroked="f" strokeweight="1.25pt">
                <v:textbox style="mso-next-textbox:#_x0000_s2599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2600" style="position:absolute;left:8891;top:2833;width:628;height:400;flip:y" filled="f" stroked="f" strokeweight="1.25pt">
                <v:textbox style="mso-next-textbox:#_x0000_s2600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</w:p>
                  </w:txbxContent>
                </v:textbox>
              </v:rect>
              <v:rect id="_x0000_s2601" style="position:absolute;left:8264;top:1009;width:628;height:360;flip:y" filled="f" stroked="f" strokeweight="1.25pt">
                <v:textbox style="mso-next-textbox:#_x0000_s2601" inset="1pt,1pt,1pt,1pt">
                  <w:txbxContent>
                    <w:p w:rsidR="009E23C5" w:rsidRPr="00F761F4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line id="_x0000_s2602" style="position:absolute;rotation:90;flip:x" from="7068,3973" to="7296,3973" strokeweight="1.25pt">
                <v:stroke endarrowwidth="narrow" endarrowlength="short"/>
              </v:line>
              <v:line id="_x0000_s2603" style="position:absolute;flip:x" from="7011,4087" to="7353,4087" strokeweight="2.5pt">
                <v:stroke endarrowwidth="narrow" endarrowlength="short"/>
              </v:line>
              <v:line id="_x0000_s2604" style="position:absolute;rotation:-90;flip:x" from="7715,3724" to="7716,3996" strokeweight="1.25pt">
                <v:stroke endarrow="block" endarrowwidth="wide"/>
              </v:line>
              <v:group id="_x0000_s2605" style="position:absolute;left:8321;top:1921;width:114;height:228" coordorigin="6954,3876" coordsize="741,969">
                <v:line id="_x0000_s2606" style="position:absolute;rotation:-90;flip:x" from="7325,4564" to="7325,4975"/>
                <v:group id="_x0000_s2607" style="position:absolute;left:6954;top:3876;width:741;height:969" coordorigin="4266,11962" coordsize="575,853">
                  <v:line id="_x0000_s2608" style="position:absolute;rotation:-90;flip:y" from="4009,12559" to="4522,12559"/>
                  <v:shape id="_x0000_s2609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2610" style="position:absolute;rotation:-90;flip:y" from="4579,12559" to="5092,12559"/>
                </v:group>
              </v:group>
              <v:rect id="_x0000_s2611" style="position:absolute;left:7523;top:3175;width:628;height:360;flip:y" filled="f" stroked="f" strokeweight="1.25pt">
                <v:textbox style="mso-next-textbox:#_x0000_s2611" inset="1pt,1pt,1pt,1pt">
                  <w:txbxContent>
                    <w:p w:rsidR="009E23C5" w:rsidRPr="00F761F4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line id="_x0000_s2612" style="position:absolute;rotation:-90;flip:x" from="8798,1444" to="8799,1716" strokeweight="1.25pt">
                <v:stroke endarrow="block" endarrowwidth="wide"/>
              </v:line>
            </v:group>
            <v:rect id="_x0000_s2613" style="position:absolute;left:8949;top:4617;width:399;height:342" filled="f" stroked="f" strokeweight="1.25pt">
              <v:textbox style="mso-next-textbox:#_x0000_s2613" inset="1pt,1pt,1pt,1pt">
                <w:txbxContent>
                  <w:p w:rsidR="009E23C5" w:rsidRPr="00E15443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2614" type="#_x0000_t202" style="position:absolute;left:7809;top:4617;width:399;height:342" filled="f" stroked="f" strokeweight="1.25pt">
              <v:textbox style="mso-next-textbox:#_x0000_s2614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2615" type="#_x0000_t202" style="position:absolute;left:1596;top:5187;width:3363;height:2508" stroked="f">
              <v:textbox>
                <w:txbxContent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симметричного трёхфазного генератора</w:t>
                    </w:r>
                    <w:r>
                      <w:t>:</w:t>
                    </w:r>
                  </w:p>
                  <w:p w:rsidR="009E23C5" w:rsidRPr="00696D40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  <w:r w:rsidRPr="00696D40">
                      <w:rPr>
                        <w:sz w:val="24"/>
                        <w:lang w:val="en-US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696D40">
                      <w:rPr>
                        <w:sz w:val="24"/>
                        <w:lang w:val="en-US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696D40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50</w:t>
                    </w:r>
                    <w:r w:rsidRPr="00696D40">
                      <w:rPr>
                        <w:sz w:val="24"/>
                        <w:lang w:val="en-US"/>
                      </w:rPr>
                      <w:t xml:space="preserve">.9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96D40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696D40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50</w:t>
                    </w:r>
                    <w:r w:rsidRPr="00696D40">
                      <w:rPr>
                        <w:sz w:val="24"/>
                        <w:lang w:val="en-US"/>
                      </w:rPr>
                      <w:t>.9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− 120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50.9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+ 120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Default="009E23C5" w:rsidP="00AC3A92">
                    <w:pPr>
                      <w:jc w:val="both"/>
                      <w:rPr>
                        <w:lang w:val="fr-FR"/>
                      </w:rPr>
                    </w:pPr>
                    <w:r w:rsidRPr="00510963">
                      <w:rPr>
                        <w:lang w:val="es-ES"/>
                      </w:rPr>
                      <w:t xml:space="preserve">f=50 </w:t>
                    </w:r>
                    <w:r>
                      <w:t>Гц</w:t>
                    </w:r>
                    <w:r w:rsidRPr="00510963">
                      <w:rPr>
                        <w:lang w:val="es-ES"/>
                      </w:rPr>
                      <w:t>,</w:t>
                    </w:r>
                  </w:p>
                  <w:p w:rsidR="009E23C5" w:rsidRPr="00617C9A" w:rsidRDefault="009E23C5" w:rsidP="00AC3A92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</w:t>
                    </w:r>
                    <w:r w:rsidRPr="00617C9A">
                      <w:rPr>
                        <w:sz w:val="24"/>
                      </w:rPr>
                      <w:t xml:space="preserve">0 </w:t>
                    </w:r>
                    <w:r>
                      <w:rPr>
                        <w:sz w:val="24"/>
                      </w:rPr>
                      <w:t>мкФ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</w:p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</w:t>
                    </w:r>
                    <w:r w:rsidRPr="00944B34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>3 Гн.</w:t>
                    </w:r>
                  </w:p>
                </w:txbxContent>
              </v:textbox>
            </v:shape>
            <v:shape id="_x0000_s2616" type="#_x0000_t202" style="position:absolute;left:1938;top:8624;width:3306;height:2280" stroked="f">
              <v:textbox style="mso-next-textbox:#_x0000_s2616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=100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=100 Ом, 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=400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1</w:t>
                    </w:r>
                    <w:r w:rsidRPr="00617C9A">
                      <w:rPr>
                        <w:sz w:val="24"/>
                      </w:rPr>
                      <w:t xml:space="preserve">0 </w:t>
                    </w:r>
                    <w:r>
                      <w:rPr>
                        <w:sz w:val="24"/>
                      </w:rPr>
                      <w:t>мкФ.</w:t>
                    </w:r>
                  </w:p>
                  <w:p w:rsidR="009E23C5" w:rsidRDefault="009E23C5" w:rsidP="00AC3A92"/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  <w:p w:rsidR="009E23C5" w:rsidRDefault="009E23C5" w:rsidP="00AC3A92"/>
                </w:txbxContent>
              </v:textbox>
            </v:shape>
            <v:group id="_x0000_s2617" style="position:absolute;left:6042;top:8396;width:4104;height:2280" coordorigin="6042,8265" coordsize="4104,2280">
              <v:rect id="_x0000_s2618" style="position:absolute;left:9576;top:9462;width:570;height:456" filled="f" stroked="f" strokeweight="1.25pt">
                <v:textbox style="mso-next-textbox:#_x0000_s2618" inset="1pt,1pt,1pt,1pt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u</w:t>
                      </w:r>
                      <w:r w:rsidRPr="00721C6F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2619" style="position:absolute" from="9462,9291" to="9462,10089">
                <v:stroke endarrow="block"/>
              </v:line>
              <v:line id="_x0000_s2620" style="position:absolute;flip:y" from="8835,9006" to="8949,9006" strokeweight="1.25pt"/>
              <v:line id="_x0000_s2621" style="position:absolute" from="8150,8778" to="8151,9576" strokeweight="1.25pt">
                <v:stroke startarrow="oval" startarrowwidth="narrow" startarrowlength="short"/>
              </v:line>
              <v:rect id="_x0000_s2622" style="position:absolute;left:8379;top:9690;width:399;height:342" filled="f" stroked="f" strokeweight="1.25pt">
                <v:textbox style="mso-next-textbox:#_x0000_s2622" inset="1pt,1pt,1pt,1pt">
                  <w:txbxContent>
                    <w:p w:rsidR="009E23C5" w:rsidRPr="00721C6F" w:rsidRDefault="009E23C5" w:rsidP="00AC3A92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2623" style="position:absolute;left:8578;top:9776;width:627;height:228;rotation:-90" strokeweight="1.25pt"/>
              <v:line id="_x0000_s2624" style="position:absolute" from="8892,10203" to="8892,10545" strokeweight="1.25pt">
                <v:stroke endarrow="oval" endarrowwidth="narrow" endarrowlength="short"/>
              </v:line>
              <v:line id="_x0000_s2625" style="position:absolute;flip:x y" from="8949,9177" to="9177,9291" strokeweight="1.25pt">
                <v:stroke endarrow="block"/>
              </v:line>
              <v:rect id="_x0000_s2626" style="position:absolute;left:7296;top:8265;width:399;height:342" filled="f" stroked="f" strokeweight="1.25pt">
                <v:textbox style="mso-next-textbox:#_x0000_s2626" inset="1pt,1pt,1pt,1pt">
                  <w:txbxContent>
                    <w:p w:rsidR="009E23C5" w:rsidRDefault="009E23C5" w:rsidP="00AC3A92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2627" style="position:absolute" from="7809,8778" to="9462,8778" strokeweight="1.25pt">
                <v:stroke endarrow="oval" endarrowwidth="narrow" endarrowlength="short"/>
              </v:line>
              <v:line id="_x0000_s2628" style="position:absolute;flip:y" from="6669,8778" to="6669,10545" strokeweight="1.25pt"/>
              <v:rect id="_x0000_s2629" style="position:absolute;left:6042;top:9519;width:343;height:456" filled="f" stroked="f" strokeweight="1.25pt">
                <v:textbox style="mso-next-textbox:#_x0000_s2629" inset="1pt,1pt,1pt,1pt">
                  <w:txbxContent>
                    <w:p w:rsidR="009E23C5" w:rsidRPr="00AD4532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Е</w:t>
                      </w:r>
                    </w:p>
                  </w:txbxContent>
                </v:textbox>
              </v:rect>
              <v:rect id="_x0000_s2630" style="position:absolute;left:8436;top:9006;width:342;height:340" filled="f" stroked="f" strokeweight="1.25pt">
                <v:textbox style="mso-next-textbox:#_x0000_s2630" inset="1pt,1pt,1pt,1pt">
                  <w:txbxContent>
                    <w:p w:rsidR="009E23C5" w:rsidRDefault="009E23C5" w:rsidP="00AC3A92">
                      <w:r>
                        <w:t>Кл</w:t>
                      </w:r>
                    </w:p>
                  </w:txbxContent>
                </v:textbox>
              </v:rect>
              <v:line id="_x0000_s2631" style="position:absolute;flip:x" from="8892,9291" to="8892,9576" strokeweight="1.25pt">
                <v:stroke startarrow="oval" startarrowwidth="narrow" startarrowlength="short"/>
              </v:line>
              <v:line id="_x0000_s2632" style="position:absolute;flip:y" from="8838,8778" to="8838,9006" strokeweight="1.25pt">
                <v:stroke endarrow="oval" endarrowwidth="narrow" endarrowlength="short"/>
              </v:line>
              <v:line id="_x0000_s2633" style="position:absolute" from="6669,8778" to="7182,8778" strokeweight="1.25pt"/>
              <v:line id="_x0000_s2634" style="position:absolute;flip:y" from="8892,9006" to="9063,9291" strokeweight="1.25pt">
                <v:stroke startarrow="oval" startarrowwidth="narrow" startarrowlength="short"/>
              </v:line>
              <v:group id="_x0000_s2635" style="position:absolute;left:6384;top:9405;width:570;height:568" coordorigin="3135,9519" coordsize="570,568">
                <v:line id="_x0000_s2636" style="position:absolute;flip:y" from="3420,9690" to="3420,9918" strokeweight="1.25pt">
                  <v:stroke endarrow="block" endarrowwidth="wide"/>
                </v:line>
                <v:oval id="_x0000_s2637" style="position:absolute;left:3136;top:9518;width:568;height:570;rotation:270" filled="f" strokeweight="1.25pt"/>
              </v:group>
              <v:line id="_x0000_s2638" style="position:absolute" from="6669,10545" to="9462,10545" strokeweight="1.25pt">
                <v:stroke startarrowwidth="narrow" startarrowlength="short" endarrow="oval" endarrowwidth="narrow" endarrowlength="short"/>
              </v:line>
              <v:line id="_x0000_s2639" style="position:absolute;flip:x" from="8150,9690" to="8151,10545" strokeweight="1.25pt">
                <v:stroke endarrow="oval" endarrowwidth="narrow" endarrowlength="short"/>
              </v:line>
              <v:rect id="_x0000_s2640" style="position:absolute;left:7182;top:8664;width:627;height:228;rotation:-180" strokeweight="1.25pt"/>
              <v:group id="_x0000_s2641" style="position:absolute;left:7923;top:9576;width:456;height:115" coordorigin="5895,9531" coordsize="456,115">
                <v:line id="_x0000_s2642" style="position:absolute;rotation:29520573fd;flip:x" from="6122,9418" to="6123,9874" strokeweight="2.5pt"/>
                <v:line id="_x0000_s2643" style="position:absolute;rotation:-29520573fd" from="6122,9304" to="6123,9760" strokeweight="2.5pt"/>
              </v:group>
            </v:group>
            <v:line id="_x0000_s2644" style="position:absolute" from="7410,12427" to="7809,12427" strokeweight="1.25pt"/>
            <v:line id="_x0000_s2645" style="position:absolute;rotation:17673122fd" from="9264,13191" to="10804,13194" strokeweight="1.25pt">
              <v:stroke startarrow="oval" startarrowwidth="narrow" startarrowlength="short"/>
            </v:line>
            <v:line id="_x0000_s2646" style="position:absolute;rotation:-90" from="8664,13681" to="8664,14479">
              <v:stroke endarrow="block"/>
            </v:line>
            <v:rect id="_x0000_s2647" style="position:absolute;left:9006;top:13339;width:627;height:228" strokeweight="1.25pt"/>
            <v:line id="_x0000_s2648" style="position:absolute" from="8436,12427" to="9063,12427" strokeweight="1.25pt"/>
            <v:line id="_x0000_s2649" style="position:absolute" from="9633,12427" to="10032,12427" strokeweight="1.25pt"/>
            <v:line id="_x0000_s2650" style="position:absolute;rotation:17673122fd" from="6613,13223" to="8209,13224" strokeweight="1.25pt">
              <v:stroke startarrow="oval" startarrowwidth="narrow" startarrowlength="short" endarrowwidth="narrow" endarrowlength="short"/>
            </v:line>
            <v:line id="_x0000_s2651" style="position:absolute" from="7410,13453" to="7752,13453" strokeweight="1.25pt">
              <v:stroke startarrow="oval" startarrowwidth="narrow" startarrowlength="short"/>
            </v:line>
            <v:line id="_x0000_s2652" style="position:absolute" from="8379,13453" to="9006,13453" strokeweight="1.25pt"/>
            <v:line id="_x0000_s2653" style="position:absolute" from="9633,13453" to="10032,13453" strokeweight="1.25pt">
              <v:stroke endarrow="oval" endarrowwidth="narrow" endarrowlength="short"/>
            </v:line>
            <v:line id="_x0000_s2654" style="position:absolute" from="8835,12655" to="8835,13225">
              <v:stroke endarrow="block"/>
            </v:line>
            <v:rect id="_x0000_s2655" style="position:absolute;left:7809;top:12313;width:627;height:228" strokeweight="1.25pt"/>
            <v:rect id="_x0000_s2656" style="position:absolute;left:9063;top:12313;width:627;height:228" strokeweight="1.25pt"/>
            <v:rect id="_x0000_s2657" style="position:absolute;left:7752;top:13339;width:627;height:228" strokeweight="1.25pt"/>
            <v:line id="_x0000_s2658" style="position:absolute" from="8721,12427" to="8721,12655" strokeweight="1.25pt">
              <v:stroke startarrow="oval" startarrowwidth="narrow" startarrowlength="short" endarrow="oval" endarrowwidth="narrow" endarrowlength="short"/>
            </v:line>
            <v:line id="_x0000_s2659" style="position:absolute" from="8721,13225" to="8721,13453" strokeweight="1.25pt">
              <v:stroke startarrow="oval" startarrowwidth="narrow" startarrowlength="short" endarrow="oval" endarrowwidth="narrow" endarrowlength="short"/>
            </v:line>
            <v:rect id="_x0000_s2660" style="position:absolute;left:8379;top:12769;width:513;height:400;rotation:-180;flip:x" filled="f" stroked="f" strokeweight="1.25pt">
              <v:textbox style="mso-next-textbox:#_x0000_s2660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2661" style="position:absolute;left:9291;top:11914;width:513;height:400;rotation:-180;flip:x" filled="f" stroked="f" strokeweight="1.25pt">
              <v:textbox style="mso-next-textbox:#_x0000_s2661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2662" style="position:absolute;left:8037;top:11857;width:513;height:400;rotation:-180;flip:x" filled="f" stroked="f" strokeweight="1.25pt">
              <v:textbox style="mso-next-textbox:#_x0000_s2662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lang w:val="en-US"/>
                      </w:rPr>
                      <w:t>HC</w:t>
                    </w:r>
                  </w:p>
                </w:txbxContent>
              </v:textbox>
            </v:rect>
            <v:rect id="_x0000_s2663" style="position:absolute;left:7866;top:12940;width:513;height:400;rotation:-180;flip:x" filled="f" stroked="f" strokeweight="1.25pt">
              <v:textbox style="mso-next-textbox:#_x0000_s2663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2664" style="position:absolute;left:8436;top:13681;width:513;height:400;rotation:-180;flip:x" filled="f" stroked="f" strokeweight="1.25pt">
              <v:textbox style="mso-next-textbox:#_x0000_s2664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2665" type="#_x0000_t202" style="position:absolute;left:1653;top:11930;width:4104;height:1026" stroked="f">
              <v:textbox style="mso-next-textbox:#_x0000_s2665">
                <w:txbxContent>
                  <w:p w:rsidR="009E23C5" w:rsidRPr="00F4190A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24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F4190A">
                      <w:rPr>
                        <w:sz w:val="24"/>
                      </w:rPr>
                      <w:t>=1</w:t>
                    </w:r>
                    <w:r>
                      <w:rPr>
                        <w:sz w:val="24"/>
                      </w:rPr>
                      <w:t>.2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кОм</w:t>
                    </w:r>
                    <w:r w:rsidRPr="00F4190A">
                      <w:rPr>
                        <w:sz w:val="24"/>
                      </w:rPr>
                      <w:t>,</w:t>
                    </w:r>
                  </w:p>
                  <w:p w:rsidR="009E23C5" w:rsidRPr="00F4190A" w:rsidRDefault="009E23C5" w:rsidP="00AC3A92">
                    <w:pPr>
                      <w:jc w:val="center"/>
                      <w:rPr>
                        <w:sz w:val="24"/>
                      </w:rPr>
                    </w:pPr>
                  </w:p>
                  <w:p w:rsidR="009E23C5" w:rsidRDefault="009E23C5" w:rsidP="00AC3A92">
                    <w:pPr>
                      <w:jc w:val="center"/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2666" type="#_x0000_t202" style="position:absolute;left:1824;top:13168;width:4674;height:399" stroked="f">
              <v:textbox style="mso-next-textbox:#_x0000_s2666">
                <w:txbxContent>
                  <w:p w:rsidR="009E23C5" w:rsidRDefault="009E23C5" w:rsidP="00AC3A92">
                    <w:pPr>
                      <w:rPr>
                        <w:sz w:val="16"/>
                      </w:rPr>
                    </w:pPr>
                    <w:r>
                      <w:t xml:space="preserve">Характеристика нелинейного сопротивления </w:t>
                    </w:r>
                    <w:r>
                      <w:rPr>
                        <w:lang w:val="en-US"/>
                      </w:rPr>
                      <w:t>HC</w:t>
                    </w:r>
                  </w:p>
                </w:txbxContent>
              </v:textbox>
            </v:shape>
            <v:shape id="_x0000_s2667" type="#_x0000_t202" style="position:absolute;left:1767;top:13567;width:4446;height:969" stroked="f">
              <v:textbox style="mso-next-textbox:#_x0000_s2667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634"/>
                      <w:gridCol w:w="500"/>
                      <w:gridCol w:w="590"/>
                      <w:gridCol w:w="591"/>
                      <w:gridCol w:w="591"/>
                      <w:gridCol w:w="590"/>
                      <w:gridCol w:w="591"/>
                    </w:tblGrid>
                    <w:tr w:rsidR="009E23C5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30"/>
                      </w:trPr>
                      <w:tc>
                        <w:tcPr>
                          <w:tcW w:w="63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НС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В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15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18</w:t>
                          </w:r>
                        </w:p>
                      </w:tc>
                    </w:tr>
                    <w:tr w:rsidR="009E23C5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00"/>
                      </w:trPr>
                      <w:tc>
                        <w:tcPr>
                          <w:tcW w:w="634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НС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t>мА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1.4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1.8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2.14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7A0D15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2.7</w:t>
                          </w:r>
                        </w:p>
                      </w:tc>
                    </w:tr>
                  </w:tbl>
                  <w:p w:rsidR="009E23C5" w:rsidRPr="0036291B" w:rsidRDefault="009E23C5" w:rsidP="00AC3A92"/>
                </w:txbxContent>
              </v:textbox>
            </v:shape>
            <v:line id="_x0000_s2668" style="position:absolute;flip:y" from="7923,12199" to="8208,12655"/>
            <v:line id="_x0000_s2669" style="position:absolute;flip:y" from="8208,12199" to="8379,12199"/>
            <v:rect id="_x0000_s2670" style="position:absolute;left:9291;top:12955;width:513;height:400;rotation:-180;flip:x" filled="f" stroked="f" strokeweight="1.25pt">
              <v:textbox style="mso-next-textbox:#_x0000_s2670" inset="1pt,1pt,1pt,1pt">
                <w:txbxContent>
                  <w:p w:rsidR="009E23C5" w:rsidRPr="00CB4589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rect>
            <v:group id="_x0000_s2671" style="position:absolute;left:5586;top:4902;width:4446;height:2907" coordorigin="5586,4902" coordsize="4446,2907">
              <v:line id="_x0000_s2672" style="position:absolute;flip:y" from="8835,5985" to="9633,5985" strokeweight="1.25pt">
                <v:stroke endarrow="oval" endarrowwidth="narrow" endarrowlength="short"/>
              </v:line>
              <v:line id="_x0000_s2673" style="position:absolute" from="7866,6954" to="8892,6954" strokeweight="1.25pt"/>
              <v:line id="_x0000_s2674" style="position:absolute;rotation:-90" from="9519,4902" to="9519,5130" strokeweight="1.25pt">
                <v:stroke endarrowwidth="narrow" endarrowlength="short"/>
              </v:line>
              <v:line id="_x0000_s2675" style="position:absolute;rotation:-90" from="6213,5871" to="6555,6441" strokeweight="1.25pt">
                <v:stroke endarrowwidth="narrow" endarrowlength="short"/>
              </v:line>
              <v:line id="_x0000_s2676" style="position:absolute" from="6099,6327" to="6099,7581" strokeweight="1.25pt">
                <v:stroke endarrowwidth="narrow" endarrowlength="short"/>
              </v:line>
              <v:line id="_x0000_s2677" style="position:absolute" from="9861,5985" to="9861,7581" strokeweight="1.25pt">
                <v:stroke endarrowwidth="narrow" endarrowlength="short"/>
              </v:line>
              <v:line id="_x0000_s2678" style="position:absolute" from="9633,5016" to="9633,6954" strokeweight="1.25pt">
                <v:stroke endarrowwidth="narrow" endarrowlength="short"/>
              </v:line>
              <v:group id="_x0000_s2679" style="position:absolute;left:8721;top:4902;width:684;height:114" coordorigin="2795,7200" coordsize="684,114">
                <v:shape id="_x0000_s2680" type="#_x0000_t19" style="position:absolute;left:2795;top:7200;width:114;height:114;rotation:-270;flip:x y" strokeweight="1.25pt"/>
                <v:shape id="_x0000_s2681" type="#_x0000_t19" style="position:absolute;left:2909;top:7200;width:114;height:114;rotation:270;flip:x" strokeweight="1.25pt"/>
                <v:shape id="_x0000_s2682" type="#_x0000_t19" style="position:absolute;left:3251;top:7200;width:114;height:114;rotation:-270;flip:x y" strokeweight="1.25pt"/>
                <v:shape id="_x0000_s2683" type="#_x0000_t19" style="position:absolute;left:3365;top:7200;width:114;height:114;rotation:270;flip:x" strokeweight="1.25pt"/>
                <v:shape id="_x0000_s2684" type="#_x0000_t19" style="position:absolute;left:3023;top:7200;width:114;height:114;rotation:-270;flip:x y" strokeweight="1.25pt"/>
                <v:shape id="_x0000_s2685" type="#_x0000_t19" style="position:absolute;left:3137;top:7200;width:114;height:114;rotation:270;flip:x" strokeweight="1.25pt"/>
              </v:group>
              <v:rect id="_x0000_s2686" style="position:absolute;left:8436;top:7125;width:399;height:342" filled="f" stroked="f" strokeweight="1.25pt">
                <v:textbox style="mso-next-textbox:#_x0000_s2686" inset="1pt,1pt,1pt,1pt">
                  <w:txbxContent>
                    <w:p w:rsidR="009E23C5" w:rsidRDefault="009E23C5" w:rsidP="00AC3A92">
                      <w:r>
                        <w:rPr>
                          <w:sz w:val="24"/>
                          <w:lang w:val="en-US"/>
                        </w:rPr>
                        <w:t>R</w:t>
                      </w:r>
                    </w:p>
                  </w:txbxContent>
                </v:textbox>
              </v:rect>
              <v:rect id="_x0000_s2687" style="position:absolute;left:8379;top:7467;width:627;height:228" filled="f" strokeweight="1.25pt"/>
              <v:group id="_x0000_s2688" style="position:absolute;left:8892;top:6726;width:114;height:456" coordorigin="6270,13509" coordsize="114,456">
                <v:line id="_x0000_s2689" style="position:absolute;flip:x" from="6270,13509" to="6270,13965" strokeweight="2.5pt"/>
                <v:line id="_x0000_s2690" style="position:absolute" from="6384,13509" to="6384,13965" strokeweight="2.5pt"/>
              </v:group>
              <v:rect id="_x0000_s2691" style="position:absolute;left:8835;top:6384;width:399;height:342" filled="f" stroked="f" strokeweight="1.25pt">
                <v:textbox style="mso-next-textbox:#_x0000_s2691" inset="1pt,1pt,1pt,1pt">
                  <w:txbxContent>
                    <w:p w:rsidR="009E23C5" w:rsidRDefault="009E23C5" w:rsidP="00AC3A92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  <v:shape id="_x0000_s2692" type="#_x0000_t202" style="position:absolute;left:8379;top:5757;width:570;height:456" filled="f" stroked="f" strokeweight="1.25pt">
                <v:textbox>
                  <w:txbxContent>
                    <w:p w:rsidR="009E23C5" w:rsidRPr="00785D1C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785D1C">
                        <w:rPr>
                          <w:sz w:val="24"/>
                          <w:szCs w:val="24"/>
                          <w:lang w:val="en-US"/>
                        </w:rPr>
                        <w:t>A</w:t>
                      </w:r>
                      <w:r w:rsidRPr="00785D1C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2693" style="position:absolute;rotation:-90" from="9320,6639" to="9320,7266" strokeweight="1.25pt">
                <v:stroke endarrowwidth="narrow" endarrowlength="short"/>
              </v:line>
              <v:line id="_x0000_s2694" style="position:absolute;rotation:-90" from="8294,4588" to="8294,5443" strokeweight="1.25pt">
                <v:stroke endarrowwidth="narrow" endarrowlength="short"/>
              </v:line>
              <v:line id="_x0000_s2695" style="position:absolute;rotation:-90" from="9776,5899" to="9776,6070" strokeweight="1.25pt">
                <v:stroke endarrowwidth="narrow" endarrowlength="short"/>
              </v:line>
              <v:line id="_x0000_s2696" style="position:absolute;rotation:-90" from="9434,7153" to="9434,8008" strokeweight="1.25pt">
                <v:stroke endarrowwidth="narrow" endarrowlength="short"/>
              </v:line>
              <v:line id="_x0000_s2697" style="position:absolute" from="6669,6327" to="6669,6669" strokeweight="1pt">
                <v:stroke endarrow="block" endarrowwidth="wide"/>
              </v:line>
              <v:shape id="_x0000_s2698" type="#_x0000_t202" style="position:absolute;left:7467;top:5323;width:741;height:491" filled="f" stroked="f" strokeweight="1.25pt">
                <v:textbox style="mso-next-textbox:#_x0000_s2698">
                  <w:txbxContent>
                    <w:p w:rsidR="009E23C5" w:rsidRPr="00AD4532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2699" style="position:absolute;flip:x" from="7695,5757" to="7695,6954" strokeweight=".5pt">
                <v:stroke endarrow="oval" endarrowwidth="narrow" endarrowlength="short"/>
              </v:line>
              <v:group id="_x0000_s2700" style="position:absolute;left:7695;top:7239;width:114;height:228" coordorigin="6840,6555" coordsize="171,285">
                <v:line id="_x0000_s2701" style="position:absolute;rotation:-90;flip:x" from="6754,6698" to="7039,6698"/>
                <v:line id="_x0000_s2702" style="position:absolute;rotation:-90" from="6903,6518" to="6948,6689">
                  <v:stroke endarrow="oval" endarrowwidth="narrow" endarrowlength="short"/>
                </v:line>
                <v:line id="_x0000_s2703" style="position:absolute;rotation:-90;flip:y" from="6903,6706" to="6948,6877">
                  <v:stroke endarrow="oval" endarrowwidth="narrow" endarrowlength="short"/>
                </v:line>
                <v:group id="_x0000_s2704" style="position:absolute;left:6840;top:6626;width:120;height:143" coordorigin="9681,14354" coordsize="399,912">
                  <v:line id="_x0000_s2705" style="position:absolute;rotation:-90;flip:y" from="9767,14724" to="9995,15123"/>
                  <v:line id="_x0000_s2706" style="position:absolute;rotation:-90;flip:y" from="9767,14268" to="9995,14667"/>
                  <v:line id="_x0000_s2707" style="position:absolute;rotation:-90" from="9767,14496" to="9995,14895"/>
                  <v:line id="_x0000_s2708" style="position:absolute;rotation:-90" from="9767,14952" to="9995,15351"/>
                </v:group>
              </v:group>
              <v:line id="_x0000_s2709" style="position:absolute;flip:x y" from="7695,5016" to="7695,5301" strokeweight=".5pt">
                <v:stroke endarrow="oval" endarrowwidth="narrow" endarrowlength="short"/>
              </v:line>
              <v:line id="_x0000_s2710" style="position:absolute;rotation:-90;flip:x y" from="7264,5387" to="7267,6587" strokeweight="1.25pt">
                <v:stroke startarrow="oval" startarrowwidth="narrow" startarrowlength="short" endarrow="oval" endarrowwidth="narrow" endarrowlength="short"/>
              </v:line>
              <v:oval id="_x0000_s2711" style="position:absolute;left:6843;top:5757;width:456;height:456;rotation:37016fd" filled="f" strokeweight="1.25pt"/>
              <v:rect id="_x0000_s2712" style="position:absolute;left:6954;top:6384;width:570;height:399" filled="f" stroked="f" strokeweight="1.25pt">
                <v:textbox style="mso-next-textbox:#_x0000_s2712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2713" style="position:absolute;rotation:-90;flip:x" from="5700,5985" to="7638,5985" strokeweight="1.25pt"/>
              <v:line id="_x0000_s2714" style="position:absolute" from="6669,5016" to="7866,5016" strokeweight="1.25pt">
                <v:stroke endarrow="oval" endarrowwidth="narrow" endarrowlength="short"/>
              </v:line>
              <v:line id="_x0000_s2715" style="position:absolute;flip:y" from="6672,6954" to="7866,6957" strokeweight="1.25pt">
                <v:stroke endarrow="oval" endarrowwidth="narrow" endarrowlength="short"/>
              </v:line>
              <v:line id="_x0000_s2716" style="position:absolute;flip:y" from="7866,5985" to="8379,5985" strokeweight="1.25pt"/>
              <v:oval id="_x0000_s2717" style="position:absolute;left:6444;top:6327;width:456;height:456;rotation:90" filled="f" strokeweight="1.25pt"/>
              <v:oval id="_x0000_s2718" style="position:absolute;left:6441;top:5187;width:456;height:456;rotation:-90" filled="f" strokeweight="1.25pt"/>
              <v:line id="_x0000_s2719" style="position:absolute;rotation:-90;flip:y" from="6641,7039" to="6641,8122" strokeweight="1.25pt">
                <v:stroke endarrowwidth="narrow" endarrowlength="short"/>
              </v:line>
              <v:shape id="_x0000_s2720" type="#_x0000_t202" style="position:absolute;left:7182;top:7356;width:627;height:396" filled="f" stroked="f" strokeweight="1.25pt">
                <v:textbox>
                  <w:txbxContent>
                    <w:p w:rsidR="009E23C5" w:rsidRPr="00F97238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F97238">
                        <w:rPr>
                          <w:sz w:val="24"/>
                          <w:szCs w:val="24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2721" style="position:absolute;rotation:-90;flip:y" from="8009,7210" to="8009,7951" strokeweight="1.25pt">
                <v:stroke endarrowwidth="narrow" endarrowlength="short"/>
              </v:line>
              <v:shape id="_x0000_s2722" type="#_x0000_t202" style="position:absolute;left:7752;top:6555;width:399;height:342" filled="f" stroked="f" strokeweight="1.25pt">
                <v:textbox style="mso-next-textbox:#_x0000_s2722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2723" type="#_x0000_t202" style="position:absolute;left:7752;top:6042;width:399;height:342" filled="f" stroked="f" strokeweight="1.25pt">
                <v:textbox style="mso-next-textbox:#_x0000_s2723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rect id="_x0000_s2724" style="position:absolute;left:6897;top:5415;width:570;height:342" filled="f" stroked="f" strokeweight="1.25pt">
                <v:textbox style="mso-next-textbox:#_x0000_s2724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B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2725" style="position:absolute;left:6897;top:5016;width:513;height:342" filled="f" stroked="f" strokeweight="1.25pt">
                <v:textbox style="mso-next-textbox:#_x0000_s2725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2726" style="position:absolute" from="5814,5985" to="6669,5985" strokeweight=".5pt"/>
              <v:line id="_x0000_s2727" style="position:absolute;flip:y" from="6897,5985" to="7182,5985" strokeweight="1pt">
                <v:stroke endarrow="block" endarrowwidth="wide"/>
              </v:line>
              <v:line id="_x0000_s2728" style="position:absolute;flip:y" from="6669,5301" to="6669,5529" strokeweight="1pt">
                <v:stroke endarrow="block" endarrowwidth="wide"/>
              </v:line>
              <v:oval id="_x0000_s2729" style="position:absolute;left:7467;top:5301;width:456;height:456;rotation:37016fd" filled="f" strokeweight="1.25pt"/>
              <v:group id="_x0000_s2730" style="position:absolute;left:7923;top:5073;width:114;height:228" coordorigin="6840,6555" coordsize="171,285">
                <v:line id="_x0000_s2731" style="position:absolute;rotation:-90;flip:x" from="6754,6698" to="7039,6698"/>
                <v:line id="_x0000_s2732" style="position:absolute;rotation:-90" from="6903,6518" to="6948,6689">
                  <v:stroke endarrow="oval" endarrowwidth="narrow" endarrowlength="short"/>
                </v:line>
                <v:line id="_x0000_s2733" style="position:absolute;rotation:-90;flip:y" from="6903,6706" to="6948,6877">
                  <v:stroke endarrow="oval" endarrowwidth="narrow" endarrowlength="short"/>
                </v:line>
                <v:group id="_x0000_s2734" style="position:absolute;left:6840;top:6626;width:120;height:143" coordorigin="9681,14354" coordsize="399,912">
                  <v:line id="_x0000_s2735" style="position:absolute;rotation:-90;flip:y" from="9767,14724" to="9995,15123"/>
                  <v:line id="_x0000_s2736" style="position:absolute;rotation:-90;flip:y" from="9767,14268" to="9995,14667"/>
                  <v:line id="_x0000_s2737" style="position:absolute;rotation:-90" from="9767,14496" to="9995,14895"/>
                  <v:line id="_x0000_s2738" style="position:absolute;rotation:-90" from="9767,14952" to="9995,15351"/>
                </v:group>
              </v:group>
              <v:oval id="_x0000_s2739" style="position:absolute;left:7182;top:7353;width:456;height:456;rotation:37016fd" filled="f" strokeweight="1.25pt"/>
              <v:shape id="_x0000_s2740" type="#_x0000_t202" style="position:absolute;left:5586;top:5323;width:627;height:491" filled="f" stroked="f" strokeweight="1.25pt">
                <v:textbox style="mso-next-textbox:#_x0000_s2740">
                  <w:txbxContent>
                    <w:p w:rsidR="009E23C5" w:rsidRPr="00AD4532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2741" style="position:absolute;flip:x" from="5814,5757" to="5814,5985" strokeweight=".5pt">
                <v:stroke endarrowwidth="narrow" endarrowlength="short"/>
              </v:line>
              <v:group id="_x0000_s2742" style="position:absolute;left:6042;top:5073;width:114;height:228" coordorigin="6840,6555" coordsize="171,285">
                <v:line id="_x0000_s2743" style="position:absolute;rotation:-90;flip:x" from="6754,6698" to="7039,6698"/>
                <v:line id="_x0000_s2744" style="position:absolute;rotation:-90" from="6903,6518" to="6948,6689">
                  <v:stroke endarrow="oval" endarrowwidth="narrow" endarrowlength="short"/>
                </v:line>
                <v:line id="_x0000_s2745" style="position:absolute;rotation:-90;flip:y" from="6903,6706" to="6948,6877">
                  <v:stroke endarrow="oval" endarrowwidth="narrow" endarrowlength="short"/>
                </v:line>
                <v:group id="_x0000_s2746" style="position:absolute;left:6840;top:6626;width:120;height:143" coordorigin="9681,14354" coordsize="399,912">
                  <v:line id="_x0000_s2747" style="position:absolute;rotation:-90;flip:y" from="9767,14724" to="9995,15123"/>
                  <v:line id="_x0000_s2748" style="position:absolute;rotation:-90;flip:y" from="9767,14268" to="9995,14667"/>
                  <v:line id="_x0000_s2749" style="position:absolute;rotation:-90" from="9767,14496" to="9995,14895"/>
                  <v:line id="_x0000_s2750" style="position:absolute;rotation:-90" from="9767,14952" to="9995,15351"/>
                </v:group>
              </v:group>
              <v:line id="_x0000_s2751" style="position:absolute;flip:x y" from="5811,5016" to="5811,5301" strokeweight=".5pt">
                <v:stroke endarrowwidth="narrow" endarrowlength="short"/>
              </v:line>
              <v:oval id="_x0000_s2752" style="position:absolute;left:5586;top:5301;width:456;height:456;rotation:37016fd" filled="f" strokeweight="1.25pt"/>
              <v:line id="_x0000_s2753" style="position:absolute" from="5814,5016" to="6669,5016" strokeweight=".5pt">
                <v:stroke endarrow="oval" endarrowwidth="narrow" endarrowlength="short"/>
              </v:line>
              <v:oval id="_x0000_s2754" style="position:absolute;left:8379;top:5757;width:456;height:456;rotation:37016fd" filled="f" strokeweight="1.25pt"/>
              <v:rect id="_x0000_s2755" style="position:absolute;left:9689;top:5643;width:343;height:286" filled="f" stroked="f" strokeweight="1.25pt">
                <v:textbox style="mso-next-textbox:#_x0000_s2755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2756" style="position:absolute;left:6327;top:5643;width:343;height:286" filled="f" stroked="f" strokeweight="1.25pt">
                <v:textbox style="mso-next-textbox:#_x0000_s275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0</w:t>
                      </w:r>
                    </w:p>
                  </w:txbxContent>
                </v:textbox>
              </v:rect>
              <v:group id="_x0000_s2757" style="position:absolute;left:8949;top:5586;width:114;height:228" coordorigin="6840,6555" coordsize="171,285">
                <v:line id="_x0000_s2758" style="position:absolute;rotation:-90;flip:x" from="6754,6698" to="7039,6698"/>
                <v:line id="_x0000_s2759" style="position:absolute;rotation:-90" from="6903,6518" to="6948,6689">
                  <v:stroke endarrow="oval" endarrowwidth="narrow" endarrowlength="short"/>
                </v:line>
                <v:line id="_x0000_s2760" style="position:absolute;rotation:-90;flip:y" from="6903,6706" to="6948,6877">
                  <v:stroke endarrow="oval" endarrowwidth="narrow" endarrowlength="short"/>
                </v:line>
                <v:group id="_x0000_s2761" style="position:absolute;left:6840;top:6626;width:120;height:143" coordorigin="9681,14354" coordsize="399,912">
                  <v:line id="_x0000_s2762" style="position:absolute;rotation:-90;flip:y" from="9767,14724" to="9995,15123"/>
                  <v:line id="_x0000_s2763" style="position:absolute;rotation:-90;flip:y" from="9767,14268" to="9995,14667"/>
                  <v:line id="_x0000_s2764" style="position:absolute;rotation:-90" from="9767,14496" to="9995,14895"/>
                  <v:line id="_x0000_s2765" style="position:absolute;rotation:-90" from="9767,14952" to="9995,15351"/>
                </v:group>
              </v:group>
            </v:group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2766" style="position:absolute;margin-left:3.2pt;margin-top:3.7pt;width:461.7pt;height:708.95pt;z-index:251661312" coordorigin="1482,456" coordsize="9234,14179">
            <v:shape id="_x0000_s2767" type="#_x0000_t202" style="position:absolute;left:1539;top:1066;width:2793;height:432" filled="f" stroked="f">
              <v:textbox style="mso-next-textbox:#_x0000_s2767">
                <w:txbxContent>
                  <w:p w:rsidR="009E23C5" w:rsidRPr="00F05B82" w:rsidRDefault="009E23C5" w:rsidP="00AC3A92">
                    <w:pPr>
                      <w:pStyle w:val="Heading1"/>
                    </w:pPr>
                    <w:r>
                      <w:t>Задача № 1.309</w:t>
                    </w:r>
                  </w:p>
                </w:txbxContent>
              </v:textbox>
            </v:shape>
            <v:shape id="_x0000_s2768" type="#_x0000_t202" style="position:absolute;left:1881;top:1807;width:1539;height:2052" filled="f" stroked="f">
              <v:textbox style="mso-next-textbox:#_x0000_s2768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 xml:space="preserve"> =0.21 А,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>
                      <w:rPr>
                        <w:sz w:val="24"/>
                      </w:rPr>
                      <w:t xml:space="preserve"> =0.4 А,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=25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=50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=40 Ом,</w:t>
                    </w:r>
                  </w:p>
                </w:txbxContent>
              </v:textbox>
            </v:shape>
            <v:shape id="_x0000_s2769" type="#_x0000_t202" style="position:absolute;left:1482;top:456;width:2793;height:456">
              <v:textbox style="mso-next-textbox:#_x0000_s2769">
                <w:txbxContent>
                  <w:p w:rsidR="009E23C5" w:rsidRPr="00F05B82" w:rsidRDefault="009E23C5" w:rsidP="00AC3A92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309</w:t>
                    </w:r>
                  </w:p>
                </w:txbxContent>
              </v:textbox>
            </v:shape>
            <v:rect id="_x0000_s2770" style="position:absolute;left:1482;top:955;width:9121;height:3420" filled="f" strokeweight="2pt"/>
            <v:shape id="_x0000_s2771" type="#_x0000_t202" style="position:absolute;left:1482;top:4486;width:2387;height:432" filled="f" stroked="f">
              <v:textbox style="mso-next-textbox:#_x0000_s2771">
                <w:txbxContent>
                  <w:p w:rsidR="009E23C5" w:rsidRPr="00F05B8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309</w:t>
                    </w:r>
                  </w:p>
                </w:txbxContent>
              </v:textbox>
            </v:shape>
            <v:rect id="_x0000_s2772" style="position:absolute;left:1482;top:4375;width:9121;height:3420" filled="f" strokeweight="2pt"/>
            <v:shape id="_x0000_s2773" type="#_x0000_t202" style="position:absolute;left:1710;top:8704;width:2964;height:1881" stroked="f">
              <v:textbox style="mso-next-textbox:#_x0000_s2773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=36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>=1.1 кОм,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=0.05 Гн.</w:t>
                    </w:r>
                  </w:p>
                  <w:p w:rsidR="009E23C5" w:rsidRDefault="009E23C5" w:rsidP="00AC3A92"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1.5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</w:p>
                  <w:p w:rsidR="009E23C5" w:rsidRDefault="009E23C5" w:rsidP="00AC3A92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2774" style="position:absolute;left:1482;top:7795;width:9121;height:3420" filled="f" strokeweight="2pt"/>
            <v:rect id="_x0000_s2775" style="position:absolute;left:1482;top:11215;width:9121;height:3420" filled="f" strokeweight="2pt"/>
            <v:shape id="_x0000_s2776" type="#_x0000_t202" style="position:absolute;left:1539;top:7876;width:2387;height:432" filled="f" stroked="f">
              <v:textbox style="mso-next-textbox:#_x0000_s2776">
                <w:txbxContent>
                  <w:p w:rsidR="009E23C5" w:rsidRPr="00F05B8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309</w:t>
                    </w:r>
                  </w:p>
                </w:txbxContent>
              </v:textbox>
            </v:shape>
            <v:shape id="_x0000_s2777" type="#_x0000_t202" style="position:absolute;left:1539;top:11272;width:2387;height:432" filled="f" stroked="f">
              <v:textbox style="mso-next-textbox:#_x0000_s2777">
                <w:txbxContent>
                  <w:p w:rsidR="009E23C5" w:rsidRPr="00F05B82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309</w:t>
                    </w:r>
                  </w:p>
                </w:txbxContent>
              </v:textbox>
            </v:shape>
            <v:group id="_x0000_s2778" style="position:absolute;left:5073;top:1066;width:4617;height:3166" coordorigin="2964,1197" coordsize="4617,3166">
              <v:rect id="_x0000_s2779" style="position:absolute;left:4667;top:1318;width:685;height:444;rotation:90;flip:y" filled="f" stroked="f" strokeweight="1.25pt">
                <v:textbox style="mso-next-textbox:#_x0000_s2779" inset="1pt,1pt,1pt,1pt">
                  <w:txbxContent>
                    <w:p w:rsidR="009E23C5" w:rsidRPr="00924423" w:rsidRDefault="009E23C5" w:rsidP="00AC3A9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rect id="_x0000_s2780" style="position:absolute;left:2964;top:2964;width:513;height:513;flip:y" filled="f" stroked="f" strokeweight="1.25pt">
                <v:textbox style="mso-next-textbox:#_x0000_s2780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2781" style="position:absolute;left:4161;top:2907;width:455;height:400;flip:y" filled="f" stroked="f" strokeweight="1.25pt">
                <v:textbox style="mso-next-textbox:#_x0000_s2781" inset="1pt,1pt,1pt,1pt">
                  <w:txbxContent>
                    <w:p w:rsidR="009E23C5" w:rsidRPr="003A5600" w:rsidRDefault="009E23C5" w:rsidP="00AC3A92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2782" style="position:absolute;left:5757;top:2964;width:570;height:400;flip:y" filled="f" stroked="f" strokeweight="1.25pt">
                <v:textbox style="mso-next-textbox:#_x0000_s2782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</w:p>
                  </w:txbxContent>
                </v:textbox>
              </v:rect>
              <v:rect id="_x0000_s2783" style="position:absolute;left:5301;top:1881;width:628;height:400;flip:y" filled="f" stroked="f" strokeweight="1.25pt">
                <v:textbox style="mso-next-textbox:#_x0000_s2783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oval id="_x0000_s2784" style="position:absolute;left:7012;top:2906;width:568;height:570;rotation:90;flip:y" filled="f" strokeweight="1.25pt"/>
              <v:line id="_x0000_s2785" style="position:absolute;rotation:-90" from="6897,3591" to="7695,3591" strokeweight="1.25pt">
                <v:stroke endarrow="open" endarrowlength="short"/>
              </v:line>
              <v:line id="_x0000_s2786" style="position:absolute;rotation:-90;flip:y" from="6955,2735" to="7639,2736" strokeweight="1.25pt">
                <v:stroke endarrowwidth="narrow" endarrowlength="short"/>
              </v:line>
              <v:line id="_x0000_s2787" style="position:absolute;rotation:90;flip:y" from="7268,3049" to="7326,3050" strokeweight="1.25pt">
                <v:stroke endarrow="open" endarrowlength="short"/>
              </v:line>
              <v:line id="_x0000_s2788" style="position:absolute;rotation:90;flip:x" from="6156,4104" to="6384,4104" strokeweight="1.25pt">
                <v:stroke endarrowwidth="narrow" endarrowlength="short"/>
              </v:line>
              <v:line id="_x0000_s2789" style="position:absolute;flip:x" from="6099,4218" to="6441,4218" strokeweight="2.5pt">
                <v:stroke endarrowwidth="narrow" endarrowlength="short"/>
              </v:line>
              <v:group id="_x0000_s2790" style="position:absolute;left:3648;top:1995;width:114;height:228" coordorigin="6954,3876" coordsize="741,969">
                <v:line id="_x0000_s2791" style="position:absolute;rotation:-90;flip:x" from="7325,4564" to="7325,4975"/>
                <v:group id="_x0000_s2792" style="position:absolute;left:6954;top:3876;width:741;height:969" coordorigin="4266,11962" coordsize="575,853">
                  <v:line id="_x0000_s2793" style="position:absolute;rotation:-90;flip:y" from="4009,12559" to="4522,12559"/>
                  <v:shape id="_x0000_s2794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2795" style="position:absolute;rotation:-90;flip:y" from="4579,12559" to="5092,12559"/>
                </v:group>
              </v:group>
              <v:rect id="_x0000_s2796" style="position:absolute;left:4731;top:2052;width:343;height:286;flip:y" filled="f" stroked="f" strokeweight="1.25pt">
                <v:textbox style="mso-next-textbox:#_x0000_s279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2797" style="position:absolute;flip:y" from="4674,3471" to="4675,3933" strokeweight="1.25pt">
                <v:stroke startarrow="oval" startarrowwidth="narrow" startarrowlength="short"/>
              </v:line>
              <v:line id="_x0000_s2798" style="position:absolute;flip:y" from="4674,2388" to="4674,2844" strokeweight="1.25pt">
                <v:stroke endarrow="oval" endarrowwidth="narrow" endarrowlength="short"/>
              </v:line>
              <v:rect id="_x0000_s2799" style="position:absolute;left:4366;top:3037;width:628;height:239;rotation:90;flip:y" filled="f" strokeweight="1.25pt"/>
              <v:line id="_x0000_s2800" style="position:absolute;flip:x y" from="3477,3477" to="3477,3933" strokeweight="1.25pt"/>
              <v:line id="_x0000_s2801" style="position:absolute;flip:y" from="3499,2394" to="3499,2844" strokeweight="1.25pt">
                <v:stroke endarrowwidth="narrow" endarrowlength="short"/>
              </v:line>
              <v:rect id="_x0000_s2802" style="position:absolute;left:3191;top:3032;width:628;height:239;rotation:90;flip:y" filled="f" strokeweight="1.25pt"/>
              <v:line id="_x0000_s2803" style="position:absolute;rotation:-90;flip:y" from="4884,2154" to="4885,2610" strokeweight="1.25pt"/>
              <v:rect id="_x0000_s2804" style="position:absolute;left:5130;top:2273;width:628;height:239;flip:y" filled="f" strokeweight="1.25pt"/>
              <v:line id="_x0000_s2805" style="position:absolute" from="6270,2394" to="6271,2850" strokeweight="1.25pt">
                <v:stroke startarrow="oval" startarrowwidth="narrow" startarrowlength="short" endarrowwidth="narrow" endarrowlength="short"/>
              </v:line>
              <v:line id="_x0000_s2806" style="position:absolute;flip:x" from="6269,3471" to="6270,3964" strokeweight="1.25pt">
                <v:stroke endarrow="oval" endarrowwidth="narrow" endarrowlength="short"/>
              </v:line>
              <v:rect id="_x0000_s2807" style="position:absolute;left:5951;top:3038;width:628;height:239;rotation:90" filled="f" strokeweight="1.25pt"/>
              <v:line id="_x0000_s2808" style="position:absolute" from="5757,2394" to="7296,2394" strokeweight="1.25pt">
                <v:stroke endarrowwidth="narrow" endarrowlength="short"/>
              </v:line>
              <v:line id="_x0000_s2809" style="position:absolute;flip:y" from="4314,2388" to="4675,2388" strokeweight="1.25pt">
                <v:stroke endarrow="oval" endarrowwidth="narrow" endarrowlength="short"/>
              </v:line>
              <v:line id="_x0000_s2810" style="position:absolute;rotation:90;flip:x y" from="4278,1992" to="5070,1992" strokeweight="1.25pt">
                <v:stroke endarrowwidth="narrow" endarrowlength="short"/>
              </v:line>
              <v:oval id="_x0000_s2811" style="position:absolute;left:3843;top:3642;width:568;height:570;flip:y" filled="f" strokeweight="1.25pt"/>
              <v:oval id="_x0000_s2812" style="position:absolute;left:5200;top:1305;width:568;height:570;flip:y" filled="f" strokeweight="1.25pt"/>
              <v:line id="_x0000_s2813" style="position:absolute;flip:y" from="4674,1596" to="5474,1596" strokeweight="1.25pt">
                <v:stroke endarrow="open" endarrowlength="short"/>
              </v:line>
              <v:line id="_x0000_s2814" style="position:absolute;flip:x y" from="5643,1596" to="6270,1596" strokeweight="1.25pt">
                <v:stroke endarrowwidth="narrow" endarrowlength="short"/>
              </v:line>
              <v:line id="_x0000_s2815" style="position:absolute;flip:y" from="5540,1589" to="5598,1590" strokeweight="1.25pt">
                <v:stroke endarrow="open" endarrowlength="short"/>
              </v:line>
              <v:line id="_x0000_s2816" style="position:absolute;rotation:90;flip:y" from="5874,1992" to="6666,1992" strokeweight="1.25pt">
                <v:stroke endarrowwidth="narrow" endarrowlength="short"/>
              </v:line>
              <v:line id="_x0000_s2817" style="position:absolute;flip:x y" from="3477,3933" to="7335,3964" strokeweight="1.25pt">
                <v:stroke endarrowwidth="narrow" endarrowlength="long"/>
              </v:line>
              <v:rect id="_x0000_s2818" style="position:absolute;left:6326;top:2034;width:343;height:286;flip:y" filled="f" stroked="f" strokeweight="1.25pt">
                <v:textbox style="mso-next-textbox:#_x0000_s2818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2819" style="position:absolute;left:6498;top:3990;width:343;height:286;flip:y" filled="f" stroked="f" strokeweight="1.25pt">
                <v:textbox style="mso-next-textbox:#_x0000_s2819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2820" style="position:absolute;left:4542;top:4021;width:343;height:342;flip:y" filled="f" stroked="f" strokeweight="1.25pt">
                <v:textbox style="mso-next-textbox:#_x0000_s2820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line id="_x0000_s2821" style="position:absolute;rotation:-90" from="3630,2274" to="3630,2502" strokeweight="1.25pt"/>
              <v:group id="_x0000_s2822" style="position:absolute;left:3744;top:2103;width:570;height:570" coordorigin="3363,8436" coordsize="570,570">
                <v:oval id="_x0000_s2823" style="position:absolute;left:3363;top:8436;width:570;height:570" filled="f" strokeweight="1.25pt"/>
                <v:shape id="_x0000_s2824" type="#_x0000_t202" style="position:absolute;left:3420;top:8550;width:456;height:399" filled="f" stroked="f" strokeweight="1.25pt">
                  <v:textbox>
                    <w:txbxContent>
                      <w:p w:rsidR="009E23C5" w:rsidRDefault="009E23C5" w:rsidP="00AC3A92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</v:group>
              <v:line id="_x0000_s2825" style="position:absolute;rotation:-90;flip:x" from="4125,3798" to="4126,4070" strokeweight="1.25pt">
                <v:stroke endarrow="block" endarrowwidth="wide"/>
              </v:line>
              <v:rect id="_x0000_s2826" style="position:absolute;left:6377;top:3085;width:685;height:444;rotation:90;flip:y" filled="f" stroked="f" strokeweight="1.25pt">
                <v:textbox style="mso-next-textbox:#_x0000_s2826" inset="1pt,1pt,1pt,1pt">
                  <w:txbxContent>
                    <w:p w:rsidR="009E23C5" w:rsidRPr="00924423" w:rsidRDefault="009E23C5" w:rsidP="00AC3A9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6</w:t>
                      </w:r>
                    </w:p>
                  </w:txbxContent>
                </v:textbox>
              </v:rect>
              <v:rect id="_x0000_s2827" style="position:absolute;left:3933;top:3306;width:628;height:360;flip:y" filled="f" stroked="f" strokeweight="1.25pt">
                <v:textbox style="mso-next-textbox:#_x0000_s2827" inset="1pt,1pt,1pt,1pt">
                  <w:txbxContent>
                    <w:p w:rsidR="009E23C5" w:rsidRPr="00924423" w:rsidRDefault="009E23C5" w:rsidP="00AC3A9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</v:group>
            <v:group id="_x0000_s2828" style="position:absolute;left:5301;top:4771;width:5415;height:2679" coordorigin="5301,4771" coordsize="5415,2679">
              <v:line id="_x0000_s2829" style="position:absolute;flip:y" from="7692,6139" to="8718,6139" strokeweight="1.25pt">
                <v:stroke endarrow="oval" endarrowwidth="narrow" endarrowlength="short"/>
              </v:line>
              <v:line id="_x0000_s2830" style="position:absolute" from="7809,7108" to="8037,7108" strokeweight="1pt"/>
              <v:line id="_x0000_s2831" style="position:absolute;rotation:-90" from="7724,4913" to="7724,5426" strokeweight="1.25pt">
                <v:stroke endarrowwidth="narrow" endarrowlength="short"/>
              </v:line>
              <v:line id="_x0000_s2832" style="position:absolute" from="10260,6196" to="10260,7108" strokeweight="1.25pt">
                <v:stroke endarrow="oval" endarrowwidth="narrow" endarrowlength="short"/>
              </v:line>
              <v:rect id="_x0000_s2833" style="position:absolute;left:9006;top:5284;width:399;height:342" filled="f" stroked="f" strokeweight="1.25pt">
                <v:textbox style="mso-next-textbox:#_x0000_s2833" inset="1pt,1pt,1pt,1pt">
                  <w:txbxContent>
                    <w:p w:rsidR="009E23C5" w:rsidRDefault="009E23C5" w:rsidP="00AC3A92">
                      <w:r>
                        <w:rPr>
                          <w:sz w:val="24"/>
                          <w:lang w:val="en-US"/>
                        </w:rPr>
                        <w:t>R</w:t>
                      </w:r>
                    </w:p>
                  </w:txbxContent>
                </v:textbox>
              </v:rect>
              <v:group id="_x0000_s2834" style="position:absolute;left:10200;top:5911;width:114;height:456;rotation:-90" coordorigin="6270,13509" coordsize="114,456">
                <v:line id="_x0000_s2835" style="position:absolute;flip:x" from="6270,13509" to="6270,13965" strokeweight="2.5pt"/>
                <v:line id="_x0000_s2836" style="position:absolute" from="6384,13509" to="6384,13965" strokeweight="2.5pt"/>
              </v:group>
              <v:rect id="_x0000_s2837" style="position:absolute;left:10317;top:5740;width:399;height:342" filled="f" stroked="f" strokeweight="1.25pt">
                <v:textbox style="mso-next-textbox:#_x0000_s2837" inset="1pt,1pt,1pt,1pt">
                  <w:txbxContent>
                    <w:p w:rsidR="009E23C5" w:rsidRDefault="009E23C5" w:rsidP="00AC3A92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  <v:shape id="_x0000_s2838" type="#_x0000_t202" style="position:absolute;left:7983;top:4999;width:510;height:399" filled="f" stroked="f" strokeweight="1.25pt">
                <v:textbox>
                  <w:txbxContent>
                    <w:p w:rsidR="009E23C5" w:rsidRDefault="009E23C5" w:rsidP="00AC3A92">
                      <w:r>
                        <w:t>A</w:t>
                      </w:r>
                    </w:p>
                  </w:txbxContent>
                </v:textbox>
              </v:shape>
              <v:group id="_x0000_s2839" style="position:absolute;left:8607;top:5512;width:1824;height:228;rotation:-2168597fd" coordorigin="4731,13167" coordsize="1824,228">
                <v:rect id="_x0000_s2840" style="position:absolute;left:5301;top:13167;width:627;height:228" filled="f" strokeweight="1.25pt"/>
                <v:line id="_x0000_s2841" style="position:absolute" from="4731,13281" to="5301,13281" strokeweight="1.25pt"/>
                <v:line id="_x0000_s2842" style="position:absolute;rotation:-90" from="6242,12967" to="6242,13594" strokeweight="1.25pt">
                  <v:stroke endarrowwidth="narrow" endarrowlength="short"/>
                </v:line>
              </v:group>
              <v:line id="_x0000_s2843" style="position:absolute;rotation:-90" from="9348,4258" to="9348,6082" strokeweight="1.25pt">
                <v:stroke endarrowwidth="narrow" endarrowlength="short"/>
              </v:line>
              <v:rect id="_x0000_s2844" style="position:absolute;left:9576;top:6196;width:399;height:342" filled="f" stroked="f" strokeweight="1.25pt">
                <v:textbox style="mso-next-textbox:#_x0000_s2844" inset="1pt,1pt,1pt,1pt">
                  <w:txbxContent>
                    <w:p w:rsidR="009E23C5" w:rsidRDefault="009E23C5" w:rsidP="00AC3A92">
                      <w:r>
                        <w:rPr>
                          <w:sz w:val="24"/>
                          <w:lang w:val="en-US"/>
                        </w:rPr>
                        <w:t>L</w:t>
                      </w:r>
                    </w:p>
                  </w:txbxContent>
                </v:textbox>
              </v:rect>
              <v:line id="_x0000_s2845" style="position:absolute;flip:y" from="10260,5170" to="10260,6082" strokeweight="1.25pt">
                <v:stroke endarrow="oval" endarrowwidth="narrow" endarrowlength="short"/>
              </v:line>
              <v:group id="_x0000_s2846" style="position:absolute;left:8607;top:6538;width:1824;height:114;rotation:-21456921fd" coordorigin="4731,13965" coordsize="1824,114">
                <v:line id="_x0000_s2847" style="position:absolute;rotation:-90" from="6299,13822" to="6299,14335" strokeweight="1.25pt">
                  <v:stroke endarrowwidth="narrow" endarrowlength="short"/>
                </v:line>
                <v:line id="_x0000_s2848" style="position:absolute;rotation:-90" from="5045,13765" to="5045,14392" strokeweight="1.25pt">
                  <v:stroke endarrowwidth="narrow" endarrowlength="short"/>
                </v:line>
                <v:group id="_x0000_s2849" style="position:absolute;left:5358;top:13965;width:684;height:114" coordorigin="7980,11514" coordsize="684,114">
                  <v:group id="_x0000_s2850" style="position:absolute;left:7980;top:11514;width:228;height:114" coordorigin="7239,9291" coordsize="228,114">
                    <v:shape id="_x0000_s2851" type="#_x0000_t19" style="position:absolute;left:7239;top:9291;width:114;height:114;rotation:-270;flip:x y" strokeweight="1.25pt"/>
                    <v:shape id="_x0000_s2852" type="#_x0000_t19" style="position:absolute;left:7353;top:9291;width:114;height:114;rotation:-270;flip:y" strokeweight="1.25pt"/>
                  </v:group>
                  <v:group id="_x0000_s2853" style="position:absolute;left:8208;top:11514;width:228;height:114" coordorigin="7239,9291" coordsize="228,114">
                    <v:shape id="_x0000_s2854" type="#_x0000_t19" style="position:absolute;left:7239;top:9291;width:114;height:114;rotation:-270;flip:x y" strokeweight="1.25pt"/>
                    <v:shape id="_x0000_s2855" type="#_x0000_t19" style="position:absolute;left:7353;top:9291;width:114;height:114;rotation:-270;flip:y" strokeweight="1.25pt"/>
                  </v:group>
                  <v:group id="_x0000_s2856" style="position:absolute;left:8436;top:11514;width:228;height:114" coordorigin="7239,9291" coordsize="228,114">
                    <v:shape id="_x0000_s2857" type="#_x0000_t19" style="position:absolute;left:7239;top:9291;width:114;height:114;rotation:-270;flip:x y" strokeweight="1.25pt"/>
                    <v:shape id="_x0000_s2858" type="#_x0000_t19" style="position:absolute;left:7353;top:9291;width:114;height:114;rotation:-270;flip:y" strokeweight="1.25pt"/>
                  </v:group>
                </v:group>
              </v:group>
              <v:line id="_x0000_s2859" style="position:absolute" from="8493,7108" to="8835,7108" strokeweight="1pt"/>
              <v:line id="_x0000_s2860" style="position:absolute" from="6270,6481" to="6270,6823" strokeweight="1pt">
                <v:stroke endarrow="block" endarrowwidth="wide"/>
              </v:line>
              <v:shape id="_x0000_s2861" type="#_x0000_t202" style="position:absolute;left:7182;top:5455;width:741;height:491" filled="f" stroked="f" strokeweight="1.25pt">
                <v:textbox style="mso-next-textbox:#_x0000_s2861">
                  <w:txbxContent>
                    <w:p w:rsidR="009E23C5" w:rsidRPr="00AD4532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line id="_x0000_s2862" style="position:absolute;flip:x" from="7467,5911" to="7467,7108" strokeweight=".5pt">
                <v:stroke endarrow="oval" endarrowwidth="narrow" endarrowlength="short"/>
              </v:line>
              <v:group id="_x0000_s2863" style="position:absolute;left:8550;top:6708;width:114;height:228" coordorigin="6840,6555" coordsize="171,285">
                <v:line id="_x0000_s2864" style="position:absolute;rotation:-90;flip:x" from="6754,6698" to="7039,6698"/>
                <v:line id="_x0000_s2865" style="position:absolute;rotation:-90" from="6903,6518" to="6948,6689">
                  <v:stroke endarrow="oval" endarrowwidth="narrow" endarrowlength="short"/>
                </v:line>
                <v:line id="_x0000_s2866" style="position:absolute;rotation:-90;flip:y" from="6903,6706" to="6948,6877">
                  <v:stroke endarrow="oval" endarrowwidth="narrow" endarrowlength="short"/>
                </v:line>
                <v:group id="_x0000_s2867" style="position:absolute;left:6840;top:6626;width:120;height:143" coordorigin="9681,14354" coordsize="399,912">
                  <v:line id="_x0000_s2868" style="position:absolute;rotation:-90;flip:y" from="9767,14724" to="9995,15123"/>
                  <v:line id="_x0000_s2869" style="position:absolute;rotation:-90;flip:y" from="9767,14268" to="9995,14667"/>
                  <v:line id="_x0000_s2870" style="position:absolute;rotation:-90" from="9767,14496" to="9995,14895"/>
                  <v:line id="_x0000_s2871" style="position:absolute;rotation:-90" from="9767,14952" to="9995,15351"/>
                </v:group>
              </v:group>
              <v:line id="_x0000_s2872" style="position:absolute;flip:x y" from="7467,5170" to="7467,5455" strokeweight=".5pt">
                <v:stroke endarrow="oval" endarrowwidth="narrow" endarrowlength="short"/>
              </v:line>
              <v:line id="_x0000_s2873" style="position:absolute;rotation:-90;flip:x y" from="7009,5343" to="7012,6939" strokeweight="1.25pt">
                <v:stroke startarrow="oval" startarrowwidth="narrow" startarrowlength="short" endarrow="oval" endarrowwidth="narrow" endarrowlength="short"/>
              </v:line>
              <v:oval id="_x0000_s2874" style="position:absolute;left:6444;top:5911;width:456;height:456;rotation:37016fd" filled="f" strokeweight="1.25pt"/>
              <v:rect id="_x0000_s2875" style="position:absolute;left:6555;top:6538;width:570;height:399" filled="f" stroked="f" strokeweight="1.25pt">
                <v:textbox style="mso-next-textbox:#_x0000_s2875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2876" style="position:absolute;rotation:-90;flip:x" from="5301,6139" to="7239,6139" strokeweight="1.25pt"/>
              <v:line id="_x0000_s2877" style="position:absolute" from="6270,5170" to="7467,5170" strokeweight="1.25pt">
                <v:stroke endarrow="oval" endarrowwidth="narrow" endarrowlength="short"/>
              </v:line>
              <v:line id="_x0000_s2878" style="position:absolute;flip:y" from="6273,7108" to="7809,7111" strokeweight="1.25pt">
                <v:stroke endarrow="oval" endarrowwidth="narrow" endarrowlength="short"/>
              </v:line>
              <v:oval id="_x0000_s2879" style="position:absolute;left:6045;top:6481;width:456;height:456;rotation:90" filled="f" strokeweight="1.25pt"/>
              <v:oval id="_x0000_s2880" style="position:absolute;left:6042;top:5341;width:456;height:456;rotation:-90" filled="f" strokeweight="1.25pt"/>
              <v:line id="_x0000_s2881" style="position:absolute;rotation:-90" from="9519,6367" to="9519,7849" strokeweight="1.25pt">
                <v:stroke startarrow="oval" startarrowwidth="narrow" startarrowlength="short" endarrowwidth="narrow" endarrowlength="short"/>
              </v:line>
              <v:shape id="_x0000_s2882" type="#_x0000_t202" style="position:absolute;left:7239;top:4771;width:399;height:342" filled="f" stroked="f" strokeweight="1.25pt">
                <v:textbox style="mso-next-textbox:#_x0000_s2882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2883" type="#_x0000_t202" style="position:absolute;left:7296;top:7108;width:399;height:342" filled="f" stroked="f" strokeweight="1.25pt">
                <v:textbox style="mso-next-textbox:#_x0000_s2883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2884" type="#_x0000_t202" style="position:absolute;left:7752;top:5740;width:399;height:342" filled="f" stroked="f" strokeweight="1.25pt">
                <v:textbox style="mso-next-textbox:#_x0000_s2884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rect id="_x0000_s2885" style="position:absolute;left:6498;top:5569;width:570;height:342" filled="f" stroked="f" strokeweight="1.25pt">
                <v:textbox style="mso-next-textbox:#_x0000_s2885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B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2886" style="position:absolute;left:6498;top:5170;width:513;height:342" filled="f" stroked="f" strokeweight="1.25pt">
                <v:textbox style="mso-next-textbox:#_x0000_s2886" inset="1pt,1pt,1pt,1pt"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A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2887" style="position:absolute" from="5529,6139" to="6270,6139" strokeweight=".5pt"/>
              <v:line id="_x0000_s2888" style="position:absolute;flip:y" from="6498,6139" to="6783,6139" strokeweight="1pt">
                <v:stroke endarrow="block" endarrowwidth="wide"/>
              </v:line>
              <v:line id="_x0000_s2889" style="position:absolute;flip:y" from="6270,5455" to="6270,5683" strokeweight="1pt">
                <v:stroke endarrow="block" endarrowwidth="wide"/>
              </v:line>
              <v:oval id="_x0000_s2890" style="position:absolute;left:7239;top:5433;width:456;height:456;rotation:37016fd" filled="f" strokeweight="1.25pt"/>
              <v:group id="_x0000_s2891" style="position:absolute;left:7695;top:5227;width:114;height:228" coordorigin="6840,6555" coordsize="171,285">
                <v:line id="_x0000_s2892" style="position:absolute;rotation:-90;flip:x" from="6754,6698" to="7039,6698"/>
                <v:line id="_x0000_s2893" style="position:absolute;rotation:-90" from="6903,6518" to="6948,6689">
                  <v:stroke endarrow="oval" endarrowwidth="narrow" endarrowlength="short"/>
                </v:line>
                <v:line id="_x0000_s2894" style="position:absolute;rotation:-90;flip:y" from="6903,6706" to="6948,6877">
                  <v:stroke endarrow="oval" endarrowwidth="narrow" endarrowlength="short"/>
                </v:line>
                <v:group id="_x0000_s2895" style="position:absolute;left:6840;top:6626;width:120;height:143" coordorigin="9681,14354" coordsize="399,912">
                  <v:line id="_x0000_s2896" style="position:absolute;rotation:-90;flip:y" from="9767,14724" to="9995,15123"/>
                  <v:line id="_x0000_s2897" style="position:absolute;rotation:-90;flip:y" from="9767,14268" to="9995,14667"/>
                  <v:line id="_x0000_s2898" style="position:absolute;rotation:-90" from="9767,14496" to="9995,14895"/>
                  <v:line id="_x0000_s2899" style="position:absolute;rotation:-90" from="9767,14952" to="9995,15351"/>
                </v:group>
              </v:group>
              <v:shape id="_x0000_s2900" type="#_x0000_t202" style="position:absolute;left:5301;top:5477;width:627;height:491" filled="f" stroked="f" strokeweight="1.25pt">
                <v:textbox style="mso-next-textbox:#_x0000_s2900">
                  <w:txbxContent>
                    <w:p w:rsidR="009E23C5" w:rsidRPr="00AD4532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 w:rsidRPr="00F97238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2901" style="position:absolute;flip:x" from="5529,5911" to="5529,6139" strokeweight=".5pt">
                <v:stroke endarrowwidth="narrow" endarrowlength="short"/>
              </v:line>
              <v:group id="_x0000_s2902" style="position:absolute;left:5757;top:5227;width:114;height:228" coordorigin="6840,6555" coordsize="171,285">
                <v:line id="_x0000_s2903" style="position:absolute;rotation:-90;flip:x" from="6754,6698" to="7039,6698"/>
                <v:line id="_x0000_s2904" style="position:absolute;rotation:-90" from="6903,6518" to="6948,6689">
                  <v:stroke endarrow="oval" endarrowwidth="narrow" endarrowlength="short"/>
                </v:line>
                <v:line id="_x0000_s2905" style="position:absolute;rotation:-90;flip:y" from="6903,6706" to="6948,6877">
                  <v:stroke endarrow="oval" endarrowwidth="narrow" endarrowlength="short"/>
                </v:line>
                <v:group id="_x0000_s2906" style="position:absolute;left:6840;top:6626;width:120;height:143" coordorigin="9681,14354" coordsize="399,912">
                  <v:line id="_x0000_s2907" style="position:absolute;rotation:-90;flip:y" from="9767,14724" to="9995,15123"/>
                  <v:line id="_x0000_s2908" style="position:absolute;rotation:-90;flip:y" from="9767,14268" to="9995,14667"/>
                  <v:line id="_x0000_s2909" style="position:absolute;rotation:-90" from="9767,14496" to="9995,14895"/>
                  <v:line id="_x0000_s2910" style="position:absolute;rotation:-90" from="9767,14952" to="9995,15351"/>
                </v:group>
              </v:group>
              <v:line id="_x0000_s2911" style="position:absolute;flip:x y" from="5526,5170" to="5526,5455" strokeweight=".5pt">
                <v:stroke endarrowwidth="narrow" endarrowlength="short"/>
              </v:line>
              <v:oval id="_x0000_s2912" style="position:absolute;left:5301;top:5455;width:456;height:456;rotation:37016fd" filled="f" strokeweight="1.25pt"/>
              <v:line id="_x0000_s2913" style="position:absolute" from="5529,5170" to="6270,5170" strokeweight=".5pt"/>
              <v:shape id="_x0000_s2914" type="#_x0000_t202" style="position:absolute;left:7980;top:6902;width:741;height:491" filled="f" stroked="f" strokeweight="1.25pt">
                <v:textbox style="mso-next-textbox:#_x0000_s2914">
                  <w:txbxContent>
                    <w:p w:rsidR="009E23C5" w:rsidRPr="00AD4532" w:rsidRDefault="009E23C5" w:rsidP="00AC3A92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oval id="_x0000_s2915" style="position:absolute;left:7980;top:4942;width:456;height:456;rotation:37016fd" filled="f" strokeweight="1.25pt"/>
              <v:group id="_x0000_s2916" style="position:absolute;left:8493;top:4828;width:114;height:228" coordorigin="6840,6555" coordsize="171,285">
                <v:line id="_x0000_s2917" style="position:absolute;rotation:-90;flip:x" from="6754,6698" to="7039,6698"/>
                <v:line id="_x0000_s2918" style="position:absolute;rotation:-90" from="6903,6518" to="6948,6689">
                  <v:stroke endarrow="oval" endarrowwidth="narrow" endarrowlength="short"/>
                </v:line>
                <v:line id="_x0000_s2919" style="position:absolute;rotation:-90;flip:y" from="6903,6706" to="6948,6877">
                  <v:stroke endarrow="oval" endarrowwidth="narrow" endarrowlength="short"/>
                </v:line>
                <v:group id="_x0000_s2920" style="position:absolute;left:6840;top:6626;width:120;height:143" coordorigin="9681,14354" coordsize="399,912">
                  <v:line id="_x0000_s2921" style="position:absolute;rotation:-90;flip:y" from="9767,14724" to="9995,15123"/>
                  <v:line id="_x0000_s2922" style="position:absolute;rotation:-90;flip:y" from="9767,14268" to="9995,14667"/>
                  <v:line id="_x0000_s2923" style="position:absolute;rotation:-90" from="9767,14496" to="9995,14895"/>
                  <v:line id="_x0000_s2924" style="position:absolute;rotation:-90" from="9767,14952" to="9995,15351"/>
                </v:group>
              </v:group>
              <v:oval id="_x0000_s2925" style="position:absolute;left:8037;top:6880;width:456;height:456;rotation:37016fd" filled="f" strokeweight="1.25pt"/>
            </v:group>
            <v:shape id="_x0000_s2926" type="#_x0000_t202" style="position:absolute;left:1824;top:4942;width:3363;height:2508" stroked="f">
              <v:textbox>
                <w:txbxContent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симметричного трёхфазного генератора</w:t>
                    </w:r>
                    <w:r>
                      <w:t>:</w:t>
                    </w:r>
                  </w:p>
                  <w:p w:rsidR="009E23C5" w:rsidRPr="00696D40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F97238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  <w:r w:rsidRPr="00696D40">
                      <w:rPr>
                        <w:sz w:val="24"/>
                        <w:lang w:val="en-US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696D40">
                      <w:rPr>
                        <w:sz w:val="24"/>
                        <w:lang w:val="en-US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696D40">
                      <w:rPr>
                        <w:sz w:val="24"/>
                        <w:lang w:val="en-US"/>
                      </w:rPr>
                      <w:t xml:space="preserve"> 33.9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96D40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696D40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 w:rsidRPr="00696D40">
                      <w:rPr>
                        <w:sz w:val="24"/>
                        <w:lang w:val="en-US"/>
                      </w:rPr>
                      <w:t>33.9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− 120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33.9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+ 120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Default="009E23C5" w:rsidP="00AC3A92">
                    <w:pPr>
                      <w:jc w:val="both"/>
                      <w:rPr>
                        <w:lang w:val="fr-FR"/>
                      </w:rPr>
                    </w:pPr>
                    <w:r w:rsidRPr="00510963">
                      <w:rPr>
                        <w:lang w:val="es-ES"/>
                      </w:rPr>
                      <w:t>f=</w:t>
                    </w:r>
                    <w:r>
                      <w:t>6</w:t>
                    </w:r>
                    <w:r w:rsidRPr="00510963">
                      <w:rPr>
                        <w:lang w:val="es-ES"/>
                      </w:rPr>
                      <w:t xml:space="preserve">0 </w:t>
                    </w:r>
                    <w:r>
                      <w:t>Гц</w:t>
                    </w:r>
                    <w:r w:rsidRPr="00510963">
                      <w:rPr>
                        <w:lang w:val="es-ES"/>
                      </w:rPr>
                      <w:t>,</w:t>
                    </w:r>
                  </w:p>
                  <w:p w:rsidR="009E23C5" w:rsidRPr="00617C9A" w:rsidRDefault="009E23C5" w:rsidP="00AC3A92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</w:p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=0.26 Гн.</w:t>
                    </w:r>
                  </w:p>
                </w:txbxContent>
              </v:textbox>
            </v:shape>
            <v:rect id="_x0000_s2927" style="position:absolute;left:7410;top:8305;width:399;height:342" filled="f" stroked="f" strokeweight="1.25pt">
              <v:textbox style="mso-next-textbox:#_x0000_s2927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2928" style="position:absolute;left:9462;top:9388;width:570;height:456" filled="f" stroked="f" strokeweight="1.25pt">
              <v:textbox style="mso-next-textbox:#_x0000_s2928" inset="1pt,1pt,1pt,1pt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2929" style="position:absolute" from="9291,9217" to="9291,10015">
              <v:stroke endarrow="block"/>
            </v:line>
            <v:line id="_x0000_s2930" style="position:absolute;rotation:-90" from="8835,9331" to="8835,9445" strokeweight="1.25pt"/>
            <v:line id="_x0000_s2931" style="position:absolute" from="8835,9559" to="9006,9673" strokeweight="1.25pt">
              <v:stroke endarrow="block"/>
            </v:line>
            <v:line id="_x0000_s2932" style="position:absolute" from="7923,8761" to="9291,8771" strokeweight="1.25pt">
              <v:stroke endarrow="oval" endarrowwidth="narrow" endarrowlength="short"/>
            </v:line>
            <v:line id="_x0000_s2933" style="position:absolute;flip:y" from="6669,8761" to="6669,10471" strokeweight="1.25pt"/>
            <v:rect id="_x0000_s2934" style="position:absolute;left:5985;top:9445;width:343;height:456" filled="f" stroked="f" strokeweight="1.25pt">
              <v:textbox style="mso-next-textbox:#_x0000_s2934" inset="1pt,1pt,1pt,1pt">
                <w:txbxContent>
                  <w:p w:rsidR="009E23C5" w:rsidRPr="00AD4532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line id="_x0000_s2935" style="position:absolute;flip:x" from="8778,8761" to="8778,9388" strokeweight="1.25pt">
              <v:stroke startarrow="oval" startarrowwidth="narrow" startarrowlength="short"/>
            </v:line>
            <v:line id="_x0000_s2936" style="position:absolute;rotation:90;flip:x y" from="8664,9502" to="9006,9616" strokeweight="1.25pt">
              <v:stroke startarrow="oval" startarrowwidth="narrow" startarrowlength="short"/>
            </v:line>
            <v:group id="_x0000_s2937" style="position:absolute;left:6384;top:9331;width:570;height:568" coordorigin="3135,9519" coordsize="570,568">
              <v:line id="_x0000_s2938" style="position:absolute;flip:y" from="3420,9690" to="3420,9918" strokeweight="1.25pt">
                <v:stroke endarrow="block" endarrowwidth="wide"/>
              </v:line>
              <v:oval id="_x0000_s2939" style="position:absolute;left:3136;top:9518;width:568;height:570;rotation:270" filled="f" strokeweight="1.25pt"/>
            </v:group>
            <v:line id="_x0000_s2940" style="position:absolute" from="7866,10471" to="9291,10471" strokeweight="1.25pt">
              <v:stroke startarrowwidth="narrow" startarrowlength="short" endarrow="oval" endarrowwidth="narrow" endarrowlength="short"/>
            </v:line>
            <v:rect id="_x0000_s2941" style="position:absolute;left:7353;top:9901;width:399;height:342" filled="f" stroked="f" strokeweight="1.25pt">
              <v:textbox style="mso-next-textbox:#_x0000_s2941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2942" style="position:absolute;left:7239;top:10355;width:627;height:228;rotation:-180" strokeweight="1.25pt"/>
            <v:rect id="_x0000_s2943" style="position:absolute;left:8835;top:8989;width:342;height:340" filled="f" stroked="f" strokeweight="1.25pt">
              <v:textbox style="mso-next-textbox:#_x0000_s2943" inset="1pt,1pt,1pt,1pt">
                <w:txbxContent>
                  <w:p w:rsidR="009E23C5" w:rsidRDefault="009E23C5" w:rsidP="00AC3A92">
                    <w:r>
                      <w:t>Кл</w:t>
                    </w:r>
                  </w:p>
                </w:txbxContent>
              </v:textbox>
            </v:rect>
            <v:line id="_x0000_s2944" style="position:absolute" from="6669,10469" to="7239,10469" strokeweight="1.25pt"/>
            <v:line id="_x0000_s2945" style="position:absolute" from="6669,8761" to="7239,8763" strokeweight="1.25pt"/>
            <v:rect id="_x0000_s2946" style="position:absolute;left:8265;top:8989;width:399;height:342" filled="f" stroked="f" strokeweight="1.25pt">
              <v:textbox style="mso-next-textbox:#_x0000_s2946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2947" style="position:absolute" from="6897,8761" to="7011,8761" strokeweight="1.25pt">
              <v:stroke endarrow="block"/>
            </v:line>
            <v:shape id="_x0000_s2948" type="#_x0000_t19" style="position:absolute;left:7239;top:8647;width:114;height:114;rotation:-270;flip:x y" strokeweight="1.25pt"/>
            <v:shape id="_x0000_s2949" type="#_x0000_t19" style="position:absolute;left:7353;top:8647;width:114;height:114;rotation:270;flip:x" strokeweight="1.25pt"/>
            <v:shape id="_x0000_s2950" type="#_x0000_t19" style="position:absolute;left:7695;top:8647;width:114;height:114;rotation:-270;flip:x y" strokeweight="1.25pt"/>
            <v:shape id="_x0000_s2951" type="#_x0000_t19" style="position:absolute;left:7809;top:8647;width:114;height:114;rotation:270;flip:x" strokeweight="1.25pt"/>
            <v:shape id="_x0000_s2952" type="#_x0000_t19" style="position:absolute;left:7467;top:8647;width:114;height:114;rotation:-270;flip:x y" strokeweight="1.25pt"/>
            <v:shape id="_x0000_s2953" type="#_x0000_t19" style="position:absolute;left:7581;top:8647;width:114;height:114;rotation:270;flip:x" strokeweight="1.25pt"/>
            <v:group id="_x0000_s2954" style="position:absolute;left:7944;top:9455;width:456;height:115" coordorigin="7947,9455" coordsize="456,115">
              <v:line id="_x0000_s2955" style="position:absolute;rotation:29520573fd;flip:x" from="8174,9342" to="8175,9798" strokeweight="2.5pt"/>
              <v:line id="_x0000_s2956" style="position:absolute;rotation:-29520573fd" from="8174,9228" to="8175,9684" strokeweight="2.5pt"/>
            </v:group>
            <v:line id="_x0000_s2957" style="position:absolute;rotation:17673122fd" from="7810,9102" to="8493,9103" strokeweight="1.25pt">
              <v:stroke startarrowwidth="narrow" startarrowlength="short" endarrow="oval" endarrowwidth="narrow" endarrowlength="short"/>
            </v:line>
            <v:line id="_x0000_s2958" style="position:absolute;rotation:-17673122fd;flip:x" from="7700,10027" to="8603,10028" strokeweight="1.25pt">
              <v:stroke endarrow="oval" endarrowwidth="narrow" endarrowlength="short"/>
            </v:line>
            <v:line id="_x0000_s2959" style="position:absolute;flip:x" from="8778,9730" to="8778,10471" strokeweight="1.25pt"/>
            <v:rect id="_x0000_s2960" style="position:absolute;left:8521;top:12398;width:627;height:228;rotation:90" filled="f" strokeweight="1.25pt"/>
            <v:line id="_x0000_s2961" style="position:absolute;flip:y" from="7866,11913" to="9861,11913" strokeweight="1.25pt">
              <v:stroke startarrow="oval" startarrowwidth="narrow" startarrowlength="short"/>
            </v:line>
            <v:line id="_x0000_s2962" style="position:absolute;rotation:-90;flip:y" from="8265,11799" to="8265,12027" strokeweight="1.25pt">
              <v:stroke endarrow="block"/>
            </v:line>
            <v:line id="_x0000_s2963" style="position:absolute" from="7809,12198" to="7809,13906">
              <v:stroke endarrow="block"/>
            </v:line>
            <v:line id="_x0000_s2964" style="position:absolute" from="7866,14250" to="9861,14250" strokeweight="1.25pt">
              <v:stroke startarrow="oval" startarrowwidth="narrow" startarrowlength="short" endarrowwidth="narrow" endarrowlength="short"/>
            </v:line>
            <v:line id="_x0000_s2965" style="position:absolute" from="9861,11913" to="9861,13167" strokeweight="1.25pt">
              <v:stroke endarrowwidth="narrow" endarrowlength="short"/>
            </v:line>
            <v:group id="_x0000_s2966" style="position:absolute;left:8721;top:12825;width:228;height:627" coordorigin="6099,10602" coordsize="228,627">
              <v:line id="_x0000_s2967" style="position:absolute" from="6213,10602" to="6213,11058" strokeweight="1.25pt">
                <v:stroke endarrow="block" endarrowwidth="wide" endarrowlength="long"/>
              </v:line>
              <v:line id="_x0000_s2968" style="position:absolute" from="6099,11055" to="6327,11055" strokeweight="1.25pt"/>
              <v:line id="_x0000_s2969" style="position:absolute;flip:x" from="6213,11058" to="6213,11229" strokeweight="1.25pt"/>
            </v:group>
            <v:oval id="_x0000_s2970" style="position:absolute;left:8607;top:13623;width:456;height:456;rotation:-90;flip:y" filled="f" fillcolor="black" strokeweight="1.25pt"/>
            <v:line id="_x0000_s2971" style="position:absolute;rotation:90;flip:x y" from="8721,13794" to="8949,13794" strokeweight="1.25pt">
              <v:stroke startarrowwidth="narrow" startarrowlength="short" endarrow="block"/>
            </v:line>
            <v:line id="_x0000_s2972" style="position:absolute;rotation:90;flip:x y" from="8148,13566" to="9516,13566" strokeweight="1.25pt">
              <v:stroke startarrow="oval" startarrowwidth="narrow" startarrowlength="short" endarrowwidth="narrow" endarrowlength="short"/>
            </v:line>
            <v:shape id="_x0000_s2973" type="#_x0000_t202" style="position:absolute;left:7980;top:12312;width:570;height:456" filled="f" stroked="f">
              <v:textbox style="mso-next-textbox:#_x0000_s2973">
                <w:txbxContent>
                  <w:p w:rsidR="009E23C5" w:rsidRPr="00510963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  <w:p w:rsidR="009E23C5" w:rsidRPr="007939A6" w:rsidRDefault="009E23C5" w:rsidP="00AC3A92"/>
                </w:txbxContent>
              </v:textbox>
            </v:shape>
            <v:shape id="_x0000_s2974" type="#_x0000_t202" style="position:absolute;left:8151;top:12996;width:570;height:456" filled="f" stroked="f">
              <v:textbox style="mso-next-textbox:#_x0000_s2974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2975" style="position:absolute;left:8151;top:13680;width:399;height:400;rotation:-270;flip:x" filled="f" stroked="f" strokeweight="1.25pt">
              <v:textbox style="mso-next-textbox:#_x0000_s2975" inset="1pt,1pt,1pt,1pt">
                <w:txbxContent>
                  <w:p w:rsidR="009E23C5" w:rsidRPr="00510963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01</w:t>
                    </w:r>
                  </w:p>
                </w:txbxContent>
              </v:textbox>
            </v:rect>
            <v:rect id="_x0000_s2976" style="position:absolute;left:8151;top:11514;width:400;height:342" filled="f" stroked="f" strokeweight="1.25pt">
              <v:textbox style="mso-next-textbox:#_x0000_s2976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4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_x0000_s2977" type="#_x0000_t202" style="position:absolute;left:7065;top:12654;width:741;height:513" filled="f" stroked="f">
              <v:textbox style="mso-next-textbox:#_x0000_s2977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rect id="_x0000_s2978" style="position:absolute;left:9547;top:13367;width:627;height:228;rotation:270" strokeweight="1.25pt"/>
            <v:rect id="_x0000_s2979" style="position:absolute;left:9348;top:13452;width:399;height:342" filled="f" stroked="f" strokeweight="1.25pt">
              <v:textbox style="mso-next-textbox:#_x0000_s2979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line id="_x0000_s2980" style="position:absolute" from="9861,13794" to="9861,14250" strokeweight="1.25pt">
              <v:stroke endarrowwidth="narrow" endarrowlength="short"/>
            </v:line>
            <v:shape id="_x0000_s2981" type="#_x0000_t202" style="position:absolute;left:1710;top:11687;width:5016;height:1083" stroked="f">
              <v:textbox style="mso-next-textbox:#_x0000_s2981">
                <w:txbxContent>
                  <w:p w:rsidR="009E23C5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=</w:t>
                    </w:r>
                    <w:r w:rsidRPr="00B6155C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 xml:space="preserve">0 В,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=200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=100 Ом, 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</w:t>
                    </w:r>
                    <w:r>
                      <w:rPr>
                        <w:sz w:val="24"/>
                      </w:rPr>
                      <w:t xml:space="preserve">=5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</w:p>
                  <w:p w:rsidR="009E23C5" w:rsidRPr="00572ECB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 - идеальный диод.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</w:p>
                  <w:p w:rsidR="009E23C5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group id="_x0000_s2982" style="position:absolute;left:2508;top:12998;width:3021;height:1482" coordorigin="7638,4007" coordsize="3021,1482">
              <v:rect id="_x0000_s2983" style="position:absolute;left:7638;top:4007;width:3021;height:1482" filled="f"/>
              <v:shape id="_x0000_s2984" type="#_x0000_t202" style="position:absolute;left:9861;top:4064;width:342;height:342" filled="f" stroked="f">
                <v:textbox style="mso-next-textbox:#_x0000_s2984">
                  <w:txbxContent>
                    <w:p w:rsidR="009E23C5" w:rsidRDefault="009E23C5" w:rsidP="00AC3A92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2985" type="#_x0000_t202" style="position:absolute;left:7752;top:4178;width:1938;height:684" filled="f" stroked="f">
                <v:textbox style="mso-next-textbox:#_x0000_s2985">
                  <w:txbxContent>
                    <w:p w:rsidR="009E23C5" w:rsidRDefault="009E23C5" w:rsidP="00AC3A92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AC3A92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2986" type="#_x0000_t202" style="position:absolute;left:10260;top:4976;width:399;height:342" filled="f" stroked="f">
                <v:textbox style="mso-next-textbox:#_x0000_s2986">
                  <w:txbxContent>
                    <w:p w:rsidR="009E23C5" w:rsidRDefault="009E23C5" w:rsidP="00AC3A9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2987" style="position:absolute" from="9918,4178" to="9918,5432"/>
              <v:line id="_x0000_s2988" style="position:absolute" from="9006,5261" to="10545,5261"/>
              <v:line id="_x0000_s2989" style="position:absolute" from="9120,5258" to="9918,5258" strokeweight="1.5pt"/>
              <v:line id="_x0000_s2990" style="position:absolute" from="9918,4463" to="9918,5261" strokeweight="1.5pt"/>
            </v:group>
            <v:group id="_x0000_s2991" style="position:absolute;left:9747;top:12255;width:228;height:627" coordorigin="6099,10602" coordsize="228,627">
              <v:line id="_x0000_s2992" style="position:absolute" from="6213,10602" to="6213,11058" strokeweight="1.25pt">
                <v:stroke endarrow="block" endarrowwidth="wide" endarrowlength="long"/>
              </v:line>
              <v:line id="_x0000_s2993" style="position:absolute" from="6099,11055" to="6327,11055" strokeweight="1.25pt"/>
              <v:line id="_x0000_s2994" style="position:absolute;flip:x" from="6213,11058" to="6213,11229" strokeweight="1.25pt"/>
            </v:group>
            <v:shape id="_x0000_s2995" type="#_x0000_t202" style="position:absolute;left:9177;top:12825;width:570;height:456" filled="f" stroked="f">
              <v:textbox style="mso-next-textbox:#_x0000_s2995">
                <w:txbxContent>
                  <w:p w:rsidR="009E23C5" w:rsidRDefault="009E23C5" w:rsidP="00AC3A92"/>
                </w:txbxContent>
              </v:textbox>
            </v:shape>
            <v:line id="_x0000_s2996" style="position:absolute;flip:y" from="8835,11913" to="8835,12198" strokeweight="1.25pt">
              <v:stroke endarrow="oval" endarrowwidth="narrow" endarrowlength="short"/>
            </v:lin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2997" style="position:absolute;margin-left:6.05pt;margin-top:3pt;width:456.05pt;height:706.95pt;z-index:251662336" coordorigin="1482,497" coordsize="9121,14139">
            <v:shape id="_x0000_s2998" type="#_x0000_t202" style="position:absolute;left:1539;top:1067;width:2736;height:432" filled="f" stroked="f">
              <v:textbox style="mso-next-textbox:#_x0000_s2998">
                <w:txbxContent>
                  <w:p w:rsidR="009E23C5" w:rsidRPr="003D5F37" w:rsidRDefault="009E23C5" w:rsidP="00AC3A92">
                    <w:pPr>
                      <w:pStyle w:val="Heading1"/>
                    </w:pPr>
                    <w:r>
                      <w:t>Задача № 1.310</w:t>
                    </w:r>
                  </w:p>
                </w:txbxContent>
              </v:textbox>
            </v:shape>
            <v:shape id="_x0000_s2999" type="#_x0000_t202" style="position:absolute;left:1482;top:497;width:2793;height:456">
              <v:textbox style="mso-next-textbox:#_x0000_s2999">
                <w:txbxContent>
                  <w:p w:rsidR="009E23C5" w:rsidRPr="003D5F37" w:rsidRDefault="009E23C5" w:rsidP="00AC3A92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310</w:t>
                    </w:r>
                  </w:p>
                </w:txbxContent>
              </v:textbox>
            </v:shape>
            <v:rect id="_x0000_s3000" style="position:absolute;left:1482;top:956;width:9121;height:3420" filled="f" strokeweight="2pt"/>
            <v:shape id="_x0000_s3001" type="#_x0000_t202" style="position:absolute;left:1482;top:4487;width:2387;height:432" filled="f" stroked="f">
              <v:textbox style="mso-next-textbox:#_x0000_s3001">
                <w:txbxContent>
                  <w:p w:rsidR="009E23C5" w:rsidRPr="003D5F37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310</w:t>
                    </w:r>
                  </w:p>
                </w:txbxContent>
              </v:textbox>
            </v:shape>
            <v:rect id="_x0000_s3002" style="position:absolute;left:1482;top:4376;width:9121;height:3420" filled="f" strokeweight="2pt"/>
            <v:rect id="_x0000_s3003" style="position:absolute;left:1482;top:7796;width:9121;height:3420" filled="f" strokeweight="2pt"/>
            <v:rect id="_x0000_s3004" style="position:absolute;left:1482;top:11216;width:9121;height:3420" filled="f" strokeweight="2pt"/>
            <v:shape id="_x0000_s3005" type="#_x0000_t202" style="position:absolute;left:1539;top:7877;width:2387;height:432" filled="f" stroked="f">
              <v:textbox style="mso-next-textbox:#_x0000_s3005">
                <w:txbxContent>
                  <w:p w:rsidR="009E23C5" w:rsidRPr="003D5F37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310</w:t>
                    </w:r>
                  </w:p>
                </w:txbxContent>
              </v:textbox>
            </v:shape>
            <v:shape id="_x0000_s3006" type="#_x0000_t202" style="position:absolute;left:1539;top:11273;width:2387;height:432" filled="f" stroked="f">
              <v:textbox style="mso-next-textbox:#_x0000_s3006">
                <w:txbxContent>
                  <w:p w:rsidR="009E23C5" w:rsidRPr="003D5F37" w:rsidRDefault="009E23C5" w:rsidP="00AC3A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310</w:t>
                    </w:r>
                  </w:p>
                </w:txbxContent>
              </v:textbox>
            </v:shape>
            <v:rect id="_x0000_s3007" style="position:absolute;left:6897;top:1409;width:628;height:400;flip:y" filled="f" stroked="f" strokeweight="1.25pt">
              <v:textbox style="mso-next-textbox:#_x0000_s3007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group id="_x0000_s3008" style="position:absolute;left:6099;top:1466;width:114;height:228" coordorigin="6954,3876" coordsize="741,969">
              <v:line id="_x0000_s3009" style="position:absolute;rotation:-90;flip:x" from="7325,4564" to="7325,4975"/>
              <v:group id="_x0000_s3010" style="position:absolute;left:6954;top:3876;width:741;height:969" coordorigin="4266,11962" coordsize="575,853">
                <v:line id="_x0000_s3011" style="position:absolute;rotation:-90;flip:y" from="4009,12559" to="4522,12559"/>
                <v:shape id="_x0000_s3012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3013" style="position:absolute;rotation:-90;flip:y" from="4579,12559" to="5092,12559"/>
              </v:group>
            </v:group>
            <v:rect id="_x0000_s3014" style="position:absolute;left:7352;top:5798;width:400;height:342" filled="f" stroked="f" strokeweight="1.25pt">
              <v:textbox style="mso-next-textbox:#_x0000_s3014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4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3015" style="position:absolute;left:7182;top:4829;width:400;height:342" filled="f" stroked="f" strokeweight="1.25pt">
              <v:textbox style="mso-next-textbox:#_x0000_s3015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50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3016" style="position:absolute;rotation:-90" from="7374,6061" to="7375,6333" strokeweight="1.25pt">
              <v:stroke endarrow="classic"/>
            </v:line>
            <v:line id="_x0000_s3017" style="position:absolute;rotation:-90;flip:x" from="7146,7046" to="7147,7318" strokeweight="1.25pt">
              <v:stroke endarrow="classic"/>
            </v:line>
            <v:rect id="_x0000_s3018" style="position:absolute;left:7124;top:6710;width:400;height:342" filled="f" stroked="f" strokeweight="1.25pt">
              <v:textbox style="mso-next-textbox:#_x0000_s3018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52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3019" style="position:absolute;left:4936;top:2572;width:628;height:239;rotation:90" filled="f" strokeweight="1.25pt"/>
            <v:rect id="_x0000_s3020" style="position:absolute;left:6326;top:1466;width:343;height:286;flip:y" filled="f" stroked="f" strokeweight="1.25pt">
              <v:textbox style="mso-next-textbox:#_x0000_s3020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021" style="position:absolute;flip:x" from="6441,2948" to="6441,3404" strokeweight="1.25pt">
              <v:stroke endarrow="oval" endarrowwidth="narrow" endarrowlength="short"/>
            </v:line>
            <v:line id="_x0000_s3022" style="position:absolute;flip:y" from="6423,1865" to="6441,2341" strokeweight="1.25pt">
              <v:stroke endarrow="oval" endarrowwidth="narrow" endarrowlength="short"/>
            </v:line>
            <v:rect id="_x0000_s3023" style="position:absolute;left:6104;top:2534;width:628;height:239;rotation:90;flip:y" filled="f" strokeweight="1.25pt"/>
            <v:line id="_x0000_s3024" style="position:absolute;flip:x y" from="7980,1865" to="7980,2606" strokeweight="1.25pt">
              <v:stroke endarrow="oval" endarrowwidth="narrow" endarrowlength="short"/>
            </v:line>
            <v:line id="_x0000_s3025" style="position:absolute;rotation:-90;flip:y" from="6437,1470" to="6438,2262" strokeweight="1.25pt"/>
            <v:rect id="_x0000_s3026" style="position:absolute;left:6851;top:1770;width:628;height:239;flip:y" filled="f" strokeweight="1.25pt"/>
            <v:line id="_x0000_s3027" style="position:absolute;flip:x" from="5244,1865" to="5244,2378" strokeweight="1.25pt">
              <v:stroke startarrowwidth="narrow" startarrowlength="short"/>
            </v:line>
            <v:line id="_x0000_s3028" style="position:absolute;flip:x" from="5244,3005" to="5250,3424" strokeweight="1.25pt">
              <v:stroke endarrowwidth="narrow" endarrowlength="short"/>
            </v:line>
            <v:line id="_x0000_s3029" style="position:absolute;flip:x y" from="9234,2968" to="9234,3430" strokeweight="1.25pt"/>
            <v:line id="_x0000_s3030" style="position:absolute;flip:x y" from="9234,1865" to="9245,2341" strokeweight="1.25pt">
              <v:stroke endarrowwidth="narrow" endarrowlength="short"/>
            </v:line>
            <v:rect id="_x0000_s3031" style="position:absolute;left:8937;top:2534;width:628;height:239;rotation:90;flip:y" filled="f" strokeweight="1.25pt"/>
            <v:line id="_x0000_s3032" style="position:absolute;flip:y" from="7467,1865" to="9234,1873" strokeweight="1.25pt">
              <v:stroke endarrowwidth="narrow" endarrowlength="short"/>
            </v:line>
            <v:oval id="_x0000_s3033" style="position:absolute;left:7695;top:2378;width:568;height:570;flip:y" filled="f" strokeweight="1.25pt"/>
            <v:oval id="_x0000_s3034" style="position:absolute;left:8333;top:3119;width:568;height:570;flip:x y" filled="f" strokeweight="1.25pt"/>
            <v:line id="_x0000_s3035" style="position:absolute;flip:x y" from="5244,3404" to="9234,3414" strokeweight="1.25pt">
              <v:stroke endarrowwidth="narrow" endarrowlength="long"/>
            </v:line>
            <v:rect id="_x0000_s3036" style="position:absolute;left:7866;top:1466;width:343;height:286;flip:y" filled="f" stroked="f" strokeweight="1.25pt">
              <v:textbox style="mso-next-textbox:#_x0000_s3036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3037" style="position:absolute;left:7866;top:3461;width:343;height:286;flip:y" filled="f" stroked="f" strokeweight="1.25pt">
              <v:textbox style="mso-next-textbox:#_x0000_s3037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3038" style="position:absolute;left:6669;top:3404;width:343;height:342;flip:y" filled="f" stroked="f" strokeweight="1.25pt">
              <v:textbox style="mso-next-textbox:#_x0000_s3038" inset="1pt,1pt,1pt,1pt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oval id="_x0000_s3039" style="position:absolute;left:5529;top:3119;width:568;height:570" filled="f" strokeweight="1.25pt"/>
            <v:line id="_x0000_s3040" style="position:absolute;rotation:-90" from="5387,1722" to="5387,2007" strokeweight="1.25pt"/>
            <v:group id="_x0000_s3041" style="position:absolute;left:5529;top:1523;width:570;height:570" coordorigin="3363,8436" coordsize="570,570">
              <v:oval id="_x0000_s3042" style="position:absolute;left:3363;top:8436;width:570;height:570" filled="f" strokeweight="1.25pt"/>
              <v:shape id="_x0000_s3043" type="#_x0000_t202" style="position:absolute;left:3420;top:8550;width:456;height:399" filled="f" stroked="f" strokeweight="1.25pt">
                <v:textbox>
                  <w:txbxContent>
                    <w:p w:rsidR="009E23C5" w:rsidRDefault="009E23C5" w:rsidP="00AC3A92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v:group>
            <v:rect id="_x0000_s3044" style="position:absolute;left:7182;top:2378;width:685;height:444;flip:y" filled="f" stroked="f" strokeweight="1.25pt">
              <v:textbox style="mso-next-textbox:#_x0000_s3044" inset="1pt,1pt,1pt,1pt">
                <w:txbxContent>
                  <w:p w:rsidR="009E23C5" w:rsidRDefault="009E23C5" w:rsidP="00AC3A9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3045" style="position:absolute;left:4617;top:2435;width:513;height:513;flip:y" filled="f" stroked="f" strokeweight="1.25pt">
              <v:textbox style="mso-next-textbox:#_x0000_s3045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3046" style="position:absolute;left:6612;top:2435;width:455;height:400;flip:y" filled="f" stroked="f" strokeweight="1.25pt">
              <v:textbox style="mso-next-textbox:#_x0000_s3046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047" style="position:absolute;left:8663;top:2435;width:628;height:400;flip:y" filled="f" stroked="f" strokeweight="1.25pt">
              <v:textbox style="mso-next-textbox:#_x0000_s3047" inset="1pt,1pt,1pt,1pt">
                <w:txbxContent>
                  <w:p w:rsidR="009E23C5" w:rsidRPr="003A5600" w:rsidRDefault="009E23C5" w:rsidP="00AC3A92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line id="_x0000_s3048" style="position:absolute;flip:y" from="7980,2717" to="7980,3401" strokeweight="1.25pt">
              <v:stroke startarrow="oval" startarrowwidth="narrow" startarrowlength="short" endarrow="open" endarrowlength="short"/>
            </v:line>
            <v:line id="_x0000_s3049" style="position:absolute;rotation:90;flip:y" from="7952,2577" to="8010,2578" strokeweight="1.25pt">
              <v:stroke endarrow="open" endarrowlength="short"/>
            </v:line>
            <v:rect id="_x0000_s3050" style="position:absolute;left:5586;top:2720;width:628;height:360;flip:y" filled="f" stroked="f" strokeweight="1.25pt">
              <v:textbox style="mso-next-textbox:#_x0000_s3050" inset="1pt,1pt,1pt,1pt">
                <w:txbxContent>
                  <w:p w:rsidR="009E23C5" w:rsidRPr="0063510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3051" style="position:absolute;rotation:90;flip:x" from="6270,3575" to="6612,3575" strokeweight="1.25pt">
              <v:stroke endarrowwidth="narrow" endarrowlength="short"/>
            </v:line>
            <v:line id="_x0000_s3052" style="position:absolute;flip:x" from="6270,3746" to="6612,3746" strokeweight="2.5pt">
              <v:stroke endarrowwidth="narrow" endarrowlength="short"/>
            </v:line>
            <v:line id="_x0000_s3053" style="position:absolute;rotation:-90;flip:x" from="8628,3269" to="8629,3541" strokeweight="1.25pt">
              <v:stroke endarrow="block" endarrowwidth="wide"/>
            </v:line>
            <v:line id="_x0000_s3054" style="position:absolute;rotation:-90;flip:x" from="5835,3269" to="5836,3541" strokeweight="1.25pt">
              <v:stroke endarrow="block" endarrowwidth="wide"/>
            </v:line>
            <v:rect id="_x0000_s3055" style="position:absolute;left:8378;top:2720;width:628;height:360;flip:y" filled="f" stroked="f" strokeweight="1.25pt">
              <v:textbox style="mso-next-textbox:#_x0000_s3055" inset="1pt,1pt,1pt,1pt">
                <w:txbxContent>
                  <w:p w:rsidR="009E23C5" w:rsidRPr="000E2C9C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shape id="_x0000_s3056" type="#_x0000_t202" style="position:absolute;left:1881;top:1694;width:1539;height:2166" filled="f" stroked="f">
              <v:textbox style="mso-next-textbox:#_x0000_s3056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=36 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=0.03 А,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=210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=510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=120 Ом,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=390 Ом,</w:t>
                    </w:r>
                  </w:p>
                </w:txbxContent>
              </v:textbox>
            </v:shape>
            <v:shape id="_x0000_s3057" type="#_x0000_t202" style="position:absolute;left:9861;top:6083;width:570;height:399" filled="f" stroked="f" strokeweight="1.25pt">
              <v:textbox style="mso-next-textbox:#_x0000_s3057">
                <w:txbxContent>
                  <w:p w:rsidR="009E23C5" w:rsidRDefault="009E23C5" w:rsidP="00AC3A92">
                    <w:r>
                      <w:t>1</w:t>
                    </w:r>
                  </w:p>
                </w:txbxContent>
              </v:textbox>
            </v:shape>
            <v:shape id="_x0000_s3058" type="#_x0000_t202" style="position:absolute;left:6099;top:6197;width:399;height:342" filled="f" stroked="f" strokeweight="1.25pt">
              <v:textbox style="mso-next-textbox:#_x0000_s3058">
                <w:txbxContent>
                  <w:p w:rsidR="009E23C5" w:rsidRDefault="009E23C5" w:rsidP="00AC3A92">
                    <w:r>
                      <w:t>0</w:t>
                    </w:r>
                  </w:p>
                </w:txbxContent>
              </v:textbox>
            </v:shape>
            <v:line id="_x0000_s3059" style="position:absolute;flip:y" from="9576,6197" to="9861,6197" strokeweight="1.25pt">
              <v:stroke endarrow="oval" endarrowwidth="narrow" endarrowlength="short"/>
            </v:line>
            <v:line id="_x0000_s3060" style="position:absolute;rotation:-90" from="9747,5114" to="9747,5342" strokeweight="1.25pt">
              <v:stroke endarrowwidth="narrow" endarrowlength="short"/>
            </v:line>
            <v:line id="_x0000_s3061" style="position:absolute" from="9861,5228" to="9861,7166" strokeweight="1.25pt">
              <v:stroke endarrowwidth="narrow" endarrowlength="short"/>
            </v:line>
            <v:group id="_x0000_s3062" style="position:absolute;left:8949;top:5114;width:684;height:114" coordorigin="2795,7200" coordsize="684,114">
              <v:shape id="_x0000_s3063" type="#_x0000_t19" style="position:absolute;left:2795;top:7200;width:114;height:114;rotation:-270;flip:x y" strokeweight="1.25pt"/>
              <v:shape id="_x0000_s3064" type="#_x0000_t19" style="position:absolute;left:2909;top:7200;width:114;height:114;rotation:270;flip:x" strokeweight="1.25pt"/>
              <v:shape id="_x0000_s3065" type="#_x0000_t19" style="position:absolute;left:3251;top:7200;width:114;height:114;rotation:-270;flip:x y" strokeweight="1.25pt"/>
              <v:shape id="_x0000_s3066" type="#_x0000_t19" style="position:absolute;left:3365;top:7200;width:114;height:114;rotation:270;flip:x" strokeweight="1.25pt"/>
              <v:shape id="_x0000_s3067" type="#_x0000_t19" style="position:absolute;left:3023;top:7200;width:114;height:114;rotation:-270;flip:x y" strokeweight="1.25pt"/>
              <v:shape id="_x0000_s3068" type="#_x0000_t19" style="position:absolute;left:3137;top:7200;width:114;height:114;rotation:270;flip:x" strokeweight="1.25pt"/>
            </v:group>
            <v:rect id="_x0000_s3069" style="position:absolute;left:9177;top:5684;width:399;height:342" filled="f" stroked="f" strokeweight="1.25pt">
              <v:textbox style="mso-next-textbox:#_x0000_s3069" inset="1pt,1pt,1pt,1pt">
                <w:txbxContent>
                  <w:p w:rsidR="009E23C5" w:rsidRDefault="009E23C5" w:rsidP="00AC3A92"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3070" style="position:absolute;left:8949;top:6083;width:627;height:228" filled="f" strokeweight="1.25pt"/>
            <v:group id="_x0000_s3071" style="position:absolute;left:8550;top:4959;width:114;height:456" coordorigin="6270,13509" coordsize="114,456">
              <v:line id="_x0000_s3072" style="position:absolute;flip:x" from="6270,13509" to="6270,13965" strokeweight="2.5pt"/>
              <v:line id="_x0000_s3073" style="position:absolute" from="6384,13509" to="6384,13965" strokeweight="2.5pt"/>
            </v:group>
            <v:rect id="_x0000_s3074" style="position:absolute;left:8151;top:4788;width:399;height:342" filled="f" stroked="f" strokeweight="1.25pt">
              <v:textbox style="mso-next-textbox:#_x0000_s3074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shape id="_x0000_s3075" type="#_x0000_t202" style="position:absolute;left:7980;top:5969;width:570;height:456" filled="f" stroked="f" strokeweight="1.25pt">
              <v:textbox style="mso-next-textbox:#_x0000_s3075">
                <w:txbxContent>
                  <w:p w:rsidR="009E23C5" w:rsidRPr="00785D1C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785D1C">
                      <w:rPr>
                        <w:sz w:val="24"/>
                        <w:szCs w:val="24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3076" style="position:absolute;rotation:-90" from="8172,5492" to="8188,8855" strokeweight="1.25pt">
              <v:stroke endarrowwidth="narrow" endarrowlength="short"/>
            </v:line>
            <v:line id="_x0000_s3077" style="position:absolute;rotation:-90;flip:y" from="8807,5044" to="8807,5329" strokeweight="1.25pt">
              <v:stroke endarrowwidth="narrow" endarrowlength="short"/>
            </v:line>
            <v:shape id="_x0000_s3078" type="#_x0000_t202" style="position:absolute;left:7410;top:5535;width:741;height:491" filled="f" stroked="f" strokeweight="1.25pt">
              <v:textbox style="mso-next-textbox:#_x0000_s3078">
                <w:txbxContent>
                  <w:p w:rsidR="009E23C5" w:rsidRPr="00AD4532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3079" style="position:absolute;flip:x" from="7695,5969" to="7695,6197" strokeweight=".5pt">
              <v:stroke endarrow="oval" endarrowwidth="narrow" endarrowlength="short"/>
            </v:line>
            <v:line id="_x0000_s3080" style="position:absolute;flip:x y" from="7695,5187" to="7695,5513" strokeweight=".5pt">
              <v:stroke endarrow="oval" endarrowwidth="narrow" endarrowlength="short"/>
            </v:line>
            <v:line id="_x0000_s3081" style="position:absolute;rotation:-90;flip:x y" from="7093,5599" to="7096,6799" strokeweight="1.25pt">
              <v:stroke startarrow="oval" startarrowwidth="narrow" startarrowlength="short" endarrow="oval" endarrowwidth="narrow" endarrowlength="short"/>
            </v:line>
            <v:oval id="_x0000_s3082" style="position:absolute;left:6672;top:5969;width:456;height:456;rotation:37016fd" filled="f" strokeweight="1.25pt"/>
            <v:line id="_x0000_s3083" style="position:absolute;rotation:-90;flip:x y" from="5508,6177" to="7487,6177" strokeweight="1.25pt">
              <v:stroke startarrow="oval" startarrowwidth="narrow" startarrowlength="short"/>
            </v:line>
            <v:line id="_x0000_s3084" style="position:absolute;flip:x" from="7695,6197" to="7977,6200" strokeweight="1.25pt">
              <v:stroke endarrow="oval" endarrowwidth="narrow" endarrowlength="short"/>
            </v:line>
            <v:line id="_x0000_s3085" style="position:absolute" from="6498,5187" to="8550,5187" strokeweight="1.25pt">
              <v:stroke endarrowwidth="narrow" endarrowlength="short"/>
            </v:line>
            <v:line id="_x0000_s3086" style="position:absolute;flip:y" from="8436,6197" to="8949,6197" strokeweight="1.25pt"/>
            <v:oval id="_x0000_s3087" style="position:absolute;left:6270;top:5399;width:456;height:456;rotation:-90" filled="f" strokeweight="1.25pt"/>
            <v:rect id="_x0000_s3088" style="position:absolute;left:6726;top:5627;width:570;height:342" filled="f" stroked="f" strokeweight="1.25pt">
              <v:textbox style="mso-next-textbox:#_x0000_s3088" inset="1pt,1pt,1pt,1pt">
                <w:txbxContent>
                  <w:p w:rsidR="009E23C5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3089" style="position:absolute;left:6726;top:5228;width:513;height:342" filled="f" stroked="f" strokeweight="1.25pt">
              <v:textbox style="mso-next-textbox:#_x0000_s3089" inset="1pt,1pt,1pt,1pt">
                <w:txbxContent>
                  <w:p w:rsidR="009E23C5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090" style="position:absolute" from="5643,6197" to="6498,6197" strokeweight=".5pt"/>
            <v:line id="_x0000_s3091" style="position:absolute;flip:y" from="6726,6197" to="7011,6197" strokeweight="1pt">
              <v:stroke endarrow="block" endarrowwidth="wide"/>
            </v:line>
            <v:line id="_x0000_s3092" style="position:absolute;flip:y" from="6498,5513" to="6498,5741" strokeweight="1pt">
              <v:stroke endarrow="block" endarrowwidth="wide"/>
            </v:line>
            <v:oval id="_x0000_s3093" style="position:absolute;left:7467;top:5513;width:456;height:456;rotation:37016fd" filled="f" strokeweight="1.25pt"/>
            <v:group id="_x0000_s3094" style="position:absolute;left:7410;top:5285;width:114;height:228" coordorigin="6840,6555" coordsize="171,285">
              <v:line id="_x0000_s3095" style="position:absolute;rotation:-90;flip:x" from="6754,6698" to="7039,6698"/>
              <v:line id="_x0000_s3096" style="position:absolute;rotation:-90" from="6903,6518" to="6948,6689">
                <v:stroke endarrow="oval" endarrowwidth="narrow" endarrowlength="short"/>
              </v:line>
              <v:line id="_x0000_s3097" style="position:absolute;rotation:-90;flip:y" from="6903,6706" to="6948,6877">
                <v:stroke endarrow="oval" endarrowwidth="narrow" endarrowlength="short"/>
              </v:line>
              <v:group id="_x0000_s3098" style="position:absolute;left:6840;top:6626;width:120;height:143" coordorigin="9681,14354" coordsize="399,912">
                <v:line id="_x0000_s3099" style="position:absolute;rotation:-90;flip:y" from="9767,14724" to="9995,15123"/>
                <v:line id="_x0000_s3100" style="position:absolute;rotation:-90;flip:y" from="9767,14268" to="9995,14667"/>
                <v:line id="_x0000_s3101" style="position:absolute;rotation:-90" from="9767,14496" to="9995,14895"/>
                <v:line id="_x0000_s3102" style="position:absolute;rotation:-90" from="9767,14952" to="9995,15351"/>
              </v:group>
            </v:group>
            <v:shape id="_x0000_s3103" type="#_x0000_t202" style="position:absolute;left:5415;top:5494;width:627;height:491" filled="f" stroked="f" strokeweight="1.25pt">
              <v:textbox style="mso-next-textbox:#_x0000_s3103">
                <w:txbxContent>
                  <w:p w:rsidR="009E23C5" w:rsidRPr="00AD4532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AD4532">
                      <w:rPr>
                        <w:sz w:val="24"/>
                        <w:szCs w:val="24"/>
                      </w:rPr>
                      <w:t>V</w:t>
                    </w:r>
                    <w:r w:rsidRPr="00F97238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3104" style="position:absolute;flip:x" from="5643,5928" to="5643,6213" strokeweight=".5pt">
              <v:stroke endarrowwidth="narrow" endarrowlength="short"/>
            </v:line>
            <v:group id="_x0000_s3105" style="position:absolute;left:5871;top:5244;width:114;height:228" coordorigin="6840,6555" coordsize="171,285">
              <v:line id="_x0000_s3106" style="position:absolute;rotation:-90;flip:x" from="6754,6698" to="7039,6698"/>
              <v:line id="_x0000_s3107" style="position:absolute;rotation:-90" from="6903,6518" to="6948,6689">
                <v:stroke endarrow="oval" endarrowwidth="narrow" endarrowlength="short"/>
              </v:line>
              <v:line id="_x0000_s3108" style="position:absolute;rotation:-90;flip:y" from="6903,6706" to="6948,6877">
                <v:stroke endarrow="oval" endarrowwidth="narrow" endarrowlength="short"/>
              </v:line>
              <v:group id="_x0000_s3109" style="position:absolute;left:6840;top:6626;width:120;height:143" coordorigin="9681,14354" coordsize="399,912">
                <v:line id="_x0000_s3110" style="position:absolute;rotation:-90;flip:y" from="9767,14724" to="9995,15123"/>
                <v:line id="_x0000_s3111" style="position:absolute;rotation:-90;flip:y" from="9767,14268" to="9995,14667"/>
                <v:line id="_x0000_s3112" style="position:absolute;rotation:-90" from="9767,14496" to="9995,14895"/>
                <v:line id="_x0000_s3113" style="position:absolute;rotation:-90" from="9767,14952" to="9995,15351"/>
              </v:group>
            </v:group>
            <v:line id="_x0000_s3114" style="position:absolute;flip:x y" from="5640,5187" to="5640,5472" strokeweight=".5pt">
              <v:stroke endarrowwidth="narrow" endarrowlength="short"/>
            </v:line>
            <v:oval id="_x0000_s3115" style="position:absolute;left:5415;top:5472;width:456;height:456;rotation:37016fd" filled="f" strokeweight="1.25pt"/>
            <v:line id="_x0000_s3116" style="position:absolute" from="5643,5187" to="6498,5187" strokeweight=".5pt"/>
            <v:oval id="_x0000_s3117" style="position:absolute;left:7980;top:5969;width:456;height:456;rotation:37016fd" filled="f" strokeweight="1.25pt"/>
            <v:shape id="_x0000_s3118" type="#_x0000_t202" style="position:absolute;left:1710;top:5057;width:3363;height:2508" stroked="f">
              <v:textbox style="mso-next-textbox:#_x0000_s3118">
                <w:txbxContent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</w:rPr>
                      <w:t>Напряжения симметричного трёхфазного генератора</w:t>
                    </w:r>
                    <w:r>
                      <w:t>:</w:t>
                    </w:r>
                  </w:p>
                  <w:p w:rsidR="009E23C5" w:rsidRPr="0039702E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39702E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 w:rsidRPr="0039702E">
                      <w:rPr>
                        <w:sz w:val="24"/>
                        <w:lang w:val="en-US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9702E">
                      <w:rPr>
                        <w:sz w:val="24"/>
                        <w:lang w:val="en-US"/>
                      </w:rPr>
                      <w:t>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39702E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21</w:t>
                    </w:r>
                    <w:r w:rsidRPr="0039702E">
                      <w:rPr>
                        <w:sz w:val="24"/>
                        <w:lang w:val="en-US"/>
                      </w:rPr>
                      <w:t>.</w:t>
                    </w:r>
                    <w:r>
                      <w:rPr>
                        <w:sz w:val="24"/>
                      </w:rPr>
                      <w:t>2</w:t>
                    </w:r>
                    <w:r w:rsidRPr="0039702E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39702E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t)</w:t>
                    </w:r>
                    <w:r w:rsidRPr="0039702E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654F18" w:rsidRDefault="009E23C5" w:rsidP="00AC3A92">
                    <w:pPr>
                      <w:ind w:firstLine="284"/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4661CD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C77282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21</w:t>
                    </w:r>
                    <w:r w:rsidRPr="0039702E">
                      <w:rPr>
                        <w:sz w:val="24"/>
                        <w:lang w:val="en-US"/>
                      </w:rPr>
                      <w:t>.</w:t>
                    </w:r>
                    <w:r>
                      <w:rPr>
                        <w:sz w:val="24"/>
                      </w:rPr>
                      <w:t>2</w:t>
                    </w:r>
                    <w:r w:rsidRPr="004661CD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sym w:font="Symbol" w:char="F077"/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t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</w:t>
                    </w:r>
                    <w:r w:rsidRPr="004661CD">
                      <w:rPr>
                        <w:sz w:val="24"/>
                        <w:lang w:val="en-US"/>
                      </w:rPr>
                      <w:t>+</w:t>
                    </w:r>
                    <w:r w:rsidRPr="00654F18">
                      <w:rPr>
                        <w:sz w:val="24"/>
                        <w:lang w:val="en-US"/>
                      </w:rPr>
                      <w:t xml:space="preserve"> 120</w:t>
                    </w:r>
                    <w:r w:rsidRPr="0045307F">
                      <w:rPr>
                        <w:sz w:val="24"/>
                        <w:vertAlign w:val="superscript"/>
                      </w:rPr>
                      <w:t>о</w:t>
                    </w:r>
                    <w:r>
                      <w:rPr>
                        <w:sz w:val="24"/>
                        <w:lang w:val="fr-FR"/>
                      </w:rPr>
                      <w:t>)</w:t>
                    </w:r>
                    <w:r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39702E" w:rsidRDefault="009E23C5" w:rsidP="00AC3A92">
                    <w:pPr>
                      <w:jc w:val="both"/>
                      <w:rPr>
                        <w:sz w:val="24"/>
                        <w:szCs w:val="24"/>
                        <w:lang w:val="fr-FR"/>
                      </w:rPr>
                    </w:pPr>
                    <w:r w:rsidRPr="0039702E">
                      <w:rPr>
                        <w:sz w:val="24"/>
                        <w:szCs w:val="24"/>
                        <w:lang w:val="es-ES"/>
                      </w:rPr>
                      <w:t>f=</w:t>
                    </w:r>
                    <w:r>
                      <w:rPr>
                        <w:sz w:val="24"/>
                        <w:szCs w:val="24"/>
                      </w:rPr>
                      <w:t>6</w:t>
                    </w:r>
                    <w:r w:rsidRPr="0039702E">
                      <w:rPr>
                        <w:sz w:val="24"/>
                        <w:szCs w:val="24"/>
                        <w:lang w:val="es-ES"/>
                      </w:rPr>
                      <w:t xml:space="preserve">0 </w:t>
                    </w:r>
                    <w:r w:rsidRPr="0039702E">
                      <w:rPr>
                        <w:sz w:val="24"/>
                        <w:szCs w:val="24"/>
                      </w:rPr>
                      <w:t>Гц</w:t>
                    </w:r>
                    <w:r w:rsidRPr="0039702E">
                      <w:rPr>
                        <w:sz w:val="24"/>
                        <w:szCs w:val="24"/>
                        <w:lang w:val="es-ES"/>
                      </w:rPr>
                      <w:t>,</w:t>
                    </w:r>
                  </w:p>
                  <w:p w:rsidR="009E23C5" w:rsidRPr="00617C9A" w:rsidRDefault="009E23C5" w:rsidP="00AC3A92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50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6</w:t>
                    </w:r>
                    <w:r w:rsidRPr="00617C9A">
                      <w:rPr>
                        <w:sz w:val="24"/>
                      </w:rPr>
                      <w:t xml:space="preserve">0 </w:t>
                    </w:r>
                    <w:r>
                      <w:rPr>
                        <w:sz w:val="24"/>
                      </w:rPr>
                      <w:t>мкФ</w:t>
                    </w:r>
                    <w:r w:rsidRPr="00617C9A">
                      <w:rPr>
                        <w:sz w:val="24"/>
                      </w:rPr>
                      <w:t xml:space="preserve">, </w:t>
                    </w:r>
                  </w:p>
                  <w:p w:rsidR="009E23C5" w:rsidRDefault="009E23C5" w:rsidP="00AC3A92">
                    <w:pPr>
                      <w:jc w:val="both"/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=0.15 Гн.</w:t>
                    </w:r>
                  </w:p>
                </w:txbxContent>
              </v:textbox>
            </v:shape>
            <v:rect id="_x0000_s3119" style="position:absolute;left:9177;top:4772;width:399;height:342" filled="f" stroked="f" strokeweight="1.25pt">
              <v:textbox style="mso-next-textbox:#_x0000_s3119" inset="1pt,1pt,1pt,1pt">
                <w:txbxContent>
                  <w:p w:rsidR="009E23C5" w:rsidRDefault="009E23C5" w:rsidP="00AC3A92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  <w:p w:rsidR="009E23C5" w:rsidRPr="006745DF" w:rsidRDefault="009E23C5" w:rsidP="00AC3A92"/>
                </w:txbxContent>
              </v:textbox>
            </v:rect>
            <v:group id="_x0000_s3120" style="position:absolute;left:8379;top:5855;width:114;height:228" coordorigin="6840,6555" coordsize="171,285">
              <v:line id="_x0000_s3121" style="position:absolute;rotation:-90;flip:x" from="6754,6698" to="7039,6698"/>
              <v:line id="_x0000_s3122" style="position:absolute;rotation:-90" from="6903,6518" to="6948,6689">
                <v:stroke endarrow="oval" endarrowwidth="narrow" endarrowlength="short"/>
              </v:line>
              <v:line id="_x0000_s3123" style="position:absolute;rotation:-90;flip:y" from="6903,6706" to="6948,6877">
                <v:stroke endarrow="oval" endarrowwidth="narrow" endarrowlength="short"/>
              </v:line>
              <v:group id="_x0000_s3124" style="position:absolute;left:6840;top:6626;width:120;height:143" coordorigin="9681,14354" coordsize="399,912">
                <v:line id="_x0000_s3125" style="position:absolute;rotation:-90;flip:y" from="9767,14724" to="9995,15123"/>
                <v:line id="_x0000_s3126" style="position:absolute;rotation:-90;flip:y" from="9767,14268" to="9995,14667"/>
                <v:line id="_x0000_s3127" style="position:absolute;rotation:-90" from="9767,14496" to="9995,14895"/>
                <v:line id="_x0000_s3128" style="position:absolute;rotation:-90" from="9767,14952" to="9995,15351"/>
              </v:group>
            </v:group>
            <v:line id="_x0000_s3129" style="position:absolute;rotation:-90" from="7203,5052" to="7204,5324" strokeweight="1.25pt">
              <v:stroke endarrow="classic"/>
            </v:line>
            <v:rect id="_x0000_s3130" style="position:absolute;left:9405;top:9275;width:570;height:456" filled="f" stroked="f" strokeweight="1.25pt">
              <v:textbox style="mso-next-textbox:#_x0000_s3130" inset="1pt,1pt,1pt,1pt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131" style="position:absolute" from="9348,8819" to="9348,10073">
              <v:stroke endarrow="block"/>
            </v:line>
            <v:line id="_x0000_s3132" style="position:absolute" from="7809,8363" to="7809,8477" strokeweight="1.25pt"/>
            <v:line id="_x0000_s3133" style="position:absolute;flip:x" from="9063,8493" to="9063,9234" strokeweight="1.25pt">
              <v:stroke startarrow="oval" startarrowwidth="narrow" startarrowlength="short"/>
            </v:line>
            <v:rect id="_x0000_s3134" style="position:absolute;left:7723;top:9434;width:627;height:228;rotation:-90" strokeweight="1.25pt"/>
            <v:line id="_x0000_s3135" style="position:absolute" from="8037,9861" to="8037,10659" strokeweight="1.25pt">
              <v:stroke endarrow="oval" endarrowwidth="narrow" endarrowlength="short"/>
            </v:line>
            <v:line id="_x0000_s3136" style="position:absolute;flip:x y" from="7467,8249" to="7581,8477" strokeweight="1.25pt">
              <v:stroke endarrow="block"/>
            </v:line>
            <v:line id="_x0000_s3137" style="position:absolute" from="8607,8493" to="9234,8493" strokeweight="1.25pt">
              <v:stroke endarrow="oval" endarrowwidth="narrow" endarrowlength="short"/>
            </v:line>
            <v:line id="_x0000_s3138" style="position:absolute;flip:y" from="7011,8493" to="7011,10659" strokeweight="1.25pt"/>
            <v:rect id="_x0000_s3139" style="position:absolute;left:7011;top:8078;width:342;height:340" filled="f" stroked="f" strokeweight="1.25pt">
              <v:textbox style="mso-next-textbox:#_x0000_s3139" inset="1pt,1pt,1pt,1pt">
                <w:txbxContent>
                  <w:p w:rsidR="009E23C5" w:rsidRDefault="009E23C5" w:rsidP="00AC3A92">
                    <w:r>
                      <w:t>Кл</w:t>
                    </w:r>
                  </w:p>
                </w:txbxContent>
              </v:textbox>
            </v:rect>
            <v:line id="_x0000_s3140" style="position:absolute;flip:x" from="8037,8493" to="8037,9234" strokeweight="1.25pt">
              <v:stroke startarrow="oval" startarrowwidth="narrow" startarrowlength="short"/>
            </v:line>
            <v:line id="_x0000_s3141" style="position:absolute" from="7011,8508" to="7410,8508" strokeweight="1.25pt"/>
            <v:line id="_x0000_s3142" style="position:absolute;flip:y" from="7407,8363" to="7809,8508" strokeweight="1.25pt">
              <v:stroke startarrow="oval" startarrowwidth="narrow" startarrowlength="short"/>
            </v:line>
            <v:group id="_x0000_s3143" style="position:absolute;left:6726;top:9275;width:570;height:568" coordorigin="3135,9519" coordsize="570,568">
              <v:line id="_x0000_s3144" style="position:absolute;flip:y" from="3420,9690" to="3420,9918" strokeweight="1.25pt">
                <v:stroke endarrow="block" endarrowwidth="wide"/>
              </v:line>
              <v:oval id="_x0000_s3145" style="position:absolute;left:3136;top:9518;width:568;height:570;rotation:270" filled="f" strokeweight="1.25pt"/>
            </v:group>
            <v:line id="_x0000_s3146" style="position:absolute" from="8892,10659" to="9234,10659" strokeweight="1.25pt">
              <v:stroke startarrowwidth="narrow" startarrowlength="short" endarrow="oval" endarrowwidth="narrow" endarrowlength="short"/>
            </v:line>
            <v:line id="_x0000_s3147" style="position:absolute" from="9063,9861" to="9063,10643" strokeweight="1.25pt">
              <v:stroke endarrow="oval" endarrowwidth="narrow" endarrowlength="short"/>
            </v:line>
            <v:rect id="_x0000_s3148" style="position:absolute;left:7524;top:9405;width:399;height:342" filled="f" stroked="f" strokeweight="1.25pt">
              <v:textbox style="mso-next-textbox:#_x0000_s3148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shape id="_x0000_s3149" type="#_x0000_t202" style="position:absolute;left:1881;top:8534;width:3306;height:2239" stroked="f">
              <v:textbox style="mso-next-textbox:#_x0000_s3149">
                <w:txbxContent>
                  <w:p w:rsidR="009E23C5" w:rsidRPr="00EE7683" w:rsidRDefault="009E23C5" w:rsidP="00AC3A92">
                    <w:pPr>
                      <w:rPr>
                        <w:sz w:val="24"/>
                      </w:rPr>
                    </w:pPr>
                    <w:r w:rsidRPr="00EE7683">
                      <w:rPr>
                        <w:sz w:val="24"/>
                        <w:szCs w:val="24"/>
                        <w:lang w:val="en-US"/>
                      </w:rPr>
                      <w:t>E</w:t>
                    </w:r>
                    <w:r w:rsidRPr="00802792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802792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</w:t>
                    </w:r>
                    <w:r w:rsidRPr="00802792">
                      <w:rPr>
                        <w:sz w:val="24"/>
                      </w:rPr>
                      <w:t xml:space="preserve">0 </w:t>
                    </w:r>
                    <w:r>
                      <w:rPr>
                        <w:sz w:val="24"/>
                      </w:rPr>
                      <w:t>В,</w:t>
                    </w:r>
                  </w:p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 = 200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 xml:space="preserve"> = 300 Ом,</w:t>
                    </w:r>
                  </w:p>
                  <w:p w:rsidR="009E23C5" w:rsidRDefault="009E23C5" w:rsidP="00AC3A92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2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  <w:r w:rsidRPr="00802792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=0.05 Гн.</w:t>
                    </w:r>
                  </w:p>
                  <w:p w:rsidR="009E23C5" w:rsidRDefault="009E23C5" w:rsidP="00AC3A92"/>
                  <w:p w:rsidR="009E23C5" w:rsidRDefault="009E23C5" w:rsidP="00AC3A92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3150" style="position:absolute;left:6326;top:9348;width:400;height:456" filled="f" stroked="f" strokeweight="1.25pt">
              <v:textbox style="mso-next-textbox:#_x0000_s3150" inset="1pt,1pt,1pt,1pt">
                <w:txbxContent>
                  <w:p w:rsidR="009E23C5" w:rsidRPr="00EB2745" w:rsidRDefault="009E23C5" w:rsidP="00AC3A92">
                    <w:r>
                      <w:rPr>
                        <w:sz w:val="28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3151" style="position:absolute;left:8151;top:8151;width:343;height:456" filled="f" stroked="f" strokeweight="1.25pt">
              <v:textbox style="mso-next-textbox:#_x0000_s3151" inset="1pt,1pt,1pt,1pt">
                <w:txbxContent>
                  <w:p w:rsidR="009E23C5" w:rsidRPr="005D5CCC" w:rsidRDefault="009E23C5" w:rsidP="00AC3A92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group id="_x0000_s3152" style="position:absolute;left:8343;top:8419;width:417;height:110;rotation:90" coordorigin="3419,4550" coordsize="417,110">
              <v:line id="_x0000_s3153" style="position:absolute;rotation:-90;flip:y" from="3627,4342" to="3628,4759" strokeweight="2.5pt"/>
              <v:line id="_x0000_s3154" style="position:absolute;rotation:-90;flip:y" from="3624,4447" to="3632,4864" strokeweight="2.5pt"/>
            </v:group>
            <v:line id="_x0000_s3155" style="position:absolute" from="7923,12125" to="7923,13949" strokeweight="1pt"/>
            <v:line id="_x0000_s3156" style="position:absolute" from="7923,13949" to="10317,13949" strokeweight="1pt"/>
            <v:line id="_x0000_s3157" style="position:absolute" from="8163,12125" to="8163,13949" strokeweight=".25pt">
              <v:stroke dashstyle="1 1"/>
            </v:line>
            <v:line id="_x0000_s3158" style="position:absolute" from="8403,12125" to="8403,13949" strokeweight=".25pt">
              <v:stroke dashstyle="1 1"/>
            </v:line>
            <v:line id="_x0000_s3159" style="position:absolute" from="8643,12125" to="8643,13949" strokeweight=".25pt">
              <v:stroke dashstyle="1 1"/>
            </v:line>
            <v:line id="_x0000_s3160" style="position:absolute" from="8883,12125" to="8883,13949" strokeweight=".25pt">
              <v:stroke dashstyle="1 1"/>
            </v:line>
            <v:line id="_x0000_s3161" style="position:absolute" from="9123,12125" to="9123,13949" strokeweight=".25pt">
              <v:stroke dashstyle="1 1"/>
            </v:line>
            <v:line id="_x0000_s3162" style="position:absolute" from="9363,12125" to="9363,13949" strokeweight=".25pt">
              <v:stroke dashstyle="1 1"/>
            </v:line>
            <v:line id="_x0000_s3163" style="position:absolute" from="9603,12125" to="9603,13949" strokeweight=".25pt">
              <v:stroke dashstyle="1 1"/>
            </v:line>
            <v:line id="_x0000_s3164" style="position:absolute" from="9843,12125" to="9843,13949" strokeweight=".25pt">
              <v:stroke dashstyle="1 1"/>
            </v:line>
            <v:line id="_x0000_s3165" style="position:absolute" from="10083,12125" to="10083,13949" strokeweight=".25pt">
              <v:stroke dashstyle="1 1"/>
            </v:line>
            <v:line id="_x0000_s3166" style="position:absolute" from="10323,12125" to="10323,13949" strokeweight=".25pt">
              <v:stroke dashstyle="1 1"/>
            </v:line>
            <v:line id="_x0000_s3167" style="position:absolute" from="7923,12125" to="10317,12125" strokeweight=".25pt">
              <v:stroke dashstyle="1 1"/>
            </v:line>
            <v:line id="_x0000_s3168" style="position:absolute" from="7923,13721" to="10317,13721" strokeweight=".25pt">
              <v:stroke dashstyle="1 1"/>
            </v:line>
            <v:line id="_x0000_s3169" style="position:absolute" from="7923,13493" to="10317,13493" strokeweight=".25pt">
              <v:stroke dashstyle="1 1"/>
            </v:line>
            <v:line id="_x0000_s3170" style="position:absolute" from="7923,13265" to="10317,13265" strokeweight=".25pt">
              <v:stroke dashstyle="1 1"/>
            </v:line>
            <v:line id="_x0000_s3171" style="position:absolute" from="7923,13037" to="10317,13037" strokeweight=".25pt">
              <v:stroke dashstyle="1 1"/>
            </v:line>
            <v:line id="_x0000_s3172" style="position:absolute" from="7923,12809" to="10317,12809" strokeweight=".25pt">
              <v:stroke dashstyle="1 1"/>
            </v:line>
            <v:line id="_x0000_s3173" style="position:absolute" from="7923,12581" to="10317,12581" strokeweight=".25pt">
              <v:stroke dashstyle="1 1"/>
            </v:line>
            <v:line id="_x0000_s3174" style="position:absolute" from="7923,12353" to="10317,12353" strokeweight=".25pt">
              <v:stroke dashstyle="1 1"/>
            </v:line>
            <v:shape id="_x0000_s3175" style="position:absolute;left:7923;top:12239;width:2394;height:1710;mso-position-horizontal:absolute;mso-position-vertical:absolute" coordsize="855,1083" path="m,1083c33,840,67,598,114,456,161,314,228,285,285,228v57,-57,76,-76,171,-114c551,76,703,38,855,e" filled="f">
              <v:path arrowok="t"/>
            </v:shape>
            <v:shape id="_x0000_s3176" type="#_x0000_t202" style="position:absolute;left:7980;top:12182;width:456;height:342" stroked="f">
              <v:textbox style="mso-next-textbox:#_x0000_s3176">
                <w:txbxContent>
                  <w:p w:rsidR="009E23C5" w:rsidRPr="00626546" w:rsidRDefault="009E23C5" w:rsidP="00AC3A92">
                    <w:r w:rsidRPr="00626546">
                      <w:t>В</w:t>
                    </w:r>
                  </w:p>
                </w:txbxContent>
              </v:textbox>
            </v:shape>
            <v:shape id="_x0000_s3177" type="#_x0000_t202" style="position:absolute;left:9063;top:12638;width:1026;height:627" stroked="f">
              <v:textbox style="mso-next-textbox:#_x0000_s3177">
                <w:txbxContent>
                  <w:p w:rsidR="009E23C5" w:rsidRPr="00626546" w:rsidRDefault="009E23C5" w:rsidP="00AC3A92">
                    <w:r w:rsidRPr="00626546">
                      <w:t>В-Тл</w:t>
                    </w:r>
                  </w:p>
                  <w:p w:rsidR="009E23C5" w:rsidRPr="00626546" w:rsidRDefault="009E23C5" w:rsidP="00AC3A92">
                    <w:r w:rsidRPr="00626546">
                      <w:t>Н –А/см</w:t>
                    </w:r>
                  </w:p>
                  <w:p w:rsidR="009E23C5" w:rsidRPr="00626546" w:rsidRDefault="009E23C5" w:rsidP="00AC3A92"/>
                </w:txbxContent>
              </v:textbox>
            </v:shape>
            <v:shape id="_x0000_s3178" type="#_x0000_t202" style="position:absolute;left:7752;top:14022;width:2850;height:342" filled="f" stroked="f">
              <v:textbox style="mso-next-textbox:#_x0000_s3178">
                <w:txbxContent>
                  <w:p w:rsidR="009E23C5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3179" type="#_x0000_t202" style="position:absolute;left:9918;top:13550;width:399;height:342" stroked="f">
              <v:textbox style="mso-next-textbox:#_x0000_s3179">
                <w:txbxContent>
                  <w:p w:rsidR="009E23C5" w:rsidRPr="00626546" w:rsidRDefault="009E23C5" w:rsidP="00AC3A92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3180" type="#_x0000_t202" style="position:absolute;left:7353;top:11612;width:2850;height:456" stroked="f">
              <v:textbox style="mso-next-textbox:#_x0000_s3180">
                <w:txbxContent>
                  <w:p w:rsidR="009E23C5" w:rsidRPr="0036796A" w:rsidRDefault="009E23C5" w:rsidP="00AC3A92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3181" type="#_x0000_t202" style="position:absolute;left:7239;top:12125;width:627;height:2052" stroked="f">
              <v:textbox style="mso-next-textbox:#_x0000_s3181">
                <w:txbxContent>
                  <w:p w:rsidR="009E23C5" w:rsidRDefault="009E23C5" w:rsidP="00AC3A92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AC3A92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AC3A92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AC3A92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shape id="_x0000_s3182" type="#_x0000_t202" style="position:absolute;left:7239;top:12011;width:627;height:342" stroked="f">
              <v:textbox style="mso-next-textbox:#_x0000_s3182">
                <w:txbxContent>
                  <w:p w:rsidR="009E23C5" w:rsidRPr="00626546" w:rsidRDefault="009E23C5" w:rsidP="00AC3A92">
                    <w:r>
                      <w:t>Тл</w:t>
                    </w:r>
                  </w:p>
                </w:txbxContent>
              </v:textbox>
            </v:shape>
            <v:shape id="_x0000_s3183" type="#_x0000_t202" style="position:absolute;left:5016;top:12711;width:399;height:456" filled="f" stroked="f">
              <v:textbox style="mso-next-textbox:#_x0000_s3183">
                <w:txbxContent>
                  <w:p w:rsidR="009E23C5" w:rsidRDefault="009E23C5" w:rsidP="00AC3A92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δ</w:t>
                    </w:r>
                  </w:p>
                </w:txbxContent>
              </v:textbox>
            </v:shape>
            <v:rect id="_x0000_s3184" style="position:absolute;left:3420;top:12939;width:1368;height:1425" filled="f"/>
            <v:rect id="_x0000_s3185" style="position:absolute;left:3651;top:13167;width:909;height:969" filled="f"/>
            <v:rect id="_x0000_s3186" style="position:absolute;left:3534;top:13053;width:1140;height:1197" filled="f" strokeweight=".25pt">
              <v:stroke dashstyle="1 1"/>
            </v:rect>
            <v:line id="_x0000_s3187" style="position:absolute" from="2907,13338" to="3420,13338" strokeweight="1.25pt">
              <v:stroke startarrow="oval" startarrowwidth="narrow" startarrowlength="short" endarrowwidth="narrow" endarrowlength="short"/>
            </v:line>
            <v:shape id="_x0000_s3188" style="position:absolute;left:3420;top:13338;width:323;height:228;mso-wrap-distance-left:9pt;mso-wrap-distance-top:0;mso-wrap-distance-right:9pt;mso-wrap-distance-bottom:0;mso-position-horizontal:absolute;mso-position-vertical:absolute;v-text-anchor:top" coordsize="323,228" path="m,c123,38,247,76,285,114v38,38,-47,95,-57,114e" filled="f" strokeweight="1.25pt">
              <v:path arrowok="t"/>
            </v:shape>
            <v:shape id="_x0000_s3189" style="position:absolute;left:3306;top:13623;width:437;height:285;mso-wrap-distance-left:9pt;mso-wrap-distance-top:0;mso-wrap-distance-right:9pt;mso-wrap-distance-bottom:0;mso-position-horizontal:absolute;mso-position-vertical:absolute;v-text-anchor:top" coordsize="437,285" path="m114,c57,19,,38,,57v,19,48,38,114,57c180,133,361,142,399,171v38,29,-48,105,-57,114e" filled="f" strokeweight="1.25pt">
              <v:path arrowok="t"/>
            </v:shape>
            <v:line id="_x0000_s3190" style="position:absolute;flip:x" from="3363,14022" to="3420,14079" strokeweight="1.25pt"/>
            <v:line id="_x0000_s3191" style="position:absolute;flip:x y" from="2907,14079" to="3363,14079" strokeweight="1.25pt">
              <v:stroke startarrowwidth="narrow" startarrowlength="short" endarrow="oval" endarrowwidth="narrow" endarrowlength="short"/>
            </v:line>
            <v:line id="_x0000_s3192" style="position:absolute" from="3933,14136" to="3933,14364"/>
            <v:line id="_x0000_s3193" style="position:absolute" from="4161,14136" to="4161,14364"/>
            <v:line id="_x0000_s3194" style="position:absolute;flip:x" from="3933,14136" to="4047,14250"/>
            <v:line id="_x0000_s3195" style="position:absolute;flip:x" from="3933,14136" to="4161,14364"/>
            <v:line id="_x0000_s3196" style="position:absolute;flip:x" from="3933,14136" to="4104,14307"/>
            <v:line id="_x0000_s3197" style="position:absolute;flip:x" from="3990,14193" to="4161,14364"/>
            <v:line id="_x0000_s3198" style="position:absolute;flip:x" from="4047,14250" to="4161,14364"/>
            <v:line id="_x0000_s3199" style="position:absolute;flip:x" from="4104,14307" to="4161,14364"/>
            <v:line id="_x0000_s3200" style="position:absolute;flip:x" from="3933,14136" to="3990,14193"/>
            <v:line id="_x0000_s3201" style="position:absolute" from="3021,13338" to="3306,13338">
              <v:stroke endarrow="block"/>
            </v:line>
            <v:shape id="_x0000_s3202" type="#_x0000_t202" style="position:absolute;left:2850;top:12882;width:456;height:342" filled="f" stroked="f">
              <v:textbox style="mso-next-textbox:#_x0000_s3202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3203" type="#_x0000_t202" style="position:absolute;left:2793;top:13509;width:456;height:342" filled="f" stroked="f">
              <v:textbox style="mso-next-textbox:#_x0000_s3203"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</w:p>
                </w:txbxContent>
              </v:textbox>
            </v:shape>
            <v:shape id="_x0000_s3204" type="#_x0000_t42" style="position:absolute;left:5229;top:13701;width:627;height:456" adj="-19740,-1847,-11920,8526,-4134,8526,-25941,-32400" filled="f">
              <v:textbox style="mso-next-textbox:#_x0000_s3204">
                <w:txbxContent>
                  <w:p w:rsidR="009E23C5" w:rsidRPr="004661CD" w:rsidRDefault="009E23C5" w:rsidP="00AC3A9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4661CD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 w:rsidRPr="004661CD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3205" type="#_x0000_t42" style="position:absolute;left:5130;top:14193;width:426;height:342" adj="-54304,5495,-13487,11368,-6085,11368,-54304,5495" filled="f">
              <v:textbox>
                <w:txbxContent>
                  <w:p w:rsidR="009E23C5" w:rsidRDefault="009E23C5" w:rsidP="00AC3A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  <v:line id="_x0000_s3206" style="position:absolute" from="3420,13167" to="5301,13167" strokeweight=".5pt"/>
            <v:line id="_x0000_s3207" style="position:absolute;flip:x" from="3477,13110" to="3591,13281"/>
            <v:line id="_x0000_s3208" style="position:absolute;flip:x" from="4617,13110" to="4731,13281"/>
            <v:shape id="_x0000_s3209" type="#_x0000_t42" style="position:absolute;left:5514;top:13251;width:627;height:456" adj="-45577,-10374,-24769,8526,-4134,8526,-27491,284" filled="f">
              <v:textbox style="mso-next-textbox:#_x0000_s3209">
                <w:txbxContent>
                  <w:p w:rsidR="009E23C5" w:rsidRPr="004661CD" w:rsidRDefault="009E23C5" w:rsidP="00AC3A9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4661CD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 w:rsidRPr="004661CD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3210" type="#_x0000_t202" style="position:absolute;left:1539;top:11685;width:5757;height:1140" filled="f" stroked="f">
              <v:textbox>
                <w:txbxContent>
                  <w:p w:rsidR="009E23C5" w:rsidRPr="004661CD" w:rsidRDefault="009E23C5" w:rsidP="00AC3A92">
                    <w:pPr>
                      <w:ind w:firstLine="284"/>
                      <w:jc w:val="both"/>
                      <w:rPr>
                        <w:sz w:val="18"/>
                        <w:szCs w:val="18"/>
                      </w:rPr>
                    </w:pPr>
                    <w:r w:rsidRPr="004661CD">
                      <w:rPr>
                        <w:sz w:val="18"/>
                        <w:szCs w:val="18"/>
                      </w:rPr>
                      <w:t xml:space="preserve">В стальном сердечнике сечения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S</w:t>
                    </w:r>
                    <w:r w:rsidRPr="004661CD">
                      <w:rPr>
                        <w:sz w:val="18"/>
                        <w:szCs w:val="18"/>
                      </w:rPr>
                      <w:t>=</w:t>
                    </w:r>
                    <w:r>
                      <w:rPr>
                        <w:sz w:val="18"/>
                        <w:szCs w:val="18"/>
                      </w:rPr>
                      <w:t>4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</w:t>
                    </w:r>
                    <w:r w:rsidRPr="004661CD">
                      <w:rPr>
                        <w:sz w:val="18"/>
                        <w:szCs w:val="18"/>
                        <w:vertAlign w:val="superscript"/>
                      </w:rPr>
                      <w:t>2</w:t>
                    </w:r>
                    <w:r w:rsidRPr="004661CD">
                      <w:rPr>
                        <w:sz w:val="18"/>
                        <w:szCs w:val="18"/>
                      </w:rPr>
                      <w:t xml:space="preserve">,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l</w:t>
                    </w:r>
                    <w:r w:rsidRPr="004661CD">
                      <w:rPr>
                        <w:sz w:val="18"/>
                        <w:szCs w:val="18"/>
                        <w:vertAlign w:val="subscript"/>
                      </w:rPr>
                      <w:t>А</w:t>
                    </w:r>
                    <w:r w:rsidRPr="004661CD">
                      <w:rPr>
                        <w:sz w:val="18"/>
                        <w:szCs w:val="18"/>
                      </w:rPr>
                      <w:t xml:space="preserve"> =</w:t>
                    </w:r>
                    <w:r>
                      <w:rPr>
                        <w:sz w:val="18"/>
                        <w:szCs w:val="18"/>
                      </w:rPr>
                      <w:t>20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см.,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l</w:t>
                    </w:r>
                    <w:r w:rsidRPr="004661CD">
                      <w:rPr>
                        <w:sz w:val="18"/>
                        <w:szCs w:val="18"/>
                        <w:vertAlign w:val="subscript"/>
                      </w:rPr>
                      <w:t>В</w:t>
                    </w:r>
                    <w:r w:rsidRPr="004661CD">
                      <w:rPr>
                        <w:sz w:val="18"/>
                        <w:szCs w:val="18"/>
                      </w:rPr>
                      <w:t xml:space="preserve"> =3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 изменяется воздушный зазор δ от 0 до 0.0</w:t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  <w:r w:rsidRPr="004661CD">
                      <w:rPr>
                        <w:sz w:val="18"/>
                        <w:szCs w:val="18"/>
                      </w:rPr>
                      <w:t>см. Индукция остаётся постоянной В=1.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Тл. Как изменится ток в обмотке, если число витков катушки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W</w:t>
                    </w:r>
                    <w:r w:rsidRPr="004661CD">
                      <w:rPr>
                        <w:sz w:val="18"/>
                        <w:szCs w:val="18"/>
                      </w:rPr>
                      <w:t>=</w:t>
                    </w:r>
                    <w:r>
                      <w:rPr>
                        <w:sz w:val="18"/>
                        <w:szCs w:val="18"/>
                      </w:rPr>
                      <w:t>50</w:t>
                    </w:r>
                    <w:r w:rsidRPr="004661CD">
                      <w:rPr>
                        <w:sz w:val="18"/>
                        <w:szCs w:val="18"/>
                      </w:rPr>
                      <w:t>0?</w:t>
                    </w:r>
                  </w:p>
                </w:txbxContent>
              </v:textbox>
            </v:shape>
            <v:line id="_x0000_s3211" style="position:absolute" from="7809,8493" to="8493,8493" strokeweight="1.25pt">
              <v:stroke endarrowwidth="narrow" endarrowlength="short"/>
            </v:line>
            <v:rect id="_x0000_s3212" style="position:absolute;left:8749;top:9434;width:627;height:228;rotation:-90" strokeweight="1.25pt"/>
            <v:group id="_x0000_s3213" style="position:absolute;left:8208;top:10545;width:684;height:114" coordorigin="2795,7200" coordsize="684,114">
              <v:shape id="_x0000_s3214" type="#_x0000_t19" style="position:absolute;left:2795;top:7200;width:114;height:114;rotation:-270;flip:x y" strokeweight="1.25pt"/>
              <v:shape id="_x0000_s3215" type="#_x0000_t19" style="position:absolute;left:2909;top:7200;width:114;height:114;rotation:270;flip:x" strokeweight="1.25pt"/>
              <v:shape id="_x0000_s3216" type="#_x0000_t19" style="position:absolute;left:3251;top:7200;width:114;height:114;rotation:-270;flip:x y" strokeweight="1.25pt"/>
              <v:shape id="_x0000_s3217" type="#_x0000_t19" style="position:absolute;left:3365;top:7200;width:114;height:114;rotation:270;flip:x" strokeweight="1.25pt"/>
              <v:shape id="_x0000_s3218" type="#_x0000_t19" style="position:absolute;left:3023;top:7200;width:114;height:114;rotation:-270;flip:x y" strokeweight="1.25pt"/>
              <v:shape id="_x0000_s3219" type="#_x0000_t19" style="position:absolute;left:3137;top:7200;width:114;height:114;rotation:270;flip:x" strokeweight="1.25pt"/>
            </v:group>
            <v:line id="_x0000_s3220" style="position:absolute;flip:y" from="7011,10659" to="8208,10659" strokeweight="1.25pt"/>
            <v:rect id="_x0000_s3221" style="position:absolute;left:8550;top:9405;width:399;height:342" filled="f" stroked="f" strokeweight="1.25pt">
              <v:textbox style="mso-next-textbox:#_x0000_s3221" inset="1pt,1pt,1pt,1pt">
                <w:txbxContent>
                  <w:p w:rsidR="009E23C5" w:rsidRPr="00721C6F" w:rsidRDefault="009E23C5" w:rsidP="00AC3A92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222" style="position:absolute;left:8493;top:10203;width:399;height:342" filled="f" stroked="f" strokeweight="1.25pt">
              <v:textbox style="mso-next-textbox:#_x0000_s3222" inset="1pt,1pt,1pt,1pt">
                <w:txbxContent>
                  <w:p w:rsidR="009E23C5" w:rsidRDefault="009E23C5" w:rsidP="00AC3A92"/>
                </w:txbxContent>
              </v:textbox>
            </v:rect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3223" style="position:absolute;margin-left:3.2pt;margin-top:5.85pt;width:456.05pt;height:709.8pt;z-index:251648000" coordorigin="1482,684" coordsize="9121,14196">
            <v:shape id="_x0000_s3224" type="#_x0000_t202" style="position:absolute;left:1539;top:1311;width:2337;height:432" o:regroupid="206" filled="f" stroked="f">
              <v:textbox style="mso-next-textbox:#_x0000_s3224">
                <w:txbxContent>
                  <w:p w:rsidR="009E23C5" w:rsidRDefault="009E23C5">
                    <w:pPr>
                      <w:pStyle w:val="Heading1"/>
                    </w:pPr>
                    <w:r>
                      <w:t>Задача № 1.311</w:t>
                    </w:r>
                  </w:p>
                </w:txbxContent>
              </v:textbox>
            </v:shape>
            <v:shape id="_x0000_s3225" type="#_x0000_t202" style="position:absolute;left:1995;top:1995;width:1539;height:2109" o:regroupid="206" filled="f" stroked="f">
              <v:textbox style="mso-next-textbox:#_x0000_s3225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>
                      <w:rPr>
                        <w:sz w:val="24"/>
                      </w:rPr>
                      <w:t>=15 В,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 xml:space="preserve"> =0.2 А,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 xml:space="preserve"> =0.1 А,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=15 Ом,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=16 Ом,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=20 Ом,</w:t>
                    </w:r>
                  </w:p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>
                      <w:rPr>
                        <w:sz w:val="24"/>
                      </w:rPr>
                      <w:t>=10 Ом.</w:t>
                    </w:r>
                  </w:p>
                </w:txbxContent>
              </v:textbox>
            </v:shape>
            <v:shape id="_x0000_s3226" type="#_x0000_t202" style="position:absolute;left:1881;top:5643;width:2508;height:2109" o:regroupid="206" filled="f" stroked="f">
              <v:textbox style="mso-next-textbox:#_x0000_s3226">
                <w:txbxContent>
                  <w:p w:rsidR="009E23C5" w:rsidRPr="00510963" w:rsidRDefault="009E23C5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156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510963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 xml:space="preserve">f=50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=40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25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15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3227" type="#_x0000_t202" style="position:absolute;left:1482;top:684;width:2451;height:456" o:regroupid="206">
              <v:textbox style="mso-next-textbox:#_x0000_s3227">
                <w:txbxContent>
                  <w:p w:rsidR="009E23C5" w:rsidRPr="003628B0" w:rsidRDefault="009E23C5" w:rsidP="003628B0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311</w:t>
                    </w:r>
                  </w:p>
                </w:txbxContent>
              </v:textbox>
            </v:shape>
            <v:rect id="_x0000_s3228" style="position:absolute;left:1482;top:1200;width:9121;height:3420" o:regroupid="206" filled="f" strokeweight="2pt"/>
            <v:shape id="_x0000_s3229" type="#_x0000_t202" style="position:absolute;left:1482;top:4731;width:2622;height:432" o:regroupid="206" filled="f" stroked="f">
              <v:textbox style="mso-next-textbox:#_x0000_s3229">
                <w:txbxContent>
                  <w:p w:rsidR="009E23C5" w:rsidRPr="00EA2324" w:rsidRDefault="009E23C5" w:rsidP="003628B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1</w:t>
                    </w:r>
                  </w:p>
                </w:txbxContent>
              </v:textbox>
            </v:shape>
            <v:rect id="_x0000_s3230" style="position:absolute;left:1482;top:4620;width:9121;height:3420" o:regroupid="206" filled="f" strokeweight="2pt"/>
            <v:shape id="_x0000_s3231" type="#_x0000_t202" style="position:absolute;left:1824;top:8721;width:3306;height:2280" o:regroupid="206" stroked="f">
              <v:textbox style="mso-next-textbox:#_x0000_s3231">
                <w:txbxContent>
                  <w:p w:rsidR="009E23C5" w:rsidRDefault="009E23C5" w:rsidP="0036796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=200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36796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</w:t>
                    </w:r>
                    <w:r w:rsidRPr="0036796A">
                      <w:rPr>
                        <w:sz w:val="24"/>
                      </w:rPr>
                      <w:t>3</w:t>
                    </w:r>
                    <w:r>
                      <w:rPr>
                        <w:sz w:val="24"/>
                      </w:rPr>
                      <w:t xml:space="preserve">00 Ом, </w:t>
                    </w:r>
                  </w:p>
                  <w:p w:rsidR="009E23C5" w:rsidRDefault="009E23C5" w:rsidP="0036796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=500 Ом,</w:t>
                    </w:r>
                  </w:p>
                  <w:p w:rsidR="009E23C5" w:rsidRDefault="009E23C5" w:rsidP="0036796A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</w:t>
                    </w:r>
                    <w:r w:rsidRPr="0036796A"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t xml:space="preserve"> Гн.</w:t>
                    </w:r>
                  </w:p>
                  <w:p w:rsidR="009E23C5" w:rsidRDefault="009E23C5" w:rsidP="0036796A"/>
                  <w:p w:rsidR="009E23C5" w:rsidRDefault="009E23C5" w:rsidP="0036796A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</w:txbxContent>
              </v:textbox>
            </v:shape>
            <v:rect id="_x0000_s3232" style="position:absolute;left:1482;top:8040;width:9121;height:3420" o:regroupid="206" filled="f" strokeweight="2pt"/>
            <v:rect id="_x0000_s3233" style="position:absolute;left:1482;top:11460;width:9121;height:3420" o:regroupid="206" filled="f" strokeweight="2pt"/>
            <v:shape id="_x0000_s3234" type="#_x0000_t202" style="position:absolute;left:1539;top:8121;width:2565;height:432" o:regroupid="206" filled="f" stroked="f">
              <v:textbox style="mso-next-textbox:#_x0000_s3234">
                <w:txbxContent>
                  <w:p w:rsidR="009E23C5" w:rsidRPr="00EA2324" w:rsidRDefault="009E23C5" w:rsidP="003628B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3235" type="#_x0000_t202" style="position:absolute;left:1539;top:11517;width:2387;height:432" o:regroupid="206" filled="f" stroked="f">
              <v:textbox style="mso-next-textbox:#_x0000_s3235">
                <w:txbxContent>
                  <w:p w:rsidR="009E23C5" w:rsidRPr="00EA2324" w:rsidRDefault="009E23C5" w:rsidP="003628B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3236" style="position:absolute" from="7866,12315" to="7866,14139" o:regroupid="206" strokeweight="1pt"/>
            <v:line id="_x0000_s3237" style="position:absolute" from="7866,14139" to="10260,14139" o:regroupid="206" strokeweight="1pt"/>
            <v:line id="_x0000_s3238" style="position:absolute" from="8106,12315" to="8106,14139" o:regroupid="206" strokeweight=".25pt">
              <v:stroke dashstyle="1 1"/>
            </v:line>
            <v:line id="_x0000_s3239" style="position:absolute" from="8346,12315" to="8346,14139" o:regroupid="206" strokeweight=".25pt">
              <v:stroke dashstyle="1 1"/>
            </v:line>
            <v:line id="_x0000_s3240" style="position:absolute" from="8586,12315" to="8586,14139" o:regroupid="206" strokeweight=".25pt">
              <v:stroke dashstyle="1 1"/>
            </v:line>
            <v:line id="_x0000_s3241" style="position:absolute" from="8826,12315" to="8826,14139" o:regroupid="206" strokeweight=".25pt">
              <v:stroke dashstyle="1 1"/>
            </v:line>
            <v:line id="_x0000_s3242" style="position:absolute" from="9066,12315" to="9066,14139" o:regroupid="206" strokeweight=".25pt">
              <v:stroke dashstyle="1 1"/>
            </v:line>
            <v:line id="_x0000_s3243" style="position:absolute" from="9306,12315" to="9306,14139" o:regroupid="206" strokeweight=".25pt">
              <v:stroke dashstyle="1 1"/>
            </v:line>
            <v:line id="_x0000_s3244" style="position:absolute" from="9546,12315" to="9546,14139" o:regroupid="206" strokeweight=".25pt">
              <v:stroke dashstyle="1 1"/>
            </v:line>
            <v:line id="_x0000_s3245" style="position:absolute" from="9786,12315" to="9786,14139" o:regroupid="206" strokeweight=".25pt">
              <v:stroke dashstyle="1 1"/>
            </v:line>
            <v:line id="_x0000_s3246" style="position:absolute" from="10026,12315" to="10026,14139" o:regroupid="206" strokeweight=".25pt">
              <v:stroke dashstyle="1 1"/>
            </v:line>
            <v:line id="_x0000_s3247" style="position:absolute" from="10266,12315" to="10266,14139" o:regroupid="206" strokeweight=".25pt">
              <v:stroke dashstyle="1 1"/>
            </v:line>
            <v:line id="_x0000_s3248" style="position:absolute" from="7866,12315" to="10260,12315" o:regroupid="206" strokeweight=".25pt">
              <v:stroke dashstyle="1 1"/>
            </v:line>
            <v:line id="_x0000_s3249" style="position:absolute" from="7866,13911" to="10260,13911" o:regroupid="206" strokeweight=".25pt">
              <v:stroke dashstyle="1 1"/>
            </v:line>
            <v:line id="_x0000_s3250" style="position:absolute" from="7866,13683" to="10260,13683" o:regroupid="206" strokeweight=".25pt">
              <v:stroke dashstyle="1 1"/>
            </v:line>
            <v:line id="_x0000_s3251" style="position:absolute" from="7866,13455" to="10260,13455" o:regroupid="206" strokeweight=".25pt">
              <v:stroke dashstyle="1 1"/>
            </v:line>
            <v:line id="_x0000_s3252" style="position:absolute" from="7866,13227" to="10260,13227" o:regroupid="206" strokeweight=".25pt">
              <v:stroke dashstyle="1 1"/>
            </v:line>
            <v:line id="_x0000_s3253" style="position:absolute" from="7866,12999" to="10260,12999" o:regroupid="206" strokeweight=".25pt">
              <v:stroke dashstyle="1 1"/>
            </v:line>
            <v:line id="_x0000_s3254" style="position:absolute" from="7866,12771" to="10260,12771" o:regroupid="206" strokeweight=".25pt">
              <v:stroke dashstyle="1 1"/>
            </v:line>
            <v:line id="_x0000_s3255" style="position:absolute" from="7866,12543" to="10260,12543" o:regroupid="206" strokeweight=".25pt">
              <v:stroke dashstyle="1 1"/>
            </v:line>
            <v:shape id="_x0000_s3256" style="position:absolute;left:7866;top:12429;width:2394;height:1710;mso-position-horizontal:absolute;mso-position-vertical:absolute" coordsize="855,1083" o:regroupid="206" path="m,1083c33,840,67,598,114,456,161,314,228,285,285,228v57,-57,76,-76,171,-114c551,76,703,38,855,e" filled="f">
              <v:path arrowok="t"/>
            </v:shape>
            <v:shape id="_x0000_s3257" type="#_x0000_t202" style="position:absolute;left:7923;top:12372;width:456;height:342" o:regroupid="206" stroked="f">
              <v:textbox style="mso-next-textbox:#_x0000_s3257">
                <w:txbxContent>
                  <w:p w:rsidR="009E23C5" w:rsidRPr="00626546" w:rsidRDefault="009E23C5" w:rsidP="003628B0">
                    <w:r w:rsidRPr="00626546">
                      <w:t>В</w:t>
                    </w:r>
                  </w:p>
                </w:txbxContent>
              </v:textbox>
            </v:shape>
            <v:shape id="_x0000_s3258" type="#_x0000_t202" style="position:absolute;left:9006;top:12828;width:1026;height:627" o:regroupid="206" stroked="f">
              <v:textbox style="mso-next-textbox:#_x0000_s3258">
                <w:txbxContent>
                  <w:p w:rsidR="009E23C5" w:rsidRPr="00626546" w:rsidRDefault="009E23C5" w:rsidP="003628B0">
                    <w:r w:rsidRPr="00626546">
                      <w:t>В-Тл</w:t>
                    </w:r>
                  </w:p>
                  <w:p w:rsidR="009E23C5" w:rsidRPr="00626546" w:rsidRDefault="009E23C5" w:rsidP="003628B0">
                    <w:r w:rsidRPr="00626546">
                      <w:t>Н –А/см</w:t>
                    </w:r>
                  </w:p>
                  <w:p w:rsidR="009E23C5" w:rsidRPr="00626546" w:rsidRDefault="009E23C5" w:rsidP="003628B0"/>
                </w:txbxContent>
              </v:textbox>
            </v:shape>
            <v:shape id="_x0000_s3259" type="#_x0000_t202" style="position:absolute;left:7695;top:14196;width:2850;height:342" o:regroupid="206" stroked="f">
              <v:textbox style="mso-next-textbox:#_x0000_s3259">
                <w:txbxContent>
                  <w:p w:rsidR="009E23C5" w:rsidRDefault="009E23C5" w:rsidP="003628B0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3260" type="#_x0000_t202" style="position:absolute;left:9861;top:13740;width:399;height:342" o:regroupid="206" stroked="f">
              <v:textbox style="mso-next-textbox:#_x0000_s3260">
                <w:txbxContent>
                  <w:p w:rsidR="009E23C5" w:rsidRPr="00626546" w:rsidRDefault="009E23C5" w:rsidP="003628B0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3261" type="#_x0000_t202" style="position:absolute;left:7296;top:11802;width:2850;height:456" o:regroupid="206" stroked="f">
              <v:textbox style="mso-next-textbox:#_x0000_s3261">
                <w:txbxContent>
                  <w:p w:rsidR="009E23C5" w:rsidRPr="0036796A" w:rsidRDefault="009E23C5" w:rsidP="003628B0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3262" type="#_x0000_t202" style="position:absolute;left:7182;top:12315;width:627;height:2052" o:regroupid="206" stroked="f">
              <v:textbox style="mso-next-textbox:#_x0000_s3262">
                <w:txbxContent>
                  <w:p w:rsidR="009E23C5" w:rsidRDefault="009E23C5" w:rsidP="003628B0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3628B0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3628B0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3628B0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group id="_x0000_s3263" style="position:absolute;left:2166;top:12942;width:3192;height:1824" coordorigin="2337,13110" coordsize="3192,1824" o:regroupid="206">
              <v:shape id="_x0000_s3264" type="#_x0000_t202" style="position:absolute;left:2622;top:13110;width:456;height:399" stroked="f">
                <v:textbox style="mso-next-textbox:#_x0000_s3264">
                  <w:txbxContent>
                    <w:p w:rsidR="009E23C5" w:rsidRPr="00626546" w:rsidRDefault="009E23C5" w:rsidP="003628B0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oval id="_x0000_s3265" style="position:absolute;left:3018;top:13338;width:1596;height:1596" strokeweight="1pt"/>
              <v:oval id="_x0000_s3266" style="position:absolute;left:3192;top:13509;width:1254;height:1254">
                <v:stroke dashstyle="1 1" endcap="round"/>
              </v:oval>
              <v:oval id="_x0000_s3267" style="position:absolute;left:3363;top:13680;width:912;height:912" strokeweight="1pt"/>
              <v:line id="_x0000_s3268" style="position:absolute;flip:y" from="2622,13563" to="3078,13566" strokeweight="1.25pt"/>
              <v:line id="_x0000_s3269" style="position:absolute" from="3081,13563" to="3195,13620" strokeweight="1.25pt"/>
              <v:shape id="_x0000_s3270" style="position:absolute;left:2907;top:13908;width:570;height:285" coordsize="570,285" path="m570,c551,47,532,95,456,114v-76,19,-266,-9,-342,c38,123,,143,,171v,28,95,95,114,114e" filled="f" strokeweight="1.25pt">
                <v:path arrowok="t"/>
              </v:shape>
              <v:shape id="_x0000_s3271" style="position:absolute;left:2964;top:14250;width:522;height:399" coordsize="522,399" path="m399,v61,14,123,29,114,57c504,85,427,114,342,171,257,228,57,361,,399e" filled="f" strokeweight="1.25pt">
                <v:path arrowok="t"/>
              </v:shape>
              <v:line id="_x0000_s3272" style="position:absolute" from="2622,14649" to="2964,14649" strokeweight="1.25pt"/>
              <v:oval id="_x0000_s3273" style="position:absolute;left:2508;top:14592;width:114;height:114" fillcolor="black"/>
              <v:oval id="_x0000_s3274" style="position:absolute;left:2508;top:13509;width:114;height:114" fillcolor="black"/>
              <v:line id="_x0000_s3275" style="position:absolute" from="2622,13566" to="2907,13566">
                <v:stroke endarrow="block"/>
              </v:line>
              <v:shape id="_x0000_s3276" type="#_x0000_t202" style="position:absolute;left:2337;top:13965;width:456;height:399" stroked="f">
                <v:textbox style="mso-next-textbox:#_x0000_s3276">
                  <w:txbxContent>
                    <w:p w:rsidR="009E23C5" w:rsidRPr="00626546" w:rsidRDefault="009E23C5" w:rsidP="003628B0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rect id="_x0000_s3277" style="position:absolute;left:4275;top:14136;width:456;height:114" stroked="f"/>
              <v:line id="_x0000_s3278" style="position:absolute" from="4275,14136" to="4788,14136"/>
              <v:line id="_x0000_s3279" style="position:absolute" from="4275,14250" to="4788,14250"/>
              <v:line id="_x0000_s3280" style="position:absolute" from="4731,13851" to="4731,14136">
                <v:stroke endarrow="block"/>
              </v:line>
              <v:line id="_x0000_s3281" style="position:absolute;flip:x y" from="4731,14250" to="4731,14592">
                <v:stroke endarrow="block"/>
              </v:line>
              <v:shape id="_x0000_s3282" type="#_x0000_t202" style="position:absolute;left:4845;top:13965;width:399;height:456" stroked="f">
                <v:textbox style="mso-next-textbox:#_x0000_s3282">
                  <w:txbxContent>
                    <w:p w:rsidR="009E23C5" w:rsidRDefault="009E23C5" w:rsidP="003628B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3283" type="#_x0000_t42" style="position:absolute;left:4674;top:13281;width:855;height:456" adj="-13718,16626,-8337,8526,-3032,8526,-12202,14495">
                <v:textbox style="mso-next-textbox:#_x0000_s3283">
                  <w:txbxContent>
                    <w:p w:rsidR="009E23C5" w:rsidRDefault="009E23C5" w:rsidP="003628B0">
                      <w:pPr>
                        <w:rPr>
                          <w:sz w:val="16"/>
                        </w:rPr>
                      </w:pPr>
                      <w:r>
                        <w:rPr>
                          <w:lang w:val="en-US"/>
                        </w:rPr>
                        <w:t>l</w:t>
                      </w:r>
                      <w:r w:rsidRPr="00626546">
                        <w:rPr>
                          <w:vertAlign w:val="subscript"/>
                        </w:rPr>
                        <w:t>ср</w:t>
                      </w:r>
                    </w:p>
                  </w:txbxContent>
                </v:textbox>
                <o:callout v:ext="edit" minusy="t"/>
              </v:shape>
            </v:group>
            <v:shape id="_x0000_s3284" type="#_x0000_t202" style="position:absolute;left:1539;top:11916;width:5700;height:969" o:regroupid="206" stroked="f">
              <v:textbox style="mso-next-textbox:#_x0000_s3284">
                <w:txbxContent>
                  <w:p w:rsidR="009E23C5" w:rsidRPr="00626546" w:rsidRDefault="009E23C5" w:rsidP="003628B0">
                    <w:pPr>
                      <w:jc w:val="center"/>
                    </w:pPr>
                    <w:r w:rsidRPr="00626546">
                      <w:t>В стальном сердечнике магнитная индукция В=1.</w:t>
                    </w:r>
                    <w:r>
                      <w:t>1</w:t>
                    </w:r>
                    <w:r w:rsidRPr="00626546">
                      <w:t xml:space="preserve"> Тл,</w:t>
                    </w:r>
                  </w:p>
                  <w:p w:rsidR="009E23C5" w:rsidRPr="00626546" w:rsidRDefault="009E23C5" w:rsidP="003628B0">
                    <w:pPr>
                      <w:jc w:val="center"/>
                    </w:pPr>
                    <w:r w:rsidRPr="00626546">
                      <w:t xml:space="preserve"> </w:t>
                    </w:r>
                    <w:r>
                      <w:rPr>
                        <w:lang w:val="en-US"/>
                      </w:rPr>
                      <w:t>l</w:t>
                    </w:r>
                    <w:r w:rsidRPr="00626546">
                      <w:rPr>
                        <w:vertAlign w:val="subscript"/>
                      </w:rPr>
                      <w:t>ср</w:t>
                    </w:r>
                    <w:r w:rsidRPr="00626546">
                      <w:t xml:space="preserve"> =50 см , воздушный зазор δ=0.</w:t>
                    </w:r>
                    <w:r>
                      <w:t>05</w:t>
                    </w:r>
                    <w:r w:rsidRPr="00626546">
                      <w:t xml:space="preserve"> см, число витков катушки</w:t>
                    </w:r>
                    <w:r>
                      <w:t xml:space="preserve"> </w:t>
                    </w:r>
                    <w:r w:rsidRPr="00626546">
                      <w:rPr>
                        <w:lang w:val="en-US"/>
                      </w:rPr>
                      <w:t>W</w:t>
                    </w:r>
                    <w:r w:rsidRPr="00626546">
                      <w:t>=</w:t>
                    </w:r>
                    <w:r>
                      <w:t>6</w:t>
                    </w:r>
                    <w:r w:rsidRPr="00626546">
                      <w:t>00. Определить ток в катушке.</w:t>
                    </w:r>
                  </w:p>
                </w:txbxContent>
              </v:textbox>
            </v:shape>
            <v:shape id="_x0000_s3285" type="#_x0000_t202" style="position:absolute;left:7182;top:12201;width:627;height:342" o:regroupid="206" stroked="f">
              <v:textbox style="mso-next-textbox:#_x0000_s3285">
                <w:txbxContent>
                  <w:p w:rsidR="009E23C5" w:rsidRPr="00626546" w:rsidRDefault="009E23C5" w:rsidP="003628B0">
                    <w:r>
                      <w:t>Тл</w:t>
                    </w:r>
                  </w:p>
                </w:txbxContent>
              </v:textbox>
            </v:shape>
            <v:rect id="_x0000_s3286" style="position:absolute;left:4845;top:6270;width:628;height:400;rotation:-180;flip:x" o:regroupid="206" filled="f" stroked="f" strokeweight="1.25pt">
              <v:textbox style="mso-next-textbox:#_x0000_s3286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287" style="position:absolute" from="8092,6099" to="8093,6371" o:regroupid="206" strokeweight="1.25pt">
              <v:stroke endarrow="classic"/>
            </v:line>
            <v:rect id="_x0000_s3288" style="position:absolute;left:8092;top:5472;width:400;height:342" o:regroupid="206" filled="f" stroked="f" strokeweight="1.25pt">
              <v:textbox style="mso-next-textbox:#_x0000_s3288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5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3289" style="position:absolute;left:7636;top:5472;width:400;height:342" o:regroupid="206" filled="f" stroked="f" strokeweight="1.25pt">
              <v:textbox style="mso-next-textbox:#_x0000_s3289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5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3290" style="position:absolute;rotation:-90" from="8284,5679" to="8285,5951" o:regroupid="206" strokeweight="1.25pt">
              <v:stroke endarrow="classic"/>
            </v:line>
            <v:line id="_x0000_s3291" style="position:absolute;rotation:-90" from="7828,5679" to="7829,5951" o:regroupid="206" strokeweight="1.25pt">
              <v:stroke endarrow="classic"/>
            </v:line>
            <v:line id="_x0000_s3292" style="position:absolute;rotation:90" from="7864,5529" to="7864,6099" o:regroupid="206" strokeweight="1.25pt"/>
            <v:line id="_x0000_s3293" style="position:absolute;rotation:90;flip:y" from="6354,5214" to="6355,6413" o:regroupid="206" strokeweight="1.25pt">
              <v:stroke endarrowwidth="narrow" endarrowlength="short"/>
            </v:line>
            <v:rect id="_x0000_s3294" style="position:absolute;left:6954;top:5700;width:628;height:239;rotation:180" o:regroupid="206" filled="f" strokeweight="1.25pt"/>
            <v:line id="_x0000_s3295" style="position:absolute;rotation:-90;flip:x" from="9461,5983" to="9803,5986" o:regroupid="206" strokeweight="1.25pt"/>
            <v:line id="_x0000_s3296" style="position:absolute;rotation:-90" from="9463,7008" to="9801,7010" o:regroupid="206" strokeweight="1.25pt"/>
            <v:line id="_x0000_s3297" style="position:absolute;rotation:90" from="9402,5586" to="9403,6042" o:regroupid="206" strokeweight="1.25pt"/>
            <v:line id="_x0000_s3298" style="position:absolute;rotation:90" from="8320,5586" to="8320,6042" o:regroupid="206" strokeweight="1.25pt">
              <v:stroke endarrow="oval" endarrowwidth="narrow" endarrowlength="short"/>
            </v:line>
            <v:rect id="_x0000_s3299" style="position:absolute;left:8548;top:5700;width:628;height:239;rotation:180" o:regroupid="206" filled="f" strokeweight="1.25pt"/>
            <v:line id="_x0000_s3300" style="position:absolute;rotation:-90;flip:x y" from="7807,6897" to="8377,6897" o:regroupid="206" strokeweight="1.25pt">
              <v:stroke endarrow="oval" endarrowwidth="narrow" endarrowlength="short"/>
            </v:line>
            <v:group id="_x0000_s3301" style="position:absolute;left:7863;top:6488;width:417;height:110" coordorigin="3419,4550" coordsize="417,110" o:regroupid="206">
              <v:line id="_x0000_s3302" style="position:absolute;rotation:-90;flip:y" from="3627,4342" to="3628,4759" strokeweight="2.5pt"/>
              <v:line id="_x0000_s3303" style="position:absolute;rotation:-90;flip:y" from="3624,4447" to="3632,4864" strokeweight="2.5pt"/>
            </v:group>
            <v:line id="_x0000_s3304" style="position:absolute;rotation:-90;flip:y" from="7757,6149" to="8429,6149" o:regroupid="206" strokeweight="1.25pt"/>
            <v:line id="_x0000_s3305" style="position:absolute;flip:x" from="5757,7182" to="7013,7182" o:regroupid="206" strokeweight="1.25pt">
              <v:stroke endarrowwidth="narrow" endarrowlength="short"/>
            </v:line>
            <v:rect id="_x0000_s3306" style="position:absolute;left:8379;top:6383;width:399;height:400;rotation:-180;flip:x" o:regroupid="206" filled="f" stroked="f" strokeweight="1.25pt">
              <v:textbox style="mso-next-textbox:#_x0000_s3306" inset="1pt,1pt,1pt,1pt">
                <w:txbxContent>
                  <w:p w:rsidR="009E23C5" w:rsidRPr="00510963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3307" style="position:absolute;left:9063;top:6384;width:399;height:342;rotation:-180;flip:x" o:regroupid="206" filled="f" stroked="f" strokeweight="1.25pt">
              <v:textbox style="mso-next-textbox:#_x0000_s3307" inset="1pt,1pt,1pt,1pt">
                <w:txbxContent>
                  <w:p w:rsidR="009E23C5" w:rsidRPr="00510963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308" style="position:absolute;left:7009;top:5244;width:513;height:400;rotation:-180;flip:x" o:regroupid="206" filled="f" stroked="f" strokeweight="1.25pt">
              <v:textbox style="mso-next-textbox:#_x0000_s3308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3309" style="position:absolute;left:8662;top:5244;width:456;height:400;rotation:-180;flip:x" o:regroupid="206" filled="f" stroked="f" strokeweight="1.25pt">
              <v:textbox style="mso-next-textbox:#_x0000_s3309" inset="1pt,1pt,1pt,1pt">
                <w:txbxContent>
                  <w:p w:rsidR="009E23C5" w:rsidRPr="00510963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310" style="position:absolute;left:8208;top:5928;width:400;height:342" o:regroupid="206" filled="f" stroked="f" strokeweight="1.25pt">
              <v:textbox style="mso-next-textbox:#_x0000_s3310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5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oval id="_x0000_s3311" style="position:absolute;left:5472;top:6213;width:568;height:570" o:regroupid="206" filled="f" strokeweight="1.25pt"/>
            <v:line id="_x0000_s3312" style="position:absolute" from="5755,5814" to="5755,7182" o:regroupid="206" strokeweight="1.25pt"/>
            <v:line id="_x0000_s3313" style="position:absolute;flip:y" from="5755,6384" to="5755,6612" o:regroupid="206" strokeweight="1pt">
              <v:stroke endarrow="classic"/>
            </v:line>
            <v:group id="_x0000_s3314" style="position:absolute;left:6156;top:6213;width:570;height:627" coordorigin="3705,7524" coordsize="570,627" o:regroupid="206">
              <v:oval id="_x0000_s3315" style="position:absolute;left:3705;top:7524;width:570;height:570" filled="f" strokeweight="1.25pt"/>
              <v:shape id="_x0000_s3316" type="#_x0000_t202" style="position:absolute;left:3705;top:7611;width:441;height:540" filled="f" stroked="f" strokeweight="1.25pt">
                <v:textbox style="mso-next-textbox:#_x0000_s3316">
                  <w:txbxContent>
                    <w:p w:rsidR="009E23C5" w:rsidRPr="00AD4532" w:rsidRDefault="009E23C5" w:rsidP="003628B0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3317" style="position:absolute;flip:x" from="7581,7182" to="9635,7182" o:regroupid="206" strokeweight="1.25pt">
              <v:stroke endarrowwidth="narrow" endarrowlength="short"/>
            </v:line>
            <v:line id="_x0000_s3318" style="position:absolute;flip:x" from="6441,6783" to="6441,7182" o:regroupid="206" strokeweight=".5pt">
              <v:stroke endarrow="oval" endarrowwidth="narrow" endarrowlength="short"/>
            </v:line>
            <v:group id="_x0000_s3319" style="position:absolute;left:6669;top:5985;width:171;height:285" coordorigin="6840,6555" coordsize="171,285" o:regroupid="206">
              <v:line id="_x0000_s3320" style="position:absolute;rotation:-90;flip:x" from="6754,6698" to="7039,6698" o:regroupid="198"/>
              <v:line id="_x0000_s3321" style="position:absolute;rotation:-90" from="6903,6518" to="6948,6689" o:regroupid="198">
                <v:stroke endarrow="oval" endarrowwidth="narrow" endarrowlength="short"/>
              </v:line>
              <v:line id="_x0000_s3322" style="position:absolute;rotation:-90;flip:y" from="6903,6706" to="6948,6877" o:regroupid="198">
                <v:stroke endarrow="oval" endarrowwidth="narrow" endarrowlength="short"/>
              </v:line>
              <v:group id="_x0000_s3323" style="position:absolute;left:6840;top:6626;width:120;height:143" coordorigin="9681,14354" coordsize="399,912" o:regroupid="198">
                <v:line id="_x0000_s3324" style="position:absolute;rotation:-90;flip:y" from="9767,14724" to="9995,15123"/>
                <v:line id="_x0000_s3325" style="position:absolute;rotation:-90;flip:y" from="9767,14268" to="9995,14667"/>
                <v:line id="_x0000_s3326" style="position:absolute;rotation:-90" from="9767,14496" to="9995,14895"/>
                <v:line id="_x0000_s3327" style="position:absolute;rotation:-90" from="9767,14952" to="9995,15351"/>
              </v:group>
            </v:group>
            <v:oval id="_x0000_s3328" style="position:absolute;left:7011;top:6897;width:568;height:570" o:regroupid="206" filled="f" strokeweight="1.25pt"/>
            <v:rect id="_x0000_s3329" style="position:absolute;left:7181;top:7011;width:343;height:342;rotation:-180;flip:x" o:regroupid="206" filled="f" stroked="f" strokeweight="1.25pt">
              <v:textbox style="mso-next-textbox:#_x0000_s3329" inset="1pt,1pt,1pt,1pt">
                <w:txbxContent>
                  <w:p w:rsidR="009E23C5" w:rsidRDefault="009E23C5" w:rsidP="00510963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3330" style="position:absolute;left:7581;top:6669;width:171;height:285" coordorigin="6840,6555" coordsize="171,285" o:regroupid="206">
              <v:line id="_x0000_s3331" style="position:absolute;rotation:-90;flip:x" from="6754,6698" to="7039,6698"/>
              <v:line id="_x0000_s3332" style="position:absolute;rotation:-90" from="6903,6518" to="6948,6689">
                <v:stroke endarrow="oval" endarrowwidth="narrow" endarrowlength="short"/>
              </v:line>
              <v:line id="_x0000_s3333" style="position:absolute;rotation:-90;flip:y" from="6903,6706" to="6948,6877">
                <v:stroke endarrow="oval" endarrowwidth="narrow" endarrowlength="short"/>
              </v:line>
              <v:group id="_x0000_s3334" style="position:absolute;left:6840;top:6626;width:120;height:143" coordorigin="9681,14354" coordsize="399,912">
                <v:line id="_x0000_s3335" style="position:absolute;rotation:-90;flip:y" from="9767,14724" to="9995,15123"/>
                <v:line id="_x0000_s3336" style="position:absolute;rotation:-90;flip:y" from="9767,14268" to="9995,14667"/>
                <v:line id="_x0000_s3337" style="position:absolute;rotation:-90" from="9767,14496" to="9995,14895"/>
                <v:line id="_x0000_s3338" style="position:absolute;rotation:-90" from="9767,14952" to="9995,15351"/>
              </v:group>
            </v:group>
            <v:line id="_x0000_s3339" style="position:absolute;flip:x y" from="6441,5814" to="6441,6213" o:regroupid="206" strokeweight=".5pt">
              <v:stroke endarrow="oval" endarrowwidth="narrow" endarrowlength="short"/>
            </v:line>
            <v:group id="_x0000_s3340" style="position:absolute;left:9355;top:6434;width:684;height:127;rotation:90" coordorigin="4845,9177" coordsize="684,127" o:regroupid="206">
              <v:shape id="_x0000_s3341" type="#_x0000_t19" style="position:absolute;left:4845;top:9177;width:114;height:114;rotation:-270;flip:x y" strokeweight="1.25pt"/>
              <v:shape id="_x0000_s3342" type="#_x0000_t19" style="position:absolute;left:4959;top:9190;width:114;height:114;rotation:270;flip:x" strokeweight="1.25pt"/>
              <v:shape id="_x0000_s3343" type="#_x0000_t19" style="position:absolute;left:5301;top:9190;width:114;height:114;rotation:-270;flip:x y" strokeweight="1.25pt"/>
              <v:shape id="_x0000_s3344" type="#_x0000_t19" style="position:absolute;left:5415;top:9190;width:114;height:114;rotation:270;flip:x" strokeweight="1.25pt"/>
              <v:shape id="_x0000_s3345" type="#_x0000_t19" style="position:absolute;left:5073;top:9190;width:114;height:114;rotation:-270;flip:x y" strokeweight="1.25pt"/>
              <v:shape id="_x0000_s3346" type="#_x0000_t19" style="position:absolute;left:5187;top:9190;width:114;height:114;rotation:270;flip:x" strokeweight="1.25pt"/>
            </v:group>
            <v:group id="_x0000_s3347" style="position:absolute;left:5871;top:8721;width:4218;height:1827" coordorigin="2793,8664" coordsize="4218,1827" o:regroupid="206">
              <v:rect id="_x0000_s3348" style="position:absolute;left:6441;top:9576;width:570;height:456" o:regroupid="187" filled="f" stroked="f" strokeweight="1.25pt">
                <v:textbox style="mso-next-textbox:#_x0000_s3348" inset="1pt,1pt,1pt,1pt">
                  <w:txbxContent>
                    <w:p w:rsidR="009E23C5" w:rsidRDefault="009E23C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u</w:t>
                      </w:r>
                      <w:r w:rsidRPr="00721C6F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3349" style="position:absolute" from="6327,9348" to="6327,10146" o:regroupid="187">
                <v:stroke endarrow="block"/>
              </v:line>
              <v:rect id="_x0000_s3350" style="position:absolute;left:5444;top:9732;width:627;height:228;rotation:-90" o:regroupid="187" strokeweight="1.25pt"/>
              <v:line id="_x0000_s3351" style="position:absolute" from="4218,9006" to="4218,9120" o:regroupid="187" strokeweight="1.25pt"/>
              <v:line id="_x0000_s3352" style="position:absolute" from="5757,9120" to="5757,9519" o:regroupid="187" strokeweight="1.25pt"/>
              <v:rect id="_x0000_s3353" style="position:absolute;left:5244;top:9690;width:399;height:342" o:regroupid="187" filled="f" stroked="f" strokeweight="1.25pt">
                <v:textbox style="mso-next-textbox:#_x0000_s3353" inset="1pt,1pt,1pt,1pt">
                  <w:txbxContent>
                    <w:p w:rsidR="009E23C5" w:rsidRPr="00721C6F" w:rsidRDefault="009E23C5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3354" style="position:absolute;left:5016;top:8664;width:399;height:342" o:regroupid="187" filled="f" stroked="f" strokeweight="1.25pt">
                <v:textbox style="mso-next-textbox:#_x0000_s3354" inset="1pt,1pt,1pt,1pt">
                  <w:txbxContent>
                    <w:p w:rsidR="009E23C5" w:rsidRDefault="009E23C5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</w:p>
                  </w:txbxContent>
                </v:textbox>
              </v:rect>
              <v:group id="_x0000_s3355" style="position:absolute;left:4845;top:9006;width:684;height:127" coordorigin="4845,9177" coordsize="684,127">
                <v:shape id="_x0000_s3356" type="#_x0000_t19" style="position:absolute;left:4845;top:9177;width:114;height:114;rotation:-270;flip:x y" o:regroupid="187" strokeweight="1.25pt"/>
                <v:shape id="_x0000_s3357" type="#_x0000_t19" style="position:absolute;left:4959;top:9190;width:114;height:114;rotation:270;flip:x" o:regroupid="187" strokeweight="1.25pt"/>
                <v:shape id="_x0000_s3358" type="#_x0000_t19" style="position:absolute;left:5301;top:9190;width:114;height:114;rotation:-270;flip:x y" o:regroupid="187" strokeweight="1.25pt"/>
                <v:shape id="_x0000_s3359" type="#_x0000_t19" style="position:absolute;left:5415;top:9190;width:114;height:114;rotation:270;flip:x" o:regroupid="187" strokeweight="1.25pt"/>
                <v:shape id="_x0000_s3360" type="#_x0000_t19" style="position:absolute;left:5073;top:9190;width:114;height:114;rotation:-270;flip:x y" o:regroupid="187" strokeweight="1.25pt"/>
                <v:shape id="_x0000_s3361" type="#_x0000_t19" style="position:absolute;left:5187;top:9190;width:114;height:114;rotation:270;flip:x" o:regroupid="187" strokeweight="1.25pt"/>
              </v:group>
              <v:rect id="_x0000_s3362" style="position:absolute;left:4246;top:9722;width:627;height:228;rotation:-90" o:regroupid="187" strokeweight="1.25pt"/>
              <v:line id="_x0000_s3363" style="position:absolute" from="4560,10149" to="4560,10491" o:regroupid="187" strokeweight="1.25pt">
                <v:stroke endarrow="oval" endarrowwidth="narrow" endarrowlength="short"/>
              </v:line>
              <v:line id="_x0000_s3364" style="position:absolute" from="3819,8835" to="3990,9063" o:regroupid="187" strokeweight="1.25pt">
                <v:stroke endarrow="block"/>
              </v:line>
              <v:rect id="_x0000_s3365" style="position:absolute;left:4047;top:9690;width:399;height:342" o:regroupid="187" filled="f" stroked="f" strokeweight="1.25pt">
                <v:textbox style="mso-next-textbox:#_x0000_s3365" inset="1pt,1pt,1pt,1pt">
                  <w:txbxContent>
                    <w:p w:rsidR="009E23C5" w:rsidRDefault="009E23C5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3366" style="position:absolute" from="5529,9120" to="6156,9130" o:regroupid="187" strokeweight="1.25pt">
                <v:stroke endarrow="oval" endarrowwidth="narrow" endarrowlength="short"/>
              </v:line>
              <v:line id="_x0000_s3367" style="position:absolute;flip:y" from="3420,9177" to="3420,10488" o:regroupid="187" strokeweight="1.25pt"/>
              <v:rect id="_x0000_s3368" style="position:absolute;left:2793;top:9633;width:343;height:456" filled="f" stroked="f" strokeweight="1.25pt">
                <v:textbox style="mso-next-textbox:#_x0000_s3368" inset="1pt,1pt,1pt,1pt">
                  <w:txbxContent>
                    <w:p w:rsidR="009E23C5" w:rsidRPr="00AD4532" w:rsidRDefault="009E23C5" w:rsidP="003628B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Е</w:t>
                      </w:r>
                    </w:p>
                  </w:txbxContent>
                </v:textbox>
              </v:rect>
              <v:rect id="_x0000_s3369" style="position:absolute;left:3420;top:8721;width:342;height:340" filled="f" stroked="f" strokeweight="1.25pt">
                <v:textbox style="mso-next-textbox:#_x0000_s3369" inset="1pt,1pt,1pt,1pt">
                  <w:txbxContent>
                    <w:p w:rsidR="009E23C5" w:rsidRDefault="009E23C5" w:rsidP="003628B0">
                      <w:r>
                        <w:t>Кл</w:t>
                      </w:r>
                    </w:p>
                  </w:txbxContent>
                </v:textbox>
              </v:rect>
              <v:line id="_x0000_s3370" style="position:absolute;flip:x" from="4560,9120" to="4560,9519" strokeweight="1.25pt">
                <v:stroke startarrow="oval" startarrowwidth="narrow" startarrowlength="short"/>
              </v:line>
              <v:line id="_x0000_s3371" style="position:absolute" from="3420,9151" to="3819,9151" strokeweight="1.25pt"/>
              <v:line id="_x0000_s3372" style="position:absolute" from="4218,9120" to="4845,9120" strokeweight="1.25pt"/>
              <v:line id="_x0000_s3373" style="position:absolute;flip:y" from="3816,8923" to="4158,9151" strokeweight="1.25pt">
                <v:stroke startarrow="oval" startarrowwidth="narrow" startarrowlength="short"/>
              </v:line>
              <v:group id="_x0000_s3374" style="position:absolute;left:3135;top:9519;width:570;height:568" coordorigin="3135,9519" coordsize="570,568">
                <v:line id="_x0000_s3375" style="position:absolute;flip:y" from="3420,9690" to="3420,9918" strokeweight="1.25pt">
                  <v:stroke endarrow="block" endarrowwidth="wide"/>
                </v:line>
                <v:oval id="_x0000_s3376" style="position:absolute;left:3136;top:9518;width:568;height:570;rotation:270" filled="f" strokeweight="1.25pt"/>
              </v:group>
              <v:line id="_x0000_s3377" style="position:absolute" from="3420,10488" to="6156,10488" strokeweight="1.25pt">
                <v:stroke startarrowwidth="narrow" startarrowlength="short" endarrow="oval" endarrowwidth="narrow" endarrowlength="short"/>
              </v:line>
              <v:line id="_x0000_s3378" style="position:absolute" from="5757,10146" to="5757,10488" strokeweight="1.25pt">
                <v:stroke endarrow="oval" endarrowwidth="narrow" endarrowlength="short"/>
              </v:line>
            </v:group>
            <v:rect id="_x0000_s3379" style="position:absolute;left:6612;top:1368;width:685;height:444;flip:y" o:regroupid="206" filled="f" stroked="f" strokeweight="1.25pt">
              <v:textbox style="mso-next-textbox:#_x0000_s3379" inset="1pt,1pt,1pt,1pt">
                <w:txbxContent>
                  <w:p w:rsidR="009E23C5" w:rsidRPr="000B6D6D" w:rsidRDefault="009E23C5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3380" style="position:absolute;left:6212;top:2166;width:343;height:286;flip:y" o:regroupid="206" filled="f" stroked="f" strokeweight="1.25pt">
              <v:textbox style="mso-next-textbox:#_x0000_s3380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381" style="position:absolute;rotation:-90" from="6771,2371" to="6772,2643" o:regroupid="206" strokeweight="1.25pt">
              <v:stroke endarrow="classic"/>
            </v:line>
            <v:line id="_x0000_s3382" style="position:absolute;flip:y" from="6555,2514" to="6566,3192" o:regroupid="206" strokeweight="1.25pt">
              <v:stroke endarrow="oval" endarrowwidth="narrow" endarrowlength="short"/>
            </v:line>
            <v:rect id="_x0000_s3383" style="position:absolute;left:5130;top:3135;width:513;height:513;flip:y" o:regroupid="206" filled="f" stroked="f" strokeweight="1.25pt">
              <v:textbox style="mso-next-textbox:#_x0000_s3383" inset="1pt,1pt,1pt,1pt">
                <w:txbxContent>
                  <w:p w:rsidR="009E23C5" w:rsidRPr="003A5600" w:rsidRDefault="009E23C5" w:rsidP="003A5600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3384" style="position:absolute;left:8892;top:3078;width:570;height:400;flip:y" o:regroupid="206" filled="f" stroked="f" strokeweight="1.25pt">
              <v:textbox style="mso-next-textbox:#_x0000_s3384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</w:p>
                </w:txbxContent>
              </v:textbox>
            </v:rect>
            <v:rect id="_x0000_s3385" style="position:absolute;left:7136;top:2691;width:628;height:400;flip:y" o:regroupid="206" filled="f" stroked="f" strokeweight="1.25pt">
              <v:textbox style="mso-next-textbox:#_x0000_s3385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3386" style="position:absolute;left:7524;top:3078;width:628;height:400;flip:y" o:regroupid="206" filled="f" stroked="f" strokeweight="1.25pt">
              <v:textbox style="mso-next-textbox:#_x0000_s3386" inset="1pt,1pt,1pt,1pt">
                <w:txbxContent>
                  <w:p w:rsidR="009E23C5" w:rsidRPr="003A5600" w:rsidRDefault="009E23C5" w:rsidP="003A5600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rect>
            <v:line id="_x0000_s3387" style="position:absolute;flip:y" from="5689,3597" to="5689,4059" o:regroupid="206" strokeweight="1.25pt"/>
            <v:line id="_x0000_s3388" style="position:absolute;flip:y" from="5672,2520" to="5689,2970" o:regroupid="206" strokeweight="1.25pt">
              <v:stroke endarrowwidth="narrow" endarrowlength="short"/>
            </v:line>
            <v:rect id="_x0000_s3389" style="position:absolute;left:5381;top:3163;width:628;height:239;rotation:90;flip:y" o:regroupid="206" filled="f" strokeweight="1.25pt"/>
            <v:line id="_x0000_s3390" style="position:absolute;rotation:-90;flip:y" from="6776,2280" to="6777,2736" o:regroupid="206" strokeweight="1.25pt"/>
            <v:line id="_x0000_s3391" style="position:absolute;rotation:-90;flip:y" from="7896,2266" to="7897,2762" o:regroupid="206" strokeweight="1.25pt">
              <v:stroke endarrow="oval" endarrowwidth="narrow" endarrowlength="short"/>
            </v:line>
            <v:rect id="_x0000_s3392" style="position:absolute;left:7022;top:2399;width:628;height:239;flip:y" o:regroupid="206" filled="f" strokeweight="1.25pt"/>
            <v:line id="_x0000_s3393" style="position:absolute" from="8162,2514" to="8163,2970" o:regroupid="206" strokeweight="1.25pt"/>
            <v:line id="_x0000_s3394" style="position:absolute" from="8145,3597" to="8145,4053" o:regroupid="206" strokeweight="1.25pt">
              <v:stroke endarrow="oval" endarrowwidth="narrow" endarrowlength="short"/>
            </v:line>
            <v:rect id="_x0000_s3395" style="position:absolute;left:7826;top:3164;width:628;height:239;rotation:90" o:regroupid="206" filled="f" strokeweight="1.25pt"/>
            <v:line id="_x0000_s3396" style="position:absolute;flip:x y" from="9405,3597" to="9405,4059" o:regroupid="206" strokeweight="1.25pt"/>
            <v:line id="_x0000_s3397" style="position:absolute;flip:y" from="9416,2514" to="9416,2970" o:regroupid="206" strokeweight="1.25pt">
              <v:stroke endarrowwidth="narrow" endarrowlength="short"/>
            </v:line>
            <v:rect id="_x0000_s3398" style="position:absolute;left:9108;top:3163;width:628;height:239;rotation:90;flip:y" o:regroupid="206" filled="f" strokeweight="1.25pt"/>
            <v:line id="_x0000_s3399" style="position:absolute;flip:y" from="8059,2506" to="9416,2514" o:regroupid="206" strokeweight="1.25pt">
              <v:stroke endarrowwidth="narrow" endarrowlength="short"/>
            </v:line>
            <v:line id="_x0000_s3400" style="position:absolute" from="5700,2508" to="6549,2514" o:regroupid="206" strokeweight="1.25pt">
              <v:stroke endarrow="oval" endarrowwidth="narrow" endarrowlength="short"/>
            </v:line>
            <v:line id="_x0000_s3401" style="position:absolute;rotation:90;flip:x y" from="6207,2172" to="6891,2172" o:regroupid="206" strokeweight="1.25pt">
              <v:stroke endarrowwidth="narrow" endarrowlength="short"/>
            </v:line>
            <v:line id="_x0000_s3402" style="position:absolute" from="7638,4047" to="9405,4047" o:regroupid="206" strokeweight="1.25pt">
              <v:stroke endarrowwidth="narrow" endarrowlength="long"/>
            </v:line>
            <v:oval id="_x0000_s3403" style="position:absolute;left:7092;top:1545;width:568;height:570;flip:y" o:regroupid="206" filled="f" strokeweight="1.25pt"/>
            <v:line id="_x0000_s3404" style="position:absolute" from="6543,1812" to="7365,1830" o:regroupid="206" strokeweight="1.25pt">
              <v:stroke endarrow="open" endarrowlength="short"/>
            </v:line>
            <v:line id="_x0000_s3405" style="position:absolute;flip:x y" from="7478,1830" to="8145,1848" o:regroupid="206" strokeweight="1.25pt">
              <v:stroke endarrowwidth="narrow" endarrowlength="short"/>
            </v:line>
            <v:line id="_x0000_s3406" style="position:absolute;flip:y" from="7432,1829" to="7490,1830" o:regroupid="206" strokeweight="1.25pt">
              <v:stroke endarrow="open" endarrowlength="short"/>
            </v:line>
            <v:line id="_x0000_s3407" style="position:absolute;rotation:90;flip:x y" from="7820,2172" to="8504,2172" o:regroupid="206" strokeweight="1.25pt">
              <v:stroke endarrowwidth="narrow" endarrowlength="short"/>
            </v:line>
            <v:oval id="_x0000_s3408" style="position:absolute;left:8504;top:3774;width:568;height:570;flip:x y" o:regroupid="206" filled="f" strokeweight="1.25pt"/>
            <v:line id="_x0000_s3409" style="position:absolute;flip:x y" from="5700,4047" to="7068,4047" o:regroupid="206" strokeweight="1.25pt">
              <v:stroke endarrowwidth="narrow" endarrowlength="long"/>
            </v:line>
            <v:rect id="_x0000_s3410" style="position:absolute;left:8436;top:3420;width:628;height:360;flip:y" o:regroupid="206" filled="f" stroked="f" strokeweight="1.25pt">
              <v:textbox style="mso-next-textbox:#_x0000_s3410" inset="1pt,1pt,1pt,1pt">
                <w:txbxContent>
                  <w:p w:rsidR="009E23C5" w:rsidRPr="000B6D6D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</w:p>
                </w:txbxContent>
              </v:textbox>
            </v:rect>
            <v:rect id="_x0000_s3411" style="position:absolute;left:8218;top:2160;width:343;height:286;flip:y" o:regroupid="206" filled="f" stroked="f" strokeweight="1.25pt">
              <v:textbox style="mso-next-textbox:#_x0000_s3411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3412" style="position:absolute;left:8217;top:4098;width:343;height:286;flip:y" o:regroupid="206" filled="f" stroked="f" strokeweight="1.25pt">
              <v:textbox style="mso-next-textbox:#_x0000_s3412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3413" style="position:absolute;left:6508;top:4155;width:343;height:342;flip:y" o:regroupid="206" filled="f" stroked="f" strokeweight="1.25pt">
              <v:textbox style="mso-next-textbox:#_x0000_s3413" inset="1pt,1pt,1pt,1pt">
                <w:txbxContent>
                  <w:p w:rsidR="009E23C5" w:rsidRDefault="009E23C5" w:rsidP="00CB4589">
                    <w:pPr>
                      <w:jc w:val="center"/>
                    </w:pPr>
                    <w:r>
                      <w:t>ВАХ</w:t>
                    </w:r>
                  </w:p>
                  <w:p w:rsidR="009E23C5" w:rsidRDefault="009E23C5" w:rsidP="00CB4589">
                    <w:pPr>
                      <w:jc w:val="center"/>
                      <w:rPr>
                        <w:sz w:val="24"/>
                      </w:rPr>
                    </w:pPr>
                    <w:r>
                      <w:t>идеального диода:</w:t>
                    </w:r>
                  </w:p>
                  <w:p w:rsidR="009E23C5" w:rsidRPr="00AC3A92" w:rsidRDefault="009E23C5" w:rsidP="00566881">
                    <w:pPr>
                      <w:rPr>
                        <w:lang w:val="en-US"/>
                      </w:rPr>
                    </w:pPr>
                    <w:r w:rsidRPr="00AC3A92">
                      <w:rPr>
                        <w:lang w:val="en-US"/>
                      </w:rPr>
                      <w:t>A</w:t>
                    </w:r>
                  </w:p>
                  <w:p w:rsidR="009E23C5" w:rsidRDefault="009E23C5" w:rsidP="00566881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  <w:p w:rsidR="009E23C5" w:rsidRPr="00AC3A92" w:rsidRDefault="009E23C5" w:rsidP="00566881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  <w:p w:rsidR="009E23C5" w:rsidRPr="00AC3A92" w:rsidRDefault="009E23C5" w:rsidP="00566881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6</w:t>
                    </w:r>
                  </w:p>
                  <w:p w:rsidR="009E23C5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A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</w:p>
                  <w:p w:rsidR="009E23C5" w:rsidRPr="00AC3A92" w:rsidRDefault="009E23C5" w:rsidP="00566881">
                    <w:pPr>
                      <w:rPr>
                        <w:sz w:val="24"/>
                        <w:lang w:val="en-US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5</w:t>
                    </w:r>
                  </w:p>
                  <w:p w:rsidR="009E23C5" w:rsidRPr="00AC3A92" w:rsidRDefault="009E23C5" w:rsidP="00566881">
                    <w:pPr>
                      <w:rPr>
                        <w:lang w:val="en-US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  <w:p w:rsidR="009E23C5" w:rsidRPr="00AC3A92" w:rsidRDefault="009E23C5" w:rsidP="00566881">
                    <w:pPr>
                      <w:rPr>
                        <w:lang w:val="en-US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  <w:p w:rsidR="009E23C5" w:rsidRPr="00AC3A92" w:rsidRDefault="009E23C5" w:rsidP="00566881">
                    <w:pPr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 w:rsidRPr="00AC3A9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4</w:t>
                    </w:r>
                  </w:p>
                  <w:p w:rsidR="009E23C5" w:rsidRPr="00AC3A92" w:rsidRDefault="009E23C5" w:rsidP="0056688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Задача</w:t>
                    </w:r>
                    <w:r w:rsidRPr="00AC3A92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 № 4.0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AC3A92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7</w:t>
                    </w:r>
                  </w:p>
                  <w:p w:rsidR="009E23C5" w:rsidRPr="00F05B82" w:rsidRDefault="009E23C5" w:rsidP="0056688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0</w:t>
                    </w:r>
                    <w:r w:rsidRPr="00AC3A9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7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>=1 кОм,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=0.02 Гн.</w:t>
                    </w:r>
                  </w:p>
                  <w:p w:rsidR="009E23C5" w:rsidRDefault="009E23C5" w:rsidP="00566881"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617C9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1</w:t>
                    </w:r>
                    <w:r w:rsidRPr="00617C9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</w:p>
                  <w:p w:rsidR="009E23C5" w:rsidRDefault="009E23C5" w:rsidP="00566881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  <w:p w:rsidR="009E23C5" w:rsidRPr="00F05B82" w:rsidRDefault="009E23C5" w:rsidP="0056688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AC3A9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0</w:t>
                    </w:r>
                    <w:r w:rsidRPr="00AC3A9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7</w:t>
                    </w:r>
                  </w:p>
                  <w:p w:rsidR="009E23C5" w:rsidRPr="00F05B82" w:rsidRDefault="009E23C5" w:rsidP="00566881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0</w:t>
                    </w:r>
                    <w:r w:rsidRPr="00AC3A92">
                      <w:rPr>
                        <w:b/>
                        <w:bCs/>
                        <w:sz w:val="28"/>
                        <w:szCs w:val="28"/>
                      </w:rPr>
                      <w:t>2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7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 xml:space="preserve"> =0.3 А,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>
                      <w:rPr>
                        <w:sz w:val="24"/>
                      </w:rPr>
                      <w:t xml:space="preserve"> =0.3 А,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=50 Ом,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=25 Ом,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=40 Ом,</w:t>
                    </w:r>
                  </w:p>
                  <w:p w:rsidR="009E23C5" w:rsidRDefault="009E23C5" w:rsidP="00566881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Pr="00F05B82" w:rsidRDefault="009E23C5" w:rsidP="00566881">
                    <w:pPr>
                      <w:pStyle w:val="Heading1"/>
                    </w:pPr>
                    <w:r>
                      <w:t>Задача № 1.0</w:t>
                    </w:r>
                    <w:r w:rsidRPr="00AC3A92">
                      <w:t>2</w:t>
                    </w:r>
                    <w:r>
                      <w:t>7</w:t>
                    </w:r>
                  </w:p>
                  <w:p w:rsidR="009E23C5" w:rsidRDefault="009E23C5"/>
                  <w:p w:rsidR="009E23C5" w:rsidRPr="00721C6F" w:rsidRDefault="009E23C5" w:rsidP="00B22E2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  <w:p w:rsidR="009E23C5" w:rsidRPr="004661CD" w:rsidRDefault="009E23C5" w:rsidP="00B22E2D">
                    <w:pPr>
                      <w:ind w:firstLine="284"/>
                      <w:jc w:val="both"/>
                      <w:rPr>
                        <w:sz w:val="18"/>
                        <w:szCs w:val="18"/>
                      </w:rPr>
                    </w:pPr>
                    <w:r w:rsidRPr="004661CD">
                      <w:rPr>
                        <w:sz w:val="18"/>
                        <w:szCs w:val="18"/>
                      </w:rPr>
                      <w:t xml:space="preserve">В стальном сердечнике сечения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S</w:t>
                    </w:r>
                    <w:r w:rsidRPr="004661CD">
                      <w:rPr>
                        <w:sz w:val="18"/>
                        <w:szCs w:val="18"/>
                      </w:rPr>
                      <w:t>=</w:t>
                    </w:r>
                    <w:r>
                      <w:rPr>
                        <w:sz w:val="18"/>
                        <w:szCs w:val="18"/>
                      </w:rPr>
                      <w:t>5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</w:t>
                    </w:r>
                    <w:r w:rsidRPr="004661CD">
                      <w:rPr>
                        <w:sz w:val="18"/>
                        <w:szCs w:val="18"/>
                        <w:vertAlign w:val="superscript"/>
                      </w:rPr>
                      <w:t>2</w:t>
                    </w:r>
                    <w:r w:rsidRPr="004661CD">
                      <w:rPr>
                        <w:sz w:val="18"/>
                        <w:szCs w:val="18"/>
                      </w:rPr>
                      <w:t xml:space="preserve">,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l</w:t>
                    </w:r>
                    <w:r w:rsidRPr="004661CD">
                      <w:rPr>
                        <w:sz w:val="18"/>
                        <w:szCs w:val="18"/>
                        <w:vertAlign w:val="subscript"/>
                      </w:rPr>
                      <w:t>А</w:t>
                    </w:r>
                    <w:r w:rsidRPr="004661CD">
                      <w:rPr>
                        <w:sz w:val="18"/>
                        <w:szCs w:val="18"/>
                      </w:rPr>
                      <w:t xml:space="preserve"> =1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см.,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l</w:t>
                    </w:r>
                    <w:r w:rsidRPr="004661CD">
                      <w:rPr>
                        <w:sz w:val="18"/>
                        <w:szCs w:val="18"/>
                        <w:vertAlign w:val="subscript"/>
                      </w:rPr>
                      <w:t>В</w:t>
                    </w:r>
                    <w:r w:rsidRPr="004661CD">
                      <w:rPr>
                        <w:sz w:val="18"/>
                        <w:szCs w:val="18"/>
                      </w:rPr>
                      <w:t xml:space="preserve"> =3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см изменяется воздушный зазор δ от 0 до 0.05см. Индукция остаётся постоянной В=1.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 xml:space="preserve"> Тл. Как изменится ток в обмотке, если число витков катушки </w:t>
                    </w:r>
                    <w:r w:rsidRPr="004661CD">
                      <w:rPr>
                        <w:sz w:val="18"/>
                        <w:szCs w:val="18"/>
                        <w:lang w:val="en-US"/>
                      </w:rPr>
                      <w:t>W</w:t>
                    </w:r>
                    <w:r w:rsidRPr="004661CD">
                      <w:rPr>
                        <w:sz w:val="18"/>
                        <w:szCs w:val="18"/>
                      </w:rPr>
                      <w:t>=4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 w:rsidRPr="004661CD">
                      <w:rPr>
                        <w:sz w:val="18"/>
                        <w:szCs w:val="18"/>
                      </w:rPr>
                      <w:t>0?</w:t>
                    </w:r>
                  </w:p>
                  <w:p w:rsidR="009E23C5" w:rsidRPr="004661CD" w:rsidRDefault="009E23C5" w:rsidP="00B22E2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4661CD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 w:rsidRPr="004661CD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A</w:t>
                    </w:r>
                  </w:p>
                  <w:p w:rsidR="009E23C5" w:rsidRDefault="009E23C5" w:rsidP="00B22E2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rect>
            <v:oval id="_x0000_s3414" style="position:absolute;left:7068;top:3762;width:568;height:570" o:regroupid="206" filled="f" strokeweight="1.25pt"/>
            <v:rect id="_x0000_s3415" style="position:absolute;left:7238;top:3876;width:343;height:342;rotation:-180;flip:x" o:regroupid="206" filled="f" stroked="f" strokeweight="1.25pt">
              <v:textbox style="mso-next-textbox:#_x0000_s3415" inset="1pt,1pt,1pt,1pt">
                <w:txbxContent>
                  <w:p w:rsidR="009E23C5" w:rsidRDefault="009E23C5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line id="_x0000_s3416" style="position:absolute;rotation:90;flip:x" from="7974,4212" to="8316,4212" o:regroupid="206" strokeweight="1.25pt">
              <v:stroke endarrowwidth="narrow" endarrowlength="short"/>
            </v:line>
            <v:line id="_x0000_s3417" style="position:absolute;flip:x" from="7974,4395" to="8316,4395" o:regroupid="206" strokeweight="2.5pt">
              <v:stroke endarrowwidth="narrow" endarrowlength="short"/>
            </v:line>
            <v:line id="_x0000_s3418" style="position:absolute;rotation:-90;flip:x" from="8810,3918" to="8811,4190" o:regroupid="206" strokeweight="1.25pt">
              <v:stroke endarrow="block" endarrowwidth="wide"/>
            </v:line>
            <v:group id="_x0000_s3419" style="position:absolute;left:7694;top:3648;width:114;height:228" coordorigin="6954,3876" coordsize="741,969" o:regroupid="206">
              <v:line id="_x0000_s3420" style="position:absolute;rotation:-90;flip:x" from="7325,4564" to="7325,4975" o:regroupid="192"/>
              <v:group id="_x0000_s3421" style="position:absolute;left:6954;top:3876;width:741;height:969" coordorigin="4266,11962" coordsize="575,853" o:regroupid="192">
                <v:line id="_x0000_s3422" style="position:absolute;rotation:-90;flip:y" from="4009,12559" to="4522,12559"/>
                <v:shape id="_x0000_s3423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3424" style="position:absolute;rotation:-90;flip:y" from="4579,12559" to="5092,12559"/>
              </v:group>
            </v:group>
            <v:oval id="_x0000_s3425" style="position:absolute;left:6271;top:3020;width:568;height:570;rotation:5673741fd;flip:y" o:regroupid="206" filled="f" strokeweight="1.25pt"/>
            <v:line id="_x0000_s3426" style="position:absolute;rotation:270" from="6184,3677" to="6925,3677" o:regroupid="206" strokeweight="1.25pt">
              <v:stroke startarrow="oval" startarrowwidth="narrow" startarrowlength="short" endarrow="open" endarrowlength="short"/>
            </v:line>
            <v:line id="_x0000_s3427" style="position:absolute;rotation:90;flip:y" from="6527,3163" to="6585,3164" o:regroupid="206" strokeweight="1.25pt">
              <v:stroke endarrow="open" endarrowlength="short"/>
            </v:line>
            <v:rect id="_x0000_s3428" style="position:absolute;left:5700;top:3135;width:685;height:444;flip:y" o:regroupid="206" filled="f" stroked="f" strokeweight="1.25pt">
              <v:textbox style="mso-next-textbox:#_x0000_s3428" inset="1pt,1pt,1pt,1pt">
                <w:txbxContent>
                  <w:p w:rsidR="009E23C5" w:rsidRPr="000B6D6D" w:rsidRDefault="009E23C5" w:rsidP="000B6D6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3429" style="position:absolute;margin-left:3.2pt;margin-top:5.85pt;width:456.05pt;height:709.8pt;z-index:251649024" coordorigin="1482,684" coordsize="9121,14196">
            <v:shape id="_x0000_s3430" type="#_x0000_t202" style="position:absolute;left:1539;top:1311;width:2622;height:432" o:regroupid="210" filled="f" stroked="f">
              <v:textbox style="mso-next-textbox:#_x0000_s3430">
                <w:txbxContent>
                  <w:p w:rsidR="009E23C5" w:rsidRPr="00684A7E" w:rsidRDefault="009E23C5" w:rsidP="004C28BB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3431" type="#_x0000_t202" style="position:absolute;left:1995;top:1995;width:1539;height:2109" o:regroupid="210" filled="f" stroked="f">
              <v:textbox style="mso-next-textbox:#_x0000_s3431">
                <w:txbxContent>
                  <w:p w:rsidR="009E23C5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C63967"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=26</w:t>
                    </w:r>
                    <w:r w:rsidRPr="00C63967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В,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</w:t>
                    </w:r>
                    <w:r w:rsidRPr="00C63967"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t>5 А,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</w:t>
                    </w:r>
                    <w:r w:rsidRPr="00C63967"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>2 Ом,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=9 Ом,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  <w:lang w:val="en-US"/>
                      </w:rPr>
                      <w:t>12</w:t>
                    </w:r>
                    <w:r>
                      <w:rPr>
                        <w:sz w:val="24"/>
                      </w:rPr>
                      <w:t xml:space="preserve"> Ом,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=6 Ом,</w:t>
                    </w:r>
                  </w:p>
                </w:txbxContent>
              </v:textbox>
            </v:shape>
            <v:shape id="_x0000_s3432" type="#_x0000_t202" style="position:absolute;left:2109;top:5244;width:2508;height:2337" o:regroupid="210" filled="f" stroked="f">
              <v:textbox style="mso-next-textbox:#_x0000_s3432">
                <w:txbxContent>
                  <w:p w:rsidR="009E23C5" w:rsidRPr="00510963" w:rsidRDefault="009E23C5" w:rsidP="004C28BB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537</w:t>
                    </w:r>
                    <w:r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4C28BB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</w:t>
                    </w:r>
                    <w:r>
                      <w:rPr>
                        <w:sz w:val="24"/>
                        <w:lang w:val="es-ES"/>
                      </w:rPr>
                      <w:t xml:space="preserve"> </w:t>
                    </w:r>
                    <w:r w:rsidRPr="00510963">
                      <w:rPr>
                        <w:sz w:val="24"/>
                        <w:lang w:val="es-ES"/>
                      </w:rPr>
                      <w:t>=</w:t>
                    </w:r>
                    <w:r>
                      <w:rPr>
                        <w:sz w:val="24"/>
                        <w:lang w:val="es-ES"/>
                      </w:rPr>
                      <w:t xml:space="preserve"> 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50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Default="009E23C5" w:rsidP="004C28BB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 w:rsidRPr="00C63967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1 </w:t>
                    </w:r>
                    <w:r>
                      <w:rPr>
                        <w:sz w:val="24"/>
                        <w:lang w:val="fr-FR"/>
                      </w:rPr>
                      <w:t>= 0.</w:t>
                    </w:r>
                    <w:r w:rsidRPr="00C63967">
                      <w:rPr>
                        <w:sz w:val="24"/>
                        <w:lang w:val="es-ES"/>
                      </w:rPr>
                      <w:t>1</w:t>
                    </w:r>
                    <w:r>
                      <w:rPr>
                        <w:sz w:val="24"/>
                      </w:rPr>
                      <w:t>7</w:t>
                    </w:r>
                    <w:r w:rsidRPr="00C63967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Pr="00510963" w:rsidRDefault="009E23C5" w:rsidP="004C28BB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2 </w:t>
                    </w:r>
                    <w:r>
                      <w:rPr>
                        <w:sz w:val="24"/>
                        <w:lang w:val="fr-FR"/>
                      </w:rPr>
                      <w:t xml:space="preserve">= </w:t>
                    </w:r>
                    <w:r>
                      <w:rPr>
                        <w:sz w:val="24"/>
                      </w:rPr>
                      <w:t>4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C63967" w:rsidRDefault="009E23C5" w:rsidP="004C28BB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C63967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3 </w:t>
                    </w:r>
                    <w:r>
                      <w:rPr>
                        <w:sz w:val="24"/>
                        <w:lang w:val="fr-FR"/>
                      </w:rPr>
                      <w:t xml:space="preserve">= 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C63967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4C28BB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C63967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3 </w:t>
                    </w:r>
                    <w:r>
                      <w:rPr>
                        <w:sz w:val="24"/>
                        <w:lang w:val="fr-FR"/>
                      </w:rPr>
                      <w:t xml:space="preserve">= </w:t>
                    </w:r>
                    <w:r w:rsidRPr="00C63967">
                      <w:rPr>
                        <w:sz w:val="24"/>
                        <w:lang w:val="es-ES"/>
                      </w:rPr>
                      <w:t>2</w:t>
                    </w:r>
                    <w:r>
                      <w:rPr>
                        <w:sz w:val="24"/>
                      </w:rPr>
                      <w:t>5</w:t>
                    </w:r>
                    <w:r w:rsidRPr="00C63967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 w:rsidRPr="00C63967">
                      <w:rPr>
                        <w:sz w:val="24"/>
                        <w:lang w:val="es-ES"/>
                      </w:rPr>
                      <w:t>.</w:t>
                    </w:r>
                  </w:p>
                </w:txbxContent>
              </v:textbox>
            </v:shape>
            <v:shape id="_x0000_s3433" type="#_x0000_t202" style="position:absolute;left:1482;top:684;width:2622;height:456" o:regroupid="210">
              <v:textbox style="mso-next-textbox:#_x0000_s3433">
                <w:txbxContent>
                  <w:p w:rsidR="009E23C5" w:rsidRPr="002504FE" w:rsidRDefault="009E23C5" w:rsidP="004C28BB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3434" style="position:absolute;left:1482;top:1195;width:9121;height:3420" o:regroupid="210" filled="f" strokeweight="2pt"/>
            <v:shape id="_x0000_s3435" type="#_x0000_t202" style="position:absolute;left:1482;top:4731;width:2508;height:432" o:regroupid="210" filled="f" stroked="f">
              <v:textbox style="mso-next-textbox:#_x0000_s3435">
                <w:txbxContent>
                  <w:p w:rsidR="009E23C5" w:rsidRPr="00EA2324" w:rsidRDefault="009E23C5" w:rsidP="004C2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3436" style="position:absolute;left:1482;top:4620;width:9121;height:3420" o:regroupid="210" filled="f" strokeweight="2pt"/>
            <v:shape id="_x0000_s3437" type="#_x0000_t202" style="position:absolute;left:1824;top:8721;width:3306;height:2280" o:regroupid="210" stroked="f">
              <v:textbox style="mso-next-textbox:#_x0000_s3437">
                <w:txbxContent>
                  <w:p w:rsidR="009E23C5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=54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=200 Ом, </w:t>
                    </w:r>
                  </w:p>
                  <w:p w:rsidR="009E23C5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</w:t>
                    </w:r>
                    <w:r w:rsidRPr="0036796A"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t>00 Ом,</w:t>
                    </w:r>
                  </w:p>
                  <w:p w:rsidR="009E23C5" w:rsidRDefault="009E23C5" w:rsidP="004C28BB">
                    <w:pPr>
                      <w:jc w:val="both"/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 xml:space="preserve">=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мкФ.</w:t>
                    </w:r>
                  </w:p>
                  <w:p w:rsidR="009E23C5" w:rsidRDefault="009E23C5" w:rsidP="004C28BB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</w:txbxContent>
              </v:textbox>
            </v:shape>
            <v:rect id="_x0000_s3438" style="position:absolute;left:1482;top:8040;width:9121;height:3420" o:regroupid="210" filled="f" strokeweight="2pt"/>
            <v:rect id="_x0000_s3439" style="position:absolute;left:1482;top:11460;width:9121;height:3420" o:regroupid="210" filled="f" strokeweight="2pt"/>
            <v:shape id="_x0000_s3440" type="#_x0000_t202" style="position:absolute;left:1539;top:8121;width:2387;height:432" o:regroupid="210" filled="f" stroked="f">
              <v:textbox style="mso-next-textbox:#_x0000_s3440">
                <w:txbxContent>
                  <w:p w:rsidR="009E23C5" w:rsidRPr="00EA2324" w:rsidRDefault="009E23C5" w:rsidP="004C2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3441" type="#_x0000_t202" style="position:absolute;left:1539;top:11517;width:2387;height:432" o:regroupid="210" filled="f" stroked="f">
              <v:textbox style="mso-next-textbox:#_x0000_s3441">
                <w:txbxContent>
                  <w:p w:rsidR="009E23C5" w:rsidRPr="00482E3F" w:rsidRDefault="009E23C5" w:rsidP="004C2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</w:p>
                </w:txbxContent>
              </v:textbox>
            </v:shape>
            <v:group id="_x0000_s3442" style="position:absolute;left:8094;top:9103;width:417;height:110;rotation:-90" coordorigin="3419,4550" coordsize="417,110" o:regroupid="210">
              <v:line id="_x0000_s3443" style="position:absolute;rotation:-90;flip:y" from="3627,4342" to="3628,4759" strokeweight="2.5pt"/>
              <v:line id="_x0000_s3444" style="position:absolute;rotation:-90;flip:y" from="3624,4447" to="3632,4864" strokeweight="2.5pt"/>
            </v:group>
            <v:rect id="_x0000_s3445" style="position:absolute;left:9519;top:9633;width:570;height:456" o:regroupid="210" filled="f" stroked="f" strokeweight="1.25pt">
              <v:textbox style="mso-next-textbox:#_x0000_s3445" inset="1pt,1pt,1pt,1pt">
                <w:txbxContent>
                  <w:p w:rsidR="009E23C5" w:rsidRDefault="009E23C5" w:rsidP="004C28BB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446" style="position:absolute" from="9405,9405" to="9405,10203" o:regroupid="210">
              <v:stroke endarrow="block"/>
            </v:line>
            <v:rect id="_x0000_s3447" style="position:absolute;left:8522;top:9789;width:627;height:228;rotation:-90" o:regroupid="210" strokeweight="1.25pt"/>
            <v:line id="_x0000_s3448" style="position:absolute" from="7296,9063" to="7296,9177" o:regroupid="210" strokeweight="1.25pt"/>
            <v:line id="_x0000_s3449" style="position:absolute" from="8835,9177" to="8835,9576" o:regroupid="210" strokeweight="1.25pt"/>
            <v:rect id="_x0000_s3450" style="position:absolute;left:8322;top:9747;width:399;height:342" o:regroupid="210" filled="f" stroked="f" strokeweight="1.25pt">
              <v:textbox style="mso-next-textbox:#_x0000_s3450" inset="1pt,1pt,1pt,1pt">
                <w:txbxContent>
                  <w:p w:rsidR="009E23C5" w:rsidRPr="00721C6F" w:rsidRDefault="009E23C5" w:rsidP="004C28BB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451" style="position:absolute;left:7809;top:8721;width:399;height:342" o:regroupid="210" filled="f" stroked="f" strokeweight="1.25pt">
              <v:textbox style="mso-next-textbox:#_x0000_s3451" inset="1pt,1pt,1pt,1pt">
                <w:txbxContent>
                  <w:p w:rsidR="009E23C5" w:rsidRDefault="009E23C5" w:rsidP="004C28BB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3452" style="position:absolute;left:7324;top:9779;width:627;height:228;rotation:-90" o:regroupid="210" strokeweight="1.25pt"/>
            <v:line id="_x0000_s3453" style="position:absolute" from="7638,10206" to="7638,10548" o:regroupid="210" strokeweight="1.25pt">
              <v:stroke endarrow="oval" endarrowwidth="narrow" endarrowlength="short"/>
            </v:line>
            <v:line id="_x0000_s3454" style="position:absolute" from="6897,8892" to="7068,9120" o:regroupid="210" strokeweight="1.25pt">
              <v:stroke endarrow="block"/>
            </v:line>
            <v:rect id="_x0000_s3455" style="position:absolute;left:7125;top:9747;width:399;height:342" o:regroupid="210" filled="f" stroked="f" strokeweight="1.25pt">
              <v:textbox style="mso-next-textbox:#_x0000_s3455" inset="1pt,1pt,1pt,1pt">
                <w:txbxContent>
                  <w:p w:rsidR="009E23C5" w:rsidRDefault="009E23C5" w:rsidP="004C28BB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456" style="position:absolute" from="8379,9177" to="9234,9187" o:regroupid="210" strokeweight="1.25pt">
              <v:stroke endarrow="oval" endarrowwidth="narrow" endarrowlength="short"/>
            </v:line>
            <v:line id="_x0000_s3457" style="position:absolute;flip:y" from="6498,9234" to="6498,10545" o:regroupid="210" strokeweight="1.25pt"/>
            <v:rect id="_x0000_s3458" style="position:absolute;left:5871;top:9690;width:343;height:456" o:regroupid="210" filled="f" stroked="f" strokeweight="1.25pt">
              <v:textbox style="mso-next-textbox:#_x0000_s3458" inset="1pt,1pt,1pt,1pt">
                <w:txbxContent>
                  <w:p w:rsidR="009E23C5" w:rsidRPr="00AD4532" w:rsidRDefault="009E23C5" w:rsidP="004C28BB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3459" style="position:absolute;left:6498;top:8778;width:342;height:340" o:regroupid="210" filled="f" stroked="f" strokeweight="1.25pt">
              <v:textbox style="mso-next-textbox:#_x0000_s3459" inset="1pt,1pt,1pt,1pt">
                <w:txbxContent>
                  <w:p w:rsidR="009E23C5" w:rsidRDefault="009E23C5" w:rsidP="004C28BB">
                    <w:r>
                      <w:t>Кл</w:t>
                    </w:r>
                  </w:p>
                </w:txbxContent>
              </v:textbox>
            </v:rect>
            <v:line id="_x0000_s3460" style="position:absolute;flip:x" from="7638,9177" to="7638,9576" o:regroupid="210" strokeweight="1.25pt">
              <v:stroke startarrow="oval" startarrowwidth="narrow" startarrowlength="short"/>
            </v:line>
            <v:line id="_x0000_s3461" style="position:absolute" from="6498,9208" to="6897,9208" o:regroupid="210" strokeweight="1.25pt"/>
            <v:line id="_x0000_s3462" style="position:absolute" from="7296,9177" to="8265,9177" o:regroupid="210" strokeweight="1.25pt"/>
            <v:line id="_x0000_s3463" style="position:absolute;flip:y" from="6894,8980" to="7236,9208" o:regroupid="210" strokeweight="1.25pt">
              <v:stroke startarrow="oval" startarrowwidth="narrow" startarrowlength="short"/>
            </v:line>
            <v:group id="_x0000_s3464" style="position:absolute;left:6213;top:9576;width:570;height:568" coordorigin="3135,9519" coordsize="570,568" o:regroupid="210">
              <v:line id="_x0000_s3465" style="position:absolute;flip:y" from="3420,9690" to="3420,9918" strokeweight="1.25pt">
                <v:stroke endarrow="block" endarrowwidth="wide"/>
              </v:line>
              <v:oval id="_x0000_s3466" style="position:absolute;left:3136;top:9518;width:568;height:570;rotation:270" filled="f" strokeweight="1.25pt"/>
            </v:group>
            <v:line id="_x0000_s3467" style="position:absolute" from="6498,10545" to="9234,10545" o:regroupid="210" strokeweight="1.25pt">
              <v:stroke startarrowwidth="narrow" startarrowlength="short" endarrow="oval" endarrowwidth="narrow" endarrowlength="short"/>
            </v:line>
            <v:line id="_x0000_s3468" style="position:absolute" from="8835,10203" to="8835,10545" o:regroupid="210" strokeweight="1.25pt">
              <v:stroke endarrow="oval" endarrowwidth="narrow" endarrowlength="short"/>
            </v:line>
            <v:group id="_x0000_s3469" style="position:absolute;left:5301;top:1767;width:4363;height:2394" coordorigin="3534,2109" coordsize="4363,2394" o:regroupid="210">
              <v:rect id="_x0000_s3470" style="position:absolute;left:3933;top:3249;width:685;height:444;flip:y" filled="f" stroked="f" strokeweight="1.25pt">
                <v:textbox style="mso-next-textbox:#_x0000_s3470" inset="1pt,1pt,1pt,1pt">
                  <w:txbxContent>
                    <w:p w:rsidR="009E23C5" w:rsidRDefault="009E23C5" w:rsidP="004C28BB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3471" style="position:absolute;left:4959;top:3249;width:513;height:513;flip:y" filled="f" stroked="f" strokeweight="1.25pt">
                <v:textbox style="mso-next-textbox:#_x0000_s3471" inset="1pt,1pt,1pt,1pt">
                  <w:txbxContent>
                    <w:p w:rsidR="009E23C5" w:rsidRPr="003A5600" w:rsidRDefault="009E23C5" w:rsidP="004C28BB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3472" style="position:absolute;left:7068;top:3021;width:570;height:400;flip:y" filled="f" stroked="f" strokeweight="1.25pt">
                <v:textbox style="mso-next-textbox:#_x0000_s3472" inset="1pt,1pt,1pt,1pt">
                  <w:txbxContent>
                    <w:p w:rsidR="009E23C5" w:rsidRPr="00D42719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3473" style="position:absolute;left:5414;top:2109;width:628;height:400;flip:y" filled="f" stroked="f" strokeweight="1.25pt">
                <v:textbox style="mso-next-textbox:#_x0000_s3473" inset="1pt,1pt,1pt,1pt">
                  <w:txbxContent>
                    <w:p w:rsidR="009E23C5" w:rsidRPr="00D42719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3474" style="position:absolute;left:6498;top:3135;width:628;height:400;flip:y" filled="f" stroked="f" strokeweight="1.25pt">
                <v:textbox style="mso-next-textbox:#_x0000_s3474" inset="1pt,1pt,1pt,1pt">
                  <w:txbxContent>
                    <w:p w:rsidR="009E23C5" w:rsidRPr="00D42719" w:rsidRDefault="009E23C5" w:rsidP="004C28BB">
                      <w:pPr>
                        <w:rPr>
                          <w:lang w:val="en-US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3475" style="position:absolute;left:6783;top:3420;width:628;height:360;flip:y" filled="f" stroked="f" strokeweight="1.25pt">
                <v:textbox style="mso-next-textbox:#_x0000_s3475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line id="_x0000_s3476" style="position:absolute;rotation:-90;flip:x" from="7032,3969" to="7033,4241" strokeweight="1.25pt">
                <v:stroke endarrow="block" endarrowwidth="wide"/>
              </v:line>
              <v:group id="_x0000_s3477" style="position:absolute;left:5871;top:3762;width:114;height:228" coordorigin="6954,3876" coordsize="741,969">
                <v:line id="_x0000_s3478" style="position:absolute;rotation:-90;flip:x" from="7325,4564" to="7325,4975"/>
                <v:group id="_x0000_s3479" style="position:absolute;left:6954;top:3876;width:741;height:969" coordorigin="4266,11962" coordsize="575,853">
                  <v:line id="_x0000_s3480" style="position:absolute;rotation:-90;flip:y" from="4009,12559" to="4522,12559"/>
                  <v:shape id="_x0000_s3481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3482" style="position:absolute;rotation:-90;flip:y" from="4579,12559" to="5092,12559"/>
                </v:group>
              </v:group>
              <v:oval id="_x0000_s3483" style="position:absolute;left:3535;top:3085;width:568;height:570;rotation:90;flip:y" filled="f" strokeweight="1.25pt"/>
              <v:line id="_x0000_s3484" style="position:absolute;rotation:90;flip:x y" from="3431,3768" to="4206,3769" strokeweight="1.25pt">
                <v:stroke endarrow="open" endarrowlength="short"/>
              </v:line>
              <v:line id="_x0000_s3485" style="position:absolute;rotation:-90;flip:x y" from="3492,2927" to="4159,2941" strokeweight="1.25pt">
                <v:stroke endarrowwidth="narrow" endarrowlength="short"/>
              </v:line>
              <v:line id="_x0000_s3486" style="position:absolute;rotation:90;flip:y" from="3790,3284" to="3848,3285" strokeweight="1.25pt">
                <v:stroke endarrow="open" endarrowlength="short"/>
              </v:line>
              <v:rect id="_x0000_s3487" style="position:absolute;left:4673;top:2223;width:343;height:286;flip:y" filled="f" stroked="f" strokeweight="1.25pt">
                <v:textbox style="mso-next-textbox:#_x0000_s3487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3488" style="position:absolute;flip:y" from="4740,3693" to="4741,4149" strokeweight="1.25pt">
                <v:stroke startarrow="oval" startarrowwidth="narrow" startarrowlength="short"/>
              </v:line>
              <v:line id="_x0000_s3489" style="position:absolute;flip:y" from="4740,2610" to="4740,3066" strokeweight="1.25pt">
                <v:stroke endarrow="oval" endarrowwidth="narrow" endarrowlength="short"/>
              </v:line>
              <v:rect id="_x0000_s3490" style="position:absolute;left:4432;top:3259;width:628;height:239;rotation:90;flip:y" filled="f" strokeweight="1.25pt"/>
              <v:line id="_x0000_s3491" style="position:absolute;rotation:-90;flip:y" from="4945,2390" to="4946,2846" strokeweight="1.25pt"/>
              <v:line id="_x0000_s3492" style="position:absolute;rotation:-90" from="6127,2822" to="6526,2822" strokeweight="1.25pt">
                <v:stroke endarrow="oval" endarrowwidth="narrow" endarrowlength="short"/>
              </v:line>
              <v:rect id="_x0000_s3493" style="position:absolute;left:5196;top:2495;width:628;height:239;flip:y" filled="f" strokeweight="1.25pt"/>
              <v:line id="_x0000_s3494" style="position:absolute" from="6319,3648" to="6319,4104" strokeweight="1.25pt">
                <v:stroke endarrow="oval" endarrowwidth="narrow" endarrowlength="short"/>
              </v:line>
              <v:rect id="_x0000_s3495" style="position:absolute;left:6008;top:3215;width:628;height:239;rotation:90" filled="f" strokeweight="1.25pt"/>
              <v:line id="_x0000_s3496" style="position:absolute;flip:x y" from="7761,3693" to="7761,4155" strokeweight="1.25pt"/>
              <v:line id="_x0000_s3497" style="position:absolute;flip:y" from="7772,2610" to="7772,3066" strokeweight="1.25pt">
                <v:stroke endarrowwidth="narrow" endarrowlength="short"/>
              </v:line>
              <v:rect id="_x0000_s3498" style="position:absolute;left:7464;top:3259;width:628;height:239;rotation:90;flip:y" filled="f" strokeweight="1.25pt"/>
              <v:line id="_x0000_s3499" style="position:absolute;flip:y" from="5814,2610" to="7772,2622" strokeweight="1.25pt">
                <v:stroke endarrowwidth="narrow" endarrowlength="short"/>
              </v:line>
              <v:line id="_x0000_s3500" style="position:absolute" from="3818,2603" to="4723,2610" strokeweight="1.25pt">
                <v:stroke endarrow="oval" endarrowwidth="narrow" endarrowlength="short"/>
              </v:line>
              <v:line id="_x0000_s3501" style="position:absolute" from="5814,4104" to="7781,4107" strokeweight="1.25pt">
                <v:stroke endarrowwidth="narrow" endarrowlength="long"/>
              </v:line>
              <v:oval id="_x0000_s3502" style="position:absolute;left:6746;top:3819;width:568;height:570;flip:x y" filled="f" strokeweight="1.25pt"/>
              <v:rect id="_x0000_s3503" style="position:absolute;left:6269;top:2223;width:343;height:286;flip:y" filled="f" stroked="f" strokeweight="1.25pt">
                <v:textbox style="mso-next-textbox:#_x0000_s3503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3504" style="position:absolute;left:6391;top:4194;width:343;height:286;flip:y" filled="f" stroked="f" strokeweight="1.25pt">
                <v:textbox style="mso-next-textbox:#_x0000_s3504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3505" style="position:absolute;left:4674;top:4161;width:343;height:342;flip:y" filled="f" stroked="f" strokeweight="1.25pt">
                <v:textbox style="mso-next-textbox:#_x0000_s3505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line id="_x0000_s3506" style="position:absolute;rotation:90;flip:x" from="6148,4308" to="6490,4308" strokeweight="1.25pt">
                <v:stroke endarrowwidth="narrow" endarrowlength="short"/>
              </v:line>
              <v:line id="_x0000_s3507" style="position:absolute;flip:x" from="6148,4491" to="6490,4491" strokeweight="2.5pt">
                <v:stroke endarrowwidth="narrow" endarrowlength="short"/>
              </v:line>
              <v:line id="_x0000_s3508" style="position:absolute;flip:x" from="3810,4134" to="5235,4134" strokeweight="1.25pt">
                <v:stroke endarrowwidth="narrow" endarrowlength="short"/>
              </v:line>
              <v:group id="_x0000_s3509" style="position:absolute;left:5235;top:3849;width:568;height:570" coordorigin="9120,6669" coordsize="568,570">
                <v:oval id="_x0000_s3510" style="position:absolute;left:9120;top:6669;width:568;height:570" filled="f" strokeweight="1.25pt"/>
                <v:rect id="_x0000_s3511" style="position:absolute;left:9290;top:6783;width:343;height:342;rotation:-180;flip:x" filled="f" stroked="f" strokeweight="1.25pt">
                  <v:textbox style="mso-next-textbox:#_x0000_s3511" inset="1pt,1pt,1pt,1pt">
                    <w:txbxContent>
                      <w:p w:rsidR="009E23C5" w:rsidRDefault="009E23C5" w:rsidP="004C28B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А</w:t>
                        </w:r>
                      </w:p>
                    </w:txbxContent>
                  </v:textbox>
                </v:rect>
              </v:group>
            </v:group>
            <v:group id="_x0000_s3512" style="position:absolute;left:5301;top:5244;width:4519;height:2280" coordorigin="5301,5244" coordsize="4519,2280" o:regroupid="210">
              <v:rect id="_x0000_s3513" style="position:absolute;left:5301;top:6327;width:628;height:400;rotation:-180;flip:x" filled="f" stroked="f" strokeweight="1.25pt">
                <v:textbox style="mso-next-textbox:#_x0000_s3513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rect id="_x0000_s3514" style="position:absolute;left:8208;top:5472;width:400;height:342" filled="f" stroked="f" strokeweight="1.25pt">
                <v:textbox style="mso-next-textbox:#_x0000_s3514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60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rect id="_x0000_s3515" style="position:absolute;left:7809;top:5472;width:400;height:342" filled="f" stroked="f" strokeweight="1.25pt">
                <v:textbox style="mso-next-textbox:#_x0000_s3515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62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rect id="_x0000_s3516" style="position:absolute;left:8322;top:6441;width:399;height:400;rotation:-180;flip:x" filled="f" stroked="f" strokeweight="1.25pt">
                <v:textbox style="mso-next-textbox:#_x0000_s3516" inset="1pt,1pt,1pt,1pt">
                  <w:txbxContent>
                    <w:p w:rsidR="009E23C5" w:rsidRPr="009157B5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С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3517" style="position:absolute;left:7296;top:5244;width:342;height:399;rotation:-180;flip:x" filled="f" stroked="f" strokeweight="1.25pt">
                <v:textbox style="mso-next-textbox:#_x0000_s3517" inset="1pt,1pt,1pt,1pt">
                  <w:txbxContent>
                    <w:p w:rsidR="009E23C5" w:rsidRPr="009157B5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3518" style="position:absolute;left:8664;top:5358;width:456;height:400;rotation:-180;flip:x" filled="f" stroked="f" strokeweight="1.25pt">
                <v:textbox style="mso-next-textbox:#_x0000_s3518" inset="1pt,1pt,1pt,1pt">
                  <w:txbxContent>
                    <w:p w:rsidR="009E23C5" w:rsidRPr="009157B5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3519" style="position:absolute;left:8208;top:6099;width:400;height:342" filled="f" stroked="f" strokeweight="1.25pt">
                <v:textbox style="mso-next-textbox:#_x0000_s3519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64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group id="_x0000_s3520" style="position:absolute;left:6441;top:6270;width:570;height:627" coordorigin="3705,7524" coordsize="570,627">
                <v:oval id="_x0000_s3521" style="position:absolute;left:3705;top:7524;width:570;height:570" filled="f" strokeweight="1.25pt"/>
                <v:shape id="_x0000_s3522" type="#_x0000_t202" style="position:absolute;left:3705;top:7611;width:441;height:540" filled="f" stroked="f" strokeweight="1.25pt">
                  <v:textbox style="mso-next-textbox:#_x0000_s3522">
                    <w:txbxContent>
                      <w:p w:rsidR="009E23C5" w:rsidRPr="00AD4532" w:rsidRDefault="009E23C5" w:rsidP="004C28BB">
                        <w:pPr>
                          <w:rPr>
                            <w:sz w:val="24"/>
                            <w:szCs w:val="24"/>
                          </w:rPr>
                        </w:pPr>
                        <w:r w:rsidRPr="00AD4532">
                          <w:rPr>
                            <w:sz w:val="24"/>
                            <w:szCs w:val="24"/>
                          </w:rPr>
                          <w:t>V</w:t>
                        </w:r>
                      </w:p>
                    </w:txbxContent>
                  </v:textbox>
                </v:shape>
              </v:group>
              <v:line id="_x0000_s3523" style="position:absolute;flip:x" from="7638,7239" to="9633,7239" strokeweight="1.25pt">
                <v:stroke endarrowwidth="narrow" endarrowlength="short"/>
              </v:line>
              <v:line id="_x0000_s3524" style="position:absolute;flip:x" from="6726,6840" to="6726,7239" strokeweight=".5pt">
                <v:stroke endarrow="oval" endarrowwidth="narrow" endarrowlength="short"/>
              </v:line>
              <v:group id="_x0000_s3525" style="position:absolute;left:6954;top:6042;width:171;height:285" coordorigin="6840,6555" coordsize="171,285">
                <v:line id="_x0000_s3526" style="position:absolute;rotation:-90;flip:x" from="6754,6698" to="7039,6698"/>
                <v:line id="_x0000_s3527" style="position:absolute;rotation:-90" from="6903,6518" to="6948,6689">
                  <v:stroke endarrow="oval" endarrowwidth="narrow" endarrowlength="short"/>
                </v:line>
                <v:line id="_x0000_s3528" style="position:absolute;rotation:-90;flip:y" from="6903,6706" to="6948,6877">
                  <v:stroke endarrow="oval" endarrowwidth="narrow" endarrowlength="short"/>
                </v:line>
                <v:group id="_x0000_s3529" style="position:absolute;left:6840;top:6626;width:120;height:143" coordorigin="9681,14354" coordsize="399,912">
                  <v:line id="_x0000_s3530" style="position:absolute;rotation:-90;flip:y" from="9767,14724" to="9995,15123"/>
                  <v:line id="_x0000_s3531" style="position:absolute;rotation:-90;flip:y" from="9767,14268" to="9995,14667"/>
                  <v:line id="_x0000_s3532" style="position:absolute;rotation:-90" from="9767,14496" to="9995,14895"/>
                  <v:line id="_x0000_s3533" style="position:absolute;rotation:-90" from="9767,14952" to="9995,15351"/>
                </v:group>
              </v:group>
              <v:oval id="_x0000_s3534" style="position:absolute;left:7070;top:6954;width:568;height:570" filled="f" strokeweight="1.25pt"/>
              <v:rect id="_x0000_s3535" style="position:absolute;left:7238;top:7068;width:343;height:342;rotation:-180;flip:x" filled="f" stroked="f" strokeweight="1.25pt">
                <v:textbox style="mso-next-textbox:#_x0000_s3535" inset="1pt,1pt,1pt,1pt">
                  <w:txbxContent>
                    <w:p w:rsidR="009E23C5" w:rsidRDefault="009E23C5" w:rsidP="004C28BB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group id="_x0000_s3536" style="position:absolute;left:7524;top:6612;width:171;height:285" coordorigin="6840,6555" coordsize="171,285">
                <v:line id="_x0000_s3537" style="position:absolute;rotation:-90;flip:x" from="6754,6698" to="7039,6698"/>
                <v:line id="_x0000_s3538" style="position:absolute;rotation:-90" from="6903,6518" to="6948,6689">
                  <v:stroke endarrow="oval" endarrowwidth="narrow" endarrowlength="short"/>
                </v:line>
                <v:line id="_x0000_s3539" style="position:absolute;rotation:-90;flip:y" from="6903,6706" to="6948,6877">
                  <v:stroke endarrow="oval" endarrowwidth="narrow" endarrowlength="short"/>
                </v:line>
                <v:group id="_x0000_s3540" style="position:absolute;left:6840;top:6626;width:120;height:143" coordorigin="9681,14354" coordsize="399,912">
                  <v:line id="_x0000_s3541" style="position:absolute;rotation:-90;flip:y" from="9767,14724" to="9995,15123"/>
                  <v:line id="_x0000_s3542" style="position:absolute;rotation:-90;flip:y" from="9767,14268" to="9995,14667"/>
                  <v:line id="_x0000_s3543" style="position:absolute;rotation:-90" from="9767,14496" to="9995,14895"/>
                  <v:line id="_x0000_s3544" style="position:absolute;rotation:-90" from="9767,14952" to="9995,15351"/>
                </v:group>
              </v:group>
              <v:line id="_x0000_s3545" style="position:absolute;flip:x y" from="6726,5871" to="6726,6270" strokeweight=".5pt">
                <v:stroke endarrow="oval" endarrowwidth="narrow" endarrowlength="short"/>
              </v:line>
              <v:line id="_x0000_s3546" style="position:absolute;rotation:90" from="6498,5414" to="6498,6327" strokeweight="1.25pt">
                <v:stroke endarrowwidth="narrow" endarrowlength="short"/>
              </v:line>
              <v:group id="_x0000_s3547" style="position:absolute;left:6954;top:5700;width:818;height:156" coordorigin="2439,7410" coordsize="818,156">
                <v:shape id="_x0000_s3548" type="#_x0000_t19" style="position:absolute;left:2848;top:7412;width:137;height:154" strokeweight="1.25pt"/>
                <v:shape id="_x0000_s3549" type="#_x0000_t19" style="position:absolute;left:2575;top:7410;width:137;height:154" strokeweight="1.25pt"/>
                <v:shape id="_x0000_s3550" type="#_x0000_t19" style="position:absolute;left:2984;top:7412;width:137;height:154;flip:x" strokeweight="1.25pt"/>
                <v:shape id="_x0000_s3551" type="#_x0000_t19" style="position:absolute;left:2711;top:7412;width:137;height:154;flip:x" strokeweight="1.25pt"/>
                <v:shape id="_x0000_s3552" type="#_x0000_t19" style="position:absolute;left:2439;top:7412;width:137;height:154;flip:x" strokeweight="1.25pt"/>
                <v:shape id="_x0000_s3553" type="#_x0000_t19" style="position:absolute;left:3120;top:7412;width:137;height:154" strokeweight="1.25pt"/>
              </v:group>
              <v:line id="_x0000_s3554" style="position:absolute;rotation:90" from="9402,5643" to="9403,6099" strokeweight="1.25pt"/>
              <v:line id="_x0000_s3555" style="position:absolute;rotation:90" from="8320,5643" to="8320,6099" strokeweight="1.25pt">
                <v:stroke endarrow="oval" endarrowwidth="narrow" endarrowlength="short"/>
              </v:line>
              <v:rect id="_x0000_s3556" style="position:absolute;left:8548;top:5757;width:628;height:239;rotation:180" filled="f" strokeweight="1.25pt"/>
              <v:line id="_x0000_s3557" style="position:absolute" from="8092,6156" to="8093,6428" strokeweight="1.25pt">
                <v:stroke endarrow="classic"/>
              </v:line>
              <v:line id="_x0000_s3558" style="position:absolute;rotation:-90" from="8284,5736" to="8285,6008" strokeweight="1.25pt">
                <v:stroke endarrow="classic"/>
              </v:line>
              <v:line id="_x0000_s3559" style="position:absolute;rotation:-90" from="7942,5736" to="7943,6008" strokeweight="1.25pt">
                <v:stroke endarrow="classic"/>
              </v:line>
              <v:line id="_x0000_s3560" style="position:absolute;flip:x" from="7752,5871" to="8088,5871" strokeweight="1.25pt"/>
              <v:line id="_x0000_s3561" style="position:absolute;rotation:-90;flip:x y" from="7807,6954" to="8377,6954" strokeweight="1.25pt">
                <v:stroke endarrow="oval" endarrowwidth="narrow" endarrowlength="short"/>
              </v:line>
              <v:group id="_x0000_s3562" style="position:absolute;left:7864;top:6555;width:417;height:114" coordorigin="3419,4550" coordsize="417,110">
                <v:line id="_x0000_s3563" style="position:absolute;rotation:-90;flip:y" from="3627,4342" to="3628,4759" strokeweight="2.5pt"/>
                <v:line id="_x0000_s3564" style="position:absolute;rotation:-90;flip:y" from="3624,4447" to="3632,4864" strokeweight="2.5pt"/>
              </v:group>
              <v:line id="_x0000_s3565" style="position:absolute;rotation:-90;flip:y" from="7757,6206" to="8429,6206" strokeweight="1.25pt"/>
              <v:line id="_x0000_s3566" style="position:absolute;flip:x" from="6042,7239" to="7068,7239" strokeweight="1.25pt">
                <v:stroke endarrowwidth="narrow" endarrowlength="short"/>
              </v:line>
              <v:oval id="_x0000_s3567" style="position:absolute;left:5758;top:6270;width:568;height:570" filled="f" strokeweight="1.25pt"/>
              <v:line id="_x0000_s3568" style="position:absolute" from="6041,5871" to="6041,7239" strokeweight="1.25pt"/>
              <v:line id="_x0000_s3569" style="position:absolute;flip:y" from="6041,6441" to="6041,6669" strokeweight="1pt">
                <v:stroke endarrow="classic"/>
              </v:line>
              <v:line id="_x0000_s3570" style="position:absolute;rotation:-90;flip:x y" from="9346,6954" to="9916,6954" strokeweight="1.25pt">
                <v:stroke endarrowwidth="narrow" endarrowlength="short"/>
              </v:line>
              <v:line id="_x0000_s3571" style="position:absolute;rotation:-90;flip:y" from="9295,6207" to="9967,6207" strokeweight="1.25pt"/>
              <v:group id="_x0000_s3572" style="position:absolute;left:9403;top:6555;width:417;height:114" coordorigin="3419,4550" coordsize="417,110">
                <v:line id="_x0000_s3573" style="position:absolute;rotation:-90;flip:y" from="3627,4342" to="3628,4759" strokeweight="2.5pt"/>
                <v:line id="_x0000_s3574" style="position:absolute;rotation:-90;flip:y" from="3624,4447" to="3632,4864" strokeweight="2.5pt"/>
              </v:group>
              <v:rect id="_x0000_s3575" style="position:absolute;left:9006;top:6441;width:399;height:400;rotation:-180;flip:x" filled="f" stroked="f" strokeweight="1.25pt">
                <v:textbox style="mso-next-textbox:#_x0000_s3575" inset="1pt,1pt,1pt,1pt">
                  <w:txbxContent>
                    <w:p w:rsidR="009E23C5" w:rsidRPr="009157B5" w:rsidRDefault="009E23C5" w:rsidP="004C28BB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С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v:group>
            <v:shape id="_x0000_s3576" type="#_x0000_t202" style="position:absolute;left:1596;top:11970;width:2793;height:741" o:regroupid="210" stroked="f">
              <v:textbox style="mso-next-textbox:#_x0000_s3576">
                <w:txbxContent>
                  <w:p w:rsidR="009E23C5" w:rsidRPr="0036291B" w:rsidRDefault="009E23C5" w:rsidP="004C28BB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 w:rsidRPr="0036291B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5</w:t>
                    </w:r>
                    <w:r w:rsidRPr="0036291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 w:rsidRPr="0036291B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291B">
                      <w:rPr>
                        <w:sz w:val="16"/>
                      </w:rPr>
                      <w:t>1</w:t>
                    </w:r>
                    <w:r w:rsidRPr="0036291B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6</w:t>
                    </w:r>
                    <w:r w:rsidRPr="0036291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Ом</w:t>
                    </w:r>
                    <w:r w:rsidRPr="0036291B">
                      <w:rPr>
                        <w:sz w:val="24"/>
                      </w:rPr>
                      <w:t>.</w:t>
                    </w:r>
                  </w:p>
                  <w:p w:rsidR="009E23C5" w:rsidRPr="0036291B" w:rsidRDefault="009E23C5" w:rsidP="004C28BB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sz w:val="24"/>
                      </w:rPr>
                      <w:t>Найти</w:t>
                    </w:r>
                    <w:r w:rsidRPr="0036291B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токи</w:t>
                    </w:r>
                    <w:r w:rsidRPr="0036291B">
                      <w:rPr>
                        <w:sz w:val="24"/>
                        <w:lang w:val="en-US"/>
                      </w:rPr>
                      <w:t xml:space="preserve"> </w:t>
                    </w:r>
                    <w:r w:rsidRPr="0036291B">
                      <w:rPr>
                        <w:sz w:val="24"/>
                        <w:szCs w:val="24"/>
                        <w:lang w:val="en-US"/>
                      </w:rPr>
                      <w:t>I</w:t>
                    </w:r>
                    <w:r w:rsidRPr="0036291B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-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36291B">
                      <w:rPr>
                        <w:sz w:val="24"/>
                        <w:szCs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3577" type="#_x0000_t202" style="position:absolute;left:1938;top:12882;width:4446;height:399" o:regroupid="210" stroked="f">
              <v:textbox style="mso-next-textbox:#_x0000_s3577">
                <w:txbxContent>
                  <w:p w:rsidR="009E23C5" w:rsidRDefault="009E23C5" w:rsidP="004C28BB">
                    <w:pPr>
                      <w:rPr>
                        <w:sz w:val="16"/>
                      </w:rPr>
                    </w:pPr>
                    <w:r>
                      <w:t>Характеристики нелинейных сопротивлений.</w:t>
                    </w:r>
                  </w:p>
                </w:txbxContent>
              </v:textbox>
            </v:shape>
            <v:shape id="_x0000_s3578" type="#_x0000_t202" style="position:absolute;left:7809;top:11970;width:570;height:456" o:regroupid="210" filled="f" stroked="f" strokeweight="1.25pt">
              <v:textbox style="mso-next-textbox:#_x0000_s3578">
                <w:txbxContent>
                  <w:p w:rsidR="009E23C5" w:rsidRPr="00C63967" w:rsidRDefault="009E23C5" w:rsidP="004C28BB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C63967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C63967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group id="_x0000_s3579" style="position:absolute;left:7182;top:12027;width:3249;height:2565" coordorigin="7182,12027" coordsize="3249,2565" o:regroupid="210">
              <v:shape id="_x0000_s3580" type="#_x0000_t202" style="position:absolute;left:8379;top:14193;width:570;height:399" stroked="f" strokeweight="1.25pt">
                <v:textbox style="mso-next-textbox:#_x0000_s3580">
                  <w:txbxContent>
                    <w:p w:rsidR="009E23C5" w:rsidRDefault="009E23C5" w:rsidP="004C28BB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3581" type="#_x0000_t202" style="position:absolute;left:9804;top:13167;width:627;height:399" filled="f" stroked="f" strokeweight="1.25pt">
                <v:textbox style="mso-next-textbox:#_x0000_s3581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396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  <w:r w:rsidRPr="00C63967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  <w:r w:rsidRPr="00C63967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rect id="_x0000_s3582" style="position:absolute;left:7695;top:12426;width:627;height:228" strokeweight="1.25pt"/>
              <v:rect id="_x0000_s3583" style="position:absolute;left:7296;top:13224;width:399;height:285" filled="f" stroked="f" strokeweight="1.25pt">
                <v:textbox style="mso-next-textbox:#_x0000_s3583" inset="1pt,1pt,1pt,1pt">
                  <w:txbxContent>
                    <w:p w:rsidR="009E23C5" w:rsidRDefault="009E23C5" w:rsidP="004C28BB">
                      <w:pPr>
                        <w:rPr>
                          <w:sz w:val="16"/>
                          <w:lang w:val="en-US"/>
                        </w:rPr>
                      </w:pPr>
                      <w:r w:rsidRPr="00C63967">
                        <w:rPr>
                          <w:sz w:val="24"/>
                          <w:szCs w:val="24"/>
                          <w:lang w:val="en-US"/>
                        </w:rPr>
                        <w:t>U</w:t>
                      </w:r>
                    </w:p>
                  </w:txbxContent>
                </v:textbox>
              </v:rect>
              <v:line id="_x0000_s3584" style="position:absolute" from="7239,12540" to="7695,12540" strokeweight="1.25pt">
                <v:stroke startarrow="oval" startarrowwidth="narrow" startarrowlength="short"/>
              </v:line>
              <v:line id="_x0000_s3585" style="position:absolute" from="9861,12996" to="9861,13794">
                <v:stroke endarrow="block"/>
              </v:line>
              <v:rect id="_x0000_s3586" style="position:absolute;left:9205;top:13253;width:627;height:228;rotation:90" strokeweight="1.25pt"/>
              <v:rect id="_x0000_s3587" style="position:absolute;left:8293;top:13253;width:627;height:228;rotation:-90" strokeweight="1.25pt"/>
              <v:line id="_x0000_s3588" style="position:absolute" from="8322,12540" to="9519,12540" strokeweight="1.25pt"/>
              <v:line id="_x0000_s3589" style="position:absolute" from="8607,12540" to="8607,13053" strokeweight="1.25pt">
                <v:stroke startarrow="oval" startarrowwidth="narrow" startarrowlength="short"/>
              </v:line>
              <v:line id="_x0000_s3590" style="position:absolute" from="8607,13680" to="8607,14136" strokeweight="1.25pt">
                <v:stroke endarrow="oval" endarrowwidth="narrow" endarrowlength="short"/>
              </v:line>
              <v:line id="_x0000_s3591" style="position:absolute;rotation:-90;flip:y" from="7467,12426" to="7467,12654" strokeweight="1.25pt">
                <v:stroke startarrowwidth="narrow" startarrowlength="short" endarrow="block"/>
              </v:line>
              <v:shape id="_x0000_s3592" type="#_x0000_t202" style="position:absolute;left:7296;top:12027;width:513;height:399" filled="f" stroked="f" strokeweight="1.25pt">
                <v:textbox style="mso-next-textbox:#_x0000_s3592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</w:rPr>
                      </w:pPr>
                      <w:r w:rsidRPr="00C63967">
                        <w:rPr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  <w:p w:rsidR="009E23C5" w:rsidRPr="00C63967" w:rsidRDefault="009E23C5" w:rsidP="004C28BB"/>
                  </w:txbxContent>
                </v:textbox>
              </v:shape>
              <v:line id="_x0000_s3593" style="position:absolute" from="9519,12540" to="9519,13053" strokeweight="1.25pt"/>
              <v:line id="_x0000_s3594" style="position:absolute" from="9519,13680" to="9519,14136" strokeweight="1.25pt"/>
              <v:line id="_x0000_s3595" style="position:absolute" from="7239,14136" to="9519,14136" strokeweight="1.25pt">
                <v:stroke startarrow="oval" startarrowwidth="narrow" startarrowlength="short"/>
              </v:line>
              <v:line id="_x0000_s3596" style="position:absolute" from="7182,12825" to="7182,13794">
                <v:stroke endarrow="block"/>
              </v:line>
              <v:line id="_x0000_s3597" style="position:absolute" from="8607,12768" to="8607,12939" strokeweight="1.25pt">
                <v:stroke endarrow="block"/>
              </v:line>
              <v:line id="_x0000_s3598" style="position:absolute" from="9519,12768" to="9519,12939" strokeweight="1.25pt">
                <v:stroke endarrow="block"/>
              </v:line>
              <v:line id="_x0000_s3599" style="position:absolute;flip:y" from="8379,13338" to="8835,13623"/>
              <v:line id="_x0000_s3600" style="position:absolute;flip:y" from="9291,13281" to="9747,13509"/>
              <v:line id="_x0000_s3601" style="position:absolute;flip:y" from="9747,13167" to="9747,13281"/>
              <v:line id="_x0000_s3602" style="position:absolute;flip:y" from="8835,13224" to="8835,13338"/>
              <v:shape id="_x0000_s3603" type="#_x0000_t202" style="position:absolute;left:8664;top:12597;width:513;height:399" stroked="f" strokeweight="1.25pt">
                <v:textbox style="mso-next-textbox:#_x0000_s3603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</w:rPr>
                      </w:pPr>
                      <w:r w:rsidRPr="00C63967">
                        <w:rPr>
                          <w:sz w:val="24"/>
                          <w:szCs w:val="24"/>
                        </w:rPr>
                        <w:t>I</w:t>
                      </w:r>
                      <w:r w:rsidRPr="00C63967"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3604" type="#_x0000_t202" style="position:absolute;left:9519;top:12540;width:513;height:399" filled="f" stroked="f" strokeweight="1.25pt">
                <v:textbox style="mso-next-textbox:#_x0000_s3604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</w:rPr>
                      </w:pPr>
                      <w:r w:rsidRPr="00C63967">
                        <w:rPr>
                          <w:sz w:val="24"/>
                          <w:szCs w:val="24"/>
                        </w:rPr>
                        <w:t>I</w:t>
                      </w:r>
                      <w:r w:rsidRPr="00C63967"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  <w:p w:rsidR="009E23C5" w:rsidRPr="00C63967" w:rsidRDefault="009E23C5" w:rsidP="004C28BB"/>
                  </w:txbxContent>
                </v:textbox>
              </v:shape>
              <v:shape id="_x0000_s3605" type="#_x0000_t202" style="position:absolute;left:8379;top:12141;width:570;height:399" filled="f" stroked="f" strokeweight="1.25pt">
                <v:textbox style="mso-next-textbox:#_x0000_s3605">
                  <w:txbxContent>
                    <w:p w:rsidR="009E23C5" w:rsidRDefault="009E23C5" w:rsidP="004C28BB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3606" type="#_x0000_t202" style="position:absolute;left:7980;top:13053;width:570;height:456" filled="f" stroked="f" strokeweight="1.25pt">
                <v:textbox style="mso-next-textbox:#_x0000_s3606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</w:rPr>
                      </w:pPr>
                      <w:r w:rsidRPr="00C6396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3607" type="#_x0000_t202" style="position:absolute;left:8892;top:13053;width:570;height:456" filled="f" stroked="f">
                <v:textbox style="mso-next-textbox:#_x0000_s3607">
                  <w:txbxContent>
                    <w:p w:rsidR="009E23C5" w:rsidRPr="00C63967" w:rsidRDefault="009E23C5" w:rsidP="004C28BB">
                      <w:pPr>
                        <w:rPr>
                          <w:sz w:val="24"/>
                          <w:szCs w:val="24"/>
                        </w:rPr>
                      </w:pPr>
                      <w:r w:rsidRPr="00C63967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shape id="_x0000_s3608" type="#_x0000_t202" style="position:absolute;left:1653;top:13224;width:5130;height:1254" o:regroupid="210" stroked="f">
              <v:textbox style="mso-next-textbox:#_x0000_s3608">
                <w:txbxContent>
                  <w:tbl>
                    <w:tblPr>
                      <w:tblW w:w="0" w:type="auto"/>
                      <w:tblInd w:w="192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550"/>
                      <w:gridCol w:w="500"/>
                      <w:gridCol w:w="590"/>
                      <w:gridCol w:w="591"/>
                      <w:gridCol w:w="591"/>
                      <w:gridCol w:w="590"/>
                      <w:gridCol w:w="591"/>
                      <w:gridCol w:w="591"/>
                    </w:tblGrid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30"/>
                      </w:trPr>
                      <w:tc>
                        <w:tcPr>
                          <w:tcW w:w="55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 w:rsidRPr="00C63967"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  <w:r w:rsidRPr="00C63967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В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c>
                    </w:tr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15"/>
                      </w:trPr>
                      <w:tc>
                        <w:tcPr>
                          <w:tcW w:w="550" w:type="dxa"/>
                          <w:tcBorders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C63967"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А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0.4</w:t>
                          </w:r>
                        </w:p>
                      </w:tc>
                      <w:tc>
                        <w:tcPr>
                          <w:tcW w:w="591" w:type="dxa"/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0.68</w:t>
                          </w:r>
                        </w:p>
                      </w:tc>
                      <w:tc>
                        <w:tcPr>
                          <w:tcW w:w="590" w:type="dxa"/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0.86</w:t>
                          </w:r>
                        </w:p>
                      </w:tc>
                      <w:tc>
                        <w:tcPr>
                          <w:tcW w:w="591" w:type="dxa"/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0.96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1</w:t>
                          </w:r>
                        </w:p>
                      </w:tc>
                    </w:tr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00"/>
                      </w:trPr>
                      <w:tc>
                        <w:tcPr>
                          <w:tcW w:w="55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C63967"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А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1.4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1.8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2.14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2.44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2.7</w:t>
                          </w:r>
                        </w:p>
                      </w:tc>
                    </w:tr>
                  </w:tbl>
                  <w:p w:rsidR="009E23C5" w:rsidRPr="0036291B" w:rsidRDefault="009E23C5" w:rsidP="004C28BB"/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3609" style="position:absolute;margin-left:3.2pt;margin-top:3pt;width:458.9pt;height:706.8pt;z-index:251650048" coordorigin="1482,627" coordsize="9178,14136">
            <v:shape id="_x0000_s3610" type="#_x0000_t202" style="position:absolute;left:1539;top:627;width:2508;height:456" o:regroupid="211">
              <v:textbox style="mso-next-textbox:#_x0000_s3610">
                <w:txbxContent>
                  <w:p w:rsidR="009E23C5" w:rsidRPr="002504FE" w:rsidRDefault="009E23C5" w:rsidP="003316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shape>
            <v:rect id="_x0000_s3611" style="position:absolute;left:1539;top:1083;width:9121;height:3420" o:regroupid="211" filled="f" strokeweight="2pt"/>
            <v:shape id="_x0000_s3612" type="#_x0000_t202" style="position:absolute;left:1482;top:1164;width:2222;height:432" o:regroupid="211" filled="f" stroked="f">
              <v:textbox style="mso-next-textbox:#_x0000_s3612">
                <w:txbxContent>
                  <w:p w:rsidR="009E23C5" w:rsidRPr="00852E6C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>Задача № 1.313</w:t>
                    </w:r>
                  </w:p>
                </w:txbxContent>
              </v:textbox>
            </v:shape>
            <v:shape id="_x0000_s3613" type="#_x0000_t202" style="position:absolute;left:2223;top:1881;width:2109;height:2223" o:regroupid="211" filled="f" stroked="f">
              <v:textbox style="mso-next-textbox:#_x0000_s3613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A52DAC"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15481C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 xml:space="preserve"> 4</w:t>
                    </w:r>
                    <w:r w:rsidRPr="0015481C">
                      <w:rPr>
                        <w:sz w:val="24"/>
                      </w:rPr>
                      <w:t xml:space="preserve">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 w:rsidRPr="0015481C">
                      <w:rPr>
                        <w:sz w:val="24"/>
                      </w:rPr>
                      <w:t>,</w:t>
                    </w:r>
                  </w:p>
                  <w:p w:rsidR="009E23C5" w:rsidRPr="000B6D6D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t>=2.5 А</w:t>
                    </w:r>
                    <w:r w:rsidRPr="00EB1541">
                      <w:rPr>
                        <w:sz w:val="24"/>
                        <w:szCs w:val="24"/>
                      </w:rPr>
                      <w:t>,</w:t>
                    </w:r>
                  </w:p>
                  <w:p w:rsidR="009E23C5" w:rsidRDefault="009E23C5" w:rsidP="0033161D">
                    <w:pPr>
                      <w:rPr>
                        <w:sz w:val="24"/>
                        <w:szCs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EB1541">
                      <w:rPr>
                        <w:sz w:val="24"/>
                        <w:szCs w:val="24"/>
                      </w:rPr>
                      <w:t>=1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 w:rsidRPr="00EB1541">
                      <w:rPr>
                        <w:sz w:val="24"/>
                        <w:szCs w:val="24"/>
                      </w:rPr>
                      <w:t xml:space="preserve"> </w:t>
                    </w:r>
                    <w:r w:rsidRPr="00EB1541">
                      <w:rPr>
                        <w:sz w:val="24"/>
                        <w:szCs w:val="24"/>
                        <w:lang w:val="en-US"/>
                      </w:rPr>
                      <w:t>O</w:t>
                    </w:r>
                    <w:r w:rsidRPr="00EB1541">
                      <w:rPr>
                        <w:sz w:val="24"/>
                        <w:szCs w:val="24"/>
                      </w:rPr>
                      <w:t>м,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</w:p>
                  <w:p w:rsidR="009E23C5" w:rsidRPr="00EB1541" w:rsidRDefault="009E23C5" w:rsidP="0033161D">
                    <w:pPr>
                      <w:rPr>
                        <w:sz w:val="24"/>
                        <w:szCs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 w:rsidRPr="00EB1541">
                      <w:rPr>
                        <w:sz w:val="24"/>
                        <w:szCs w:val="24"/>
                      </w:rPr>
                      <w:t>=2</w:t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 w:rsidRPr="00EB1541">
                      <w:rPr>
                        <w:sz w:val="24"/>
                        <w:szCs w:val="24"/>
                      </w:rPr>
                      <w:t xml:space="preserve"> </w:t>
                    </w:r>
                    <w:r w:rsidRPr="00EB1541">
                      <w:rPr>
                        <w:sz w:val="24"/>
                        <w:szCs w:val="24"/>
                        <w:lang w:val="en-US"/>
                      </w:rPr>
                      <w:t>O</w:t>
                    </w:r>
                    <w:r w:rsidRPr="00EB1541">
                      <w:rPr>
                        <w:sz w:val="24"/>
                        <w:szCs w:val="24"/>
                      </w:rPr>
                      <w:t>м,</w:t>
                    </w:r>
                  </w:p>
                  <w:p w:rsidR="009E23C5" w:rsidRDefault="009E23C5" w:rsidP="0033161D">
                    <w:pPr>
                      <w:rPr>
                        <w:sz w:val="24"/>
                        <w:szCs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 w:rsidRPr="00EB1541">
                      <w:rPr>
                        <w:sz w:val="24"/>
                        <w:szCs w:val="24"/>
                      </w:rPr>
                      <w:t>=2</w:t>
                    </w:r>
                    <w:r>
                      <w:rPr>
                        <w:sz w:val="24"/>
                        <w:szCs w:val="24"/>
                      </w:rPr>
                      <w:t>4</w:t>
                    </w:r>
                    <w:r w:rsidRPr="00EB1541">
                      <w:rPr>
                        <w:sz w:val="24"/>
                        <w:szCs w:val="24"/>
                      </w:rPr>
                      <w:t xml:space="preserve"> </w:t>
                    </w:r>
                    <w:r w:rsidRPr="00EB1541">
                      <w:rPr>
                        <w:sz w:val="24"/>
                        <w:szCs w:val="24"/>
                        <w:lang w:val="en-US"/>
                      </w:rPr>
                      <w:t>O</w:t>
                    </w:r>
                    <w:r w:rsidRPr="00EB1541">
                      <w:rPr>
                        <w:sz w:val="24"/>
                        <w:szCs w:val="24"/>
                      </w:rPr>
                      <w:t>м,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</w:p>
                  <w:p w:rsidR="009E23C5" w:rsidRPr="00EB1541" w:rsidRDefault="009E23C5" w:rsidP="0033161D">
                    <w:pPr>
                      <w:rPr>
                        <w:sz w:val="24"/>
                        <w:szCs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  <w:r w:rsidRPr="00EB1541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EB1541">
                      <w:rPr>
                        <w:sz w:val="24"/>
                        <w:szCs w:val="24"/>
                      </w:rPr>
                      <w:t xml:space="preserve">5 </w:t>
                    </w:r>
                    <w:r w:rsidRPr="00EB1541">
                      <w:rPr>
                        <w:sz w:val="24"/>
                        <w:szCs w:val="24"/>
                        <w:lang w:val="en-US"/>
                      </w:rPr>
                      <w:t>O</w:t>
                    </w:r>
                    <w:r w:rsidRPr="00EB1541">
                      <w:rPr>
                        <w:sz w:val="24"/>
                        <w:szCs w:val="24"/>
                      </w:rPr>
                      <w:t>м,</w:t>
                    </w:r>
                  </w:p>
                </w:txbxContent>
              </v:textbox>
            </v:shape>
            <v:shape id="_x0000_s3614" type="#_x0000_t202" style="position:absolute;left:1539;top:4584;width:2387;height:432" o:regroupid="211" filled="f" stroked="f">
              <v:textbox style="mso-next-textbox:#_x0000_s3614">
                <w:txbxContent>
                  <w:p w:rsidR="009E23C5" w:rsidRPr="0015481C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313</w:t>
                    </w:r>
                  </w:p>
                </w:txbxContent>
              </v:textbox>
            </v:shape>
            <v:shape id="_x0000_s3615" type="#_x0000_t202" style="position:absolute;left:1824;top:5257;width:2736;height:2324" o:regroupid="211" stroked="f">
              <v:textbox style="mso-next-textbox:#_x0000_s3615">
                <w:txbxContent>
                  <w:p w:rsidR="009E23C5" w:rsidRPr="0049087A" w:rsidRDefault="009E23C5" w:rsidP="0033161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49087A">
                      <w:rPr>
                        <w:sz w:val="24"/>
                        <w:szCs w:val="24"/>
                      </w:rPr>
                      <w:t>е</w:t>
                    </w:r>
                    <w:r w:rsidRPr="0049087A">
                      <w:rPr>
                        <w:sz w:val="24"/>
                        <w:szCs w:val="24"/>
                        <w:lang w:val="fr-FR"/>
                      </w:rPr>
                      <w:t>(t)=</w:t>
                    </w:r>
                    <w:r w:rsidRPr="0049087A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156</w:t>
                    </w:r>
                    <w:r w:rsidRPr="0049087A">
                      <w:rPr>
                        <w:sz w:val="24"/>
                        <w:szCs w:val="24"/>
                        <w:lang w:val="fr-FR"/>
                      </w:rPr>
                      <w:t xml:space="preserve"> sin(</w:t>
                    </w:r>
                    <w:r w:rsidRPr="0049087A">
                      <w:rPr>
                        <w:sz w:val="24"/>
                        <w:szCs w:val="24"/>
                      </w:rPr>
                      <w:t>ω</w:t>
                    </w:r>
                    <w:r w:rsidRPr="0049087A">
                      <w:rPr>
                        <w:sz w:val="24"/>
                        <w:szCs w:val="24"/>
                        <w:lang w:val="en-US"/>
                      </w:rPr>
                      <w:t>∙</w:t>
                    </w:r>
                    <w:r w:rsidRPr="0049087A">
                      <w:rPr>
                        <w:sz w:val="24"/>
                        <w:szCs w:val="24"/>
                        <w:lang w:val="fr-FR"/>
                      </w:rPr>
                      <w:t>t)</w:t>
                    </w:r>
                    <w:r w:rsidRPr="0049087A">
                      <w:rPr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49087A">
                      <w:rPr>
                        <w:sz w:val="24"/>
                        <w:szCs w:val="24"/>
                      </w:rPr>
                      <w:t>В</w:t>
                    </w:r>
                    <w:r w:rsidRPr="0049087A">
                      <w:rPr>
                        <w:sz w:val="24"/>
                        <w:szCs w:val="24"/>
                        <w:lang w:val="en-US"/>
                      </w:rPr>
                      <w:t>,</w:t>
                    </w:r>
                  </w:p>
                  <w:p w:rsidR="009E23C5" w:rsidRPr="00F777D4" w:rsidRDefault="009E23C5" w:rsidP="0033161D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f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sz w:val="24"/>
                      </w:rPr>
                      <w:t xml:space="preserve"> 5</w:t>
                    </w:r>
                    <w:r>
                      <w:rPr>
                        <w:sz w:val="24"/>
                        <w:lang w:val="en-US"/>
                      </w:rPr>
                      <w:t xml:space="preserve">0 </w:t>
                    </w:r>
                    <w:r>
                      <w:rPr>
                        <w:sz w:val="24"/>
                      </w:rPr>
                      <w:t>Гц</w:t>
                    </w:r>
                    <w:r w:rsidRPr="00EB1541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EB1541" w:rsidRDefault="009E23C5" w:rsidP="0033161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 w:rsidRPr="0033161D">
                      <w:rPr>
                        <w:sz w:val="24"/>
                        <w:lang w:val="en-US"/>
                      </w:rPr>
                      <w:t xml:space="preserve"> </w:t>
                    </w:r>
                    <w:r w:rsidRPr="00EB1541">
                      <w:rPr>
                        <w:sz w:val="24"/>
                        <w:lang w:val="en-US"/>
                      </w:rPr>
                      <w:t>=</w:t>
                    </w:r>
                    <w:r>
                      <w:rPr>
                        <w:sz w:val="24"/>
                        <w:lang w:val="fr-FR"/>
                      </w:rPr>
                      <w:t xml:space="preserve"> </w:t>
                    </w:r>
                    <w:r>
                      <w:rPr>
                        <w:sz w:val="24"/>
                      </w:rPr>
                      <w:t>30</w:t>
                    </w:r>
                    <w:r>
                      <w:rPr>
                        <w:sz w:val="24"/>
                        <w:lang w:val="fr-FR"/>
                      </w:rPr>
                      <w:t xml:space="preserve"> O</w:t>
                    </w:r>
                    <w:r>
                      <w:rPr>
                        <w:sz w:val="24"/>
                      </w:rPr>
                      <w:t>м</w:t>
                    </w:r>
                    <w:r w:rsidRPr="00EB1541">
                      <w:rPr>
                        <w:sz w:val="24"/>
                        <w:lang w:val="en-US"/>
                      </w:rPr>
                      <w:t>.</w:t>
                    </w:r>
                  </w:p>
                  <w:p w:rsidR="009E23C5" w:rsidRPr="00EB1541" w:rsidRDefault="009E23C5" w:rsidP="0033161D">
                    <w:pPr>
                      <w:jc w:val="both"/>
                      <w:rPr>
                        <w:sz w:val="24"/>
                        <w:lang w:val="en-US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 w:rsidRPr="0033161D">
                      <w:rPr>
                        <w:sz w:val="24"/>
                        <w:lang w:val="en-US"/>
                      </w:rPr>
                      <w:t xml:space="preserve"> </w:t>
                    </w:r>
                    <w:r w:rsidRPr="00EB1541">
                      <w:rPr>
                        <w:sz w:val="24"/>
                        <w:lang w:val="en-US"/>
                      </w:rPr>
                      <w:t>=</w:t>
                    </w:r>
                    <w:r w:rsidRPr="0033161D">
                      <w:rPr>
                        <w:sz w:val="24"/>
                        <w:lang w:val="en-US"/>
                      </w:rPr>
                      <w:t xml:space="preserve"> </w:t>
                    </w:r>
                    <w:r w:rsidRPr="00EB1541">
                      <w:rPr>
                        <w:sz w:val="24"/>
                        <w:lang w:val="en-US"/>
                      </w:rPr>
                      <w:t>0.</w:t>
                    </w:r>
                    <w:r>
                      <w:rPr>
                        <w:sz w:val="24"/>
                      </w:rPr>
                      <w:t>1</w:t>
                    </w:r>
                    <w:r w:rsidRPr="0033161D">
                      <w:rPr>
                        <w:sz w:val="24"/>
                        <w:lang w:val="en-US"/>
                      </w:rPr>
                      <w:t>6</w:t>
                    </w:r>
                    <w:r w:rsidRPr="00EB1541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 w:rsidRPr="00EB1541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Pr="00EB1541" w:rsidRDefault="009E23C5" w:rsidP="0033161D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 w:rsidRPr="0033161D">
                      <w:rPr>
                        <w:sz w:val="24"/>
                        <w:lang w:val="en-US"/>
                      </w:rPr>
                      <w:t xml:space="preserve"> </w:t>
                    </w:r>
                    <w:r w:rsidRPr="00EB1541">
                      <w:rPr>
                        <w:sz w:val="24"/>
                        <w:lang w:val="en-US"/>
                      </w:rPr>
                      <w:t>=</w:t>
                    </w:r>
                    <w:r w:rsidRPr="0033161D">
                      <w:rPr>
                        <w:sz w:val="24"/>
                        <w:lang w:val="en-US"/>
                      </w:rPr>
                      <w:t xml:space="preserve"> </w:t>
                    </w:r>
                    <w:r w:rsidRPr="00EB1541">
                      <w:rPr>
                        <w:sz w:val="24"/>
                        <w:lang w:val="en-US"/>
                      </w:rPr>
                      <w:t xml:space="preserve">50 </w:t>
                    </w:r>
                    <w:r>
                      <w:rPr>
                        <w:sz w:val="24"/>
                      </w:rPr>
                      <w:t>мкФ</w:t>
                    </w:r>
                    <w:r w:rsidRPr="00EB1541">
                      <w:rPr>
                        <w:sz w:val="24"/>
                        <w:lang w:val="en-US"/>
                      </w:rPr>
                      <w:t>,</w:t>
                    </w:r>
                  </w:p>
                  <w:p w:rsidR="009E23C5" w:rsidRDefault="009E23C5" w:rsidP="0033161D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 xml:space="preserve"> = 0.14 Гн,</w:t>
                    </w:r>
                  </w:p>
                  <w:p w:rsidR="009E23C5" w:rsidRPr="00147A3F" w:rsidRDefault="009E23C5" w:rsidP="0033161D">
                    <w:pPr>
                      <w:rPr>
                        <w:sz w:val="24"/>
                        <w:szCs w:val="24"/>
                      </w:rPr>
                    </w:pPr>
                    <w:r w:rsidRPr="00147A3F">
                      <w:rPr>
                        <w:sz w:val="24"/>
                        <w:szCs w:val="24"/>
                        <w:lang w:val="en-US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147A3F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147A3F"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 w:rsidRPr="00147A3F">
                      <w:rPr>
                        <w:sz w:val="24"/>
                        <w:szCs w:val="24"/>
                      </w:rPr>
                      <w:t xml:space="preserve"> мкФ,</w:t>
                    </w:r>
                  </w:p>
                </w:txbxContent>
              </v:textbox>
            </v:shape>
            <v:rect id="_x0000_s3616" style="position:absolute;left:1539;top:4503;width:9121;height:3420" o:regroupid="211" filled="f" strokeweight="2pt"/>
            <v:shape id="_x0000_s3617" type="#_x0000_t202" style="position:absolute;left:1653;top:8778;width:4731;height:2052" o:regroupid="211" stroked="f">
              <v:textbox style="mso-next-textbox:#_x0000_s3617">
                <w:txbxContent>
                  <w:p w:rsidR="009E23C5" w:rsidRDefault="009E23C5" w:rsidP="0033161D">
                    <w:pPr>
                      <w:jc w:val="center"/>
                    </w:pPr>
                    <w:r>
                      <w:rPr>
                        <w:sz w:val="24"/>
                      </w:rPr>
                      <w:t>На вход схемы подаётся напряжение</w:t>
                    </w:r>
                    <w:r>
                      <w:t>:</w:t>
                    </w:r>
                  </w:p>
                  <w:p w:rsidR="009E23C5" w:rsidRDefault="009E23C5" w:rsidP="0033161D">
                    <w:pPr>
                      <w:jc w:val="center"/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=50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33161D">
                    <w:pPr>
                      <w:jc w:val="center"/>
                    </w:pPr>
                  </w:p>
                  <w:p w:rsidR="009E23C5" w:rsidRDefault="009E23C5" w:rsidP="003316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lang w:val="en-US"/>
                      </w:rPr>
                      <w:t>u</w:t>
                    </w:r>
                    <w:r w:rsidRPr="00AD453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L</w:t>
                    </w:r>
                    <w:r w:rsidRPr="00AD4532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AD4532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  <w:p w:rsidR="009E23C5" w:rsidRDefault="009E23C5" w:rsidP="0033161D">
                    <w:pPr>
                      <w:jc w:val="center"/>
                      <w:rPr>
                        <w:sz w:val="24"/>
                      </w:rPr>
                    </w:pPr>
                  </w:p>
                  <w:p w:rsidR="009E23C5" w:rsidRDefault="009E23C5" w:rsidP="003316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24"/>
                      </w:rPr>
                      <w:t xml:space="preserve">=200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16"/>
                      </w:rPr>
                      <w:t>2</w:t>
                    </w:r>
                    <w:r>
                      <w:rPr>
                        <w:sz w:val="24"/>
                      </w:rPr>
                      <w:t xml:space="preserve">=300 Ом, </w:t>
                    </w: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=0.2</w:t>
                    </w:r>
                    <w:r>
                      <w:rPr>
                        <w:sz w:val="24"/>
                        <w:lang w:val="en-US"/>
                      </w:rPr>
                      <w:t>5</w:t>
                    </w:r>
                    <w:r>
                      <w:rPr>
                        <w:sz w:val="24"/>
                      </w:rPr>
                      <w:t xml:space="preserve"> Гн.</w:t>
                    </w:r>
                  </w:p>
                </w:txbxContent>
              </v:textbox>
            </v:shape>
            <v:rect id="_x0000_s3618" style="position:absolute;left:7353;top:9861;width:343;height:456" o:regroupid="211" filled="f" stroked="f" strokeweight="1.25pt">
              <v:textbox style="mso-next-textbox:#_x0000_s3618" inset="1pt,1pt,1pt,1pt">
                <w:txbxContent>
                  <w:p w:rsidR="009E23C5" w:rsidRPr="00AD4532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line id="_x0000_s3619" style="position:absolute" from="9861,9576" to="9861,10431" o:regroupid="211" strokeweight="1.25pt">
              <v:stroke endarrow="block"/>
            </v:line>
            <v:rect id="_x0000_s3620" style="position:absolute;left:8037;top:9291;width:399;height:342" o:regroupid="211" filled="f" stroked="f" strokeweight="1.25pt">
              <v:textbox style="mso-next-textbox:#_x0000_s3620" inset="1pt,1pt,1pt,1pt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3621" style="position:absolute;left:7866;top:10716;width:627;height:228;rotation:-180" o:regroupid="211" strokeweight="1.25pt"/>
            <v:rect id="_x0000_s3622" style="position:absolute;left:7980;top:10260;width:399;height:342" o:regroupid="211" filled="f" stroked="f" strokeweight="1.25pt">
              <v:textbox style="mso-next-textbox:#_x0000_s3622" inset="1pt,1pt,1pt,1pt">
                <w:txbxContent>
                  <w:p w:rsidR="009E23C5" w:rsidRPr="0049087A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623" style="position:absolute;left:7581;top:8208;width:342;height:340" o:regroupid="211" filled="f" stroked="f" strokeweight="1.25pt">
              <v:textbox style="mso-next-textbox:#_x0000_s3623" inset="1pt,1pt,1pt,1pt">
                <w:txbxContent>
                  <w:p w:rsidR="009E23C5" w:rsidRDefault="009E23C5" w:rsidP="0033161D">
                    <w:r>
                      <w:t>Кл</w:t>
                    </w:r>
                  </w:p>
                </w:txbxContent>
              </v:textbox>
            </v:rect>
            <v:line id="_x0000_s3624" style="position:absolute" from="7011,10830" to="7866,10830" o:regroupid="211" strokeweight="1.25pt"/>
            <v:rect id="_x0000_s3625" style="position:absolute;left:7923;top:9006;width:627;height:228" o:regroupid="211" strokeweight="1.25pt"/>
            <v:line id="_x0000_s3626" style="position:absolute" from="7011,9120" to="7923,9120" o:regroupid="211" strokeweight="1.25pt"/>
            <v:line id="_x0000_s3627" style="position:absolute;flip:y" from="8493,10820" to="9404,10832" o:regroupid="211" strokeweight="1.25pt">
              <v:stroke endarrow="oval" endarrowwidth="narrow" endarrowlength="short"/>
            </v:line>
            <v:group id="_x0000_s3628" style="position:absolute;left:8835;top:9635;width:114;height:679" coordorigin="3364,11526" coordsize="114,679" o:regroupid="211">
              <v:shape id="_x0000_s3629" type="#_x0000_t19" style="position:absolute;left:3364;top:11526;width:114;height:114" strokeweight="1.25pt"/>
              <v:shape id="_x0000_s3630" type="#_x0000_t19" style="position:absolute;left:3364;top:11639;width:114;height:114;flip:y" strokeweight="1.25pt"/>
              <v:shape id="_x0000_s3631" type="#_x0000_t19" style="position:absolute;left:3364;top:11752;width:114;height:114" strokeweight="1.25pt"/>
              <v:shape id="_x0000_s3632" type="#_x0000_t19" style="position:absolute;left:3364;top:11865;width:114;height:114;flip:y" strokeweight="1.25pt"/>
              <v:shape id="_x0000_s3633" type="#_x0000_t19" style="position:absolute;left:3364;top:12091;width:114;height:114;flip:y" strokeweight="1.25pt"/>
              <v:shape id="_x0000_s3634" type="#_x0000_t19" style="position:absolute;left:3364;top:11978;width:114;height:114" strokeweight="1.25pt"/>
            </v:group>
            <v:line id="_x0000_s3635" style="position:absolute" from="8835,10317" to="8835,10830" o:regroupid="211" strokeweight="1.25pt">
              <v:stroke endarrow="oval" endarrowwidth="narrow" endarrowlength="short"/>
            </v:line>
            <v:line id="_x0000_s3636" style="position:absolute" from="8834,9110" to="8834,9623" o:regroupid="211" strokeweight="1.25pt">
              <v:stroke startarrow="oval" startarrowwidth="narrow" startarrowlength="short" endarrowwidth="narrow" endarrowlength="short"/>
            </v:line>
            <v:rect id="_x0000_s3637" style="position:absolute;left:8493;top:9804;width:227;height:340" o:regroupid="211" filled="f" stroked="f" strokeweight="1.25pt">
              <v:textbox style="mso-next-textbox:#_x0000_s3637" inset="1pt,1pt,1pt,1pt">
                <w:txbxContent>
                  <w:p w:rsidR="009E23C5" w:rsidRDefault="009E23C5" w:rsidP="0033161D"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3638" style="position:absolute;flip:y" from="7638,8664" to="7638,9120" o:regroupid="211" strokeweight="1.25pt">
              <v:stroke startarrow="oval" startarrowwidth="narrow" startarrowlength="short"/>
            </v:line>
            <v:line id="_x0000_s3639" style="position:absolute;flip:y" from="8835,8664" to="8835,9120" o:regroupid="211" strokeweight="1.25pt"/>
            <v:line id="_x0000_s3640" style="position:absolute" from="7638,8664" to="8037,8664" o:regroupid="211" strokeweight="1.25pt"/>
            <v:line id="_x0000_s3641" style="position:absolute" from="8436,8664" to="8835,8664" o:regroupid="211" strokeweight="1.25pt"/>
            <v:rect id="_x0000_s3642" style="position:absolute;left:9234;top:9680;width:684;height:580" o:regroupid="211" filled="f" stroked="f" strokeweight="1.25pt">
              <v:textbox style="mso-next-textbox:#_x0000_s3642" inset="1pt,1pt,1pt,1pt">
                <w:txbxContent>
                  <w:p w:rsidR="009E23C5" w:rsidRDefault="009E23C5" w:rsidP="0033161D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AD4532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L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643" style="position:absolute;flip:y" from="8550,9110" to="9404,9110" o:regroupid="211" strokeweight="1.25pt">
              <v:stroke endarrow="oval" endarrowwidth="narrow" endarrowlength="short"/>
            </v:line>
            <v:rect id="_x0000_s3644" style="position:absolute;left:1539;top:7923;width:9121;height:3420" o:regroupid="211" filled="f" strokeweight="2pt"/>
            <v:rect id="_x0000_s3645" style="position:absolute;left:1539;top:11343;width:9121;height:3420" o:regroupid="211" filled="f" strokeweight="2pt"/>
            <v:shape id="_x0000_s3646" type="#_x0000_t202" style="position:absolute;left:1596;top:8004;width:2387;height:432" o:regroupid="211" filled="f" stroked="f">
              <v:textbox style="mso-next-textbox:#_x0000_s3646">
                <w:txbxContent>
                  <w:p w:rsidR="009E23C5" w:rsidRPr="0015481C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313</w:t>
                    </w:r>
                  </w:p>
                </w:txbxContent>
              </v:textbox>
            </v:shape>
            <v:shape id="_x0000_s3647" type="#_x0000_t202" style="position:absolute;left:1596;top:11400;width:2387;height:432" o:regroupid="211" filled="f" stroked="f">
              <v:textbox style="mso-next-textbox:#_x0000_s3647">
                <w:txbxContent>
                  <w:p w:rsidR="009E23C5" w:rsidRPr="0015481C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313</w:t>
                    </w:r>
                  </w:p>
                </w:txbxContent>
              </v:textbox>
            </v:shape>
            <v:line id="_x0000_s3648" style="position:absolute" from="7923,12198" to="7923,14022" o:regroupid="211" strokeweight="1pt"/>
            <v:line id="_x0000_s3649" style="position:absolute" from="7923,14022" to="10317,14022" o:regroupid="211" strokeweight="1pt"/>
            <v:line id="_x0000_s3650" style="position:absolute" from="8163,12198" to="8163,14022" o:regroupid="211" strokeweight=".25pt">
              <v:stroke dashstyle="1 1"/>
            </v:line>
            <v:line id="_x0000_s3651" style="position:absolute" from="8403,12198" to="8403,14022" o:regroupid="211" strokeweight=".25pt">
              <v:stroke dashstyle="1 1"/>
            </v:line>
            <v:line id="_x0000_s3652" style="position:absolute" from="8643,12198" to="8643,14022" o:regroupid="211" strokeweight=".25pt">
              <v:stroke dashstyle="1 1"/>
            </v:line>
            <v:line id="_x0000_s3653" style="position:absolute" from="8883,12198" to="8883,14022" o:regroupid="211" strokeweight=".25pt">
              <v:stroke dashstyle="1 1"/>
            </v:line>
            <v:line id="_x0000_s3654" style="position:absolute" from="9123,12198" to="9123,14022" o:regroupid="211" strokeweight=".25pt">
              <v:stroke dashstyle="1 1"/>
            </v:line>
            <v:line id="_x0000_s3655" style="position:absolute" from="9363,12198" to="9363,14022" o:regroupid="211" strokeweight=".25pt">
              <v:stroke dashstyle="1 1"/>
            </v:line>
            <v:line id="_x0000_s3656" style="position:absolute" from="9603,12198" to="9603,14022" o:regroupid="211" strokeweight=".25pt">
              <v:stroke dashstyle="1 1"/>
            </v:line>
            <v:line id="_x0000_s3657" style="position:absolute" from="9843,12198" to="9843,14022" o:regroupid="211" strokeweight=".25pt">
              <v:stroke dashstyle="1 1"/>
            </v:line>
            <v:line id="_x0000_s3658" style="position:absolute" from="10083,12198" to="10083,14022" o:regroupid="211" strokeweight=".25pt">
              <v:stroke dashstyle="1 1"/>
            </v:line>
            <v:line id="_x0000_s3659" style="position:absolute" from="10323,12198" to="10323,14022" o:regroupid="211" strokeweight=".25pt">
              <v:stroke dashstyle="1 1"/>
            </v:line>
            <v:line id="_x0000_s3660" style="position:absolute" from="7923,12198" to="10317,12198" o:regroupid="211" strokeweight=".25pt">
              <v:stroke dashstyle="1 1"/>
            </v:line>
            <v:line id="_x0000_s3661" style="position:absolute" from="7923,13794" to="10317,13794" o:regroupid="211" strokeweight=".25pt">
              <v:stroke dashstyle="1 1"/>
            </v:line>
            <v:line id="_x0000_s3662" style="position:absolute" from="7923,13566" to="10317,13566" o:regroupid="211" strokeweight=".25pt">
              <v:stroke dashstyle="1 1"/>
            </v:line>
            <v:line id="_x0000_s3663" style="position:absolute" from="7923,13338" to="10317,13338" o:regroupid="211" strokeweight=".25pt">
              <v:stroke dashstyle="1 1"/>
            </v:line>
            <v:line id="_x0000_s3664" style="position:absolute" from="7923,13110" to="10317,13110" o:regroupid="211" strokeweight=".25pt">
              <v:stroke dashstyle="1 1"/>
            </v:line>
            <v:line id="_x0000_s3665" style="position:absolute" from="7923,12882" to="10317,12882" o:regroupid="211" strokeweight=".25pt">
              <v:stroke dashstyle="1 1"/>
            </v:line>
            <v:line id="_x0000_s3666" style="position:absolute" from="7923,12654" to="10317,12654" o:regroupid="211" strokeweight=".25pt">
              <v:stroke dashstyle="1 1"/>
            </v:line>
            <v:line id="_x0000_s3667" style="position:absolute" from="7923,12426" to="10317,12426" o:regroupid="211" strokeweight=".25pt">
              <v:stroke dashstyle="1 1"/>
            </v:line>
            <v:shape id="_x0000_s3668" style="position:absolute;left:7923;top:12312;width:2394;height:1710" coordsize="855,1083" o:regroupid="211" path="m,1083c33,840,67,598,114,456,161,314,228,285,285,228v57,-57,76,-76,171,-114c551,76,703,38,855,e" filled="f">
              <v:path arrowok="t"/>
            </v:shape>
            <v:shape id="_x0000_s3669" type="#_x0000_t202" style="position:absolute;left:7980;top:12255;width:456;height:342" o:regroupid="211" stroked="f">
              <v:textbox style="mso-next-textbox:#_x0000_s3669">
                <w:txbxContent>
                  <w:p w:rsidR="009E23C5" w:rsidRPr="00626546" w:rsidRDefault="009E23C5" w:rsidP="0033161D">
                    <w:r w:rsidRPr="00626546">
                      <w:t>В</w:t>
                    </w:r>
                  </w:p>
                </w:txbxContent>
              </v:textbox>
            </v:shape>
            <v:shape id="_x0000_s3670" type="#_x0000_t202" style="position:absolute;left:9063;top:12711;width:1026;height:627" o:regroupid="211" stroked="f">
              <v:textbox style="mso-next-textbox:#_x0000_s3670">
                <w:txbxContent>
                  <w:p w:rsidR="009E23C5" w:rsidRPr="00626546" w:rsidRDefault="009E23C5" w:rsidP="0033161D">
                    <w:r w:rsidRPr="00626546">
                      <w:t>В-Тл</w:t>
                    </w:r>
                  </w:p>
                  <w:p w:rsidR="009E23C5" w:rsidRPr="00626546" w:rsidRDefault="009E23C5" w:rsidP="0033161D">
                    <w:r w:rsidRPr="00626546">
                      <w:t>Н –А/см</w:t>
                    </w:r>
                  </w:p>
                  <w:p w:rsidR="009E23C5" w:rsidRPr="00626546" w:rsidRDefault="009E23C5" w:rsidP="0033161D"/>
                </w:txbxContent>
              </v:textbox>
            </v:shape>
            <v:shape id="_x0000_s3671" type="#_x0000_t202" style="position:absolute;left:7752;top:14079;width:2850;height:342" o:regroupid="211" stroked="f">
              <v:textbox style="mso-next-textbox:#_x0000_s3671">
                <w:txbxContent>
                  <w:p w:rsidR="009E23C5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3672" type="#_x0000_t202" style="position:absolute;left:9918;top:13623;width:399;height:342" o:regroupid="211" stroked="f">
              <v:textbox style="mso-next-textbox:#_x0000_s3672">
                <w:txbxContent>
                  <w:p w:rsidR="009E23C5" w:rsidRPr="00626546" w:rsidRDefault="009E23C5" w:rsidP="0033161D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3673" type="#_x0000_t202" style="position:absolute;left:7923;top:11685;width:2223;height:456" o:regroupid="211" filled="f" stroked="f">
              <v:textbox style="mso-next-textbox:#_x0000_s3673">
                <w:txbxContent>
                  <w:p w:rsidR="009E23C5" w:rsidRDefault="009E23C5" w:rsidP="0033161D">
                    <w:pPr>
                      <w:rPr>
                        <w:sz w:val="16"/>
                      </w:rPr>
                    </w:pPr>
                    <w:r w:rsidRPr="00864B64">
                      <w:t>Характеристика</w:t>
                    </w:r>
                    <w:r>
                      <w:t xml:space="preserve"> </w:t>
                    </w:r>
                    <w:r w:rsidRPr="00864B64">
                      <w:t>стали</w:t>
                    </w:r>
                  </w:p>
                </w:txbxContent>
              </v:textbox>
            </v:shape>
            <v:shape id="_x0000_s3674" type="#_x0000_t202" style="position:absolute;left:7239;top:12198;width:627;height:2052" o:regroupid="211" stroked="f">
              <v:textbox style="mso-next-textbox:#_x0000_s3674">
                <w:txbxContent>
                  <w:p w:rsidR="009E23C5" w:rsidRDefault="009E23C5" w:rsidP="0033161D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33161D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33161D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33161D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group id="_x0000_s3675" style="position:absolute;left:2223;top:12825;width:3192;height:1824" coordorigin="2337,13110" coordsize="3192,1824" o:regroupid="211">
              <v:shape id="_x0000_s3676" type="#_x0000_t202" style="position:absolute;left:2622;top:13110;width:456;height:399" stroked="f">
                <v:textbox style="mso-next-textbox:#_x0000_s3676">
                  <w:txbxContent>
                    <w:p w:rsidR="009E23C5" w:rsidRPr="00626546" w:rsidRDefault="009E23C5" w:rsidP="0033161D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oval id="_x0000_s3677" style="position:absolute;left:3018;top:13338;width:1596;height:1596" strokeweight="1pt"/>
              <v:oval id="_x0000_s3678" style="position:absolute;left:3192;top:13509;width:1254;height:1254">
                <v:stroke dashstyle="1 1" endcap="round"/>
              </v:oval>
              <v:oval id="_x0000_s3679" style="position:absolute;left:3363;top:13680;width:912;height:912" strokeweight="1pt"/>
              <v:line id="_x0000_s3680" style="position:absolute;flip:y" from="2622,13563" to="3078,13566" strokeweight="1.25pt"/>
              <v:line id="_x0000_s3681" style="position:absolute" from="3081,13563" to="3195,13620" strokeweight="1.25pt"/>
              <v:shape id="_x0000_s3682" style="position:absolute;left:2907;top:13908;width:570;height:285" coordsize="570,285" path="m570,c551,47,532,95,456,114v-76,19,-266,-9,-342,c38,123,,143,,171v,28,95,95,114,114e" filled="f" strokeweight="1.25pt">
                <v:path arrowok="t"/>
              </v:shape>
              <v:shape id="_x0000_s3683" style="position:absolute;left:2964;top:14250;width:522;height:399" coordsize="522,399" path="m399,v61,14,123,29,114,57c504,85,427,114,342,171,257,228,57,361,,399e" filled="f" strokeweight="1.25pt">
                <v:path arrowok="t"/>
              </v:shape>
              <v:line id="_x0000_s3684" style="position:absolute" from="2622,14649" to="2964,14649" strokeweight="1.25pt"/>
              <v:oval id="_x0000_s3685" style="position:absolute;left:2508;top:14592;width:114;height:114" fillcolor="black"/>
              <v:oval id="_x0000_s3686" style="position:absolute;left:2508;top:13509;width:114;height:114" fillcolor="black"/>
              <v:line id="_x0000_s3687" style="position:absolute" from="2622,13566" to="2907,13566">
                <v:stroke endarrow="block"/>
              </v:line>
              <v:shape id="_x0000_s3688" type="#_x0000_t202" style="position:absolute;left:2337;top:13965;width:456;height:399" stroked="f">
                <v:textbox style="mso-next-textbox:#_x0000_s3688">
                  <w:txbxContent>
                    <w:p w:rsidR="009E23C5" w:rsidRPr="00626546" w:rsidRDefault="009E23C5" w:rsidP="0033161D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26546">
                        <w:rPr>
                          <w:sz w:val="24"/>
                          <w:szCs w:val="24"/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rect id="_x0000_s3689" style="position:absolute;left:4275;top:14136;width:456;height:114" stroked="f"/>
              <v:line id="_x0000_s3690" style="position:absolute" from="4275,14136" to="4788,14136"/>
              <v:line id="_x0000_s3691" style="position:absolute" from="4275,14250" to="4788,14250"/>
              <v:line id="_x0000_s3692" style="position:absolute" from="4731,13851" to="4731,14136">
                <v:stroke endarrow="block"/>
              </v:line>
              <v:line id="_x0000_s3693" style="position:absolute;flip:x y" from="4731,14250" to="4731,14592">
                <v:stroke endarrow="block"/>
              </v:line>
              <v:shape id="_x0000_s3694" type="#_x0000_t202" style="position:absolute;left:4845;top:13965;width:399;height:456" stroked="f">
                <v:textbox style="mso-next-textbox:#_x0000_s3694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3695" type="#_x0000_t42" style="position:absolute;left:4674;top:13281;width:855;height:456" adj="-13718,16626,-8337,8526,-3032,8526,-12202,14495">
                <v:textbox style="mso-next-textbox:#_x0000_s3695">
                  <w:txbxContent>
                    <w:p w:rsidR="009E23C5" w:rsidRDefault="009E23C5" w:rsidP="0033161D">
                      <w:pPr>
                        <w:rPr>
                          <w:sz w:val="16"/>
                        </w:rPr>
                      </w:pPr>
                      <w:r>
                        <w:rPr>
                          <w:lang w:val="en-US"/>
                        </w:rPr>
                        <w:t>l</w:t>
                      </w:r>
                      <w:r w:rsidRPr="00626546">
                        <w:rPr>
                          <w:vertAlign w:val="subscript"/>
                        </w:rPr>
                        <w:t>ср</w:t>
                      </w:r>
                    </w:p>
                  </w:txbxContent>
                </v:textbox>
                <o:callout v:ext="edit" minusy="t"/>
              </v:shape>
            </v:group>
            <v:shape id="_x0000_s3696" type="#_x0000_t202" style="position:absolute;left:1596;top:11799;width:5700;height:969" o:regroupid="211" stroked="f">
              <v:textbox style="mso-next-textbox:#_x0000_s3696">
                <w:txbxContent>
                  <w:p w:rsidR="009E23C5" w:rsidRPr="00626546" w:rsidRDefault="009E23C5" w:rsidP="0033161D">
                    <w:pPr>
                      <w:jc w:val="center"/>
                    </w:pPr>
                    <w:r w:rsidRPr="00626546">
                      <w:t>В стальном сердечнике магнитная индукция В=1.</w:t>
                    </w:r>
                    <w:r>
                      <w:t>1</w:t>
                    </w:r>
                    <w:r w:rsidRPr="00626546">
                      <w:t xml:space="preserve"> Тл,</w:t>
                    </w:r>
                  </w:p>
                  <w:p w:rsidR="009E23C5" w:rsidRPr="00626546" w:rsidRDefault="009E23C5" w:rsidP="0033161D">
                    <w:pPr>
                      <w:jc w:val="center"/>
                    </w:pPr>
                    <w:r w:rsidRPr="00626546">
                      <w:t xml:space="preserve"> </w:t>
                    </w:r>
                    <w:r>
                      <w:rPr>
                        <w:lang w:val="en-US"/>
                      </w:rPr>
                      <w:t>l</w:t>
                    </w:r>
                    <w:r w:rsidRPr="00626546">
                      <w:rPr>
                        <w:vertAlign w:val="subscript"/>
                      </w:rPr>
                      <w:t>ср</w:t>
                    </w:r>
                    <w:r w:rsidRPr="00626546">
                      <w:t xml:space="preserve"> =</w:t>
                    </w:r>
                    <w:r>
                      <w:t>5</w:t>
                    </w:r>
                    <w:r w:rsidRPr="00626546">
                      <w:t>0 см , воздушный зазор δ=0.1</w:t>
                    </w:r>
                    <w:r>
                      <w:t>2</w:t>
                    </w:r>
                    <w:r w:rsidRPr="00626546">
                      <w:t xml:space="preserve"> см, число витков катушки</w:t>
                    </w:r>
                    <w:r>
                      <w:t xml:space="preserve"> </w:t>
                    </w:r>
                    <w:r w:rsidRPr="00626546">
                      <w:rPr>
                        <w:lang w:val="en-US"/>
                      </w:rPr>
                      <w:t>W</w:t>
                    </w:r>
                    <w:r w:rsidRPr="00626546">
                      <w:t>=</w:t>
                    </w:r>
                    <w:r>
                      <w:t>9</w:t>
                    </w:r>
                    <w:r w:rsidRPr="00626546">
                      <w:t>00. Определить ток в катушке.</w:t>
                    </w:r>
                  </w:p>
                </w:txbxContent>
              </v:textbox>
            </v:shape>
            <v:shape id="_x0000_s3697" type="#_x0000_t202" style="position:absolute;left:7239;top:12084;width:627;height:342" o:regroupid="211" stroked="f">
              <v:textbox style="mso-next-textbox:#_x0000_s3697">
                <w:txbxContent>
                  <w:p w:rsidR="009E23C5" w:rsidRPr="00626546" w:rsidRDefault="009E23C5" w:rsidP="0033161D">
                    <w:r>
                      <w:t>Тл</w:t>
                    </w:r>
                  </w:p>
                </w:txbxContent>
              </v:textbox>
            </v:shape>
            <v:line id="_x0000_s3698" style="position:absolute;flip:y" from="7011,9861" to="7011,10089" o:regroupid="211" strokeweight="1.25pt">
              <v:stroke endarrow="block" endarrowwidth="wide"/>
            </v:line>
            <v:oval id="_x0000_s3699" style="position:absolute;left:6727;top:9689;width:568;height:570;rotation:270" o:regroupid="211" filled="f" strokeweight="1.25pt"/>
            <v:line id="_x0000_s3700" style="position:absolute" from="7011,9120" to="7011,10830" o:regroupid="211" strokeweight="1.25pt"/>
            <v:rect id="_x0000_s3701" style="position:absolute;left:8208;top:1197;width:399;height:342;rotation:-180;flip:x" o:regroupid="211" filled="f" stroked="f" strokeweight="1.25pt">
              <v:textbox style="mso-next-textbox:#_x0000_s3701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E</w:t>
                    </w:r>
                    <w:r w:rsidRPr="00A52DAC"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3702" style="position:absolute;left:9234;top:2166;width:343;height:286" o:regroupid="211" filled="f" stroked="f" strokeweight="1.25pt">
              <v:textbox style="mso-next-textbox:#_x0000_s3702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3703" style="position:absolute;left:6441;top:1767;width:343;height:286" o:regroupid="211" filled="f" stroked="f" strokeweight="1.25pt">
              <v:textbox style="mso-next-textbox:#_x0000_s3703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704" style="position:absolute;rotation:-360;flip:x y" from="6783,4218" to="9120,4218" o:regroupid="211" strokeweight="1.25pt">
              <v:stroke endarrowwidth="narrow" endarrowlength="short"/>
            </v:line>
            <v:line id="_x0000_s3705" style="position:absolute" from="9119,1619" to="9120,2508" o:regroupid="211" strokeweight="1.25pt"/>
            <v:line id="_x0000_s3706" style="position:absolute;flip:x" from="9120,3990" to="9120,4218" o:regroupid="211" strokeweight="1.25pt">
              <v:stroke endarrowwidth="narrow" endarrowlength="short"/>
            </v:line>
            <v:rect id="_x0000_s3707" style="position:absolute;left:8801;top:3556;width:628;height:239;rotation:90" o:regroupid="211" filled="f" strokeweight="1.25pt"/>
            <v:oval id="_x0000_s3708" style="position:absolute;left:7582;top:1367;width:568;height:570;rotation:270" o:regroupid="211" filled="f" strokeweight="1.25pt"/>
            <v:line id="_x0000_s3709" style="position:absolute;rotation:360" from="6783,1650" to="7980,1650" o:regroupid="211" strokeweight="1.25pt">
              <v:stroke endarrow="block" endarrowwidth="wide"/>
            </v:line>
            <v:line id="_x0000_s3710" style="position:absolute;rotation:-270;flip:x" from="6982,2195" to="7495,3107" o:regroupid="211" strokeweight="1.25pt">
              <v:stroke startarrow="oval" startarrowwidth="narrow" startarrowlength="short" endarrowwidth="narrow" endarrowlength="short"/>
            </v:line>
            <v:line id="_x0000_s3711" style="position:absolute" from="6783,1653" to="6783,3363" o:regroupid="211" strokeweight="1.25pt"/>
            <v:line id="_x0000_s3712" style="position:absolute;rotation:-2976657fd" from="7881,2210" to="8145,2486" o:regroupid="211" strokeweight="1.25pt"/>
            <v:line id="_x0000_s3713" style="position:absolute;rotation:-2976657fd" from="8871,2213" to="9099,2441" o:regroupid="211" strokeweight="1.25pt">
              <v:stroke endarrow="oval" endarrowwidth="narrow" endarrowlength="short"/>
            </v:line>
            <v:line id="_x0000_s3714" style="position:absolute;rotation:-2919532fd;flip:x" from="6590,2136" to="7094,2592" o:regroupid="211" strokeweight="1.25pt">
              <v:stroke endarrowwidth="narrow" endarrowlength="short"/>
            </v:line>
            <v:line id="_x0000_s3715" style="position:absolute;rotation:-180;flip:y" from="7706,3819" to="7706,4218" o:regroupid="211" strokeweight="1.25pt">
              <v:stroke endarrow="oval" endarrowwidth="narrow" endarrowlength="short"/>
            </v:line>
            <v:rect id="_x0000_s3716" style="position:absolute;left:7387;top:3385;width:628;height:239;rotation:-90" o:regroupid="211" filled="f" strokeweight="1.25pt"/>
            <v:line id="_x0000_s3717" style="position:absolute;rotation:-90" from="8522,1054" to="8522,2251" o:regroupid="211" strokeweight="1.25pt">
              <v:stroke endarrowwidth="narrow" endarrowlength="short"/>
            </v:line>
            <v:rect id="_x0000_s3718" style="position:absolute;left:7820;top:3839;width:343;height:286" o:regroupid="211" filled="f" stroked="f" strokeweight="1.25pt">
              <v:textbox style="mso-next-textbox:#_x0000_s3718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3719" style="position:absolute;left:8607;top:3477;width:285;height:376" o:regroupid="211" filled="f" stroked="f" strokeweight="1.25pt">
              <v:textbox style="mso-next-textbox:#_x0000_s3719" inset="1pt,1pt,1pt,1pt">
                <w:txbxContent>
                  <w:p w:rsidR="009E23C5" w:rsidRPr="00A52DAC" w:rsidRDefault="009E23C5" w:rsidP="0033161D">
                    <w:pPr>
                      <w:jc w:val="both"/>
                    </w:pPr>
                    <w:r w:rsidRPr="00A52DAC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6</w:t>
                    </w:r>
                  </w:p>
                </w:txbxContent>
              </v:textbox>
            </v:rect>
            <v:rect id="_x0000_s3720" style="position:absolute;left:8436;top:1824;width:456;height:400" o:regroupid="211" filled="f" stroked="f" strokeweight="1.25pt">
              <v:textbox style="mso-next-textbox:#_x0000_s3720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R</w:t>
                    </w:r>
                    <w:r w:rsidRPr="00A52DAC"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</w:p>
                </w:txbxContent>
              </v:textbox>
            </v:rect>
            <v:rect id="_x0000_s3721" style="position:absolute;left:7125;top:3305;width:342;height:400" o:regroupid="211" filled="f" stroked="f" strokeweight="1.25pt">
              <v:textbox style="mso-next-textbox:#_x0000_s3721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722" style="position:absolute;left:7239;top:1824;width:628;height:400" o:regroupid="211" filled="f" stroked="f" strokeweight="1.25pt">
              <v:textbox style="mso-next-textbox:#_x0000_s3722" inset="1pt,1pt,1pt,1pt">
                <w:txbxContent>
                  <w:p w:rsidR="009E23C5" w:rsidRPr="00A52DA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A52DAC"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rect id="_x0000_s3723" style="position:absolute;left:8208;top:2212;width:628;height:239" o:regroupid="211" filled="f" strokeweight="1.25pt"/>
            <v:rect id="_x0000_s3724" style="position:absolute;left:7182;top:2223;width:628;height:239" o:regroupid="211" filled="f" strokeweight="1.25pt"/>
            <v:line id="_x0000_s3725" style="position:absolute" from="9120,3078" to="9120,3363" o:regroupid="211" strokeweight="1.25pt"/>
            <v:oval id="_x0000_s3726" style="position:absolute;left:8835;top:2508;width:570;height:570" o:regroupid="211" filled="f" strokeweight="1.25pt"/>
            <v:shape id="_x0000_s3727" type="#_x0000_t202" style="position:absolute;left:8892;top:2622;width:498;height:399" o:regroupid="211" filled="f" stroked="f" strokeweight="1.25pt">
              <v:textbox style="mso-next-textbox:#_x0000_s3727">
                <w:txbxContent>
                  <w:p w:rsidR="009E23C5" w:rsidRPr="002A7F99" w:rsidRDefault="009E23C5" w:rsidP="0033161D">
                    <w:pPr>
                      <w:jc w:val="both"/>
                      <w:rPr>
                        <w:b/>
                        <w:sz w:val="24"/>
                        <w:lang w:val="en-US"/>
                      </w:rPr>
                    </w:pPr>
                    <w:r w:rsidRPr="002A7F99">
                      <w:rPr>
                        <w:b/>
                        <w:sz w:val="24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3728" style="position:absolute" from="7695,2907" to="7706,3192" o:regroupid="211" strokeweight="1.25pt"/>
            <v:oval id="_x0000_s3729" style="position:absolute;left:6499;top:3134;width:568;height:570;rotation:5673741fd;flip:y" o:regroupid="211" filled="f" strokeweight="1.25pt"/>
            <v:line id="_x0000_s3730" style="position:absolute;rotation:270" from="6384,3819" to="7182,3819" o:regroupid="211" strokeweight="1.25pt">
              <v:stroke startarrowwidth="narrow" startarrowlength="short" endarrow="open" endarrowlength="short"/>
            </v:line>
            <v:line id="_x0000_s3731" style="position:absolute;rotation:90;flip:y" from="6755,3334" to="6813,3335" o:regroupid="211" strokeweight="1.25pt">
              <v:stroke endarrow="open" endarrowlength="short"/>
            </v:line>
            <v:rect id="_x0000_s3732" style="position:absolute;left:5814;top:3135;width:685;height:444;flip:y" o:regroupid="211" filled="f" stroked="f" strokeweight="1.25pt">
              <v:textbox style="mso-next-textbox:#_x0000_s3732" inset="1pt,1pt,1pt,1pt">
                <w:txbxContent>
                  <w:p w:rsidR="009E23C5" w:rsidRPr="000B6D6D" w:rsidRDefault="009E23C5" w:rsidP="003316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3733" style="position:absolute;flip:x y" from="6498,2166" to="6498,2508" o:regroupid="211" strokeweight="2.5pt">
              <v:stroke endarrowwidth="narrow" endarrowlength="short"/>
            </v:line>
            <v:group id="_x0000_s3734" style="position:absolute;left:9519;top:2565;width:114;height:228" coordorigin="6954,3876" coordsize="741,969" o:regroupid="211">
              <v:line id="_x0000_s3735" style="position:absolute;rotation:-90;flip:x" from="7325,4564" to="7325,4975"/>
              <v:group id="_x0000_s3736" style="position:absolute;left:6954;top:3876;width:741;height:969" coordorigin="4266,11962" coordsize="575,853">
                <v:line id="_x0000_s3737" style="position:absolute;rotation:-90;flip:y" from="4009,12559" to="4522,12559"/>
                <v:shape id="_x0000_s3738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3739" style="position:absolute;rotation:-90;flip:y" from="4579,12559" to="5092,12559"/>
              </v:group>
            </v:group>
            <v:rect id="_x0000_s3740" style="position:absolute;left:9690;top:6099;width:399;height:342" o:regroupid="211" filled="f" stroked="f" strokeweight="1.25pt">
              <v:textbox style="mso-next-textbox:#_x0000_s3740" inset="1pt,1pt,1pt,1pt">
                <w:txbxContent>
                  <w:p w:rsidR="009E23C5" w:rsidRPr="0049087A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741" style="position:absolute;left:8037;top:5985;width:399;height:342" o:regroupid="211" filled="f" stroked="f" strokeweight="1.25pt">
              <v:textbox style="mso-next-textbox:#_x0000_s3741" inset="1pt,1pt,1pt,1pt">
                <w:txbxContent>
                  <w:p w:rsidR="009E23C5" w:rsidRPr="0049087A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line id="_x0000_s3742" style="position:absolute" from="5985,7182" to="7581,7194" o:regroupid="211" strokeweight="1.25pt">
              <v:stroke startarrowwidth="narrow" startarrowlength="short"/>
            </v:line>
            <v:rect id="_x0000_s3743" style="position:absolute;left:7569;top:7083;width:627;height:228" o:regroupid="211" filled="f" strokeweight="1.25pt"/>
            <v:group id="_x0000_s3744" style="position:absolute;left:9463;top:5902;width:114;height:679" coordorigin="5758,12217" coordsize="114,679" o:regroupid="211">
              <v:shape id="_x0000_s3745" type="#_x0000_t19" style="position:absolute;left:5758;top:12217;width:114;height:114" strokeweight="1.25pt"/>
              <v:shape id="_x0000_s3746" type="#_x0000_t19" style="position:absolute;left:5758;top:12330;width:114;height:114;flip:y" strokeweight="1.25pt"/>
              <v:shape id="_x0000_s3747" type="#_x0000_t19" style="position:absolute;left:5758;top:12443;width:114;height:114" strokeweight="1.25pt"/>
              <v:shape id="_x0000_s3748" type="#_x0000_t19" style="position:absolute;left:5758;top:12556;width:114;height:114;flip:y" strokeweight="1.25pt"/>
              <v:shape id="_x0000_s3749" type="#_x0000_t19" style="position:absolute;left:5758;top:12782;width:114;height:114;flip:y" strokeweight="1.25pt"/>
              <v:shape id="_x0000_s3750" type="#_x0000_t19" style="position:absolute;left:5758;top:12669;width:114;height:114" strokeweight="1.25pt"/>
            </v:group>
            <v:rect id="_x0000_s3751" style="position:absolute;left:7752;top:6681;width:399;height:342" o:regroupid="211" filled="f" stroked="f" strokeweight="1.25pt">
              <v:textbox style="mso-next-textbox:#_x0000_s3751" inset="1pt,1pt,1pt,1pt">
                <w:txbxContent>
                  <w:p w:rsidR="009E23C5" w:rsidRDefault="009E23C5" w:rsidP="0033161D"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group id="_x0000_s3752" style="position:absolute;left:8551;top:6128;width:456;height:115" coordorigin="4234,7880" coordsize="456,115" o:regroupid="211">
              <v:line id="_x0000_s3753" style="position:absolute;rotation:29520573fd;flip:x" from="4461,7767" to="4462,8223" strokeweight="2.5pt"/>
              <v:line id="_x0000_s3754" style="position:absolute;rotation:-29520573fd" from="4461,7653" to="4462,8109" strokeweight="2.5pt"/>
            </v:group>
            <v:line id="_x0000_s3755" style="position:absolute;rotation:17673122fd" from="8436,5767" to="9120,5768" o:regroupid="211" strokeweight="1.25pt">
              <v:stroke endarrow="oval" endarrowwidth="narrow" endarrowlength="short"/>
            </v:line>
            <v:line id="_x0000_s3756" style="position:absolute;flip:x" from="9462,6564" to="9462,7194" o:regroupid="211" strokeweight="1.25pt"/>
            <v:line id="_x0000_s3757" style="position:absolute" from="9462,5427" to="9463,5900" o:regroupid="211" strokeweight="1.25pt"/>
            <v:rect id="_x0000_s3758" style="position:absolute;left:7170;top:4845;width:399;height:342" o:regroupid="211" filled="f" stroked="f" strokeweight="1.25pt">
              <v:textbox style="mso-next-textbox:#_x0000_s3758" inset="1pt,1pt,1pt,1pt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3759" style="position:absolute;left:7980;top:4845;width:342;height:340" o:regroupid="211" filled="f" stroked="f" strokeweight="1.25pt">
              <v:textbox style="mso-next-textbox:#_x0000_s3759" inset="1pt,1pt,1pt,1pt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  <w:r>
                      <w:rPr>
                        <w:sz w:val="16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760" style="position:absolute" from="8766,6270" to="8778,6453" o:regroupid="211" strokeweight="1.25pt"/>
            <v:line id="_x0000_s3761" style="position:absolute" from="8196,7194" to="9462,7194" o:regroupid="211" strokeweight="1.25pt"/>
            <v:line id="_x0000_s3762" style="position:absolute" from="5985,5415" to="7068,5415" o:regroupid="211" strokeweight="1.25pt">
              <v:stroke startarrowwidth="narrow" startarrowlength="short"/>
            </v:line>
            <v:line id="_x0000_s3763" style="position:absolute" from="8766,7023" to="8766,7194" o:regroupid="211" strokeweight="1.25pt">
              <v:stroke endarrow="oval" endarrowwidth="narrow" endarrowlength="short"/>
            </v:line>
            <v:group id="_x0000_s3764" style="position:absolute;left:8025;top:5188;width:114;height:456" coordorigin="3423,6940" coordsize="114,456" o:regroupid="211">
              <v:line id="_x0000_s3765" style="position:absolute;flip:x" from="3423,6940" to="3423,7396" strokeweight="2.5pt"/>
              <v:line id="_x0000_s3766" style="position:absolute" from="3537,6940" to="3537,7396" strokeweight="2.5pt"/>
            </v:group>
            <v:group id="_x0000_s3767" style="position:absolute;left:7056;top:5302;width:684;height:115" coordorigin="3066,11617" coordsize="684,115" o:regroupid="211">
              <v:shape id="_x0000_s3768" type="#_x0000_t19" style="position:absolute;left:3408;top:11617;width:114;height:114;rotation:270;flip:x" strokeweight="1.25pt"/>
              <v:shape id="_x0000_s3769" type="#_x0000_t19" style="position:absolute;left:3295;top:11618;width:114;height:114;rotation:-270;flip:x y" strokeweight="1.25pt"/>
              <v:shape id="_x0000_s3770" type="#_x0000_t19" style="position:absolute;left:3636;top:11617;width:114;height:114;rotation:270;flip:x" strokeweight="1.25pt"/>
              <v:shape id="_x0000_s3771" type="#_x0000_t19" style="position:absolute;left:3522;top:11617;width:114;height:114;rotation:-270;flip:x y" strokeweight="1.25pt"/>
              <v:shape id="_x0000_s3772" type="#_x0000_t19" style="position:absolute;left:3066;top:11617;width:114;height:114;rotation:-270;flip:x y" strokeweight="1.25pt"/>
              <v:shape id="_x0000_s3773" type="#_x0000_t19" style="position:absolute;left:3180;top:11617;width:114;height:114;rotation:270;flip:x" strokeweight="1.25pt"/>
            </v:group>
            <v:line id="_x0000_s3774" style="position:absolute" from="7740,5413" to="8025,5413" o:regroupid="211" strokeweight="1.25pt"/>
            <v:line id="_x0000_s3775" style="position:absolute;flip:y" from="8151,5427" to="9462,5427" o:regroupid="211" strokeweight="1.25pt"/>
            <v:line id="_x0000_s3776" style="position:absolute" from="6840,5427" to="6840,5997" o:regroupid="211" strokeweight="1.25pt">
              <v:stroke startarrow="oval" startarrowwidth="narrow" startarrowlength="short"/>
            </v:line>
            <v:line id="_x0000_s3777" style="position:absolute;flip:y" from="6840,6564" to="6840,7191" o:regroupid="211" strokeweight="1.25pt">
              <v:stroke startarrow="oval" startarrowwidth="narrow" startarrowlength="short" endarrowwidth="narrow" endarrowlength="short"/>
            </v:line>
            <v:oval id="_x0000_s3778" style="position:absolute;left:8493;top:6453;width:570;height:570" o:regroupid="211" filled="f" strokeweight="1.25pt"/>
            <v:shape id="_x0000_s3779" type="#_x0000_t202" style="position:absolute;left:8550;top:6567;width:498;height:387" o:regroupid="211" filled="f" stroked="f" strokeweight="1.25pt">
              <v:textbox style="mso-next-textbox:#_x0000_s3779">
                <w:txbxContent>
                  <w:p w:rsidR="009E23C5" w:rsidRPr="00147A3F" w:rsidRDefault="009E23C5" w:rsidP="0033161D">
                    <w:pPr>
                      <w:rPr>
                        <w:b/>
                        <w:sz w:val="24"/>
                        <w:lang w:val="en-US"/>
                      </w:rPr>
                    </w:pPr>
                    <w:r w:rsidRPr="00147A3F">
                      <w:rPr>
                        <w:b/>
                        <w:sz w:val="24"/>
                        <w:lang w:val="en-US"/>
                      </w:rPr>
                      <w:t>A</w:t>
                    </w:r>
                  </w:p>
                </w:txbxContent>
              </v:textbox>
            </v:shape>
            <v:group id="_x0000_s3780" style="position:absolute;left:6555;top:5997;width:570;height:627" coordorigin="3705,7524" coordsize="570,627" o:regroupid="211">
              <v:oval id="_x0000_s3781" style="position:absolute;left:3705;top:7524;width:570;height:570" filled="f" strokeweight="1.25pt"/>
              <v:shape id="_x0000_s3782" type="#_x0000_t202" style="position:absolute;left:3705;top:7611;width:441;height:540" filled="f" stroked="f" strokeweight="1.25pt">
                <v:textbox style="mso-next-textbox:#_x0000_s3782">
                  <w:txbxContent>
                    <w:p w:rsidR="009E23C5" w:rsidRPr="00147A3F" w:rsidRDefault="009E23C5" w:rsidP="003316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47A3F">
                        <w:rPr>
                          <w:b/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group id="_x0000_s3783" style="position:absolute;left:7068;top:5700;width:171;height:285" coordorigin="6840,6555" coordsize="171,285" o:regroupid="211">
              <v:line id="_x0000_s3784" style="position:absolute;rotation:-90;flip:x" from="6754,6698" to="7039,6698"/>
              <v:line id="_x0000_s3785" style="position:absolute;rotation:-90" from="6903,6518" to="6948,6689">
                <v:stroke endarrow="oval" endarrowwidth="narrow" endarrowlength="short"/>
              </v:line>
              <v:line id="_x0000_s3786" style="position:absolute;rotation:-90;flip:y" from="6903,6706" to="6948,6877">
                <v:stroke endarrow="oval" endarrowwidth="narrow" endarrowlength="short"/>
              </v:line>
              <v:group id="_x0000_s3787" style="position:absolute;left:6840;top:6626;width:120;height:143" coordorigin="9681,14354" coordsize="399,912">
                <v:line id="_x0000_s3788" style="position:absolute;rotation:-90;flip:y" from="9767,14724" to="9995,15123"/>
                <v:line id="_x0000_s3789" style="position:absolute;rotation:-90;flip:y" from="9767,14268" to="9995,14667"/>
                <v:line id="_x0000_s3790" style="position:absolute;rotation:-90" from="9767,14496" to="9995,14895"/>
                <v:line id="_x0000_s3791" style="position:absolute;rotation:-90" from="9767,14952" to="9995,15351"/>
              </v:group>
            </v:group>
            <v:group id="_x0000_s3792" style="position:absolute;left:9120;top:6327;width:171;height:285" coordorigin="6840,6555" coordsize="171,285" o:regroupid="211">
              <v:line id="_x0000_s3793" style="position:absolute;rotation:-90;flip:x" from="6754,6698" to="7039,6698"/>
              <v:line id="_x0000_s3794" style="position:absolute;rotation:-90" from="6903,6518" to="6948,6689">
                <v:stroke endarrow="oval" endarrowwidth="narrow" endarrowlength="short"/>
              </v:line>
              <v:line id="_x0000_s3795" style="position:absolute;rotation:-90;flip:y" from="6903,6706" to="6948,6877">
                <v:stroke endarrow="oval" endarrowwidth="narrow" endarrowlength="short"/>
              </v:line>
              <v:group id="_x0000_s3796" style="position:absolute;left:6840;top:6626;width:120;height:143" coordorigin="9681,14354" coordsize="399,912">
                <v:line id="_x0000_s3797" style="position:absolute;rotation:-90;flip:y" from="9767,14724" to="9995,15123"/>
                <v:line id="_x0000_s3798" style="position:absolute;rotation:-90;flip:y" from="9767,14268" to="9995,14667"/>
                <v:line id="_x0000_s3799" style="position:absolute;rotation:-90" from="9767,14496" to="9995,14895"/>
                <v:line id="_x0000_s3800" style="position:absolute;rotation:-90" from="9767,14952" to="9995,15351"/>
              </v:group>
            </v:group>
            <v:rect id="_x0000_s3801" style="position:absolute;left:5016;top:6099;width:628;height:400;rotation:-180;flip:x" o:regroupid="211" filled="f" stroked="f" strokeweight="1.25pt">
              <v:textbox style="mso-next-textbox:#_x0000_s3801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oval id="_x0000_s3802" style="position:absolute;left:5700;top:5985;width:568;height:570" o:regroupid="211" filled="f" strokeweight="1.25pt"/>
            <v:line id="_x0000_s3803" style="position:absolute" from="5985,5415" to="5985,7182" o:regroupid="211" strokeweight="1.25pt"/>
            <v:line id="_x0000_s3804" style="position:absolute;flip:y" from="5983,6156" to="5983,6384" o:regroupid="211" strokeweight="1pt">
              <v:stroke endarrow="block" endarrowwidth="wide"/>
            </v:line>
            <v:line id="_x0000_s3805" style="position:absolute;flip:y" from="8037,8436" to="8379,8664" o:regroupid="211" strokeweight="1.25pt">
              <v:stroke startarrow="oval" startarrowwidth="narrow" startarrowlength="short"/>
            </v:line>
            <v:line id="_x0000_s3806" style="position:absolute;flip:y" from="8436,8550" to="8436,8664" o:regroupid="211" strokeweight="1.25pt"/>
            <v:line id="_x0000_s3807" style="position:absolute" from="8094,8436" to="8208,8550" o:regroupid="211">
              <v:stroke endarrow="classic"/>
            </v:lin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3808" style="position:absolute;margin-left:3.2pt;margin-top:.15pt;width:456.05pt;height:706.8pt;z-index:251651072" coordorigin="1482,570" coordsize="9121,14136">
            <v:line id="_x0000_s3809" style="position:absolute" from="9234,5807" to="9235,6079" o:regroupid="209" strokeweight="1.25pt">
              <v:stroke endarrow="classic"/>
            </v:line>
            <v:line id="_x0000_s3810" style="position:absolute;rotation:180" from="9234,5636" to="9234,6263" o:regroupid="209" strokeweight="1.25pt"/>
            <v:line id="_x0000_s3811" style="position:absolute;rotation:180" from="9234,6377" to="9234,7004" o:regroupid="209" strokeweight="1.25pt">
              <v:stroke endarrowwidth="narrow" endarrowlength="short"/>
            </v:line>
            <v:line id="_x0000_s3812" style="position:absolute;rotation:-90;flip:x y" from="8179,6862" to="8464,6862" o:regroupid="209" strokeweight="1.25pt">
              <v:stroke endarrow="oval" endarrowwidth="narrow" endarrowlength="short"/>
            </v:line>
            <v:group id="_x0000_s3813" style="position:absolute;left:9006;top:6263;width:417;height:110" coordorigin="3419,4550" coordsize="417,110" o:regroupid="209">
              <v:line id="_x0000_s3814" style="position:absolute;rotation:-90;flip:y" from="3627,4342" to="3628,4759" strokeweight="2.5pt"/>
              <v:line id="_x0000_s3815" style="position:absolute;rotation:-90;flip:y" from="3624,4447" to="3632,4864" strokeweight="2.5pt"/>
            </v:group>
            <v:line id="_x0000_s3816" style="position:absolute;rotation:-90;flip:y" from="8179,5779" to="8464,5779" o:regroupid="209" strokeweight="1.25pt">
              <v:stroke startarrow="oval" startarrowwidth="narrow" startarrowlength="short"/>
            </v:line>
            <v:line id="_x0000_s3817" style="position:absolute;flip:x" from="7296,7004" to="9234,7004" o:regroupid="209" strokeweight="1.25pt">
              <v:stroke endarrowwidth="narrow" endarrowlength="short"/>
            </v:line>
            <v:group id="_x0000_s3818" style="position:absolute;left:8006;top:6252;width:818;height:156;rotation:90" coordorigin="2610,3435" coordsize="818,156" o:regroupid="209">
              <v:shape id="_x0000_s3819" type="#_x0000_t19" style="position:absolute;left:3019;top:3437;width:137;height:154" strokeweight="1.25pt"/>
              <v:shape id="_x0000_s3820" type="#_x0000_t19" style="position:absolute;left:2746;top:3435;width:137;height:154" strokeweight="1.25pt"/>
              <v:shape id="_x0000_s3821" type="#_x0000_t19" style="position:absolute;left:3155;top:3437;width:137;height:154;flip:x" strokeweight="1.25pt"/>
              <v:shape id="_x0000_s3822" type="#_x0000_t19" style="position:absolute;left:2882;top:3437;width:137;height:154;flip:x" strokeweight="1.25pt"/>
              <v:shape id="_x0000_s3823" type="#_x0000_t19" style="position:absolute;left:2610;top:3437;width:137;height:154;flip:x" strokeweight="1.25pt"/>
              <v:shape id="_x0000_s3824" type="#_x0000_t19" style="position:absolute;left:3291;top:3437;width:137;height:154" strokeweight="1.25pt"/>
            </v:group>
            <v:line id="_x0000_s3825" style="position:absolute;flip:x" from="7980,5636" to="9234,5637" o:regroupid="209" strokeweight="1.25pt"/>
            <v:shape id="_x0000_s3826" type="#_x0000_t202" style="position:absolute;left:1539;top:1133;width:2337;height:432" o:regroupid="209" filled="f" stroked="f">
              <v:textbox style="mso-next-textbox:#_x0000_s3826">
                <w:txbxContent>
                  <w:p w:rsidR="009E23C5" w:rsidRPr="00684A7E" w:rsidRDefault="009E23C5" w:rsidP="0033161D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3827" type="#_x0000_t202" style="position:absolute;left:1938;top:1760;width:1539;height:2109" o:regroupid="209" filled="f" stroked="f">
              <v:textbox style="mso-next-textbox:#_x0000_s3827">
                <w:txbxContent>
                  <w:p w:rsidR="009E23C5" w:rsidRPr="00B83B3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 0.4 А,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 w:rsidRPr="00D01D3C"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</w:rPr>
                      <w:t>= 9 В,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szCs w:val="24"/>
                      </w:rPr>
                      <w:t>Е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</w:rPr>
                      <w:t>= 15 Ом,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</w:rPr>
                      <w:t>= 12 Ом,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>
                      <w:rPr>
                        <w:sz w:val="24"/>
                      </w:rPr>
                      <w:t>= 15 Ом,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4 </w:t>
                    </w:r>
                    <w:r>
                      <w:rPr>
                        <w:sz w:val="24"/>
                      </w:rPr>
                      <w:t>= 12 Ом,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5 </w:t>
                    </w:r>
                    <w:r>
                      <w:rPr>
                        <w:sz w:val="24"/>
                      </w:rPr>
                      <w:t>= 5 Ом.</w:t>
                    </w:r>
                  </w:p>
                </w:txbxContent>
              </v:textbox>
            </v:shape>
            <v:shape id="_x0000_s3828" type="#_x0000_t202" style="position:absolute;left:1881;top:5465;width:2508;height:2109" o:regroupid="209" filled="f" stroked="f">
              <v:textbox style="mso-next-textbox:#_x0000_s3828">
                <w:txbxContent>
                  <w:p w:rsidR="009E23C5" w:rsidRPr="00510963" w:rsidRDefault="009E23C5" w:rsidP="003316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156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>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3316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</w:t>
                    </w:r>
                    <w:r w:rsidRPr="00B52FF3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510963">
                      <w:rPr>
                        <w:sz w:val="24"/>
                        <w:lang w:val="es-ES"/>
                      </w:rPr>
                      <w:t>=</w:t>
                    </w:r>
                    <w:r w:rsidRPr="00B52FF3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50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3316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</w:rPr>
                      <w:t xml:space="preserve">  </w:t>
                    </w:r>
                    <w:r>
                      <w:rPr>
                        <w:sz w:val="24"/>
                        <w:lang w:val="fr-FR"/>
                      </w:rPr>
                      <w:t>50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D01D3C" w:rsidRDefault="009E23C5" w:rsidP="0033161D">
                    <w:pPr>
                      <w:jc w:val="both"/>
                      <w:rPr>
                        <w:sz w:val="24"/>
                      </w:rPr>
                    </w:pPr>
                    <w:r w:rsidRPr="00D01D3C">
                      <w:rPr>
                        <w:sz w:val="24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1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25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33161D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5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3316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0.</w:t>
                    </w:r>
                    <w:r>
                      <w:rPr>
                        <w:sz w:val="24"/>
                      </w:rPr>
                      <w:t>35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3829" type="#_x0000_t202" style="position:absolute;left:1482;top:570;width:2565;height:456" o:regroupid="209">
              <v:textbox style="mso-next-textbox:#_x0000_s3829">
                <w:txbxContent>
                  <w:p w:rsidR="009E23C5" w:rsidRPr="002504FE" w:rsidRDefault="009E23C5" w:rsidP="003316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shape>
            <v:rect id="_x0000_s3830" style="position:absolute;left:1482;top:1022;width:9121;height:3420" o:regroupid="209" filled="f" strokeweight="2pt"/>
            <v:shape id="_x0000_s3831" type="#_x0000_t202" style="position:absolute;left:1482;top:4553;width:2387;height:432" o:regroupid="209" filled="f" stroked="f">
              <v:textbox style="mso-next-textbox:#_x0000_s3831">
                <w:txbxContent>
                  <w:p w:rsidR="009E23C5" w:rsidRPr="00EA2324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4</w:t>
                    </w:r>
                  </w:p>
                </w:txbxContent>
              </v:textbox>
            </v:shape>
            <v:rect id="_x0000_s3832" style="position:absolute;left:1482;top:4442;width:9121;height:3420" o:regroupid="209" filled="f" strokeweight="2pt"/>
            <v:shape id="_x0000_s3833" type="#_x0000_t202" style="position:absolute;left:1824;top:8543;width:3306;height:2280" o:regroupid="209" stroked="f">
              <v:textbox style="mso-next-textbox:#_x0000_s3833">
                <w:txbxContent>
                  <w:p w:rsidR="009E23C5" w:rsidRPr="00D01D3C" w:rsidRDefault="009E23C5" w:rsidP="0033161D">
                    <w:pPr>
                      <w:rPr>
                        <w:sz w:val="24"/>
                        <w:lang w:val="es-ES"/>
                      </w:rPr>
                    </w:pPr>
                    <w:r w:rsidRPr="00D01D3C">
                      <w:rPr>
                        <w:sz w:val="24"/>
                        <w:lang w:val="es-ES"/>
                      </w:rPr>
                      <w:t>E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>=</w:t>
                    </w:r>
                    <w:r>
                      <w:rPr>
                        <w:sz w:val="24"/>
                      </w:rPr>
                      <w:t xml:space="preserve"> 24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 B</w:t>
                    </w:r>
                  </w:p>
                  <w:p w:rsidR="009E23C5" w:rsidRPr="00D01D3C" w:rsidRDefault="009E23C5" w:rsidP="0033161D">
                    <w:pPr>
                      <w:rPr>
                        <w:sz w:val="24"/>
                        <w:lang w:val="es-ES"/>
                      </w:rPr>
                    </w:pPr>
                    <w:r w:rsidRPr="00D01D3C">
                      <w:rPr>
                        <w:sz w:val="24"/>
                        <w:lang w:val="es-ES"/>
                      </w:rPr>
                      <w:t>R</w:t>
                    </w:r>
                    <w:r w:rsidRPr="00D01D3C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>=</w:t>
                    </w:r>
                    <w:r>
                      <w:rPr>
                        <w:sz w:val="24"/>
                      </w:rPr>
                      <w:t xml:space="preserve"> 5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00 </w:t>
                    </w:r>
                    <w:r>
                      <w:rPr>
                        <w:sz w:val="24"/>
                      </w:rPr>
                      <w:t>Ом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, </w:t>
                    </w:r>
                  </w:p>
                  <w:p w:rsidR="009E23C5" w:rsidRPr="00D01D3C" w:rsidRDefault="009E23C5" w:rsidP="0033161D">
                    <w:pPr>
                      <w:rPr>
                        <w:sz w:val="24"/>
                        <w:lang w:val="es-ES"/>
                      </w:rPr>
                    </w:pPr>
                    <w:r w:rsidRPr="00D01D3C">
                      <w:rPr>
                        <w:sz w:val="24"/>
                        <w:lang w:val="es-ES"/>
                      </w:rPr>
                      <w:t>R</w:t>
                    </w:r>
                    <w:r w:rsidRPr="00D01D3C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>=</w:t>
                    </w:r>
                    <w:r>
                      <w:rPr>
                        <w:sz w:val="24"/>
                      </w:rPr>
                      <w:t xml:space="preserve"> 2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00 </w:t>
                    </w:r>
                    <w:r>
                      <w:rPr>
                        <w:sz w:val="24"/>
                      </w:rPr>
                      <w:t>Ом</w:t>
                    </w:r>
                    <w:r w:rsidRPr="00D01D3C">
                      <w:rPr>
                        <w:sz w:val="24"/>
                        <w:lang w:val="es-ES"/>
                      </w:rPr>
                      <w:t>,</w:t>
                    </w:r>
                  </w:p>
                  <w:p w:rsidR="009E23C5" w:rsidRPr="00D01D3C" w:rsidRDefault="009E23C5" w:rsidP="0033161D">
                    <w:pPr>
                      <w:rPr>
                        <w:sz w:val="24"/>
                        <w:lang w:val="es-ES"/>
                      </w:rPr>
                    </w:pPr>
                    <w:r w:rsidRPr="00D01D3C">
                      <w:rPr>
                        <w:sz w:val="24"/>
                        <w:lang w:val="es-ES"/>
                      </w:rPr>
                      <w:t>L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D01D3C">
                      <w:rPr>
                        <w:sz w:val="24"/>
                        <w:lang w:val="es-ES"/>
                      </w:rPr>
                      <w:t xml:space="preserve">0.25 </w:t>
                    </w:r>
                    <w:r>
                      <w:rPr>
                        <w:sz w:val="24"/>
                      </w:rPr>
                      <w:t>Гн</w:t>
                    </w:r>
                    <w:r w:rsidRPr="00D01D3C">
                      <w:rPr>
                        <w:sz w:val="24"/>
                        <w:lang w:val="es-ES"/>
                      </w:rPr>
                      <w:t>.</w:t>
                    </w:r>
                  </w:p>
                  <w:p w:rsidR="009E23C5" w:rsidRPr="00D01D3C" w:rsidRDefault="009E23C5" w:rsidP="0033161D">
                    <w:pPr>
                      <w:rPr>
                        <w:lang w:val="es-ES"/>
                      </w:rPr>
                    </w:pPr>
                  </w:p>
                  <w:p w:rsidR="009E23C5" w:rsidRDefault="009E23C5" w:rsidP="0033161D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3834" style="position:absolute;left:1482;top:7862;width:9121;height:3420" o:regroupid="209" filled="f" strokeweight="2pt"/>
            <v:rect id="_x0000_s3835" style="position:absolute;left:1482;top:11286;width:9121;height:3420" o:regroupid="209" filled="f" strokeweight="2pt"/>
            <v:shape id="_x0000_s3836" type="#_x0000_t202" style="position:absolute;left:1539;top:7943;width:2387;height:432" o:regroupid="209" filled="f" stroked="f">
              <v:textbox style="mso-next-textbox:#_x0000_s3836">
                <w:txbxContent>
                  <w:p w:rsidR="009E23C5" w:rsidRPr="00EA2324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3837" type="#_x0000_t202" style="position:absolute;left:1539;top:11339;width:2387;height:432" o:regroupid="209" filled="f" stroked="f">
              <v:textbox style="mso-next-textbox:#_x0000_s3837">
                <w:txbxContent>
                  <w:p w:rsidR="009E23C5" w:rsidRPr="00EA2324" w:rsidRDefault="009E23C5" w:rsidP="003316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4</w:t>
                    </w:r>
                  </w:p>
                </w:txbxContent>
              </v:textbox>
            </v:shape>
            <v:rect id="_x0000_s3838" style="position:absolute;left:4503;top:6113;width:628;height:400;rotation:-180;flip:x" o:regroupid="209" filled="f" stroked="f" strokeweight="1.25pt">
              <v:textbox style="mso-next-textbox:#_x0000_s3838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3839" style="position:absolute;left:8549;top:5636;width:400;height:342" o:regroupid="209" filled="f" stroked="f" strokeweight="1.25pt">
              <v:textbox style="mso-next-textbox:#_x0000_s3839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6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3840" style="position:absolute;left:7410;top:5237;width:400;height:342" o:regroupid="209" filled="f" stroked="f" strokeweight="1.25pt">
              <v:textbox style="mso-next-textbox:#_x0000_s3840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6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3841" style="position:absolute;rotation:-90" from="7543,5501" to="7544,5773" o:regroupid="209" strokeweight="1.25pt">
              <v:stroke endarrow="classic"/>
            </v:line>
            <v:line id="_x0000_s3842" style="position:absolute;rotation:90" from="7579,5351" to="7579,5921" o:regroupid="209" strokeweight="1.25pt"/>
            <v:line id="_x0000_s3843" style="position:absolute;rotation:90;flip:y" from="6069,5036" to="6070,6235" o:regroupid="209" strokeweight="1.25pt">
              <v:stroke endarrowwidth="narrow" endarrowlength="short"/>
            </v:line>
            <v:rect id="_x0000_s3844" style="position:absolute;left:6669;top:5522;width:628;height:239;rotation:180" o:regroupid="209" filled="f" strokeweight="1.25pt"/>
            <v:group id="_x0000_s3845" style="position:absolute;left:7712;top:5562;width:417;height:110;rotation:-90" coordorigin="3419,4550" coordsize="417,110" o:regroupid="209">
              <v:line id="_x0000_s3846" style="position:absolute;rotation:-90;flip:y" from="3627,4342" to="3628,4759" strokeweight="2.5pt"/>
              <v:line id="_x0000_s3847" style="position:absolute;rotation:-90;flip:y" from="3624,4447" to="3632,4864" strokeweight="2.5pt"/>
            </v:group>
            <v:line id="_x0000_s3848" style="position:absolute;flip:x" from="5470,7004" to="6726,7004" o:regroupid="209" strokeweight="1.25pt">
              <v:stroke endarrowwidth="narrow" endarrowlength="short"/>
            </v:line>
            <v:rect id="_x0000_s3849" style="position:absolute;left:8037;top:5179;width:399;height:400;rotation:-180;flip:x" o:regroupid="209" filled="f" stroked="f" strokeweight="1.25pt">
              <v:textbox style="mso-next-textbox:#_x0000_s3849" inset="1pt,1pt,1pt,1pt">
                <w:txbxContent>
                  <w:p w:rsidR="009E23C5" w:rsidRPr="00510963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3850" style="position:absolute;left:7923;top:6149;width:399;height:342;rotation:-180;flip:x" o:regroupid="209" filled="f" stroked="f" strokeweight="1.25pt">
              <v:textbox style="mso-next-textbox:#_x0000_s3850" inset="1pt,1pt,1pt,1pt">
                <w:txbxContent>
                  <w:p w:rsidR="009E23C5" w:rsidRPr="00510963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851" style="position:absolute;left:6840;top:5179;width:513;height:400;rotation:-180;flip:x" o:regroupid="209" filled="f" stroked="f" strokeweight="1.25pt">
              <v:textbox style="mso-next-textbox:#_x0000_s3851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3852" style="position:absolute;left:9347;top:5807;width:400;height:342" o:regroupid="209" filled="f" stroked="f" strokeweight="1.25pt">
              <v:textbox style="mso-next-textbox:#_x0000_s3852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70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oval id="_x0000_s3853" style="position:absolute;left:5187;top:6035;width:568;height:570" o:regroupid="209" filled="f" strokeweight="1.25pt"/>
            <v:line id="_x0000_s3854" style="position:absolute" from="5472,5636" to="5472,7004" o:regroupid="209" strokeweight="1.25pt"/>
            <v:line id="_x0000_s3855" style="position:absolute;flip:y" from="5472,6206" to="5472,6434" o:regroupid="209" strokeweight="1pt">
              <v:stroke endarrow="block" endarrowwidth="wide"/>
            </v:line>
            <v:group id="_x0000_s3856" style="position:absolute;left:5871;top:6035;width:570;height:627" coordorigin="3705,7524" coordsize="570,627" o:regroupid="209">
              <v:oval id="_x0000_s3857" style="position:absolute;left:3705;top:7524;width:570;height:570" filled="f" strokeweight="1.25pt"/>
              <v:shape id="_x0000_s3858" type="#_x0000_t202" style="position:absolute;left:3705;top:7611;width:441;height:540" filled="f" stroked="f" strokeweight="1.25pt">
                <v:textbox style="mso-next-textbox:#_x0000_s3858">
                  <w:txbxContent>
                    <w:p w:rsidR="009E23C5" w:rsidRPr="00AD4532" w:rsidRDefault="009E23C5" w:rsidP="0033161D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3859" style="position:absolute;flip:x" from="6156,6605" to="6156,7004" o:regroupid="209" strokeweight=".5pt">
              <v:stroke endarrow="oval" endarrowwidth="narrow" endarrowlength="short"/>
            </v:line>
            <v:group id="_x0000_s3860" style="position:absolute;left:6384;top:5807;width:171;height:285" coordorigin="6840,6555" coordsize="171,285" o:regroupid="209">
              <v:line id="_x0000_s3861" style="position:absolute;rotation:-90;flip:x" from="6754,6698" to="7039,6698"/>
              <v:line id="_x0000_s3862" style="position:absolute;rotation:-90" from="6903,6518" to="6948,6689">
                <v:stroke endarrow="oval" endarrowwidth="narrow" endarrowlength="short"/>
              </v:line>
              <v:line id="_x0000_s3863" style="position:absolute;rotation:-90;flip:y" from="6903,6706" to="6948,6877">
                <v:stroke endarrow="oval" endarrowwidth="narrow" endarrowlength="short"/>
              </v:line>
              <v:group id="_x0000_s3864" style="position:absolute;left:6840;top:6626;width:120;height:143" coordorigin="9681,14354" coordsize="399,912">
                <v:line id="_x0000_s3865" style="position:absolute;rotation:-90;flip:y" from="9767,14724" to="9995,15123"/>
                <v:line id="_x0000_s3866" style="position:absolute;rotation:-90;flip:y" from="9767,14268" to="9995,14667"/>
                <v:line id="_x0000_s3867" style="position:absolute;rotation:-90" from="9767,14496" to="9995,14895"/>
                <v:line id="_x0000_s3868" style="position:absolute;rotation:-90" from="9767,14952" to="9995,15351"/>
              </v:group>
            </v:group>
            <v:oval id="_x0000_s3869" style="position:absolute;left:6726;top:6719;width:568;height:570" o:regroupid="209" filled="f" strokeweight="1.25pt"/>
            <v:rect id="_x0000_s3870" style="position:absolute;left:6896;top:6833;width:343;height:342;rotation:-180;flip:x" o:regroupid="209" filled="f" stroked="f" strokeweight="1.25pt">
              <v:textbox style="mso-next-textbox:#_x0000_s3870" inset="1pt,1pt,1pt,1pt">
                <w:txbxContent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3871" style="position:absolute;left:6612;top:6434;width:171;height:285" coordorigin="6840,6555" coordsize="171,285" o:regroupid="209">
              <v:line id="_x0000_s3872" style="position:absolute;rotation:-90;flip:x" from="6754,6698" to="7039,6698"/>
              <v:line id="_x0000_s3873" style="position:absolute;rotation:-90" from="6903,6518" to="6948,6689">
                <v:stroke endarrow="oval" endarrowwidth="narrow" endarrowlength="short"/>
              </v:line>
              <v:line id="_x0000_s3874" style="position:absolute;rotation:-90;flip:y" from="6903,6706" to="6948,6877">
                <v:stroke endarrow="oval" endarrowwidth="narrow" endarrowlength="short"/>
              </v:line>
              <v:group id="_x0000_s3875" style="position:absolute;left:6840;top:6626;width:120;height:143" coordorigin="9681,14354" coordsize="399,912">
                <v:line id="_x0000_s3876" style="position:absolute;rotation:-90;flip:y" from="9767,14724" to="9995,15123"/>
                <v:line id="_x0000_s3877" style="position:absolute;rotation:-90;flip:y" from="9767,14268" to="9995,14667"/>
                <v:line id="_x0000_s3878" style="position:absolute;rotation:-90" from="9767,14496" to="9995,14895"/>
                <v:line id="_x0000_s3879" style="position:absolute;rotation:-90" from="9767,14952" to="9995,15351"/>
              </v:group>
            </v:group>
            <v:line id="_x0000_s3880" style="position:absolute;flip:x y" from="6156,5636" to="6156,6035" o:regroupid="209" strokeweight=".5pt">
              <v:stroke endarrow="oval" endarrowwidth="narrow" endarrowlength="short"/>
            </v:line>
            <v:rect id="_x0000_s3881" style="position:absolute;left:9519;top:9455;width:570;height:456" o:regroupid="209" filled="f" stroked="f" strokeweight="1.25pt">
              <v:textbox style="mso-next-textbox:#_x0000_s3881" inset="1pt,1pt,1pt,1pt">
                <w:txbxContent>
                  <w:p w:rsidR="009E23C5" w:rsidRDefault="009E23C5" w:rsidP="0033161D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3882" style="position:absolute" from="9405,9227" to="9405,10025" o:regroupid="209">
              <v:stroke endarrow="block"/>
            </v:line>
            <v:rect id="_x0000_s3883" style="position:absolute;left:8522;top:9611;width:627;height:228;rotation:-90" o:regroupid="209" strokeweight="1.25pt"/>
            <v:line id="_x0000_s3884" style="position:absolute" from="7296,8885" to="7296,8999" o:regroupid="209" strokeweight="1.25pt"/>
            <v:line id="_x0000_s3885" style="position:absolute" from="8835,8999" to="8835,9398" o:regroupid="209" strokeweight="1.25pt"/>
            <v:rect id="_x0000_s3886" style="position:absolute;left:8322;top:9569;width:399;height:342" o:regroupid="209" filled="f" stroked="f" strokeweight="1.25pt">
              <v:textbox style="mso-next-textbox:#_x0000_s3886" inset="1pt,1pt,1pt,1pt">
                <w:txbxContent>
                  <w:p w:rsidR="009E23C5" w:rsidRPr="00721C6F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3887" style="position:absolute;left:8094;top:8543;width:399;height:342" o:regroupid="209" filled="f" stroked="f" strokeweight="1.25pt">
              <v:textbox style="mso-next-textbox:#_x0000_s3887" inset="1pt,1pt,1pt,1pt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3888" style="position:absolute;left:7923;top:8885;width:684;height:127" coordorigin="4845,9177" coordsize="684,127" o:regroupid="209">
              <v:shape id="_x0000_s3889" type="#_x0000_t19" style="position:absolute;left:4845;top:9177;width:114;height:114;rotation:-270;flip:x y" strokeweight="1.25pt"/>
              <v:shape id="_x0000_s3890" type="#_x0000_t19" style="position:absolute;left:4959;top:9190;width:114;height:114;rotation:270;flip:x" strokeweight="1.25pt"/>
              <v:shape id="_x0000_s3891" type="#_x0000_t19" style="position:absolute;left:5301;top:9190;width:114;height:114;rotation:-270;flip:x y" strokeweight="1.25pt"/>
              <v:shape id="_x0000_s3892" type="#_x0000_t19" style="position:absolute;left:5415;top:9190;width:114;height:114;rotation:270;flip:x" strokeweight="1.25pt"/>
              <v:shape id="_x0000_s3893" type="#_x0000_t19" style="position:absolute;left:5073;top:9190;width:114;height:114;rotation:-270;flip:x y" strokeweight="1.25pt"/>
              <v:shape id="_x0000_s3894" type="#_x0000_t19" style="position:absolute;left:5187;top:9190;width:114;height:114;rotation:270;flip:x" strokeweight="1.25pt"/>
            </v:group>
            <v:rect id="_x0000_s3895" style="position:absolute;left:7324;top:9601;width:627;height:228;rotation:-90" o:regroupid="209" strokeweight="1.25pt"/>
            <v:line id="_x0000_s3896" style="position:absolute" from="7638,10028" to="7638,10370" o:regroupid="209" strokeweight="1.25pt">
              <v:stroke endarrow="oval" endarrowwidth="narrow" endarrowlength="short"/>
            </v:line>
            <v:line id="_x0000_s3897" style="position:absolute;flip:x y" from="7011,8714" to="7125,8942" o:regroupid="209" strokeweight="1.25pt">
              <v:stroke endarrow="block"/>
            </v:line>
            <v:rect id="_x0000_s3898" style="position:absolute;left:7125;top:9569;width:399;height:342" o:regroupid="209" filled="f" stroked="f" strokeweight="1.25pt">
              <v:textbox style="mso-next-textbox:#_x0000_s3898" inset="1pt,1pt,1pt,1pt">
                <w:txbxContent>
                  <w:p w:rsidR="009E23C5" w:rsidRDefault="009E23C5" w:rsidP="003316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3899" style="position:absolute" from="8607,8999" to="9234,9009" o:regroupid="209" strokeweight="1.25pt">
              <v:stroke endarrow="oval" endarrowwidth="narrow" endarrowlength="short"/>
            </v:line>
            <v:line id="_x0000_s3900" style="position:absolute;flip:y" from="6498,9056" to="6498,10367" o:regroupid="209" strokeweight="1.25pt"/>
            <v:rect id="_x0000_s3901" style="position:absolute;left:5871;top:9512;width:343;height:456" o:regroupid="209" filled="f" stroked="f" strokeweight="1.25pt">
              <v:textbox style="mso-next-textbox:#_x0000_s3901" inset="1pt,1pt,1pt,1pt">
                <w:txbxContent>
                  <w:p w:rsidR="009E23C5" w:rsidRPr="00AD4532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3902" style="position:absolute;left:6498;top:8600;width:342;height:340" o:regroupid="209" filled="f" stroked="f" strokeweight="1.25pt">
              <v:textbox style="mso-next-textbox:#_x0000_s3902" inset="1pt,1pt,1pt,1pt">
                <w:txbxContent>
                  <w:p w:rsidR="009E23C5" w:rsidRDefault="009E23C5" w:rsidP="0033161D">
                    <w:r>
                      <w:t>Кл</w:t>
                    </w:r>
                  </w:p>
                </w:txbxContent>
              </v:textbox>
            </v:rect>
            <v:line id="_x0000_s3903" style="position:absolute;flip:x" from="7638,8999" to="7638,9398" o:regroupid="209" strokeweight="1.25pt">
              <v:stroke startarrow="oval" startarrowwidth="narrow" startarrowlength="short"/>
            </v:line>
            <v:line id="_x0000_s3904" style="position:absolute" from="6498,9030" to="6897,9030" o:regroupid="209" strokeweight="1.25pt"/>
            <v:line id="_x0000_s3905" style="position:absolute" from="7296,8999" to="7923,8999" o:regroupid="209" strokeweight="1.25pt"/>
            <v:line id="_x0000_s3906" style="position:absolute;flip:y" from="6894,8885" to="7296,9030" o:regroupid="209" strokeweight="1.25pt">
              <v:stroke startarrow="oval" startarrowwidth="narrow" startarrowlength="short"/>
            </v:line>
            <v:group id="_x0000_s3907" style="position:absolute;left:6213;top:9398;width:570;height:568" coordorigin="3135,9519" coordsize="570,568" o:regroupid="209">
              <v:line id="_x0000_s3908" style="position:absolute;flip:y" from="3420,9690" to="3420,9918" strokeweight="1.25pt">
                <v:stroke endarrow="block" endarrowwidth="wide"/>
              </v:line>
              <v:oval id="_x0000_s3909" style="position:absolute;left:3136;top:9518;width:568;height:570;rotation:270" filled="f" strokeweight="1.25pt"/>
            </v:group>
            <v:line id="_x0000_s3910" style="position:absolute" from="6498,10367" to="9234,10367" o:regroupid="209" strokeweight="1.25pt">
              <v:stroke startarrowwidth="narrow" startarrowlength="short" endarrow="oval" endarrowwidth="narrow" endarrowlength="short"/>
            </v:line>
            <v:line id="_x0000_s3911" style="position:absolute" from="8835,10025" to="8835,10367" o:regroupid="209" strokeweight="1.25pt">
              <v:stroke endarrow="oval" endarrowwidth="narrow" endarrowlength="short"/>
            </v:line>
            <v:group id="_x0000_s3912" style="position:absolute;left:5871;top:1247;width:3534;height:3021" coordorigin="4104,1311" coordsize="3534,3021" o:regroupid="209">
              <v:rect id="_x0000_s3913" style="position:absolute;left:4788;top:1311;width:685;height:444;flip:y" filled="f" stroked="f" strokeweight="1.25pt">
                <v:textbox style="mso-next-textbox:#_x0000_s3913" inset="1pt,1pt,1pt,1pt">
                  <w:txbxContent>
                    <w:p w:rsidR="009E23C5" w:rsidRDefault="009E23C5" w:rsidP="0033161D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3914" style="position:absolute;left:6589;top:3215;width:628;height:239;rotation:90;flip:y" filled="f" strokeweight="1.25pt"/>
              <v:rect id="_x0000_s3915" style="position:absolute;left:5814;top:2052;width:455;height:400;flip:y" filled="f" stroked="f" strokeweight="1.25pt">
                <v:textbox style="mso-next-textbox:#_x0000_s3915" inset="1pt,1pt,1pt,1pt">
                  <w:txbxContent>
                    <w:p w:rsidR="009E23C5" w:rsidRPr="003A5600" w:rsidRDefault="009E23C5" w:rsidP="0033161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3916" style="position:absolute;left:7068;top:3192;width:570;height:400;flip:y" filled="f" stroked="f" strokeweight="1.25pt">
                <v:textbox style="mso-next-textbox:#_x0000_s3916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5</w:t>
                      </w:r>
                    </w:p>
                  </w:txbxContent>
                </v:textbox>
              </v:rect>
              <v:rect id="_x0000_s3917" style="position:absolute;left:4901;top:3590;width:628;height:400;flip:y" filled="f" stroked="f" strokeweight="1.25pt">
                <v:textbox style="mso-next-textbox:#_x0000_s3917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3918" style="position:absolute;left:6270;top:2907;width:628;height:400;flip:y" filled="f" stroked="f" strokeweight="1.25pt">
                <v:textbox style="mso-next-textbox:#_x0000_s3918" inset="1pt,1pt,1pt,1pt">
                  <w:txbxContent>
                    <w:p w:rsidR="009E23C5" w:rsidRPr="003A5600" w:rsidRDefault="009E23C5" w:rsidP="0033161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oval id="_x0000_s3919" style="position:absolute;left:5360;top:1482;width:568;height:570;flip:y" filled="f" strokeweight="1.25pt"/>
              <v:line id="_x0000_s3920" style="position:absolute" from="4332,1767" to="5700,1767" strokeweight="1.25pt">
                <v:stroke endarrow="open" endarrowlength="short"/>
              </v:line>
              <v:line id="_x0000_s3921" style="position:absolute;flip:x y" from="5757,1767" to="6937,1767" strokeweight="1.25pt">
                <v:stroke endarrowwidth="narrow" endarrowlength="short"/>
              </v:line>
              <v:line id="_x0000_s3922" style="position:absolute;flip:y" from="5757,1767" to="5815,1768" strokeweight="1.25pt">
                <v:stroke endarrow="open" endarrowlength="short"/>
              </v:line>
              <v:oval id="_x0000_s3923" style="position:absolute;left:6612;top:2280;width:568;height:570;flip:x y" filled="f" strokeweight="1.25pt"/>
              <v:rect id="_x0000_s3924" style="position:absolute;left:4958;top:2280;width:457;height:360;flip:y" filled="f" stroked="f" strokeweight="1.25pt">
                <v:textbox style="mso-next-textbox:#_x0000_s3924" inset="1pt,1pt,1pt,1pt">
                  <w:txbxContent>
                    <w:p w:rsidR="009E23C5" w:rsidRPr="00D813AC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line id="_x0000_s3925" style="position:absolute;rotation:-90;flip:x y" from="6726,2508" to="7068,2508" strokeweight="1.25pt">
                <v:stroke endarrow="block" endarrowwidth="wide"/>
              </v:line>
              <v:group id="_x0000_s3926" style="position:absolute;left:5472;top:3648;width:114;height:228" coordorigin="6954,3876" coordsize="741,969">
                <v:line id="_x0000_s3927" style="position:absolute;rotation:-90;flip:x" from="7325,4564" to="7325,4975"/>
                <v:group id="_x0000_s3928" style="position:absolute;left:6954;top:3876;width:741;height:969" coordorigin="4266,11962" coordsize="575,853">
                  <v:line id="_x0000_s3929" style="position:absolute;rotation:-90;flip:y" from="4009,12559" to="4522,12559"/>
                  <v:shape id="_x0000_s3930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3931" style="position:absolute;rotation:-90;flip:y" from="4579,12559" to="5092,12559"/>
                </v:group>
              </v:group>
              <v:line id="_x0000_s3932" style="position:absolute;flip:x y" from="5301,4047" to="5643,4047" strokeweight="1.25pt">
                <v:stroke endarrowwidth="narrow" endarrowlength="short"/>
              </v:line>
              <v:line id="_x0000_s3933" style="position:absolute" from="6213,4047" to="6857,4050" strokeweight="1.25pt">
                <v:stroke endarrowwidth="narrow" endarrowlength="short"/>
              </v:line>
              <v:line id="_x0000_s3934" style="position:absolute;rotation:-180;flip:x" from="4349,4047" to="4674,4048" strokeweight="1.25pt">
                <v:stroke endarrowwidth="narrow" endarrowlength="short"/>
              </v:line>
              <v:group id="_x0000_s3935" style="position:absolute;left:5643;top:3762;width:568;height:570" coordorigin="2539,4390" coordsize="568,570">
                <v:oval id="_x0000_s3936" style="position:absolute;left:2539;top:4390;width:568;height:570;rotation:180" filled="f" strokeweight="1.25pt"/>
                <v:rect id="_x0000_s3937" style="position:absolute;left:2679;top:4504;width:343;height:342;rotation:-360;flip:x" filled="f" stroked="f" strokeweight="1.25pt">
                  <v:textbox style="mso-next-textbox:#_x0000_s3937" inset="1pt,1pt,1pt,1pt">
                    <w:txbxContent>
                      <w:p w:rsidR="009E23C5" w:rsidRDefault="009E23C5" w:rsidP="0033161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А</w:t>
                        </w:r>
                      </w:p>
                    </w:txbxContent>
                  </v:textbox>
                </v:rect>
              </v:group>
              <v:rect id="_x0000_s3938" style="position:absolute;left:4092;top:2597;width:343;height:286;rotation:90" filled="f" stroked="f" strokeweight="1.25pt">
                <v:textbox style="mso-next-textbox:#_x0000_s3938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3939" style="position:absolute;rotation:-450;flip:x" from="3201,2898" to="5481,2915" strokeweight="1.25pt">
                <v:stroke endarrowwidth="narrow" endarrowlength="short"/>
              </v:line>
              <v:line id="_x0000_s3940" style="position:absolute;rotation:180;flip:x y" from="4121,2964" to="4349,2964" strokeweight="1.25pt">
                <v:stroke endarrow="oval" endarrowwidth="narrow" endarrowlength="short"/>
              </v:line>
              <v:line id="_x0000_s3941" style="position:absolute;rotation:-90;flip:x" from="3933,3006" to="4275,3006" strokeweight="2.5pt">
                <v:stroke endarrowwidth="narrow" endarrowlength="short"/>
              </v:line>
              <v:oval id="_x0000_s3942" style="position:absolute;left:4780;top:2679;width:568;height:570;rotation:360" filled="f" strokeweight="1.25pt"/>
              <v:line id="_x0000_s3943" style="position:absolute;rotation:-360;flip:x" from="4332,2964" to="5757,2964" strokeweight="1.25pt">
                <v:stroke endarrowwidth="narrow" endarrowlength="short"/>
              </v:line>
              <v:line id="_x0000_s3944" style="position:absolute;rotation:2955006fd" from="5951,2550" to="5962,3032" strokeweight="1.25pt"/>
              <v:line id="_x0000_s3945" style="position:absolute;rotation:2955006fd" from="6736,1715" to="6753,2243" strokeweight="1.25pt">
                <v:stroke startarrow="oval" startarrowwidth="narrow" startarrowlength="short" endarrowwidth="narrow" endarrowlength="short"/>
              </v:line>
              <v:rect id="_x0000_s3946" style="position:absolute;left:6036;top:2279;width:628;height:239;rotation:2943234fd;flip:y" filled="f" strokeweight="1.25pt"/>
              <v:line id="_x0000_s3947" style="position:absolute;rotation:8817772fd" from="6714,3628" to="6724,4134" strokeweight="1.25pt"/>
              <v:line id="_x0000_s3948" style="position:absolute;rotation:-8817772fd;flip:y" from="5921,2914" to="5923,3357" strokeweight="1.25pt">
                <v:stroke startarrow="oval" startarrowwidth="narrow" startarrowlength="short" endarrowwidth="narrow" endarrowlength="short"/>
              </v:line>
              <v:rect id="_x0000_s3949" style="position:absolute;left:5996;top:3363;width:628;height:239;rotation:14716012fd" filled="f" strokeweight="1.25pt"/>
              <v:line id="_x0000_s3950" style="position:absolute;flip:x" from="6897,1824" to="6914,3021" strokeweight="1.25pt"/>
              <v:rect id="_x0000_s3951" style="position:absolute;left:4674;top:3933;width:628;height:239;rotation:180" filled="f" strokeweight="1.25pt"/>
              <v:line id="_x0000_s3952" style="position:absolute" from="6897,3648" to="6897,4047" strokeweight="1.25pt">
                <v:stroke endarrow="oval" endarrowwidth="narrow" endarrowlength="short"/>
              </v:line>
              <v:rect id="_x0000_s3953" style="position:absolute;left:5460;top:2538;width:343;height:286;rotation:90" filled="f" stroked="f" strokeweight="1.25pt">
                <v:textbox style="mso-next-textbox:#_x0000_s3953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3954" style="position:absolute;left:6982;top:1682;width:343;height:286;rotation:90" filled="f" stroked="f" strokeweight="1.25pt">
                <v:textbox style="mso-next-textbox:#_x0000_s3954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3955" style="position:absolute;left:6982;top:3905;width:343;height:286;rotation:90" filled="f" stroked="f" strokeweight="1.25pt">
                <v:textbox style="mso-next-textbox:#_x0000_s3955" inset="1pt,1pt,1pt,1pt">
                  <w:txbxContent>
                    <w:p w:rsidR="009E23C5" w:rsidRDefault="009E23C5" w:rsidP="003316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3956" style="position:absolute;left:7182;top:2451;width:456;height:342;rotation:-270;flip:x" filled="f" stroked="f" strokeweight="1.25pt">
                <v:textbox style="mso-next-textbox:#_x0000_s3956" inset="1pt,1pt,1pt,1pt">
                  <w:txbxContent>
                    <w:p w:rsidR="009E23C5" w:rsidRPr="00B83B35" w:rsidRDefault="009E23C5" w:rsidP="0033161D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16"/>
                        </w:rPr>
                        <w:t>5</w:t>
                      </w:r>
                    </w:p>
                  </w:txbxContent>
                </v:textbox>
              </v:rect>
              <v:line id="_x0000_s3957" style="position:absolute;rotation:-90;flip:y" from="4988,2821" to="4988,3106" strokeweight="1.25pt">
                <v:stroke endarrow="block" endarrowwidth="wide"/>
              </v:line>
            </v:group>
            <v:line id="_x0000_s3958" style="position:absolute" from="8322,5636" to="8323,5851" o:regroupid="209" strokeweight="1.25pt">
              <v:stroke endarrow="classic"/>
            </v:line>
            <v:rect id="_x0000_s3959" style="position:absolute;left:8607;top:6149;width:399;height:400;rotation:-180;flip:x" o:regroupid="209" filled="f" stroked="f" strokeweight="1.25pt">
              <v:textbox style="mso-next-textbox:#_x0000_s3959" inset="1pt,1pt,1pt,1pt">
                <w:txbxContent>
                  <w:p w:rsidR="009E23C5" w:rsidRPr="00510963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group id="_x0000_s3960" style="position:absolute;left:1710;top:12989;width:3021;height:1482" coordorigin="7638,4007" coordsize="3021,1482" o:regroupid="209">
              <v:rect id="_x0000_s3961" style="position:absolute;left:7638;top:4007;width:3021;height:1482" filled="f"/>
              <v:shape id="_x0000_s3962" type="#_x0000_t202" style="position:absolute;left:9861;top:4064;width:342;height:342" filled="f" stroked="f">
                <v:textbox style="mso-next-textbox:#_x0000_s3962">
                  <w:txbxContent>
                    <w:p w:rsidR="009E23C5" w:rsidRDefault="009E23C5" w:rsidP="0033161D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3963" type="#_x0000_t202" style="position:absolute;left:7752;top:4178;width:1938;height:684" filled="f" stroked="f">
                <v:textbox style="mso-next-textbox:#_x0000_s3963">
                  <w:txbxContent>
                    <w:p w:rsidR="009E23C5" w:rsidRDefault="009E23C5" w:rsidP="0033161D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33161D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3964" type="#_x0000_t202" style="position:absolute;left:10260;top:4976;width:399;height:342" filled="f" stroked="f">
                <v:textbox style="mso-next-textbox:#_x0000_s3964">
                  <w:txbxContent>
                    <w:p w:rsidR="009E23C5" w:rsidRDefault="009E23C5" w:rsidP="003316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3965" style="position:absolute" from="9918,4178" to="9918,5432"/>
              <v:line id="_x0000_s3966" style="position:absolute" from="9006,5261" to="10545,5261"/>
              <v:line id="_x0000_s3967" style="position:absolute" from="9120,5258" to="9918,5258" strokeweight="1.5pt"/>
              <v:line id="_x0000_s3968" style="position:absolute" from="9918,4463" to="9918,5261" strokeweight="1.5pt"/>
            </v:group>
            <v:shape id="_x0000_s3969" type="#_x0000_t202" style="position:absolute;left:9177;top:13046;width:798;height:513" o:regroupid="209" filled="f" stroked="f" strokeweight="1.25pt">
              <v:textbox style="mso-next-textbox:#_x0000_s3969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 w:rsidRPr="00B65DFB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вых</w:t>
                    </w:r>
                  </w:p>
                </w:txbxContent>
              </v:textbox>
            </v:shape>
            <v:rect id="_x0000_s3970" style="position:absolute;left:6897;top:12305;width:627;height:228" o:regroupid="209" filled="f" strokeweight="1.25pt"/>
            <v:rect id="_x0000_s3971" style="position:absolute;left:6498;top:13046;width:741;height:359" o:regroupid="209" filled="f" stroked="f" strokeweight="1.25pt">
              <v:textbox style="mso-next-textbox:#_x0000_s3971" inset="1pt,1pt,1pt,1pt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 w:rsidRPr="00B65DFB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вх</w:t>
                    </w:r>
                  </w:p>
                </w:txbxContent>
              </v:textbox>
            </v:rect>
            <v:line id="_x0000_s3972" style="position:absolute" from="6498,12419" to="6897,12419" o:regroupid="209" strokeweight="1.25pt">
              <v:stroke startarrow="oval" startarrowwidth="narrow" startarrowlength="short"/>
            </v:line>
            <v:line id="_x0000_s3973" style="position:absolute" from="9120,12858" to="9120,13656" o:regroupid="209">
              <v:stroke endarrow="block"/>
            </v:line>
            <v:line id="_x0000_s3974" style="position:absolute" from="7809,12402" to="7809,14015" o:regroupid="209" strokeweight="1.25pt">
              <v:stroke startarrow="oval" startarrowwidth="narrow" startarrowlength="short" endarrow="oval" endarrowwidth="narrow" endarrowlength="short"/>
            </v:line>
            <v:shape id="_x0000_s3975" type="#_x0000_t202" style="position:absolute;left:6954;top:11906;width:570;height:496" o:regroupid="209" filled="f" stroked="f" strokeweight="1.25pt">
              <v:textbox style="mso-next-textbox:#_x0000_s3975">
                <w:txbxContent>
                  <w:p w:rsidR="009E23C5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shape>
            <v:line id="_x0000_s3976" style="position:absolute;rotation:-90;flip:y" from="6726,12305" to="6726,12533" o:regroupid="209" strokeweight="1.25pt">
              <v:stroke startarrowwidth="narrow" startarrowlength="short" endarrow="block"/>
            </v:line>
            <v:shape id="_x0000_s3977" type="#_x0000_t202" style="position:absolute;left:6156;top:11963;width:684;height:463" o:regroupid="209" filled="f" stroked="f" strokeweight="1.25pt">
              <v:textbox style="mso-next-textbox:#_x0000_s3977">
                <w:txbxContent>
                  <w:p w:rsidR="009E23C5" w:rsidRPr="00E070EA" w:rsidRDefault="009E23C5" w:rsidP="0033161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E070EA">
                      <w:rPr>
                        <w:sz w:val="24"/>
                        <w:szCs w:val="24"/>
                        <w:lang w:val="en-US"/>
                      </w:rPr>
                      <w:t>I</w:t>
                    </w:r>
                    <w:r w:rsidRPr="00E070EA"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line id="_x0000_s3978" style="position:absolute" from="8721,12419" to="8721,14015" o:regroupid="209" strokeweight="1.25pt">
              <v:stroke startarrow="oval" startarrowwidth="narrow" startarrowlength="short" endarrow="oval" endarrowwidth="narrow" endarrowlength="short"/>
            </v:line>
            <v:line id="_x0000_s3979" style="position:absolute" from="6441,12818" to="6441,13656" o:regroupid="209">
              <v:stroke endarrow="block"/>
            </v:line>
            <v:line id="_x0000_s3980" style="position:absolute" from="6441,14015" to="9234,14015" o:regroupid="209" strokeweight="1.25pt">
              <v:stroke startarrow="oval" startarrowwidth="narrow" startarrowlength="short" endarrow="oval" endarrowwidth="narrow" endarrowlength="short"/>
            </v:line>
            <v:line id="_x0000_s3981" style="position:absolute" from="7524,12419" to="9234,12419" o:regroupid="209" strokeweight="1.25pt">
              <v:stroke endarrow="oval" endarrowwidth="narrow" endarrowlength="short"/>
            </v:line>
            <v:line id="_x0000_s3982" style="position:absolute;flip:y" from="8721,12704" to="8721,13160" o:regroupid="209" strokeweight="1.25pt">
              <v:stroke endarrow="block" endarrowwidth="wide" endarrowlength="long"/>
            </v:line>
            <v:line id="_x0000_s3983" style="position:absolute;flip:y" from="8607,12707" to="8835,12707" o:regroupid="209" strokeweight="1.25pt"/>
            <v:oval id="_x0000_s3984" style="position:absolute;left:8493;top:13274;width:456;height:399" o:regroupid="209" filled="f" fillcolor="black" strokeweight="1.25pt"/>
            <v:line id="_x0000_s3985" style="position:absolute" from="8721,13274" to="8721,13559" o:regroupid="209" strokeweight="1.25pt">
              <v:stroke endarrow="block"/>
            </v:line>
            <v:line id="_x0000_s3986" style="position:absolute" from="7809,12419" to="7809,12875" o:regroupid="209" strokeweight="1.25pt">
              <v:stroke endarrow="block" endarrowwidth="wide" endarrowlength="long"/>
            </v:line>
            <v:line id="_x0000_s3987" style="position:absolute" from="7695,12929" to="7923,12929" o:regroupid="209" strokeweight="1.25pt"/>
            <v:line id="_x0000_s3988" style="position:absolute;flip:x" from="7809,12932" to="7809,13103" o:regroupid="209" strokeweight="1.25pt"/>
            <v:oval id="_x0000_s3989" style="position:absolute;left:7581;top:13331;width:456;height:399;flip:y" o:regroupid="209" filled="f" fillcolor="black" strokeweight="1.25pt"/>
            <v:line id="_x0000_s3990" style="position:absolute;flip:y" from="7809,13388" to="7809,13673" o:regroupid="209" strokeweight="1.25pt">
              <v:stroke startarrowwidth="narrow" startarrowlength="short" endarrow="block"/>
            </v:line>
            <v:shape id="_x0000_s3991" type="#_x0000_t202" style="position:absolute;left:7068;top:13371;width:627;height:456" o:regroupid="209" filled="f" stroked="f" strokeweight="1.25pt">
              <v:textbox style="mso-next-textbox:#_x0000_s3991">
                <w:txbxContent>
                  <w:p w:rsidR="009E23C5" w:rsidRPr="00D01D3C" w:rsidRDefault="009E23C5" w:rsidP="003316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Cs w:val="24"/>
                        <w:vertAlign w:val="subscript"/>
                        <w:lang w:val="en-US"/>
                      </w:rPr>
                      <w:t>0</w:t>
                    </w:r>
                    <w:r>
                      <w:rPr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3992" type="#_x0000_t202" style="position:absolute;left:7980;top:13371;width:627;height:439" o:regroupid="209" filled="f" stroked="f" strokeweight="1.25pt">
              <v:textbox style="mso-next-textbox:#_x0000_s3992">
                <w:txbxContent>
                  <w:p w:rsidR="009E23C5" w:rsidRDefault="009E23C5" w:rsidP="0033161D"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Cs w:val="24"/>
                        <w:vertAlign w:val="subscript"/>
                        <w:lang w:val="en-US"/>
                      </w:rPr>
                      <w:t>02</w:t>
                    </w:r>
                  </w:p>
                </w:txbxContent>
              </v:textbox>
            </v:shape>
            <v:shape id="_x0000_s3993" type="#_x0000_t202" style="position:absolute;left:8037;top:12590;width:570;height:399" o:regroupid="209" filled="f" stroked="f" strokeweight="1.25pt">
              <v:textbox style="mso-next-textbox:#_x0000_s3993">
                <w:txbxContent>
                  <w:p w:rsidR="009E23C5" w:rsidRPr="00D01D3C" w:rsidRDefault="009E23C5" w:rsidP="0033161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D01D3C">
                      <w:rPr>
                        <w:sz w:val="24"/>
                        <w:szCs w:val="24"/>
                        <w:lang w:val="en-US"/>
                      </w:rPr>
                      <w:t>Д</w:t>
                    </w:r>
                    <w:r w:rsidRPr="00D01D3C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3994" type="#_x0000_t202" style="position:absolute;left:7068;top:12647;width:570;height:456" o:regroupid="209" filled="f" stroked="f" strokeweight="1.25pt">
              <v:textbox style="mso-next-textbox:#_x0000_s3994">
                <w:txbxContent>
                  <w:p w:rsidR="009E23C5" w:rsidRPr="00D01D3C" w:rsidRDefault="009E23C5" w:rsidP="0033161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D01D3C">
                      <w:rPr>
                        <w:sz w:val="24"/>
                        <w:szCs w:val="24"/>
                      </w:rPr>
                      <w:t>Д</w:t>
                    </w:r>
                    <w:r w:rsidRPr="00D01D3C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3995" type="#_x0000_t202" style="position:absolute;left:1482;top:11735;width:4674;height:1026" o:regroupid="209" filled="f" stroked="f">
              <v:textbox style="mso-next-textbox:#_x0000_s3995">
                <w:txbxContent>
                  <w:p w:rsidR="009E23C5" w:rsidRPr="00E070EA" w:rsidRDefault="009E23C5" w:rsidP="0033161D">
                    <w:pPr>
                      <w:rPr>
                        <w:sz w:val="24"/>
                        <w:szCs w:val="24"/>
                        <w:lang w:val="es-ES"/>
                      </w:rPr>
                    </w:pPr>
                    <w:r w:rsidRPr="00E070EA">
                      <w:rPr>
                        <w:sz w:val="24"/>
                        <w:szCs w:val="24"/>
                        <w:lang w:val="es-ES"/>
                      </w:rPr>
                      <w:t>U</w:t>
                    </w:r>
                    <w:r w:rsidRPr="00E070EA"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 xml:space="preserve"> = 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 xml:space="preserve">0 </w:t>
                    </w:r>
                    <w:r w:rsidRPr="00E070EA">
                      <w:rPr>
                        <w:sz w:val="24"/>
                        <w:szCs w:val="24"/>
                      </w:rPr>
                      <w:t>В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. R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=1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E070EA">
                      <w:rPr>
                        <w:sz w:val="24"/>
                        <w:szCs w:val="24"/>
                      </w:rPr>
                      <w:t>Ом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, E</w:t>
                    </w:r>
                    <w:r w:rsidRPr="00E070EA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01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=5 B, E</w:t>
                    </w:r>
                    <w:r w:rsidRPr="00E070EA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02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E070EA">
                      <w:rPr>
                        <w:sz w:val="24"/>
                        <w:szCs w:val="24"/>
                        <w:lang w:val="es-ES"/>
                      </w:rPr>
                      <w:t>10 B.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</w:t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24"/>
                      </w:rPr>
                      <w:t xml:space="preserve"> и Д</w:t>
                    </w:r>
                    <w:r>
                      <w:rPr>
                        <w:sz w:val="16"/>
                      </w:rPr>
                      <w:t>2</w:t>
                    </w:r>
                    <w:r>
                      <w:rPr>
                        <w:sz w:val="24"/>
                      </w:rPr>
                      <w:t xml:space="preserve"> идеальные диоды.</w:t>
                    </w:r>
                  </w:p>
                  <w:p w:rsidR="009E23C5" w:rsidRDefault="009E23C5" w:rsidP="003316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 w:rsidRPr="00B65DFB">
                      <w:rPr>
                        <w:sz w:val="24"/>
                        <w:szCs w:val="24"/>
                        <w:lang w:val="en-US"/>
                      </w:rPr>
                      <w:t>I</w:t>
                    </w:r>
                    <w:r w:rsidRPr="00B65DFB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вх</w:t>
                    </w:r>
                    <w:r w:rsidRPr="00B65DFB">
                      <w:rPr>
                        <w:sz w:val="24"/>
                        <w:szCs w:val="24"/>
                      </w:rPr>
                      <w:t xml:space="preserve">, </w:t>
                    </w:r>
                    <w:r w:rsidRPr="00B65DFB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B65DFB"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  <w:r w:rsidRPr="00B65DFB">
                      <w:rPr>
                        <w:sz w:val="24"/>
                        <w:szCs w:val="24"/>
                      </w:rPr>
                      <w:t>.</w:t>
                    </w:r>
                  </w:p>
                  <w:p w:rsidR="009E23C5" w:rsidRDefault="009E23C5" w:rsidP="0033161D"/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3996" style="position:absolute;margin-left:3.2pt;margin-top:3pt;width:456.05pt;height:706.8pt;z-index:251652096" coordorigin="1482,627" coordsize="9121,14136">
            <v:shape id="_x0000_s3997" type="#_x0000_t202" style="position:absolute;left:1539;top:1194;width:2280;height:432" o:regroupid="212" filled="f" stroked="f">
              <v:textbox style="mso-next-textbox:#_x0000_s3997">
                <w:txbxContent>
                  <w:p w:rsidR="009E23C5" w:rsidRPr="00684A7E" w:rsidRDefault="009E23C5" w:rsidP="0008214D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3998" type="#_x0000_t202" style="position:absolute;left:1881;top:2106;width:1824;height:1596" o:regroupid="212" filled="f" stroked="f">
              <v:textbox style="mso-next-textbox:#_x0000_s3998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4  </w:t>
                    </w:r>
                    <w:r>
                      <w:rPr>
                        <w:sz w:val="24"/>
                      </w:rPr>
                      <w:t>= 9 В,</w:t>
                    </w:r>
                  </w:p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 0.15 А,</w:t>
                    </w:r>
                  </w:p>
                  <w:p w:rsidR="009E23C5" w:rsidRDefault="009E23C5" w:rsidP="0008214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</w:rPr>
                      <w:t>= 8 Ом,</w:t>
                    </w:r>
                  </w:p>
                  <w:p w:rsidR="009E23C5" w:rsidRDefault="009E23C5" w:rsidP="0008214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</w:rPr>
                      <w:t>=5 Ом,</w:t>
                    </w:r>
                  </w:p>
                  <w:p w:rsidR="009E23C5" w:rsidRDefault="009E23C5" w:rsidP="0008214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>
                      <w:rPr>
                        <w:sz w:val="24"/>
                      </w:rPr>
                      <w:t>= 12 Ом,</w:t>
                    </w:r>
                  </w:p>
                </w:txbxContent>
              </v:textbox>
            </v:shape>
            <v:shape id="_x0000_s3999" type="#_x0000_t202" style="position:absolute;left:1938;top:5184;width:2508;height:2109" o:regroupid="212" filled="f" stroked="f">
              <v:textbox style="mso-next-textbox:#_x0000_s3999">
                <w:txbxContent>
                  <w:p w:rsidR="009E23C5" w:rsidRPr="00510963" w:rsidRDefault="009E23C5" w:rsidP="0008214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311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08214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</w:t>
                    </w:r>
                    <w:r w:rsidRPr="00A941A1">
                      <w:rPr>
                        <w:sz w:val="24"/>
                        <w:lang w:val="en-US"/>
                      </w:rPr>
                      <w:t xml:space="preserve"> </w:t>
                    </w:r>
                    <w:r w:rsidRPr="00510963">
                      <w:rPr>
                        <w:sz w:val="24"/>
                        <w:lang w:val="es-ES"/>
                      </w:rPr>
                      <w:t>=</w:t>
                    </w:r>
                    <w:r w:rsidRPr="00A941A1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es-ES"/>
                      </w:rPr>
                      <w:t>40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08214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 w:rsidRPr="005D5CCC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 w:rsidRPr="00A941A1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A941A1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0.</w:t>
                    </w:r>
                    <w:r w:rsidRPr="005D5CCC">
                      <w:rPr>
                        <w:sz w:val="24"/>
                        <w:lang w:val="es-ES"/>
                      </w:rPr>
                      <w:t>1</w:t>
                    </w:r>
                    <w:r>
                      <w:rPr>
                        <w:sz w:val="24"/>
                      </w:rPr>
                      <w:t>4</w:t>
                    </w:r>
                    <w:r w:rsidRPr="005D5CCC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Pr="005D5CCC" w:rsidRDefault="009E23C5" w:rsidP="0008214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D5CCC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 w:rsidRPr="00A941A1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A941A1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1</w:t>
                    </w:r>
                    <w:r>
                      <w:rPr>
                        <w:sz w:val="24"/>
                      </w:rPr>
                      <w:t>0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D5CCC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5D5CCC" w:rsidRDefault="009E23C5" w:rsidP="0008214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5D5CCC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3</w:t>
                    </w:r>
                    <w:r w:rsidRPr="00A941A1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A941A1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 w:rsidRPr="005D5CCC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8214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0.</w:t>
                    </w:r>
                    <w:r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z w:val="24"/>
                      </w:rPr>
                      <w:t>3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4000" type="#_x0000_t202" style="position:absolute;left:1482;top:627;width:2394;height:456" o:regroupid="212">
              <v:textbox style="mso-next-textbox:#_x0000_s4000">
                <w:txbxContent>
                  <w:p w:rsidR="009E23C5" w:rsidRPr="002504FE" w:rsidRDefault="009E23C5" w:rsidP="0008214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shape>
            <v:rect id="_x0000_s4001" style="position:absolute;left:1482;top:1083;width:9121;height:3420" o:regroupid="212" filled="f" strokeweight="2pt"/>
            <v:shape id="_x0000_s4002" type="#_x0000_t202" style="position:absolute;left:1482;top:4614;width:2387;height:432" o:regroupid="212" filled="f" stroked="f">
              <v:textbox style="mso-next-textbox:#_x0000_s4002">
                <w:txbxContent>
                  <w:p w:rsidR="009E23C5" w:rsidRPr="00EA2324" w:rsidRDefault="009E23C5" w:rsidP="000821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rect id="_x0000_s4003" style="position:absolute;left:1482;top:4503;width:9121;height:3420" o:regroupid="212" filled="f" strokeweight="2pt"/>
            <v:shape id="_x0000_s4004" type="#_x0000_t202" style="position:absolute;left:1767;top:8604;width:3306;height:2280" o:regroupid="212" stroked="f">
              <v:textbox style="mso-next-textbox:#_x0000_s4004">
                <w:txbxContent>
                  <w:p w:rsidR="009E23C5" w:rsidRPr="005D5CCC" w:rsidRDefault="009E23C5" w:rsidP="0008214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5D5CCC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C</w:t>
                    </w:r>
                    <w:r w:rsidRPr="005D5CCC">
                      <w:rPr>
                        <w:sz w:val="24"/>
                        <w:szCs w:val="24"/>
                        <w:lang w:val="en-US"/>
                      </w:rPr>
                      <w:t>(0)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5D5CCC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2</w:t>
                    </w:r>
                    <w:r w:rsidRPr="005D5CCC">
                      <w:rPr>
                        <w:sz w:val="24"/>
                        <w:szCs w:val="24"/>
                      </w:rPr>
                      <w:t xml:space="preserve">20 </w:t>
                    </w:r>
                    <w:r w:rsidRPr="005D5CCC">
                      <w:rPr>
                        <w:sz w:val="24"/>
                        <w:szCs w:val="24"/>
                        <w:lang w:val="en-US"/>
                      </w:rPr>
                      <w:t>B</w:t>
                    </w:r>
                  </w:p>
                  <w:p w:rsidR="009E23C5" w:rsidRPr="005D5CCC" w:rsidRDefault="009E23C5" w:rsidP="0008214D">
                    <w:pPr>
                      <w:rPr>
                        <w:sz w:val="24"/>
                        <w:szCs w:val="24"/>
                      </w:rPr>
                    </w:pPr>
                    <w:r w:rsidRPr="005D5CCC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5D5CCC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5</w:t>
                    </w:r>
                    <w:r w:rsidRPr="005D5CCC">
                      <w:rPr>
                        <w:sz w:val="24"/>
                        <w:szCs w:val="24"/>
                      </w:rPr>
                      <w:t xml:space="preserve">00 Ом, </w:t>
                    </w:r>
                  </w:p>
                  <w:p w:rsidR="009E23C5" w:rsidRPr="005D5CCC" w:rsidRDefault="009E23C5" w:rsidP="0008214D">
                    <w:pPr>
                      <w:rPr>
                        <w:sz w:val="24"/>
                        <w:szCs w:val="24"/>
                      </w:rPr>
                    </w:pPr>
                    <w:r w:rsidRPr="005D5CCC">
                      <w:rPr>
                        <w:sz w:val="24"/>
                        <w:szCs w:val="24"/>
                        <w:lang w:val="en-US"/>
                      </w:rPr>
                      <w:t>C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5D5CCC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lang w:val="en-US"/>
                      </w:rPr>
                      <w:t>100</w:t>
                    </w:r>
                    <w:r w:rsidRPr="005D5CCC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5D5CCC" w:rsidRDefault="009E23C5" w:rsidP="0008214D">
                    <w:pPr>
                      <w:rPr>
                        <w:sz w:val="24"/>
                        <w:szCs w:val="24"/>
                      </w:rPr>
                    </w:pPr>
                    <w:r w:rsidRPr="005D5CCC">
                      <w:rPr>
                        <w:sz w:val="24"/>
                        <w:szCs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5D5CCC"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  <w:r w:rsidRPr="005D5CCC">
                      <w:rPr>
                        <w:sz w:val="24"/>
                        <w:szCs w:val="24"/>
                      </w:rPr>
                      <w:t>0.</w:t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 w:rsidRPr="005D5CCC">
                      <w:rPr>
                        <w:sz w:val="24"/>
                        <w:szCs w:val="24"/>
                      </w:rPr>
                      <w:t>5 Гн.</w:t>
                    </w:r>
                  </w:p>
                  <w:p w:rsidR="009E23C5" w:rsidRPr="005D5CCC" w:rsidRDefault="009E23C5" w:rsidP="0008214D">
                    <w:pPr>
                      <w:rPr>
                        <w:sz w:val="24"/>
                        <w:szCs w:val="24"/>
                      </w:rPr>
                    </w:pPr>
                  </w:p>
                  <w:p w:rsidR="009E23C5" w:rsidRPr="005D5CCC" w:rsidRDefault="009E23C5" w:rsidP="0008214D">
                    <w:r w:rsidRPr="005D5CCC">
                      <w:rPr>
                        <w:sz w:val="24"/>
                        <w:szCs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R</w:t>
                    </w:r>
                    <w:r w:rsidRPr="005D5CCC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5D5CCC">
                      <w:rPr>
                        <w:sz w:val="24"/>
                      </w:rPr>
                      <w:t>)</w:t>
                    </w:r>
                    <w:r w:rsidRPr="005D5CCC">
                      <w:rPr>
                        <w:sz w:val="24"/>
                        <w:szCs w:val="24"/>
                      </w:rPr>
                      <w:t xml:space="preserve"> после замыкания ключа “Кл”</w:t>
                    </w:r>
                    <w:r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shape>
            <v:rect id="_x0000_s4005" style="position:absolute;left:1482;top:7923;width:9121;height:3420" o:regroupid="212" filled="f" strokeweight="2pt"/>
            <v:rect id="_x0000_s4006" style="position:absolute;left:1482;top:11343;width:9121;height:3420" o:regroupid="212" filled="f" strokeweight="2pt"/>
            <v:shape id="_x0000_s4007" type="#_x0000_t202" style="position:absolute;left:1539;top:8004;width:2387;height:432" o:regroupid="212" filled="f" stroked="f">
              <v:textbox style="mso-next-textbox:#_x0000_s4007">
                <w:txbxContent>
                  <w:p w:rsidR="009E23C5" w:rsidRPr="00EA2324" w:rsidRDefault="009E23C5" w:rsidP="000821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4008" type="#_x0000_t202" style="position:absolute;left:1539;top:11400;width:2387;height:432" o:regroupid="212" filled="f" stroked="f">
              <v:textbox style="mso-next-textbox:#_x0000_s4008">
                <w:txbxContent>
                  <w:p w:rsidR="009E23C5" w:rsidRPr="00EA2324" w:rsidRDefault="009E23C5" w:rsidP="000821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group id="_x0000_s4009" style="position:absolute;left:5871;top:1251;width:3364;height:3194" coordorigin="3534,1482" coordsize="3364,3194" o:regroupid="212">
              <v:line id="_x0000_s4010" style="position:absolute" from="4834,4219" to="6315,4220" strokeweight="1.25pt">
                <v:stroke endarrowwidth="narrow" endarrowlength="short"/>
              </v:line>
              <v:oval id="_x0000_s4011" style="position:absolute;left:4264;top:3934;width:568;height:570;rotation:180" filled="f" strokeweight="1.25pt"/>
              <v:line id="_x0000_s4012" style="position:absolute;rotation:-180;flip:x" from="3779,4219" to="4264,4219" strokeweight="1.25pt">
                <v:stroke endarrowwidth="narrow" endarrowlength="short"/>
              </v:line>
              <v:rect id="_x0000_s4013" style="position:absolute;left:4406;top:4048;width:343;height:342;rotation:-360;flip:x" filled="f" stroked="f" strokeweight="1.25pt">
                <v:textbox style="mso-next-textbox:#_x0000_s4013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rect id="_x0000_s4014" style="position:absolute;left:3522;top:2768;width:343;height:286;rotation:90" filled="f" stroked="f" strokeweight="1.25pt">
                <v:textbox style="mso-next-textbox:#_x0000_s4014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line id="_x0000_s4015" style="position:absolute;rotation:-450;flip:x" from="2667,3107" to="4890,3107" strokeweight="1.25pt">
                <v:stroke endarrowwidth="narrow" endarrowlength="short"/>
              </v:line>
              <v:line id="_x0000_s4016" style="position:absolute;rotation:180;flip:x y" from="3551,3164" to="3779,3164" strokeweight="1.25pt">
                <v:stroke endarrow="oval" endarrowwidth="narrow" endarrowlength="short"/>
              </v:line>
              <v:line id="_x0000_s4017" style="position:absolute;rotation:-90;flip:x" from="3363,3177" to="3705,3177" strokeweight="2.5pt">
                <v:stroke endarrowwidth="narrow" endarrowlength="short"/>
              </v:line>
              <v:oval id="_x0000_s4018" style="position:absolute;left:4210;top:2879;width:568;height:570;rotation:360" filled="f" strokeweight="1.25pt"/>
              <v:line id="_x0000_s4019" style="position:absolute;rotation:360" from="3779,3165" to="4691,3166" strokeweight="1.25pt">
                <v:stroke endarrow="classic"/>
              </v:line>
              <v:line id="_x0000_s4020" style="position:absolute;rotation:-360;flip:x" from="4606,3164" to="5176,3164" strokeweight="1.25pt">
                <v:stroke endarrowwidth="narrow" endarrowlength="short"/>
              </v:line>
              <v:line id="_x0000_s4021" style="position:absolute;rotation:90" from="5575,1254" to="5575,2736" strokeweight="1.25pt"/>
              <v:line id="_x0000_s4022" style="position:absolute;rotation:90" from="3979,1767" to="3979,2223" strokeweight="1.25pt">
                <v:stroke endarrowwidth="narrow" endarrowlength="short"/>
              </v:line>
              <v:rect id="_x0000_s4023" style="position:absolute;left:4206;top:1881;width:628;height:239;rotation:180" filled="f" strokeweight="1.25pt"/>
              <v:line id="_x0000_s4024" style="position:absolute;rotation:2955006fd" from="5381,2721" to="5392,3203" strokeweight="1.25pt"/>
              <v:line id="_x0000_s4025" style="position:absolute;rotation:-2955006fd;flip:y" from="6159,1956" to="6159,2412" strokeweight="1.25pt">
                <v:stroke endarrow="oval" endarrowwidth="narrow" endarrowlength="short"/>
              </v:line>
              <v:rect id="_x0000_s4026" style="position:absolute;left:5466;top:2450;width:628;height:239;rotation:2943234fd;flip:y" filled="f" strokeweight="1.25pt"/>
              <v:line id="_x0000_s4027" style="position:absolute;rotation:8817772fd" from="6128,3854" to="6129,4310" strokeweight="1.25pt"/>
              <v:line id="_x0000_s4028" style="position:absolute;rotation:8817772fd" from="5358,3094" to="5358,3550" strokeweight="1.25pt">
                <v:stroke endarrow="oval" endarrowwidth="narrow" endarrowlength="short"/>
              </v:line>
              <v:rect id="_x0000_s4029" style="position:absolute;left:5426;top:3586;width:628;height:239;rotation:14716012fd" filled="f" strokeweight="1.25pt"/>
              <v:line id="_x0000_s4030" style="position:absolute" from="6327,2052" to="6327,3021" strokeweight="1.25pt"/>
              <v:rect id="_x0000_s4031" style="position:absolute;left:4890;top:2709;width:343;height:286;rotation:90" filled="f" stroked="f" strokeweight="1.25pt">
                <v:textbox style="mso-next-textbox:#_x0000_s4031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4032" style="position:absolute;left:6087;top:1568;width:343;height:286;rotation:90" filled="f" stroked="f" strokeweight="1.25pt">
                <v:textbox style="mso-next-textbox:#_x0000_s4032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4033" style="position:absolute;left:6144;top:4362;width:343;height:286;rotation:90" filled="f" stroked="f" strokeweight="1.25pt">
                <v:textbox style="mso-next-textbox:#_x0000_s4033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  <v:rect id="_x0000_s4034" style="position:absolute;left:6213;top:2508;width:685;height:444;flip:y" filled="f" stroked="f" strokeweight="1.25pt">
                <v:textbox style="mso-next-textbox:#_x0000_s4034" inset="1pt,1pt,1pt,1pt">
                  <w:txbxContent>
                    <w:p w:rsidR="009E23C5" w:rsidRDefault="009E23C5" w:rsidP="0008214D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4035" style="position:absolute;left:4332;top:1482;width:513;height:513;flip:y" filled="f" stroked="f" strokeweight="1.25pt">
                <v:textbox style="mso-next-textbox:#_x0000_s4035" inset="1pt,1pt,1pt,1pt">
                  <w:txbxContent>
                    <w:p w:rsidR="009E23C5" w:rsidRPr="003A5600" w:rsidRDefault="009E23C5" w:rsidP="0008214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4036" style="position:absolute;left:5244;top:2223;width:455;height:400;flip:y" filled="f" stroked="f" strokeweight="1.25pt">
                <v:textbox style="mso-next-textbox:#_x0000_s4036" inset="1pt,1pt,1pt,1pt">
                  <w:txbxContent>
                    <w:p w:rsidR="009E23C5" w:rsidRPr="003A5600" w:rsidRDefault="009E23C5" w:rsidP="0008214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4037" style="position:absolute;left:5130;top:3648;width:628;height:400;flip:y" filled="f" stroked="f" strokeweight="1.25pt">
                <v:textbox style="mso-next-textbox:#_x0000_s4037" inset="1pt,1pt,1pt,1pt">
                  <w:txbxContent>
                    <w:p w:rsidR="009E23C5" w:rsidRDefault="009E23C5" w:rsidP="0008214D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oval id="_x0000_s4038" style="position:absolute;left:6042;top:2850;width:568;height:570;rotation:23497803fd;flip:y" filled="f" strokeweight="1.25pt"/>
              <v:line id="_x0000_s4039" style="position:absolute;flip:y" from="6327,3135" to="6327,4200" strokeweight="1.25pt">
                <v:stroke startarrow="oval" startarrowwidth="narrow" startarrowlength="short" endarrow="open" endarrowlength="short"/>
              </v:line>
              <v:line id="_x0000_s4040" style="position:absolute;rotation:-17698015fd;flip:y" from="6299,2992" to="6357,2993" strokeweight="1.25pt">
                <v:stroke endarrow="open" endarrowlength="short"/>
              </v:line>
              <v:rect id="_x0000_s4041" style="position:absolute;left:4332;top:2451;width:628;height:360;flip:y" filled="f" stroked="f" strokeweight="1.25pt">
                <v:textbox style="mso-next-textbox:#_x0000_s4041" inset="1pt,1pt,1pt,1pt">
                  <w:txbxContent>
                    <w:p w:rsidR="009E23C5" w:rsidRPr="00CB73CA" w:rsidRDefault="009E23C5" w:rsidP="0008214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group id="_x0000_s4042" style="position:absolute;left:4104;top:3819;width:114;height:228" coordorigin="6954,3876" coordsize="741,969">
                <v:line id="_x0000_s4043" style="position:absolute;rotation:-90;flip:x" from="7325,4564" to="7325,4975"/>
                <v:group id="_x0000_s4044" style="position:absolute;left:6954;top:3876;width:741;height:969" coordorigin="4266,11962" coordsize="575,853">
                  <v:line id="_x0000_s4045" style="position:absolute;rotation:-90;flip:y" from="4009,12559" to="4522,12559"/>
                  <v:shape id="_x0000_s4046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4047" style="position:absolute;rotation:-90;flip:y" from="4579,12559" to="5092,12559"/>
                </v:group>
              </v:group>
            </v:group>
            <v:rect id="_x0000_s4048" style="position:absolute;left:9405;top:9573;width:570;height:456" o:regroupid="212" filled="f" stroked="f" strokeweight="1.25pt">
              <v:textbox style="mso-next-textbox:#_x0000_s4048" inset="1pt,1pt,1pt,1pt">
                <w:txbxContent>
                  <w:p w:rsidR="009E23C5" w:rsidRDefault="009E23C5" w:rsidP="0008214D">
                    <w:pPr>
                      <w:rPr>
                        <w:lang w:val="en-US"/>
                      </w:rPr>
                    </w:pPr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sz w:val="28"/>
                            <w:lang w:val="en-US"/>
                          </w:rPr>
                          <w:t>u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R</w:t>
                        </w:r>
                      </w:smartTag>
                    </w:smartTag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4049" style="position:absolute" from="9234,9402" to="9234,10200" o:regroupid="212">
              <v:stroke endarrow="block"/>
            </v:line>
            <v:rect id="_x0000_s4050" style="position:absolute;left:8522;top:9729;width:627;height:228;rotation:-90" o:regroupid="212" strokeweight="1.25pt"/>
            <v:line id="_x0000_s4051" style="position:absolute" from="7296,9003" to="7296,9117" o:regroupid="212" strokeweight="1.25pt"/>
            <v:line id="_x0000_s4052" style="position:absolute;flip:y" from="8835,9060" to="8835,9516" o:regroupid="212" strokeweight="1.25pt">
              <v:stroke endarrow="oval" endarrowwidth="narrow" endarrowlength="short"/>
            </v:line>
            <v:rect id="_x0000_s4053" style="position:absolute;left:8322;top:9630;width:399;height:342" o:regroupid="212" filled="f" stroked="f" strokeweight="1.25pt">
              <v:textbox style="mso-next-textbox:#_x0000_s4053" inset="1pt,1pt,1pt,1pt">
                <w:txbxContent>
                  <w:p w:rsidR="009E23C5" w:rsidRPr="00721C6F" w:rsidRDefault="009E23C5" w:rsidP="0008214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4054" style="position:absolute;left:7923;top:8547;width:399;height:342" o:regroupid="212" filled="f" stroked="f" strokeweight="1.25pt">
              <v:textbox style="mso-next-textbox:#_x0000_s4054" inset="1pt,1pt,1pt,1pt">
                <w:txbxContent>
                  <w:p w:rsidR="009E23C5" w:rsidRDefault="009E23C5" w:rsidP="0008214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4055" style="position:absolute" from="6897,8832" to="7068,9060" o:regroupid="212" strokeweight="1.25pt">
              <v:stroke endarrow="block"/>
            </v:line>
            <v:line id="_x0000_s4056" style="position:absolute" from="8493,9060" to="9234,9070" o:regroupid="212" strokeweight="1.25pt">
              <v:stroke endarrow="oval" endarrowwidth="narrow" endarrowlength="short"/>
            </v:line>
            <v:rect id="_x0000_s4057" style="position:absolute;left:6783;top:9687;width:343;height:456" o:regroupid="212" filled="f" stroked="f" strokeweight="1.25pt">
              <v:textbox style="mso-next-textbox:#_x0000_s4057" inset="1pt,1pt,1pt,1pt">
                <w:txbxContent>
                  <w:p w:rsidR="009E23C5" w:rsidRPr="005D5CCC" w:rsidRDefault="009E23C5" w:rsidP="0008214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4058" style="position:absolute;left:6498;top:8718;width:342;height:340" o:regroupid="212" filled="f" stroked="f" strokeweight="1.25pt">
              <v:textbox style="mso-next-textbox:#_x0000_s4058" inset="1pt,1pt,1pt,1pt">
                <w:txbxContent>
                  <w:p w:rsidR="009E23C5" w:rsidRDefault="009E23C5" w:rsidP="0008214D">
                    <w:r>
                      <w:t>Кл</w:t>
                    </w:r>
                  </w:p>
                </w:txbxContent>
              </v:textbox>
            </v:rect>
            <v:line id="_x0000_s4059" style="position:absolute" from="6498,9148" to="6897,9148" o:regroupid="212" strokeweight="1.25pt"/>
            <v:line id="_x0000_s4060" style="position:absolute" from="7296,9117" to="7695,9117" o:regroupid="212" strokeweight="1.25pt"/>
            <v:line id="_x0000_s4061" style="position:absolute;flip:y" from="6894,8920" to="7236,9148" o:regroupid="212" strokeweight="1.25pt">
              <v:stroke startarrow="oval" startarrowwidth="narrow" startarrowlength="short"/>
            </v:line>
            <v:line id="_x0000_s4062" style="position:absolute" from="6498,10599" to="9234,10599" o:regroupid="212" strokeweight="1.25pt">
              <v:stroke startarrowwidth="narrow" startarrowlength="short" endarrow="oval" endarrowwidth="narrow" endarrowlength="short"/>
            </v:line>
            <v:line id="_x0000_s4063" style="position:absolute" from="8835,10143" to="8835,10599" o:regroupid="212" strokeweight="1.25pt">
              <v:stroke endarrow="oval" endarrowwidth="narrow" endarrowlength="short"/>
            </v:line>
            <v:line id="_x0000_s4064" style="position:absolute" from="8320,5747" to="8321,6019" o:regroupid="212" strokeweight="1.25pt">
              <v:stroke endarrow="classic"/>
            </v:line>
            <v:line id="_x0000_s4065" style="position:absolute;rotation:-90" from="9568,5562" to="9569,5834" o:regroupid="212" strokeweight="1.25pt">
              <v:stroke endarrow="classic"/>
            </v:line>
            <v:line id="_x0000_s4066" style="position:absolute;rotation:-90" from="6975,5562" to="6976,5834" o:regroupid="212" strokeweight="1.25pt">
              <v:stroke endarrow="classic"/>
            </v:line>
            <v:line id="_x0000_s4067" style="position:absolute;rotation:180" from="9859,5690" to="9861,6381" o:regroupid="212" strokeweight="1.25pt"/>
            <v:line id="_x0000_s4068" style="position:absolute;rotation:180;flip:x" from="9859,6495" to="9861,7122" o:regroupid="212" strokeweight="1.25pt">
              <v:stroke endarrowwidth="narrow" endarrowlength="short"/>
            </v:line>
            <v:group id="_x0000_s4069" style="position:absolute;left:8570;top:5541;width:818;height:156" coordorigin="3982,3435" coordsize="818,156" o:regroupid="212">
              <v:shape id="_x0000_s4070" type="#_x0000_t19" style="position:absolute;left:4391;top:3437;width:137;height:154" strokeweight="1.25pt"/>
              <v:shape id="_x0000_s4071" type="#_x0000_t19" style="position:absolute;left:4118;top:3435;width:137;height:154" strokeweight="1.25pt"/>
              <v:shape id="_x0000_s4072" type="#_x0000_t19" style="position:absolute;left:4527;top:3437;width:137;height:154;flip:x" strokeweight="1.25pt"/>
              <v:shape id="_x0000_s4073" type="#_x0000_t19" style="position:absolute;left:4254;top:3437;width:137;height:154;flip:x" strokeweight="1.25pt"/>
              <v:shape id="_x0000_s4074" type="#_x0000_t19" style="position:absolute;left:3982;top:3437;width:137;height:154;flip:x" strokeweight="1.25pt"/>
              <v:shape id="_x0000_s4075" type="#_x0000_t19" style="position:absolute;left:4663;top:3437;width:137;height:154" strokeweight="1.25pt"/>
            </v:group>
            <v:line id="_x0000_s4076" style="position:absolute;flip:x" from="8297,5696" to="8571,5697" o:regroupid="212" strokeweight="1.25pt"/>
            <v:line id="_x0000_s4077" style="position:absolute;flip:x" from="9387,5690" to="9859,5697" o:regroupid="212" strokeweight="1.25pt"/>
            <v:rect id="_x0000_s4078" style="position:absolute;left:8012;top:6283;width:628;height:239;rotation:90" o:regroupid="212" filled="f" strokeweight="1.25pt"/>
            <v:line id="_x0000_s4079" style="position:absolute;rotation:-90;flip:y" from="8118,6918" to="8524,6920" o:regroupid="212" strokeweight="1.25pt">
              <v:stroke endarrow="oval" endarrowwidth="narrow" endarrowlength="short"/>
            </v:line>
            <v:group id="_x0000_s4080" style="position:absolute;left:9631;top:6385;width:417;height:110" coordorigin="3419,4550" coordsize="417,110" o:regroupid="212">
              <v:line id="_x0000_s4081" style="position:absolute;rotation:-90;flip:y" from="3627,4342" to="3628,4759" strokeweight="2.5pt"/>
              <v:line id="_x0000_s4082" style="position:absolute;rotation:-90;flip:y" from="3624,4447" to="3632,4864" strokeweight="2.5pt"/>
            </v:group>
            <v:line id="_x0000_s4083" style="position:absolute;rotation:-90;flip:x y" from="8119,5887" to="8522,5888" o:regroupid="212" strokeweight="1.25pt">
              <v:stroke startarrow="oval" startarrowwidth="narrow" startarrowlength="short"/>
            </v:line>
            <v:line id="_x0000_s4084" style="position:absolute;flip:x" from="5985,7122" to="7125,7122" o:regroupid="212" strokeweight="1.25pt">
              <v:stroke endarrowwidth="narrow" endarrowlength="short"/>
            </v:line>
            <v:group id="_x0000_s4085" style="position:absolute;left:7198;top:5541;width:818;height:156" coordorigin="2610,3435" coordsize="818,156" o:regroupid="212">
              <v:shape id="_x0000_s4086" type="#_x0000_t19" style="position:absolute;left:3019;top:3437;width:137;height:154" strokeweight="1.25pt"/>
              <v:shape id="_x0000_s4087" type="#_x0000_t19" style="position:absolute;left:2746;top:3435;width:137;height:154" strokeweight="1.25pt"/>
              <v:shape id="_x0000_s4088" type="#_x0000_t19" style="position:absolute;left:3155;top:3437;width:137;height:154;flip:x" strokeweight="1.25pt"/>
              <v:shape id="_x0000_s4089" type="#_x0000_t19" style="position:absolute;left:2882;top:3437;width:137;height:154;flip:x" strokeweight="1.25pt"/>
              <v:shape id="_x0000_s4090" type="#_x0000_t19" style="position:absolute;left:2610;top:3437;width:137;height:154;flip:x" strokeweight="1.25pt"/>
              <v:shape id="_x0000_s4091" type="#_x0000_t19" style="position:absolute;left:3291;top:3437;width:137;height:154" strokeweight="1.25pt"/>
            </v:group>
            <v:line id="_x0000_s4092" style="position:absolute;flip:x" from="8015,5696" to="8289,5697" o:regroupid="212" strokeweight="1.25pt"/>
            <v:line id="_x0000_s4093" style="position:absolute;rotation:90;flip:y" from="7266,5519" to="7266,5519" o:regroupid="212" strokeweight="1.25pt">
              <v:stroke startarrow="oval" startarrowwidth="narrow" startarrowlength="short" endarrowwidth="narrow" endarrowlength="short"/>
            </v:line>
            <v:line id="_x0000_s4094" style="position:absolute;rotation:90;flip:y" from="8464,5526" to="8464,5526" o:regroupid="212" strokeweight="1.25pt">
              <v:stroke startarrow="oval" startarrowwidth="narrow" startarrowlength="short" endarrowwidth="narrow" endarrowlength="short"/>
            </v:line>
            <v:rect id="_x0000_s4095" style="position:absolute;left:5187;top:6226;width:628;height:400;rotation:-180;flip:x" o:regroupid="212" filled="f" stroked="f" strokeweight="1.25pt">
              <v:textbox style="mso-next-textbox:#_x0000_s4095" inset="1pt,1pt,1pt,1pt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4096" style="position:absolute;left:8550;top:5754;width:400;height:342" o:regroupid="212" filled="f" stroked="f" strokeweight="1.25pt">
              <v:textbox style="mso-next-textbox:#_x0000_s4096" inset="1pt,1pt,1pt,1pt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72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097" style="position:absolute;left:6896;top:5355;width:400;height:342" o:regroupid="212" filled="f" stroked="f" strokeweight="1.25pt">
              <v:textbox style="mso-next-textbox:#_x0000_s4097" inset="1pt,1pt,1pt,1pt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7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4098" style="position:absolute;rotation:90;flip:y" from="6598,5084" to="6599,6312" o:regroupid="212" strokeweight="1.25pt">
              <v:stroke endarrowwidth="narrow" endarrowlength="short"/>
            </v:line>
            <v:line id="_x0000_s4099" style="position:absolute;flip:x" from="7695,7081" to="9861,7081" o:regroupid="212" strokeweight="1.25pt">
              <v:stroke endarrowwidth="narrow" endarrowlength="short"/>
            </v:line>
            <v:rect id="_x0000_s4100" style="position:absolute;left:9177;top:6267;width:399;height:400;rotation:-180;flip:x" o:regroupid="212" filled="f" stroked="f" strokeweight="1.25pt">
              <v:textbox style="mso-next-textbox:#_x0000_s4100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101" style="position:absolute;left:8835;top:5127;width:399;height:342;rotation:-180;flip:x" o:regroupid="212" filled="f" stroked="f" strokeweight="1.25pt">
              <v:textbox style="mso-next-textbox:#_x0000_s4101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102" style="position:absolute;left:7752;top:6266;width:456;height:400;rotation:-180;flip:x" o:regroupid="212" filled="f" stroked="f" strokeweight="1.25pt">
              <v:textbox style="mso-next-textbox:#_x0000_s4102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103" style="position:absolute;left:9519;top:5298;width:400;height:342" o:regroupid="212" filled="f" stroked="f" strokeweight="1.25pt">
              <v:textbox style="mso-next-textbox:#_x0000_s4103" inset="1pt,1pt,1pt,1pt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7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oval id="_x0000_s4104" style="position:absolute;left:5700;top:6153;width:568;height:570" o:regroupid="212" filled="f" strokeweight="1.25pt"/>
            <v:line id="_x0000_s4105" style="position:absolute;flip:x" from="5985,5697" to="5985,7122" o:regroupid="212" strokeweight="1.25pt"/>
            <v:line id="_x0000_s4106" style="position:absolute;flip:y" from="5985,6324" to="5985,6552" o:regroupid="212" strokeweight="1pt">
              <v:stroke endarrow="classic"/>
            </v:line>
            <v:group id="_x0000_s4107" style="position:absolute;left:6413;top:6153;width:570;height:627" coordorigin="3705,7524" coordsize="570,627" o:regroupid="212">
              <v:oval id="_x0000_s4108" style="position:absolute;left:3705;top:7524;width:570;height:570" filled="f" strokeweight="1.25pt"/>
              <v:shape id="_x0000_s4109" type="#_x0000_t202" style="position:absolute;left:3705;top:7611;width:441;height:540" filled="f" stroked="f" strokeweight="1.25pt">
                <v:textbox style="mso-next-textbox:#_x0000_s4109">
                  <w:txbxContent>
                    <w:p w:rsidR="009E23C5" w:rsidRPr="00AD4532" w:rsidRDefault="009E23C5" w:rsidP="0008214D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4110" style="position:absolute;flip:x" from="6698,6723" to="6698,7122" o:regroupid="212" strokeweight=".5pt">
              <v:stroke endarrow="oval" endarrowwidth="narrow" endarrowlength="short"/>
            </v:line>
            <v:group id="_x0000_s4111" style="position:absolute;left:6926;top:5925;width:171;height:285" coordorigin="6840,6555" coordsize="171,285" o:regroupid="212">
              <v:line id="_x0000_s4112" style="position:absolute;rotation:-90;flip:x" from="6754,6698" to="7039,6698"/>
              <v:line id="_x0000_s4113" style="position:absolute;rotation:-90" from="6903,6518" to="6948,6689">
                <v:stroke endarrow="oval" endarrowwidth="narrow" endarrowlength="short"/>
              </v:line>
              <v:line id="_x0000_s4114" style="position:absolute;rotation:-90;flip:y" from="6903,6706" to="6948,6877">
                <v:stroke endarrow="oval" endarrowwidth="narrow" endarrowlength="short"/>
              </v:line>
              <v:group id="_x0000_s4115" style="position:absolute;left:6840;top:6626;width:120;height:143" coordorigin="9681,14354" coordsize="399,912">
                <v:line id="_x0000_s4116" style="position:absolute;rotation:-90;flip:y" from="9767,14724" to="9995,15123"/>
                <v:line id="_x0000_s4117" style="position:absolute;rotation:-90;flip:y" from="9767,14268" to="9995,14667"/>
                <v:line id="_x0000_s4118" style="position:absolute;rotation:-90" from="9767,14496" to="9995,14895"/>
                <v:line id="_x0000_s4119" style="position:absolute;rotation:-90" from="9767,14952" to="9995,15351"/>
              </v:group>
            </v:group>
            <v:oval id="_x0000_s4120" style="position:absolute;left:7125;top:6837;width:568;height:570" o:regroupid="212" filled="f" strokeweight="1.25pt"/>
            <v:rect id="_x0000_s4121" style="position:absolute;left:7239;top:6951;width:343;height:342;rotation:-180;flip:x" o:regroupid="212" filled="f" stroked="f" strokeweight="1.25pt">
              <v:textbox style="mso-next-textbox:#_x0000_s4121" inset="1pt,1pt,1pt,1pt">
                <w:txbxContent>
                  <w:p w:rsidR="009E23C5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line id="_x0000_s4122" style="position:absolute;flip:y" from="6726,5697" to="6726,6153" o:regroupid="212" strokeweight=".5pt">
              <v:stroke endarrow="oval" endarrowwidth="narrow" endarrowlength="short"/>
            </v:line>
            <v:rect id="_x0000_s4123" style="position:absolute;left:7467;top:5127;width:399;height:342;rotation:-180;flip:x" o:regroupid="212" filled="f" stroked="f" strokeweight="1.25pt">
              <v:textbox style="mso-next-textbox:#_x0000_s4123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4124" style="position:absolute;rotation:180" from="6498,9167" to="6500,9858" o:regroupid="212" strokeweight="1.25pt"/>
            <v:line id="_x0000_s4125" style="position:absolute;rotation:180;flip:x" from="6498,9972" to="6500,10599" o:regroupid="212" strokeweight="1.25pt">
              <v:stroke endarrowwidth="narrow" endarrowlength="short"/>
            </v:line>
            <v:group id="_x0000_s4126" style="position:absolute;left:6270;top:9862;width:417;height:110" coordorigin="3419,4550" coordsize="417,110" o:regroupid="212">
              <v:line id="_x0000_s4127" style="position:absolute;rotation:-90;flip:y" from="3627,4342" to="3628,4759" strokeweight="2.5pt"/>
              <v:line id="_x0000_s4128" style="position:absolute;rotation:-90;flip:y" from="3624,4447" to="3632,4864" strokeweight="2.5pt"/>
            </v:group>
            <v:group id="_x0000_s4129" style="position:absolute;left:7695;top:8946;width:818;height:156" coordorigin="3982,3435" coordsize="818,156" o:regroupid="212">
              <v:shape id="_x0000_s4130" type="#_x0000_t19" style="position:absolute;left:4391;top:3437;width:137;height:154" strokeweight="1.25pt"/>
              <v:shape id="_x0000_s4131" type="#_x0000_t19" style="position:absolute;left:4118;top:3435;width:137;height:154" strokeweight="1.25pt"/>
              <v:shape id="_x0000_s4132" type="#_x0000_t19" style="position:absolute;left:4527;top:3437;width:137;height:154;flip:x" strokeweight="1.25pt"/>
              <v:shape id="_x0000_s4133" type="#_x0000_t19" style="position:absolute;left:4254;top:3437;width:137;height:154;flip:x" strokeweight="1.25pt"/>
              <v:shape id="_x0000_s4134" type="#_x0000_t19" style="position:absolute;left:3982;top:3437;width:137;height:154;flip:x" strokeweight="1.25pt"/>
              <v:shape id="_x0000_s4135" type="#_x0000_t19" style="position:absolute;left:4663;top:3437;width:137;height:154" strokeweight="1.25pt"/>
            </v:group>
            <v:rect id="_x0000_s4136" style="position:absolute;left:5529;top:9744;width:684;height:456" o:regroupid="212" filled="f" stroked="f" strokeweight="1.25pt">
              <v:textbox style="mso-next-textbox:#_x0000_s4136" inset="1pt,1pt,1pt,1pt">
                <w:txbxContent>
                  <w:p w:rsidR="009E23C5" w:rsidRDefault="009E23C5" w:rsidP="0008214D">
                    <w:pPr>
                      <w:rPr>
                        <w:lang w:val="en-US"/>
                      </w:rPr>
                    </w:pPr>
                    <w:r w:rsidRPr="00D571F0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D571F0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C</w:t>
                    </w:r>
                    <w:r w:rsidRPr="00D571F0">
                      <w:rPr>
                        <w:sz w:val="24"/>
                        <w:szCs w:val="24"/>
                        <w:lang w:val="en-US"/>
                      </w:rPr>
                      <w:t>(0</w:t>
                    </w:r>
                    <w:r>
                      <w:rPr>
                        <w:sz w:val="24"/>
                        <w:lang w:val="en-US"/>
                      </w:rPr>
                      <w:t>)</w:t>
                    </w:r>
                  </w:p>
                </w:txbxContent>
              </v:textbox>
            </v:rect>
            <v:line id="_x0000_s4137" style="position:absolute" from="6213,9516" to="6213,10314" o:regroupid="212">
              <v:stroke endarrow="block"/>
            </v:line>
            <v:group id="_x0000_s4138" style="position:absolute;left:7752;top:6666;width:171;height:285" coordorigin="6840,6555" coordsize="171,285" o:regroupid="212">
              <v:line id="_x0000_s4139" style="position:absolute;rotation:-90;flip:x" from="6754,6698" to="7039,6698"/>
              <v:line id="_x0000_s4140" style="position:absolute;rotation:-90" from="6903,6518" to="6948,6689">
                <v:stroke endarrow="oval" endarrowwidth="narrow" endarrowlength="short"/>
              </v:line>
              <v:line id="_x0000_s4141" style="position:absolute;rotation:-90;flip:y" from="6903,6706" to="6948,6877">
                <v:stroke endarrow="oval" endarrowwidth="narrow" endarrowlength="short"/>
              </v:line>
              <v:group id="_x0000_s4142" style="position:absolute;left:6840;top:6626;width:120;height:143" coordorigin="9681,14354" coordsize="399,912">
                <v:line id="_x0000_s4143" style="position:absolute;rotation:-90;flip:y" from="9767,14724" to="9995,15123"/>
                <v:line id="_x0000_s4144" style="position:absolute;rotation:-90;flip:y" from="9767,14268" to="9995,14667"/>
                <v:line id="_x0000_s4145" style="position:absolute;rotation:-90" from="9767,14496" to="9995,14895"/>
                <v:line id="_x0000_s4146" style="position:absolute;rotation:-90" from="9767,14952" to="9995,15351"/>
              </v:group>
            </v:group>
            <v:shape id="_x0000_s4147" type="#_x0000_t202" style="position:absolute;left:1653;top:11967;width:4104;height:1026" o:regroupid="212" stroked="f">
              <v:textbox style="mso-next-textbox:#_x0000_s4147">
                <w:txbxContent>
                  <w:p w:rsidR="009E23C5" w:rsidRPr="00F4190A" w:rsidRDefault="009E23C5" w:rsidP="0008214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1 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 xml:space="preserve"> 50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</w:p>
                  <w:p w:rsidR="009E23C5" w:rsidRPr="00F4190A" w:rsidRDefault="009E23C5" w:rsidP="0008214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1 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F4190A">
                      <w:rPr>
                        <w:sz w:val="24"/>
                      </w:rPr>
                      <w:t xml:space="preserve">1 </w:t>
                    </w:r>
                    <w:r>
                      <w:rPr>
                        <w:sz w:val="24"/>
                      </w:rPr>
                      <w:t>кОм</w:t>
                    </w:r>
                    <w:r w:rsidRPr="00F4190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 w:rsidRPr="00F4190A">
                      <w:rPr>
                        <w:sz w:val="24"/>
                      </w:rPr>
                      <w:t xml:space="preserve">3 </w:t>
                    </w:r>
                    <w:r>
                      <w:rPr>
                        <w:sz w:val="24"/>
                      </w:rPr>
                      <w:t>кОм</w:t>
                    </w:r>
                    <w:r w:rsidRPr="00F4190A"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 xml:space="preserve"> 2</w:t>
                    </w:r>
                    <w:r w:rsidRPr="00F4190A">
                      <w:rPr>
                        <w:sz w:val="24"/>
                      </w:rPr>
                      <w:t xml:space="preserve">.5 </w:t>
                    </w:r>
                    <w:r>
                      <w:rPr>
                        <w:sz w:val="24"/>
                      </w:rPr>
                      <w:t>кОм</w:t>
                    </w:r>
                    <w:r w:rsidRPr="00F4190A">
                      <w:rPr>
                        <w:sz w:val="24"/>
                      </w:rPr>
                      <w:t>.</w:t>
                    </w:r>
                  </w:p>
                  <w:p w:rsidR="009E23C5" w:rsidRDefault="009E23C5" w:rsidP="0008214D">
                    <w:pPr>
                      <w:jc w:val="center"/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4148" type="#_x0000_t202" style="position:absolute;left:1653;top:13107;width:4446;height:399" o:regroupid="212" stroked="f">
              <v:textbox style="mso-next-textbox:#_x0000_s4148">
                <w:txbxContent>
                  <w:p w:rsidR="009E23C5" w:rsidRDefault="009E23C5" w:rsidP="0008214D">
                    <w:pPr>
                      <w:rPr>
                        <w:sz w:val="16"/>
                      </w:rPr>
                    </w:pPr>
                    <w:r>
                      <w:t xml:space="preserve">Характеристика нелинейного сопротивления </w:t>
                    </w: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</w:rPr>
                      <w:t>4</w:t>
                    </w:r>
                  </w:p>
                </w:txbxContent>
              </v:textbox>
            </v:shape>
            <v:rect id="_x0000_s4149" style="position:absolute;left:7980;top:13864;width:399;height:285" o:regroupid="212" filled="f" stroked="f">
              <v:textbox style="mso-next-textbox:#_x0000_s4149" inset="1pt,1pt,1pt,1pt">
                <w:txbxContent>
                  <w:p w:rsidR="009E23C5" w:rsidRPr="00F4190A" w:rsidRDefault="009E23C5" w:rsidP="0008214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4150" style="position:absolute;rotation:-90" from="8180,13208" to="8180,15203" o:regroupid="212">
              <v:stroke endarrow="block"/>
            </v:line>
            <v:line id="_x0000_s4151" style="position:absolute" from="8892,13335" to="9063,13335" o:regroupid="212"/>
            <v:line id="_x0000_s4152" style="position:absolute" from="8151,12765" to="8151,13335" o:regroupid="212">
              <v:stroke endarrow="block"/>
            </v:line>
            <v:shape id="_x0000_s4153" type="#_x0000_t202" style="position:absolute;left:1596;top:13506;width:4446;height:969" o:regroupid="212" stroked="f">
              <v:textbox style="mso-next-textbox:#_x0000_s4153">
                <w:txbxContent>
                  <w:tbl>
                    <w:tblPr>
                      <w:tblW w:w="0" w:type="auto"/>
                      <w:tblInd w:w="192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550"/>
                      <w:gridCol w:w="500"/>
                      <w:gridCol w:w="590"/>
                      <w:gridCol w:w="591"/>
                      <w:gridCol w:w="591"/>
                      <w:gridCol w:w="590"/>
                      <w:gridCol w:w="591"/>
                    </w:tblGrid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30"/>
                      </w:trPr>
                      <w:tc>
                        <w:tcPr>
                          <w:tcW w:w="55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4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В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15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18</w:t>
                          </w:r>
                        </w:p>
                      </w:tc>
                    </w:tr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00"/>
                      </w:trPr>
                      <w:tc>
                        <w:tcPr>
                          <w:tcW w:w="55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4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мА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1.4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1.8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2.14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2.7</w:t>
                          </w:r>
                        </w:p>
                      </w:tc>
                    </w:tr>
                  </w:tbl>
                  <w:p w:rsidR="009E23C5" w:rsidRPr="0036291B" w:rsidRDefault="009E23C5" w:rsidP="0008214D"/>
                </w:txbxContent>
              </v:textbox>
            </v:shape>
            <v:rect id="_x0000_s4154" style="position:absolute;left:7296;top:12423;width:627;height:228" o:regroupid="212" strokeweight="1.25pt"/>
            <v:line id="_x0000_s4155" style="position:absolute" from="6897,12537" to="7296,12537" o:regroupid="212" strokeweight="1.25pt"/>
            <v:line id="_x0000_s4156" style="position:absolute;rotation:17673122fd" from="8752,13302" to="10292,13308" o:regroupid="212" strokeweight="1.25pt">
              <v:stroke startarrow="oval" startarrowwidth="narrow" startarrowlength="short"/>
            </v:line>
            <v:rect id="_x0000_s4157" style="position:absolute;left:8493;top:13449;width:627;height:228" o:regroupid="212" strokeweight="1.25pt"/>
            <v:rect id="_x0000_s4158" style="position:absolute;left:7239;top:13449;width:627;height:228" o:regroupid="212" strokeweight="1.25pt"/>
            <v:rect id="_x0000_s4159" style="position:absolute;left:8493;top:12423;width:627;height:228" o:regroupid="212" strokeweight="1.25pt"/>
            <v:line id="_x0000_s4160" style="position:absolute" from="8208,12537" to="8493,12537" o:regroupid="212" strokeweight="1.25pt">
              <v:stroke startarrow="oval" startarrowwidth="narrow" startarrowlength="short"/>
            </v:line>
            <v:line id="_x0000_s4161" style="position:absolute" from="9120,12537" to="9519,12537" o:regroupid="212" strokeweight="1.25pt"/>
            <v:line id="_x0000_s4162" style="position:absolute;rotation:17673122fd" from="6129,13304" to="7669,13307" o:regroupid="212" strokeweight="1.25pt">
              <v:stroke startarrow="oval" startarrowwidth="narrow" startarrowlength="short"/>
            </v:line>
            <v:line id="_x0000_s4163" style="position:absolute" from="6897,13563" to="7239,13563" o:regroupid="212" strokeweight="1.25pt"/>
            <v:line id="_x0000_s4164" style="position:absolute" from="9120,13579" to="9519,13579" o:regroupid="212" strokeweight="1.25pt"/>
            <v:rect id="_x0000_s4165" style="position:absolute;left:7752;top:12895;width:399;height:285" o:regroupid="212" filled="f" stroked="f" strokeweight="1.25pt">
              <v:textbox style="mso-next-textbox:#_x0000_s4165" inset="1pt,1pt,1pt,1pt">
                <w:txbxContent>
                  <w:p w:rsidR="009E23C5" w:rsidRPr="00F4190A" w:rsidRDefault="009E23C5" w:rsidP="0008214D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F4190A">
                      <w:rPr>
                        <w:sz w:val="24"/>
                        <w:szCs w:val="24"/>
                        <w:lang w:val="en-US"/>
                      </w:rPr>
                      <w:t>U</w:t>
                    </w:r>
                    <w:r w:rsidRPr="00F4190A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4166" style="position:absolute" from="8208,13563" to="8493,13563" o:regroupid="212" strokeweight="1.25pt">
              <v:stroke startarrow="oval" startarrowwidth="narrow" startarrowlength="short"/>
            </v:line>
            <v:line id="_x0000_s4167" style="position:absolute" from="7866,13563" to="8208,13563" o:regroupid="212" strokeweight="1.25pt"/>
            <v:line id="_x0000_s4168" style="position:absolute" from="7923,12537" to="8208,12537" o:regroupid="212" strokeweight="1.25pt"/>
            <v:rect id="_x0000_s4169" style="position:absolute;left:8607;top:12023;width:456;height:400;rotation:-180;flip:x" o:regroupid="212" filled="f" stroked="f" strokeweight="1.25pt">
              <v:textbox style="mso-next-textbox:#_x0000_s4169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170" style="position:absolute;left:7410;top:12024;width:456;height:400;rotation:-180;flip:x" o:regroupid="212" filled="f" stroked="f" strokeweight="1.25pt">
              <v:textbox style="mso-next-textbox:#_x0000_s4170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171" style="position:absolute;left:7410;top:13106;width:456;height:400;rotation:-180;flip:x" o:regroupid="212" filled="f" stroked="f" strokeweight="1.25pt">
              <v:textbox style="mso-next-textbox:#_x0000_s4171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172" style="position:absolute;left:8607;top:12952;width:456;height:400;rotation:-180;flip:x" o:regroupid="212" filled="f" stroked="f" strokeweight="1.25pt">
              <v:textbox style="mso-next-textbox:#_x0000_s4172" inset="1pt,1pt,1pt,1pt">
                <w:txbxContent>
                  <w:p w:rsidR="009E23C5" w:rsidRPr="00510963" w:rsidRDefault="009E23C5" w:rsidP="0008214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line id="_x0000_s4173" style="position:absolute;flip:y" from="8607,13335" to="8892,13791" o:regroupid="212"/>
            <v:line id="_x0000_s4174" style="position:absolute;rotation:-90" from="8864,13607" to="8864,14120" o:regroupid="212">
              <v:stroke endarrow="block"/>
            </v:line>
            <v:rect id="_x0000_s4175" style="position:absolute;left:9177;top:13237;width:399;height:285" o:regroupid="212" filled="f" stroked="f">
              <v:textbox style="mso-next-textbox:#_x0000_s4175" inset="1pt,1pt,1pt,1pt">
                <w:txbxContent>
                  <w:p w:rsidR="009E23C5" w:rsidRPr="00A941A1" w:rsidRDefault="009E23C5" w:rsidP="0008214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4176" style="position:absolute;left:8721;top:13864;width:399;height:285" o:regroupid="212" filled="f" stroked="f">
              <v:textbox style="mso-next-textbox:#_x0000_s4176" inset="1pt,1pt,1pt,1pt">
                <w:txbxContent>
                  <w:p w:rsidR="009E23C5" w:rsidRPr="00F4190A" w:rsidRDefault="009E23C5" w:rsidP="0008214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line id="_x0000_s4177" style="position:absolute;rotation:-90" from="9234,13465" to="9234,13693" o:regroupid="212" strokeweight="1.25pt">
              <v:stroke endarrow="block"/>
            </v:lin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4178" style="position:absolute;margin-left:3.2pt;margin-top:3pt;width:456.05pt;height:707.5pt;z-index:251653120" coordorigin="1482,627" coordsize="9121,14150">
            <v:shape id="_x0000_s4179" type="#_x0000_t202" style="position:absolute;left:1539;top:1208;width:2394;height:432" o:regroupid="213" filled="f" stroked="f">
              <v:textbox style="mso-next-textbox:#_x0000_s4179">
                <w:txbxContent>
                  <w:p w:rsidR="009E23C5" w:rsidRPr="00684A7E" w:rsidRDefault="009E23C5" w:rsidP="000C5C1D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4180" type="#_x0000_t202" style="position:absolute;left:1995;top:1949;width:1539;height:1824" o:regroupid="213" filled="f" stroked="f">
              <v:textbox style="mso-next-textbox:#_x0000_s4180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4 </w:t>
                    </w:r>
                    <w:r>
                      <w:rPr>
                        <w:sz w:val="24"/>
                      </w:rPr>
                      <w:t>= 1.5 В,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 0.1 А,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</w:rPr>
                      <w:t>= 5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</w:rPr>
                      <w:t>= 12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3 </w:t>
                    </w:r>
                    <w:r>
                      <w:rPr>
                        <w:sz w:val="24"/>
                      </w:rPr>
                      <w:t>= 5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4 </w:t>
                    </w:r>
                    <w:r>
                      <w:rPr>
                        <w:sz w:val="24"/>
                      </w:rPr>
                      <w:t>= 6 Ом,</w:t>
                    </w:r>
                  </w:p>
                </w:txbxContent>
              </v:textbox>
            </v:shape>
            <v:shape id="_x0000_s4181" type="#_x0000_t202" style="position:absolute;left:1881;top:5255;width:2508;height:2109" o:regroupid="213" filled="f" stroked="f">
              <v:textbox style="mso-next-textbox:#_x0000_s4181">
                <w:txbxContent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21.2</w:t>
                    </w:r>
                    <w:r w:rsidRPr="001459EA"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</w:t>
                    </w:r>
                    <w:r w:rsidRPr="001459EA">
                      <w:rPr>
                        <w:sz w:val="24"/>
                        <w:lang w:val="es-ES"/>
                      </w:rPr>
                      <w:t xml:space="preserve"> </w:t>
                    </w:r>
                    <w:r w:rsidRPr="00510963">
                      <w:rPr>
                        <w:sz w:val="24"/>
                        <w:lang w:val="es-ES"/>
                      </w:rPr>
                      <w:t>=</w:t>
                    </w:r>
                    <w:r w:rsidRPr="001459EA">
                      <w:rPr>
                        <w:sz w:val="24"/>
                        <w:lang w:val="es-ES"/>
                      </w:rPr>
                      <w:t xml:space="preserve"> 20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 w:rsidRPr="001459EA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1459EA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70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C344B8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C344B8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 w:rsidRPr="001459EA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1459EA">
                      <w:rPr>
                        <w:sz w:val="24"/>
                        <w:lang w:val="es-ES"/>
                      </w:rPr>
                      <w:t xml:space="preserve"> </w:t>
                    </w:r>
                    <w:r w:rsidRPr="00C344B8">
                      <w:rPr>
                        <w:sz w:val="24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C344B8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C344B8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 w:rsidRPr="00C344B8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0.</w:t>
                    </w:r>
                    <w:r>
                      <w:rPr>
                        <w:sz w:val="24"/>
                      </w:rPr>
                      <w:t>12</w:t>
                    </w:r>
                    <w:r w:rsidRPr="00C344B8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0.</w:t>
                    </w:r>
                    <w:r>
                      <w:rPr>
                        <w:sz w:val="24"/>
                      </w:rPr>
                      <w:t>21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4182" type="#_x0000_t202" style="position:absolute;left:1482;top:627;width:2565;height:456" o:regroupid="213">
              <v:textbox style="mso-next-textbox:#_x0000_s4182">
                <w:txbxContent>
                  <w:p w:rsidR="009E23C5" w:rsidRPr="002504FE" w:rsidRDefault="009E23C5" w:rsidP="000C5C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6</w:t>
                    </w:r>
                  </w:p>
                </w:txbxContent>
              </v:textbox>
            </v:shape>
            <v:rect id="_x0000_s4183" style="position:absolute;left:1482;top:1097;width:9121;height:3420" o:regroupid="213" filled="f" strokeweight="2pt"/>
            <v:shape id="_x0000_s4184" type="#_x0000_t202" style="position:absolute;left:1482;top:4628;width:2387;height:432" o:regroupid="213" filled="f" stroked="f">
              <v:textbox style="mso-next-textbox:#_x0000_s4184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6</w:t>
                    </w:r>
                  </w:p>
                </w:txbxContent>
              </v:textbox>
            </v:shape>
            <v:rect id="_x0000_s4185" style="position:absolute;left:1482;top:4517;width:9121;height:3420" o:regroupid="213" filled="f" strokeweight="2pt"/>
            <v:rect id="_x0000_s4186" style="position:absolute;left:1482;top:7937;width:9121;height:3420" o:regroupid="213" filled="f" strokeweight="2pt"/>
            <v:rect id="_x0000_s4187" style="position:absolute;left:1482;top:11357;width:9121;height:3420" o:regroupid="213" filled="f" strokeweight="2pt"/>
            <v:shape id="_x0000_s4188" type="#_x0000_t202" style="position:absolute;left:1539;top:8018;width:2387;height:432" o:regroupid="213" filled="f" stroked="f">
              <v:textbox style="mso-next-textbox:#_x0000_s4188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4189" type="#_x0000_t202" style="position:absolute;left:1539;top:11414;width:2387;height:432" o:regroupid="213" filled="f" stroked="f">
              <v:textbox style="mso-next-textbox:#_x0000_s4189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6</w:t>
                    </w:r>
                  </w:p>
                </w:txbxContent>
              </v:textbox>
            </v:shape>
            <v:group id="_x0000_s4190" style="position:absolute;left:5244;top:1436;width:4240;height:2680" coordorigin="5301,1880" coordsize="4240,2680" o:regroupid="213">
              <v:rect id="_x0000_s4191" style="position:absolute;left:7068;top:2736;width:685;height:444;flip:y" filled="f" stroked="f" strokeweight="1.25pt">
                <v:textbox style="mso-next-textbox:#_x0000_s4191" inset="1pt,1pt,1pt,1pt">
                  <w:txbxContent>
                    <w:p w:rsidR="009E23C5" w:rsidRDefault="009E23C5" w:rsidP="000C5C1D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4192" style="position:absolute;left:5700;top:1938;width:343;height:286;flip:y" filled="f" stroked="f" strokeweight="1.25pt">
                <v:textbox style="mso-next-textbox:#_x0000_s4192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4193" style="position:absolute;left:5301;top:3021;width:513;height:513;flip:y" filled="f" stroked="f" strokeweight="1.25pt">
                <v:textbox style="mso-next-textbox:#_x0000_s4193" inset="1pt,1pt,1pt,1pt">
                  <w:txbxContent>
                    <w:p w:rsidR="009E23C5" w:rsidRPr="003A5600" w:rsidRDefault="009E23C5" w:rsidP="000C5C1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4194" style="position:absolute;left:7183;top:1880;width:455;height:400;flip:y" filled="f" stroked="f" strokeweight="1.25pt">
                <v:textbox style="mso-next-textbox:#_x0000_s4194" inset="1pt,1pt,1pt,1pt">
                  <w:txbxContent>
                    <w:p w:rsidR="009E23C5" w:rsidRPr="003A5600" w:rsidRDefault="009E23C5" w:rsidP="000C5C1D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4195" style="position:absolute;left:8892;top:3078;width:570;height:400;flip:y" filled="f" stroked="f" strokeweight="1.25pt">
                <v:textbox style="mso-next-textbox:#_x0000_s4195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rect id="_x0000_s4196" style="position:absolute;left:8379;top:3078;width:628;height:400;flip:y" filled="f" stroked="f" strokeweight="1.25pt">
                <v:textbox style="mso-next-textbox:#_x0000_s4196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line id="_x0000_s4197" style="position:absolute;flip:y" from="5928,3591" to="5928,4224" strokeweight="1.25pt"/>
              <v:rect id="_x0000_s4198" style="position:absolute;left:5620;top:3163;width:628;height:239;rotation:90;flip:y" filled="f" strokeweight="1.25pt"/>
              <v:line id="_x0000_s4199" style="position:absolute;rotation:-90;flip:y" from="6469,1796" to="6470,2879" strokeweight="1.25pt"/>
              <v:line id="_x0000_s4200" style="position:absolute;rotation:-90" from="7837,2651" to="8464,2651" strokeweight="1.25pt">
                <v:stroke endarrow="oval" endarrowwidth="narrow" endarrowlength="short"/>
              </v:line>
              <v:rect id="_x0000_s4201" style="position:absolute;left:7022;top:2234;width:628;height:239;flip:y" filled="f" strokeweight="1.25pt"/>
              <v:line id="_x0000_s4202" style="position:absolute;flip:x" from="8145,3591" to="8151,4218" strokeweight="1.25pt">
                <v:stroke endarrow="oval" endarrowwidth="narrow" endarrowlength="short"/>
              </v:line>
              <v:rect id="_x0000_s4203" style="position:absolute;left:7826;top:3164;width:628;height:239;rotation:90" filled="f" strokeweight="1.25pt"/>
              <v:line id="_x0000_s4204" style="position:absolute;flip:x y" from="9405,3591" to="9405,4224" strokeweight="1.25pt"/>
              <v:line id="_x0000_s4205" style="position:absolute;flip:y" from="9405,2337" to="9405,2964" strokeweight="1.25pt">
                <v:stroke endarrowwidth="narrow" endarrowlength="short"/>
              </v:line>
              <v:rect id="_x0000_s4206" style="position:absolute;left:9108;top:3163;width:628;height:239;rotation:90;flip:y" filled="f" strokeweight="1.25pt"/>
              <v:line id="_x0000_s4207" style="position:absolute" from="7638,2337" to="9416,2341" strokeweight="1.25pt">
                <v:stroke endarrowwidth="narrow" endarrowlength="short"/>
              </v:line>
              <v:line id="_x0000_s4208" style="position:absolute;flip:y" from="5928,2337" to="5928,2964" strokeweight="1.25pt">
                <v:stroke endarrow="oval" endarrowwidth="narrow" endarrowlength="short"/>
              </v:line>
              <v:line id="_x0000_s4209" style="position:absolute" from="7524,4218" to="8146,4224" strokeweight="1.25pt">
                <v:stroke endarrowwidth="narrow" endarrowlength="long"/>
              </v:line>
              <v:oval id="_x0000_s4210" style="position:absolute;left:6704;top:2944;width:568;height:570;rotation:-14246675fd;flip:y" filled="f" strokeweight="1.25pt"/>
              <v:line id="_x0000_s4211" style="position:absolute;rotation:14246675fd" from="6829,3676" to="8301,3727" strokeweight="1.25pt">
                <v:stroke endarrow="open" endarrowlength="short"/>
              </v:line>
              <v:line id="_x0000_s4212" style="position:absolute;rotation:14246675fd;flip:x y" from="5826,2742" to="7049,2801" strokeweight="1.25pt">
                <v:stroke endarrowwidth="narrow" endarrowlength="short"/>
              </v:line>
              <v:line id="_x0000_s4213" style="position:absolute;rotation:-14246675fd;flip:y" from="6892,3176" to="6950,3177" strokeweight="1.25pt">
                <v:stroke endarrow="open" endarrowlength="short"/>
              </v:line>
              <v:oval id="_x0000_s4214" style="position:absolute;left:8504;top:3939;width:568;height:570;flip:x y" filled="f" strokeweight="1.25pt"/>
              <v:line id="_x0000_s4215" style="position:absolute;flip:x y" from="8145,4214" to="9405,4224" strokeweight="1.25pt">
                <v:stroke endarrowwidth="narrow" endarrowlength="long"/>
              </v:line>
              <v:rect id="_x0000_s4216" style="position:absolute;left:8664;top:3591;width:628;height:360;flip:y" filled="f" stroked="f" strokeweight="1.25pt">
                <v:textbox style="mso-next-textbox:#_x0000_s4216" inset="1pt,1pt,1pt,1pt">
                  <w:txbxContent>
                    <w:p w:rsidR="009E23C5" w:rsidRPr="00A16F10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rect id="_x0000_s4217" style="position:absolute;left:8218;top:1995;width:343;height:286;flip:y" filled="f" stroked="f" strokeweight="1.25pt">
                <v:textbox style="mso-next-textbox:#_x0000_s4217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4218" style="position:absolute;left:7695;top:4218;width:343;height:342;flip:y" filled="f" stroked="f" strokeweight="1.25pt">
                <v:textbox style="mso-next-textbox:#_x0000_s4218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line id="_x0000_s4219" style="position:absolute;flip:x" from="5928,4218" to="6441,4218" strokeweight="1.25pt">
                <v:stroke endarrow="oval" endarrowwidth="narrow" endarrowlength="short"/>
              </v:line>
              <v:oval id="_x0000_s4220" style="position:absolute;left:6441;top:3933;width:568;height:570" filled="f" strokeweight="1.25pt"/>
              <v:line id="_x0000_s4221" style="position:absolute;flip:x" from="7011,4218" to="7524,4218" strokeweight="1.25pt">
                <v:stroke endarrowwidth="narrow" endarrowlength="short"/>
              </v:line>
              <v:rect id="_x0000_s4222" style="position:absolute;left:6611;top:4047;width:343;height:342;rotation:-180;flip:x" filled="f" stroked="f" strokeweight="1.25pt">
                <v:textbox style="mso-next-textbox:#_x0000_s4222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line id="_x0000_s4223" style="position:absolute;rotation:90;flip:x" from="7974,4377" to="8316,4377" strokeweight="1.25pt">
                <v:stroke endarrowwidth="narrow" endarrowlength="short"/>
              </v:line>
              <v:line id="_x0000_s4224" style="position:absolute;flip:x" from="7974,4560" to="8316,4560" strokeweight="2.5pt">
                <v:stroke endarrowwidth="narrow" endarrowlength="short"/>
              </v:line>
              <v:line id="_x0000_s4225" style="position:absolute;rotation:-90;flip:x" from="8810,4083" to="8811,4355" strokeweight="1.25pt">
                <v:stroke endarrow="block" endarrowwidth="wide"/>
              </v:line>
              <v:group id="_x0000_s4226" style="position:absolute;left:6270;top:3876;width:114;height:228" coordorigin="6954,3876" coordsize="741,969">
                <v:line id="_x0000_s4227" style="position:absolute;rotation:-90;flip:x" from="7325,4564" to="7325,4975"/>
                <v:group id="_x0000_s4228" style="position:absolute;left:6954;top:3876;width:741;height:969" coordorigin="4266,11962" coordsize="575,853">
                  <v:line id="_x0000_s4229" style="position:absolute;rotation:-90;flip:y" from="4009,12559" to="4522,12559"/>
                  <v:shape id="_x0000_s4230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4231" style="position:absolute;rotation:-90;flip:y" from="4579,12559" to="5092,12559"/>
                </v:group>
              </v:group>
            </v:group>
            <v:group id="_x0000_s4232" style="position:absolute;left:4788;top:5312;width:4687;height:2052" coordorigin="4788,5415" coordsize="4687,2052" o:regroupid="213">
              <v:group id="_x0000_s4233" style="position:absolute;left:7125;top:5757;width:456;height:114;rotation:-90" coordorigin="4938,12588" coordsize="420,131">
                <v:line id="_x0000_s4234" style="position:absolute;rotation:90" from="5146,12380" to="5147,12797" strokeweight="2.5pt"/>
                <v:line id="_x0000_s4235" style="position:absolute;rotation:90" from="5146,12506" to="5154,12923" strokeweight="2.5pt"/>
              </v:group>
              <v:rect id="_x0000_s4236" style="position:absolute;left:4788;top:6270;width:628;height:400;rotation:-180;flip:x" filled="f" stroked="f" strokeweight="1.25pt">
                <v:textbox style="mso-next-textbox:#_x0000_s4236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e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4237" style="position:absolute" from="8379,5871" to="8380,6143" strokeweight="1.25pt">
                <v:stroke endarrow="classic"/>
              </v:line>
              <v:rect id="_x0000_s4238" style="position:absolute;left:8094;top:5871;width:400;height:342" filled="f" stroked="f" strokeweight="1.25pt">
                <v:textbox style="mso-next-textbox:#_x0000_s4238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78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rect id="_x0000_s4239" style="position:absolute;left:7751;top:5415;width:400;height:342" filled="f" stroked="f" strokeweight="1.25pt">
                <v:textbox style="mso-next-textbox:#_x0000_s4239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80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line id="_x0000_s4240" style="position:absolute;rotation:-90" from="8799,5679" to="8800,5951" strokeweight="1.25pt">
                <v:stroke endarrow="classic"/>
              </v:line>
              <v:line id="_x0000_s4241" style="position:absolute;rotation:-90" from="7773,5679" to="7774,5951" strokeweight="1.25pt">
                <v:stroke endarrow="classic"/>
              </v:line>
              <v:line id="_x0000_s4242" style="position:absolute;rotation:90" from="7439,7096" to="7439,7267" strokeweight="1.25pt"/>
              <v:line id="_x0000_s4243" style="position:absolute;rotation:90;flip:y" from="6496,5015" to="6497,6613" strokeweight="1.25pt">
                <v:stroke endarrowwidth="narrow" endarrowlength="short"/>
              </v:line>
              <v:rect id="_x0000_s4244" style="position:absolute;left:7524;top:7068;width:628;height:239;rotation:180" filled="f" strokeweight="1.25pt"/>
              <v:line id="_x0000_s4245" style="position:absolute;rotation:-90;flip:x" from="9179,5983" to="9521,5986" strokeweight="1.25pt"/>
              <v:line id="_x0000_s4246" style="position:absolute;rotation:-90" from="9180,7008" to="9518,7010" strokeweight="1.25pt"/>
              <v:line id="_x0000_s4247" style="position:absolute;rotation:90" from="8350,4817" to="8351,6812" strokeweight="1.25pt"/>
              <v:line id="_x0000_s4248" style="position:absolute;rotation:90;flip:y" from="8179,6014" to="8578,6014" strokeweight="1.25pt">
                <v:stroke endarrow="oval" endarrowwidth="narrow" endarrowlength="short"/>
              </v:line>
              <v:line id="_x0000_s4249" style="position:absolute;rotation:-90;flip:x y" from="8235,7039" to="8520,7041" strokeweight="1.25pt">
                <v:stroke endarrow="oval" endarrowwidth="narrow" endarrowlength="short"/>
              </v:line>
              <v:line id="_x0000_s4250" style="position:absolute;flip:x" from="5700,7182" to="6783,7182" strokeweight="1.25pt">
                <v:stroke endarrowwidth="narrow" endarrowlength="short"/>
              </v:line>
              <v:rect id="_x0000_s4251" style="position:absolute;left:6897;top:5415;width:399;height:400;rotation:-180;flip:x" filled="f" stroked="f" strokeweight="1.25pt">
                <v:textbox style="mso-next-textbox:#_x0000_s4251" inset="1pt,1pt,1pt,1pt">
                  <w:txbxContent>
                    <w:p w:rsidR="009E23C5" w:rsidRPr="00510963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С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4252" style="position:absolute;left:8892;top:6327;width:399;height:342;rotation:-180;flip:x" filled="f" stroked="f" strokeweight="1.25pt">
                <v:textbox style="mso-next-textbox:#_x0000_s4252" inset="1pt,1pt,1pt,1pt">
                  <w:txbxContent>
                    <w:p w:rsidR="009E23C5" w:rsidRPr="00510963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4253" style="position:absolute;left:7638;top:6725;width:513;height:400;rotation:-180;flip:x" filled="f" stroked="f" strokeweight="1.25pt">
                <v:textbox style="mso-next-textbox:#_x0000_s4253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4254" style="position:absolute;left:8891;top:5871;width:400;height:342" filled="f" stroked="f" strokeweight="1.25pt">
                <v:textbox style="mso-next-textbox:#_x0000_s4254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  <w:r>
                        <w:rPr>
                          <w:sz w:val="16"/>
                          <w:lang w:val="en-US"/>
                        </w:rPr>
                        <w:pict>
                          <v:shape id="_x0000_i1082" type="#_x0000_t75" style="width:18pt;height:10.5pt" fillcolor="window">
                            <v:imagedata r:id="rId7" o:title=""/>
                          </v:shape>
                        </w:pict>
                      </w:r>
                    </w:p>
                  </w:txbxContent>
                </v:textbox>
              </v:rect>
              <v:oval id="_x0000_s4255" style="position:absolute;left:5415;top:6213;width:568;height:570" filled="f" strokeweight="1.25pt"/>
              <v:line id="_x0000_s4256" style="position:absolute" from="5698,5814" to="5698,7182" strokeweight="1.25pt"/>
              <v:line id="_x0000_s4257" style="position:absolute;flip:y" from="5698,6384" to="5698,6612" strokeweight="1pt">
                <v:stroke endarrow="classic"/>
              </v:line>
              <v:group id="_x0000_s4258" style="position:absolute;left:6099;top:6213;width:570;height:627" coordorigin="3705,7524" coordsize="570,627">
                <v:oval id="_x0000_s4259" style="position:absolute;left:3705;top:7524;width:570;height:570" filled="f" strokeweight="1.25pt"/>
                <v:shape id="_x0000_s4260" type="#_x0000_t202" style="position:absolute;left:3705;top:7611;width:441;height:540" filled="f" stroked="f" strokeweight="1.25pt">
                  <v:textbox style="mso-next-textbox:#_x0000_s4260">
                    <w:txbxContent>
                      <w:p w:rsidR="009E23C5" w:rsidRPr="00AD4532" w:rsidRDefault="009E23C5" w:rsidP="000C5C1D">
                        <w:pPr>
                          <w:rPr>
                            <w:sz w:val="24"/>
                            <w:szCs w:val="24"/>
                          </w:rPr>
                        </w:pPr>
                        <w:r w:rsidRPr="00AD4532">
                          <w:rPr>
                            <w:sz w:val="24"/>
                            <w:szCs w:val="24"/>
                          </w:rPr>
                          <w:t>V</w:t>
                        </w:r>
                      </w:p>
                    </w:txbxContent>
                  </v:textbox>
                </v:shape>
              </v:group>
              <v:line id="_x0000_s4261" style="position:absolute;flip:x" from="8151,7182" to="9348,7182" strokeweight="1.25pt">
                <v:stroke endarrowwidth="narrow" endarrowlength="short"/>
              </v:line>
              <v:line id="_x0000_s4262" style="position:absolute;flip:x" from="6384,6783" to="6384,7182" strokeweight=".5pt">
                <v:stroke endarrow="oval" endarrowwidth="narrow" endarrowlength="short"/>
              </v:line>
              <v:group id="_x0000_s4263" style="position:absolute;left:6555;top:5871;width:171;height:285" coordorigin="6840,6555" coordsize="171,285">
                <v:line id="_x0000_s4264" style="position:absolute;rotation:-90;flip:x" from="6754,6698" to="7039,6698"/>
                <v:line id="_x0000_s4265" style="position:absolute;rotation:-90" from="6903,6518" to="6948,6689">
                  <v:stroke endarrow="oval" endarrowwidth="narrow" endarrowlength="short"/>
                </v:line>
                <v:line id="_x0000_s4266" style="position:absolute;rotation:-90;flip:y" from="6903,6706" to="6948,6877">
                  <v:stroke endarrow="oval" endarrowwidth="narrow" endarrowlength="short"/>
                </v:line>
                <v:group id="_x0000_s4267" style="position:absolute;left:6840;top:6626;width:120;height:143" coordorigin="9681,14354" coordsize="399,912">
                  <v:line id="_x0000_s4268" style="position:absolute;rotation:-90;flip:y" from="9767,14724" to="9995,15123"/>
                  <v:line id="_x0000_s4269" style="position:absolute;rotation:-90;flip:y" from="9767,14268" to="9995,14667"/>
                  <v:line id="_x0000_s4270" style="position:absolute;rotation:-90" from="9767,14496" to="9995,14895"/>
                  <v:line id="_x0000_s4271" style="position:absolute;rotation:-90" from="9767,14952" to="9995,15351"/>
                </v:group>
              </v:group>
              <v:oval id="_x0000_s4272" style="position:absolute;left:6783;top:6897;width:568;height:570" filled="f" strokeweight="1.25pt"/>
              <v:rect id="_x0000_s4273" style="position:absolute;left:6954;top:7011;width:343;height:342;rotation:-180;flip:x" filled="f" stroked="f" strokeweight="1.25pt">
                <v:textbox style="mso-next-textbox:#_x0000_s4273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  <v:group id="_x0000_s4274" style="position:absolute;left:6612;top:6726;width:171;height:285" coordorigin="6840,6555" coordsize="171,285">
                <v:line id="_x0000_s4275" style="position:absolute;rotation:-90;flip:x" from="6754,6698" to="7039,6698"/>
                <v:line id="_x0000_s4276" style="position:absolute;rotation:-90" from="6903,6518" to="6948,6689">
                  <v:stroke endarrow="oval" endarrowwidth="narrow" endarrowlength="short"/>
                </v:line>
                <v:line id="_x0000_s4277" style="position:absolute;rotation:-90;flip:y" from="6903,6706" to="6948,6877">
                  <v:stroke endarrow="oval" endarrowwidth="narrow" endarrowlength="short"/>
                </v:line>
                <v:group id="_x0000_s4278" style="position:absolute;left:6840;top:6626;width:120;height:143" coordorigin="9681,14354" coordsize="399,912">
                  <v:line id="_x0000_s4279" style="position:absolute;rotation:-90;flip:y" from="9767,14724" to="9995,15123"/>
                  <v:line id="_x0000_s4280" style="position:absolute;rotation:-90;flip:y" from="9767,14268" to="9995,14667"/>
                  <v:line id="_x0000_s4281" style="position:absolute;rotation:-90" from="9767,14496" to="9995,14895"/>
                  <v:line id="_x0000_s4282" style="position:absolute;rotation:-90" from="9767,14952" to="9995,15351"/>
                </v:group>
              </v:group>
              <v:line id="_x0000_s4283" style="position:absolute;flip:x y" from="6384,5814" to="6384,6213" strokeweight=".5pt">
                <v:stroke endarrow="oval" endarrowwidth="narrow" endarrowlength="short"/>
              </v:line>
              <v:group id="_x0000_s4284" style="position:absolute;left:9070;top:6434;width:684;height:127;rotation:90" coordorigin="4845,9177" coordsize="684,127">
                <v:shape id="_x0000_s4285" type="#_x0000_t19" style="position:absolute;left:4845;top:9177;width:114;height:114;rotation:-270;flip:x y" strokeweight="1.25pt"/>
                <v:shape id="_x0000_s4286" type="#_x0000_t19" style="position:absolute;left:4959;top:9190;width:114;height:114;rotation:270;flip:x" strokeweight="1.25pt"/>
                <v:shape id="_x0000_s4287" type="#_x0000_t19" style="position:absolute;left:5301;top:9190;width:114;height:114;rotation:-270;flip:x y" strokeweight="1.25pt"/>
                <v:shape id="_x0000_s4288" type="#_x0000_t19" style="position:absolute;left:5415;top:9190;width:114;height:114;rotation:270;flip:x" strokeweight="1.25pt"/>
                <v:shape id="_x0000_s4289" type="#_x0000_t19" style="position:absolute;left:5073;top:9190;width:114;height:114;rotation:-270;flip:x y" strokeweight="1.25pt"/>
                <v:shape id="_x0000_s4290" type="#_x0000_t19" style="position:absolute;left:5187;top:9190;width:114;height:114;rotation:270;flip:x" strokeweight="1.25pt"/>
              </v:group>
              <v:group id="_x0000_s4291" style="position:absolute;left:8101;top:6491;width:684;height:127;rotation:90" coordorigin="4845,9177" coordsize="684,127">
                <v:shape id="_x0000_s4292" type="#_x0000_t19" style="position:absolute;left:4845;top:9177;width:114;height:114;rotation:-270;flip:x y" strokeweight="1.25pt"/>
                <v:shape id="_x0000_s4293" type="#_x0000_t19" style="position:absolute;left:4959;top:9190;width:114;height:114;rotation:270;flip:x" strokeweight="1.25pt"/>
                <v:shape id="_x0000_s4294" type="#_x0000_t19" style="position:absolute;left:5301;top:9190;width:114;height:114;rotation:-270;flip:x y" strokeweight="1.25pt"/>
                <v:shape id="_x0000_s4295" type="#_x0000_t19" style="position:absolute;left:5415;top:9190;width:114;height:114;rotation:270;flip:x" strokeweight="1.25pt"/>
                <v:shape id="_x0000_s4296" type="#_x0000_t19" style="position:absolute;left:5073;top:9190;width:114;height:114;rotation:-270;flip:x y" strokeweight="1.25pt"/>
                <v:shape id="_x0000_s4297" type="#_x0000_t19" style="position:absolute;left:5187;top:9190;width:114;height:114;rotation:270;flip:x" strokeweight="1.25pt"/>
              </v:group>
              <v:rect id="_x0000_s4298" style="position:absolute;left:7980;top:6327;width:399;height:342;rotation:-180;flip:x" filled="f" stroked="f" strokeweight="1.25pt">
                <v:textbox style="mso-next-textbox:#_x0000_s4298" inset="1pt,1pt,1pt,1pt">
                  <w:txbxContent>
                    <w:p w:rsidR="009E23C5" w:rsidRPr="00510963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</v:group>
            <v:shape id="_x0000_s4299" type="#_x0000_t202" style="position:absolute;left:1824;top:8618;width:3306;height:2280" o:regroupid="213" stroked="f">
              <v:textbox style="mso-next-textbox:#_x0000_s4299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 = 36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= 100 Ом, 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2 </w:t>
                    </w:r>
                    <w:r>
                      <w:rPr>
                        <w:sz w:val="24"/>
                      </w:rPr>
                      <w:t>= 400 Ом,</w:t>
                    </w:r>
                  </w:p>
                  <w:p w:rsidR="009E23C5" w:rsidRDefault="009E23C5" w:rsidP="000C5C1D">
                    <w:pPr>
                      <w:jc w:val="both"/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C344B8"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 xml:space="preserve">= </w:t>
                    </w:r>
                    <w:r>
                      <w:rPr>
                        <w:sz w:val="24"/>
                      </w:rPr>
                      <w:t>25 мкФ.</w:t>
                    </w:r>
                  </w:p>
                  <w:p w:rsidR="009E23C5" w:rsidRDefault="009E23C5" w:rsidP="000C5C1D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group id="_x0000_s4300" style="position:absolute;left:8094;top:9000;width:417;height:110;rotation:-90" coordorigin="3419,4550" coordsize="417,110" o:regroupid="213">
              <v:line id="_x0000_s4301" style="position:absolute;rotation:-90;flip:y" from="3627,4342" to="3628,4759" strokeweight="2.5pt"/>
              <v:line id="_x0000_s4302" style="position:absolute;rotation:-90;flip:y" from="3624,4447" to="3632,4864" strokeweight="2.5pt"/>
            </v:group>
            <v:rect id="_x0000_s4303" style="position:absolute;left:9519;top:9530;width:570;height:456" o:regroupid="213" filled="f" stroked="f" strokeweight="1.25pt">
              <v:textbox style="mso-next-textbox:#_x0000_s4303" inset="1pt,1pt,1pt,1pt">
                <w:txbxContent>
                  <w:p w:rsidR="009E23C5" w:rsidRDefault="009E23C5" w:rsidP="000C5C1D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4304" style="position:absolute" from="9405,9302" to="9405,10100" o:regroupid="213">
              <v:stroke endarrow="block"/>
            </v:line>
            <v:rect id="_x0000_s4305" style="position:absolute;left:8522;top:9686;width:627;height:228;rotation:-90" o:regroupid="213" strokeweight="1.25pt"/>
            <v:line id="_x0000_s4306" style="position:absolute" from="7296,8960" to="7296,9074" o:regroupid="213" strokeweight="1.25pt"/>
            <v:line id="_x0000_s4307" style="position:absolute" from="8835,9074" to="8835,9473" o:regroupid="213" strokeweight="1.25pt"/>
            <v:rect id="_x0000_s4308" style="position:absolute;left:8322;top:9644;width:399;height:342" o:regroupid="213" filled="f" stroked="f" strokeweight="1.25pt">
              <v:textbox style="mso-next-textbox:#_x0000_s4308" inset="1pt,1pt,1pt,1pt">
                <w:txbxContent>
                  <w:p w:rsidR="009E23C5" w:rsidRPr="00721C6F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309" style="position:absolute;left:7809;top:8618;width:399;height:342" o:regroupid="213" filled="f" stroked="f" strokeweight="1.25pt">
              <v:textbox style="mso-next-textbox:#_x0000_s4309" inset="1pt,1pt,1pt,1pt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4310" style="position:absolute;left:7324;top:9676;width:627;height:228;rotation:-90" o:regroupid="213" strokeweight="1.25pt"/>
            <v:line id="_x0000_s4311" style="position:absolute" from="7638,10103" to="7638,10445" o:regroupid="213" strokeweight="1.25pt">
              <v:stroke endarrow="oval" endarrowwidth="narrow" endarrowlength="short"/>
            </v:line>
            <v:line id="_x0000_s4312" style="position:absolute" from="6954,8786" to="7068,9014" o:regroupid="213" strokeweight="1.25pt">
              <v:stroke startarrow="block"/>
            </v:line>
            <v:rect id="_x0000_s4313" style="position:absolute;left:7125;top:9644;width:399;height:342" o:regroupid="213" filled="f" stroked="f" strokeweight="1.25pt">
              <v:textbox style="mso-next-textbox:#_x0000_s4313" inset="1pt,1pt,1pt,1pt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4314" style="position:absolute" from="8379,9074" to="9234,9084" o:regroupid="213" strokeweight="1.25pt">
              <v:stroke endarrow="oval" endarrowwidth="narrow" endarrowlength="short"/>
            </v:line>
            <v:line id="_x0000_s4315" style="position:absolute;flip:y" from="6498,9131" to="6498,10442" o:regroupid="213" strokeweight="1.25pt"/>
            <v:rect id="_x0000_s4316" style="position:absolute;left:5871;top:9587;width:343;height:456" o:regroupid="213" filled="f" stroked="f" strokeweight="1.25pt">
              <v:textbox style="mso-next-textbox:#_x0000_s4316" inset="1pt,1pt,1pt,1pt">
                <w:txbxContent>
                  <w:p w:rsidR="009E23C5" w:rsidRPr="00AD4532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4317" style="position:absolute;left:6498;top:8675;width:342;height:340" o:regroupid="213" filled="f" stroked="f" strokeweight="1.25pt">
              <v:textbox style="mso-next-textbox:#_x0000_s4317" inset="1pt,1pt,1pt,1pt">
                <w:txbxContent>
                  <w:p w:rsidR="009E23C5" w:rsidRDefault="009E23C5" w:rsidP="000C5C1D">
                    <w:r>
                      <w:t>Кл</w:t>
                    </w:r>
                  </w:p>
                </w:txbxContent>
              </v:textbox>
            </v:rect>
            <v:line id="_x0000_s4318" style="position:absolute;flip:x" from="7638,9074" to="7638,9473" o:regroupid="213" strokeweight="1.25pt">
              <v:stroke startarrow="oval" startarrowwidth="narrow" startarrowlength="short"/>
            </v:line>
            <v:line id="_x0000_s4319" style="position:absolute" from="6498,9105" to="6897,9105" o:regroupid="213" strokeweight="1.25pt"/>
            <v:line id="_x0000_s4320" style="position:absolute" from="7296,9074" to="8265,9074" o:regroupid="213" strokeweight="1.25pt"/>
            <v:line id="_x0000_s4321" style="position:absolute;flip:y" from="6894,8960" to="7296,9105" o:regroupid="213" strokeweight="1.25pt">
              <v:stroke startarrow="oval" startarrowwidth="narrow" startarrowlength="short"/>
            </v:line>
            <v:group id="_x0000_s4322" style="position:absolute;left:6213;top:9473;width:570;height:568" coordorigin="3135,9519" coordsize="570,568" o:regroupid="213">
              <v:line id="_x0000_s4323" style="position:absolute;flip:y" from="3420,9690" to="3420,9918" strokeweight="1.25pt">
                <v:stroke endarrow="block" endarrowwidth="wide"/>
              </v:line>
              <v:oval id="_x0000_s4324" style="position:absolute;left:3136;top:9518;width:568;height:570;rotation:270" filled="f" strokeweight="1.25pt"/>
            </v:group>
            <v:line id="_x0000_s4325" style="position:absolute" from="6498,10442" to="9234,10442" o:regroupid="213" strokeweight="1.25pt">
              <v:stroke startarrowwidth="narrow" startarrowlength="short" endarrow="oval" endarrowwidth="narrow" endarrowlength="short"/>
            </v:line>
            <v:line id="_x0000_s4326" style="position:absolute" from="8835,10100" to="8835,10442" o:regroupid="213" strokeweight="1.25pt">
              <v:stroke endarrow="oval" endarrowwidth="narrow" endarrowlength="short"/>
            </v:line>
            <v:line id="_x0000_s4327" style="position:absolute" from="7923,12323" to="7923,14147" o:regroupid="213" strokeweight="1pt"/>
            <v:line id="_x0000_s4328" style="position:absolute" from="7923,14147" to="10317,14147" o:regroupid="213" strokeweight="1pt"/>
            <v:line id="_x0000_s4329" style="position:absolute" from="8163,12323" to="8163,14147" o:regroupid="213" strokeweight=".25pt">
              <v:stroke dashstyle="1 1"/>
            </v:line>
            <v:line id="_x0000_s4330" style="position:absolute" from="8403,12323" to="8403,14147" o:regroupid="213" strokeweight=".25pt">
              <v:stroke dashstyle="1 1"/>
            </v:line>
            <v:line id="_x0000_s4331" style="position:absolute" from="8643,12323" to="8643,14147" o:regroupid="213" strokeweight=".25pt">
              <v:stroke dashstyle="1 1"/>
            </v:line>
            <v:line id="_x0000_s4332" style="position:absolute" from="8883,12323" to="8883,14147" o:regroupid="213" strokeweight=".25pt">
              <v:stroke dashstyle="1 1"/>
            </v:line>
            <v:line id="_x0000_s4333" style="position:absolute" from="9123,12323" to="9123,14147" o:regroupid="213" strokeweight=".25pt">
              <v:stroke dashstyle="1 1"/>
            </v:line>
            <v:line id="_x0000_s4334" style="position:absolute" from="9363,12323" to="9363,14147" o:regroupid="213" strokeweight=".25pt">
              <v:stroke dashstyle="1 1"/>
            </v:line>
            <v:line id="_x0000_s4335" style="position:absolute" from="9603,12323" to="9603,14147" o:regroupid="213" strokeweight=".25pt">
              <v:stroke dashstyle="1 1"/>
            </v:line>
            <v:line id="_x0000_s4336" style="position:absolute" from="9843,12323" to="9843,14147" o:regroupid="213" strokeweight=".25pt">
              <v:stroke dashstyle="1 1"/>
            </v:line>
            <v:line id="_x0000_s4337" style="position:absolute" from="10083,12323" to="10083,14147" o:regroupid="213" strokeweight=".25pt">
              <v:stroke dashstyle="1 1"/>
            </v:line>
            <v:line id="_x0000_s4338" style="position:absolute" from="10323,12323" to="10323,14147" o:regroupid="213" strokeweight=".25pt">
              <v:stroke dashstyle="1 1"/>
            </v:line>
            <v:line id="_x0000_s4339" style="position:absolute" from="7923,12323" to="10317,12323" o:regroupid="213" strokeweight=".25pt">
              <v:stroke dashstyle="1 1"/>
            </v:line>
            <v:line id="_x0000_s4340" style="position:absolute" from="7923,13919" to="10317,13919" o:regroupid="213" strokeweight=".25pt">
              <v:stroke dashstyle="1 1"/>
            </v:line>
            <v:line id="_x0000_s4341" style="position:absolute" from="7923,13691" to="10317,13691" o:regroupid="213" strokeweight=".25pt">
              <v:stroke dashstyle="1 1"/>
            </v:line>
            <v:line id="_x0000_s4342" style="position:absolute" from="7923,13463" to="10317,13463" o:regroupid="213" strokeweight=".25pt">
              <v:stroke dashstyle="1 1"/>
            </v:line>
            <v:line id="_x0000_s4343" style="position:absolute" from="7923,13235" to="10317,13235" o:regroupid="213" strokeweight=".25pt">
              <v:stroke dashstyle="1 1"/>
            </v:line>
            <v:line id="_x0000_s4344" style="position:absolute" from="7923,13007" to="10317,13007" o:regroupid="213" strokeweight=".25pt">
              <v:stroke dashstyle="1 1"/>
            </v:line>
            <v:line id="_x0000_s4345" style="position:absolute" from="7923,12779" to="10317,12779" o:regroupid="213" strokeweight=".25pt">
              <v:stroke dashstyle="1 1"/>
            </v:line>
            <v:line id="_x0000_s4346" style="position:absolute" from="7923,12551" to="10317,12551" o:regroupid="213" strokeweight=".25pt">
              <v:stroke dashstyle="1 1"/>
            </v:line>
            <v:shape id="_x0000_s4347" style="position:absolute;left:7923;top:12437;width:2394;height:1710" coordsize="855,1083" o:regroupid="213" path="m,1083c33,840,67,598,114,456,161,314,228,285,285,228v57,-57,76,-76,171,-114c551,76,703,38,855,e" filled="f">
              <v:path arrowok="t"/>
            </v:shape>
            <v:shape id="_x0000_s4348" type="#_x0000_t202" style="position:absolute;left:7980;top:12380;width:456;height:342" o:regroupid="213" stroked="f">
              <v:textbox style="mso-next-textbox:#_x0000_s4348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t>В</w:t>
                    </w:r>
                  </w:p>
                </w:txbxContent>
              </v:textbox>
            </v:shape>
            <v:shape id="_x0000_s4349" type="#_x0000_t202" style="position:absolute;left:9063;top:12836;width:1026;height:627" o:regroupid="213" stroked="f">
              <v:textbox style="mso-next-textbox:#_x0000_s4349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t>В-</w:t>
                    </w:r>
                    <w:r>
                      <w:rPr>
                        <w:sz w:val="16"/>
                      </w:rPr>
                      <w:t>Тл</w:t>
                    </w:r>
                  </w:p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t>Н –</w:t>
                    </w:r>
                    <w:r>
                      <w:rPr>
                        <w:sz w:val="16"/>
                      </w:rPr>
                      <w:t>А/см</w:t>
                    </w:r>
                  </w:p>
                  <w:p w:rsidR="009E23C5" w:rsidRDefault="009E23C5" w:rsidP="000C5C1D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4350" type="#_x0000_t202" style="position:absolute;left:7752;top:14204;width:2850;height:342" o:regroupid="213" filled="f" stroked="f">
              <v:textbox style="mso-next-textbox:#_x0000_s4350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4351" type="#_x0000_t202" style="position:absolute;left:9918;top:13748;width:399;height:342" o:regroupid="213" stroked="f">
              <v:textbox style="mso-next-textbox:#_x0000_s4351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t>Н</w:t>
                    </w:r>
                  </w:p>
                </w:txbxContent>
              </v:textbox>
            </v:shape>
            <v:shape id="_x0000_s4352" type="#_x0000_t202" style="position:absolute;left:7980;top:11810;width:2223;height:456" o:regroupid="213" stroked="f">
              <v:textbox style="mso-next-textbox:#_x0000_s4352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 w:rsidRPr="001459EA">
                      <w:t>Характеристика</w:t>
                    </w:r>
                    <w:r>
                      <w:rPr>
                        <w:lang w:val="en-US"/>
                      </w:rPr>
                      <w:t xml:space="preserve"> </w:t>
                    </w:r>
                    <w:r w:rsidRPr="001459EA">
                      <w:rPr>
                        <w:lang w:val="uk-UA"/>
                      </w:rPr>
                      <w:t>стали</w:t>
                    </w:r>
                  </w:p>
                </w:txbxContent>
              </v:textbox>
            </v:shape>
            <v:shape id="_x0000_s4353" type="#_x0000_t202" style="position:absolute;left:7410;top:12551;width:627;height:1425" o:regroupid="213" filled="f" stroked="f">
              <v:textbox style="mso-next-textbox:#_x0000_s4353">
                <w:txbxContent>
                  <w:p w:rsidR="009E23C5" w:rsidRDefault="009E23C5" w:rsidP="000C5C1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1.2</w:t>
                    </w:r>
                  </w:p>
                  <w:p w:rsidR="009E23C5" w:rsidRDefault="009E23C5" w:rsidP="000C5C1D">
                    <w:pPr>
                      <w:rPr>
                        <w:lang w:val="en-US"/>
                      </w:rPr>
                    </w:pPr>
                  </w:p>
                  <w:p w:rsidR="009E23C5" w:rsidRDefault="009E23C5" w:rsidP="000C5C1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0.8</w:t>
                    </w:r>
                  </w:p>
                  <w:p w:rsidR="009E23C5" w:rsidRDefault="009E23C5" w:rsidP="000C5C1D">
                    <w:pPr>
                      <w:rPr>
                        <w:lang w:val="en-US"/>
                      </w:rPr>
                    </w:pPr>
                  </w:p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lang w:val="en-US"/>
                      </w:rPr>
                      <w:t>0.4</w:t>
                    </w:r>
                  </w:p>
                </w:txbxContent>
              </v:textbox>
            </v:shape>
            <v:group id="_x0000_s4354" style="position:absolute;left:2907;top:12779;width:3021;height:1824" coordorigin="6783,6954" coordsize="3021,1824" o:regroupid="213">
              <v:oval id="_x0000_s4355" style="position:absolute;left:7464;top:7182;width:1596;height:1596" strokeweight="1pt"/>
              <v:oval id="_x0000_s4356" style="position:absolute;left:7638;top:7353;width:1254;height:1254">
                <v:stroke dashstyle="1 1" endcap="round"/>
              </v:oval>
              <v:oval id="_x0000_s4357" style="position:absolute;left:7809;top:7524;width:912;height:912" strokeweight="1pt"/>
              <v:line id="_x0000_s4358" style="position:absolute;flip:y" from="7068,7407" to="7524,7410" strokeweight="1.25pt"/>
              <v:line id="_x0000_s4359" style="position:absolute" from="7527,7407" to="7641,7464" strokeweight="1.25pt"/>
              <v:shape id="_x0000_s4360" style="position:absolute;left:7353;top:7752;width:570;height:285" coordsize="570,285" path="m570,c551,47,532,95,456,114v-76,19,-266,-9,-342,c38,123,,143,,171v,28,95,95,114,114e" filled="f" strokeweight="1.25pt">
                <v:path arrowok="t"/>
              </v:shape>
              <v:shape id="_x0000_s4361" style="position:absolute;left:7410;top:8094;width:522;height:399" coordsize="522,399" path="m399,v61,14,123,29,114,57c504,85,427,114,342,171,257,228,57,361,,399e" filled="f" strokeweight="1.25pt">
                <v:path arrowok="t"/>
              </v:shape>
              <v:line id="_x0000_s4362" style="position:absolute" from="7068,8493" to="7410,8493" strokeweight="1.25pt"/>
              <v:oval id="_x0000_s4363" style="position:absolute;left:6954;top:8436;width:114;height:114" fillcolor="black"/>
              <v:oval id="_x0000_s4364" style="position:absolute;left:6954;top:7353;width:114;height:114" fillcolor="black"/>
              <v:line id="_x0000_s4365" style="position:absolute" from="7068,7410" to="7353,7410">
                <v:stroke endarrow="block"/>
              </v:line>
              <v:shape id="_x0000_s4366" type="#_x0000_t202" style="position:absolute;left:6783;top:7809;width:456;height:342" stroked="f">
                <v:textbox style="mso-next-textbox:#_x0000_s4366">
                  <w:txbxContent>
                    <w:p w:rsidR="009E23C5" w:rsidRDefault="009E23C5" w:rsidP="000C5C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shape id="_x0000_s4367" type="#_x0000_t202" style="position:absolute;left:7068;top:6954;width:456;height:342" stroked="f">
                <v:textbox style="mso-next-textbox:#_x0000_s4367">
                  <w:txbxContent>
                    <w:p w:rsidR="009E23C5" w:rsidRDefault="009E23C5" w:rsidP="000C5C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rect id="_x0000_s4368" style="position:absolute;left:8721;top:7980;width:456;height:114" stroked="f"/>
              <v:line id="_x0000_s4369" style="position:absolute" from="8721,7980" to="9234,7980"/>
              <v:line id="_x0000_s4370" style="position:absolute" from="8721,8094" to="9234,8094"/>
              <v:line id="_x0000_s4371" style="position:absolute" from="9177,7695" to="9177,7980">
                <v:stroke endarrow="block"/>
              </v:line>
              <v:line id="_x0000_s4372" style="position:absolute;flip:x y" from="9177,8094" to="9177,8436">
                <v:stroke endarrow="block"/>
              </v:line>
              <v:shape id="_x0000_s4373" type="#_x0000_t202" style="position:absolute;left:9291;top:7809;width:399;height:456" stroked="f">
                <v:textbox style="mso-next-textbox:#_x0000_s4373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4374" type="#_x0000_t42" style="position:absolute;left:9177;top:7125;width:627;height:456" adj="-18706,16626,-11368,8526,-4134,8526,-16639,14495">
                <v:textbox style="mso-next-textbox:#_x0000_s4374">
                  <w:txbxContent>
                    <w:p w:rsidR="009E23C5" w:rsidRDefault="009E23C5" w:rsidP="000C5C1D">
                      <w:pPr>
                        <w:rPr>
                          <w:sz w:val="16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l</w:t>
                      </w:r>
                      <w:r>
                        <w:t>ср</w:t>
                      </w:r>
                    </w:p>
                  </w:txbxContent>
                </v:textbox>
                <o:callout v:ext="edit" minusy="t"/>
              </v:shape>
            </v:group>
            <v:shape id="_x0000_s4375" type="#_x0000_t202" style="position:absolute;left:1539;top:11753;width:5985;height:1083" o:regroupid="213" filled="f" stroked="f">
              <v:textbox style="mso-next-textbox:#_x0000_s4375">
                <w:txbxContent>
                  <w:p w:rsidR="009E23C5" w:rsidRDefault="009E23C5" w:rsidP="000C5C1D">
                    <w:pPr>
                      <w:jc w:val="center"/>
                    </w:pPr>
                    <w:r>
                      <w:t xml:space="preserve">В стальном сердечнике магнитная </w:t>
                    </w:r>
                    <w:r w:rsidRPr="001459EA">
                      <w:t>индукция</w:t>
                    </w:r>
                    <w:r>
                      <w:t xml:space="preserve"> </w:t>
                    </w:r>
                    <w:r w:rsidRPr="001459EA">
                      <w:t>В</w:t>
                    </w:r>
                    <w:r>
                      <w:t xml:space="preserve"> </w:t>
                    </w:r>
                    <w:r w:rsidRPr="001459EA">
                      <w:t>=</w:t>
                    </w:r>
                    <w:r>
                      <w:t>0</w:t>
                    </w:r>
                    <w:r w:rsidRPr="001459EA">
                      <w:t>.</w:t>
                    </w:r>
                    <w:r>
                      <w:t>9</w:t>
                    </w:r>
                    <w:r w:rsidRPr="001459EA">
                      <w:t xml:space="preserve"> Тл,  </w:t>
                    </w:r>
                    <w:r w:rsidRPr="001459EA">
                      <w:rPr>
                        <w:lang w:val="en-US"/>
                      </w:rPr>
                      <w:t>l</w:t>
                    </w:r>
                    <w:r w:rsidRPr="001459EA">
                      <w:rPr>
                        <w:vertAlign w:val="subscript"/>
                      </w:rPr>
                      <w:t>ср</w:t>
                    </w:r>
                    <w:r w:rsidRPr="001459EA">
                      <w:t xml:space="preserve"> =</w:t>
                    </w:r>
                    <w:r>
                      <w:t>40</w:t>
                    </w:r>
                    <w:r w:rsidRPr="001459EA">
                      <w:t xml:space="preserve"> см</w:t>
                    </w:r>
                    <w:r>
                      <w:t>.  Какой воздушный зазор δ нужно сделать, чтобы ток в катушке увеличился в два раза. Индукция в стальном сердечнике поддерживается постоянной.</w:t>
                    </w:r>
                  </w:p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4376" style="position:absolute;margin-left:3.2pt;margin-top:3pt;width:456.05pt;height:709.65pt;z-index:251654144" coordorigin="1482,627" coordsize="9121,14193">
            <v:shape id="_x0000_s4377" type="#_x0000_t202" style="position:absolute;left:1539;top:1251;width:2394;height:432" o:regroupid="214" filled="f" stroked="f">
              <v:textbox style="mso-next-textbox:#_x0000_s4377">
                <w:txbxContent>
                  <w:p w:rsidR="009E23C5" w:rsidRPr="00463593" w:rsidRDefault="009E23C5" w:rsidP="000C5C1D">
                    <w:pPr>
                      <w:pStyle w:val="Heading1"/>
                    </w:pPr>
                    <w:r>
                      <w:t>Задача № 1.317</w:t>
                    </w:r>
                  </w:p>
                </w:txbxContent>
              </v:textbox>
            </v:shape>
            <v:shape id="_x0000_s4378" type="#_x0000_t202" style="position:absolute;left:1995;top:1935;width:1539;height:1881" o:regroupid="214" filled="f" stroked="f">
              <v:textbox style="mso-next-textbox:#_x0000_s4378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5</w:t>
                    </w:r>
                    <w:r>
                      <w:rPr>
                        <w:sz w:val="24"/>
                      </w:rPr>
                      <w:t>=15 В,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=0.22 А,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=8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=5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=7Ом,</w:t>
                    </w:r>
                  </w:p>
                </w:txbxContent>
              </v:textbox>
            </v:shape>
            <v:shape id="_x0000_s4379" type="#_x0000_t202" style="position:absolute;left:1938;top:5469;width:2508;height:2109" o:regroupid="214" filled="f" stroked="f">
              <v:textbox style="mso-next-textbox:#_x0000_s4379">
                <w:txbxContent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180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f=</w:t>
                    </w:r>
                    <w:r w:rsidRPr="00F936FB">
                      <w:rPr>
                        <w:sz w:val="24"/>
                        <w:lang w:val="en-US"/>
                      </w:rPr>
                      <w:t>1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50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8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15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5</w:t>
                    </w:r>
                    <w:r>
                      <w:rPr>
                        <w:sz w:val="24"/>
                      </w:rPr>
                      <w:t xml:space="preserve">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4380" type="#_x0000_t202" style="position:absolute;left:1482;top:627;width:2565;height:456" o:regroupid="214">
              <v:textbox style="mso-next-textbox:#_x0000_s4380">
                <w:txbxContent>
                  <w:p w:rsidR="009E23C5" w:rsidRPr="002504FE" w:rsidRDefault="009E23C5" w:rsidP="000C5C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7</w:t>
                    </w:r>
                  </w:p>
                </w:txbxContent>
              </v:textbox>
            </v:shape>
            <v:rect id="_x0000_s4381" style="position:absolute;left:1482;top:1140;width:9121;height:3420" o:regroupid="214" filled="f" strokeweight="2pt"/>
            <v:shape id="_x0000_s4382" type="#_x0000_t202" style="position:absolute;left:1482;top:4671;width:2387;height:432" o:regroupid="214" filled="f" stroked="f">
              <v:textbox style="mso-next-textbox:#_x0000_s4382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7</w:t>
                    </w:r>
                  </w:p>
                </w:txbxContent>
              </v:textbox>
            </v:shape>
            <v:rect id="_x0000_s4383" style="position:absolute;left:1482;top:4560;width:9121;height:3420" o:regroupid="214" filled="f" strokeweight="2pt"/>
            <v:shape id="_x0000_s4384" type="#_x0000_t202" style="position:absolute;left:1767;top:8718;width:2907;height:2109" o:regroupid="214" stroked="f">
              <v:textbox style="mso-next-textbox:#_x0000_s4384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=120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</w:rPr>
                      <w:t xml:space="preserve">=500 Ом, 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=0.12 Гн.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/>
                  <w:p w:rsidR="009E23C5" w:rsidRDefault="009E23C5" w:rsidP="000C5C1D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С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размыкания ключа “Кл”.</w:t>
                    </w:r>
                  </w:p>
                </w:txbxContent>
              </v:textbox>
            </v:shape>
            <v:rect id="_x0000_s4385" style="position:absolute;left:1482;top:7980;width:9121;height:3420" o:regroupid="214" filled="f" strokeweight="2pt"/>
            <v:rect id="_x0000_s4386" style="position:absolute;left:1482;top:11400;width:9121;height:3420" o:regroupid="214" filled="f" strokeweight="2pt"/>
            <v:shape id="_x0000_s4387" type="#_x0000_t202" style="position:absolute;left:1539;top:8061;width:2387;height:432" o:regroupid="214" filled="f" stroked="f">
              <v:textbox style="mso-next-textbox:#_x0000_s4387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4388" type="#_x0000_t202" style="position:absolute;left:1539;top:11457;width:2387;height:432" o:regroupid="214" filled="f" stroked="f">
              <v:textbox style="mso-next-textbox:#_x0000_s4388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7</w:t>
                    </w:r>
                  </w:p>
                </w:txbxContent>
              </v:textbox>
            </v:shape>
            <v:rect id="_x0000_s4389" style="position:absolute;left:7096;top:1223;width:343;height:286;rotation:-90" o:regroupid="214" filled="f" stroked="f" strokeweight="1.25pt">
              <v:textbox style="mso-next-textbox:#_x0000_s4389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390" style="position:absolute;left:7752;top:3987;width:343;height:286;rotation:-180;flip:x" o:regroupid="214" filled="f" stroked="f" strokeweight="1.25pt">
              <v:textbox style="mso-next-textbox:#_x0000_s439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4391" style="position:absolute;left:9120;top:2505;width:343;height:342;rotation:-180;flip:x" o:regroupid="214" filled="f" stroked="f" strokeweight="1.25pt">
              <v:textbox style="mso-next-textbox:#_x0000_s4391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4392" style="position:absolute;left:7011;top:2562;width:343;height:286;rotation:-180;flip:x" o:regroupid="214" filled="f" stroked="f" strokeweight="1.25pt">
              <v:textbox style="mso-next-textbox:#_x0000_s4392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4393" style="position:absolute;left:6498;top:3018;width:513;height:286;rotation:-180;flip:x" o:regroupid="214" filled="f" stroked="f" strokeweight="1.25pt">
              <v:textbox style="mso-next-textbox:#_x0000_s4393" inset="1pt,1pt,1pt,1pt">
                <w:txbxContent>
                  <w:p w:rsidR="009E23C5" w:rsidRPr="00623F13" w:rsidRDefault="009E23C5" w:rsidP="000C5C1D"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rect>
            <v:line id="_x0000_s4394" style="position:absolute;rotation:-180;flip:x" from="7410,1536" to="7410,1764" o:regroupid="214" strokeweight="1.25pt">
              <v:stroke endarrow="oval" endarrowwidth="narrow" endarrowlength="short"/>
            </v:line>
            <v:rect id="_x0000_s4395" style="position:absolute;left:7102;top:1957;width:628;height:239;rotation:-90;flip:x" o:regroupid="214" filled="f" strokeweight="1.25pt"/>
            <v:line id="_x0000_s4396" style="position:absolute;rotation:-270;flip:x" from="7581,111" to="7581,2961" o:regroupid="214" strokeweight="1.25pt"/>
            <v:line id="_x0000_s4397" style="position:absolute;rotation:180;flip:y" from="8995,1536" to="9006,1821" o:regroupid="214" strokeweight="1.25pt"/>
            <v:rect id="_x0000_s4398" style="position:absolute;left:8686;top:2014;width:628;height:239;rotation:270;flip:x y" o:regroupid="214" filled="f" strokeweight="1.25pt"/>
            <v:line id="_x0000_s4399" style="position:absolute;rotation:-180;flip:x" from="9006,3588" to="9007,3930" o:regroupid="214" strokeweight="1.25pt"/>
            <v:line id="_x0000_s4400" style="position:absolute;rotation:-180" from="9006,2448" to="9006,2961" o:regroupid="214" strokeweight="1.25pt">
              <v:stroke endarrowwidth="narrow" endarrowlength="short"/>
            </v:line>
            <v:rect id="_x0000_s4401" style="position:absolute;left:8687;top:3155;width:628;height:239;rotation:-90;flip:x" o:regroupid="214" filled="f" strokeweight="1.25pt"/>
            <v:oval id="_x0000_s4402" style="position:absolute;left:5872;top:2846;width:568;height:570;rotation:-90" o:regroupid="214" filled="f" strokeweight="1.25pt"/>
            <v:line id="_x0000_s4403" style="position:absolute;rotation:-90" from="5986,3188" to="6328,3189" o:regroupid="214" strokeweight="1.25pt">
              <v:stroke endarrow="classic"/>
            </v:line>
            <v:line id="_x0000_s4404" style="position:absolute;rotation:90;flip:x" from="5415,3189" to="6897,3189" o:regroupid="214" strokeweight="1.25pt">
              <v:stroke endarrowwidth="narrow" endarrowlength="short"/>
            </v:line>
            <v:line id="_x0000_s4405" style="position:absolute;flip:x" from="8322,2676" to="9006,2676" o:regroupid="214" strokeweight="1.25pt">
              <v:stroke startarrow="oval" startarrowwidth="narrow" startarrowlength="short" endarrowwidth="narrow" endarrowlength="short"/>
            </v:line>
            <v:group id="_x0000_s4406" style="position:absolute;left:5871;top:1878;width:568;height:570" coordorigin="4276,3933" coordsize="568,570" o:regroupid="214">
              <v:oval id="_x0000_s4407" style="position:absolute;left:4276;top:3933;width:568;height:570" filled="f" strokeweight="1.25pt"/>
              <v:rect id="_x0000_s4408" style="position:absolute;left:4446;top:4047;width:343;height:342;rotation:-180;flip:x" filled="f" stroked="f" strokeweight="1.25pt">
                <v:textbox style="mso-next-textbox:#_x0000_s4408" inset="1pt,1pt,1pt,1pt">
                  <w:txbxContent>
                    <w:p w:rsidR="009E23C5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А</w:t>
                      </w:r>
                    </w:p>
                  </w:txbxContent>
                </v:textbox>
              </v:rect>
            </v:group>
            <v:line id="_x0000_s4409" style="position:absolute" from="7410,2391" to="7410,2961" o:regroupid="214" strokeweight="1.25pt"/>
            <v:line id="_x0000_s4410" style="position:absolute" from="7410,3588" to="7410,3930" o:regroupid="214" strokeweight="1.25pt">
              <v:stroke endarrow="oval" endarrowwidth="narrow" endarrowlength="short"/>
            </v:line>
            <v:rect id="_x0000_s4411" style="position:absolute;left:7102;top:3155;width:628;height:239;rotation:90" o:regroupid="214" filled="f" strokeweight="1.25pt"/>
            <v:line id="_x0000_s4412" style="position:absolute;rotation:-180;flip:x" from="6156,3930" to="9006,3930" o:regroupid="214" strokeweight="1.25pt">
              <v:stroke endarrowwidth="narrow" endarrowlength="short"/>
            </v:line>
            <v:rect id="_x0000_s4413" style="position:absolute;left:7866;top:1992;width:685;height:444;flip:y" o:regroupid="214" filled="f" stroked="f" strokeweight="1.25pt">
              <v:textbox style="mso-next-textbox:#_x0000_s4413" inset="1pt,1pt,1pt,1pt">
                <w:txbxContent>
                  <w:p w:rsidR="009E23C5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line id="_x0000_s4414" style="position:absolute;flip:y" from="6156,1536" to="6156,1878" o:regroupid="214" strokeweight="1.25pt">
              <v:stroke endarrowwidth="narrow" endarrowlength="short"/>
            </v:line>
            <v:rect id="_x0000_s4415" style="position:absolute;left:7581;top:1935;width:513;height:513;flip:y" o:regroupid="214" filled="f" stroked="f" strokeweight="1.25pt">
              <v:textbox style="mso-next-textbox:#_x0000_s4415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416" style="position:absolute;left:9177;top:1935;width:455;height:400;flip:y" o:regroupid="214" filled="f" stroked="f" strokeweight="1.25pt">
              <v:textbox style="mso-next-textbox:#_x0000_s4416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417" style="position:absolute;left:7581;top:3132;width:628;height:400;flip:y" o:regroupid="214" filled="f" stroked="f" strokeweight="1.25pt">
              <v:textbox style="mso-next-textbox:#_x0000_s4417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418" style="position:absolute;left:9177;top:3075;width:628;height:400;flip:y" o:regroupid="214" filled="f" stroked="f" strokeweight="1.25pt">
              <v:textbox style="mso-next-textbox:#_x0000_s4418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oval id="_x0000_s4419" style="position:absolute;left:7923;top:2391;width:568;height:570;flip:y" o:regroupid="214" filled="f" strokeweight="1.25pt"/>
            <v:line id="_x0000_s4420" style="position:absolute" from="7410,2676" to="8208,2676" o:regroupid="214" strokeweight="1.25pt">
              <v:stroke startarrow="oval" startarrowwidth="narrow" startarrowlength="short" endarrow="open" endarrowlength="short"/>
            </v:line>
            <v:line id="_x0000_s4421" style="position:absolute;flip:y" from="8321,2675" to="8379,2676" o:regroupid="214" strokeweight="1.25pt">
              <v:stroke endarrow="open" endarrowlength="short"/>
            </v:line>
            <v:group id="_x0000_s4422" style="position:absolute;left:6498;top:1707;width:114;height:228" coordorigin="6954,3876" coordsize="741,969" o:regroupid="214">
              <v:line id="_x0000_s4423" style="position:absolute;rotation:-90;flip:x" from="7325,4564" to="7325,4975"/>
              <v:group id="_x0000_s4424" style="position:absolute;left:6954;top:3876;width:741;height:969" coordorigin="4266,11962" coordsize="575,853">
                <v:line id="_x0000_s4425" style="position:absolute;rotation:-90;flip:y" from="4009,12559" to="4522,12559"/>
                <v:shape id="_x0000_s4426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4427" style="position:absolute;rotation:-90;flip:y" from="4579,12559" to="5092,12559"/>
              </v:group>
            </v:group>
            <v:rect id="_x0000_s4428" style="position:absolute;left:6897;top:6324;width:628;height:400;rotation:-180;flip:x" o:regroupid="214" filled="f" stroked="f" strokeweight="1.25pt">
              <v:textbox style="mso-next-textbox:#_x0000_s4428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4429" style="position:absolute;left:7880;top:5526;width:400;height:342" o:regroupid="214" filled="f" stroked="f" strokeweight="1.25pt">
              <v:textbox style="mso-next-textbox:#_x0000_s4429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8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430" style="position:absolute;left:7254;top:5526;width:400;height:342" o:regroupid="214" filled="f" stroked="f" strokeweight="1.25pt">
              <v:textbox style="mso-next-textbox:#_x0000_s443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8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431" style="position:absolute;left:6342;top:6609;width:399;height:400;rotation:-180;flip:x" o:regroupid="214" filled="f" stroked="f" strokeweight="1.25pt">
              <v:textbox style="mso-next-textbox:#_x0000_s4431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432" style="position:absolute;left:8793;top:6666;width:399;height:342;rotation:-180;flip:x" o:regroupid="214" filled="f" stroked="f" strokeweight="1.25pt">
              <v:textbox style="mso-next-textbox:#_x0000_s4432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433" style="position:absolute;left:6684;top:5355;width:513;height:400;rotation:-180;flip:x" o:regroupid="214" filled="f" stroked="f" strokeweight="1.25pt">
              <v:textbox style="mso-next-textbox:#_x0000_s4433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434" style="position:absolute;left:8280;top:5412;width:456;height:400;rotation:-180;flip:x" o:regroupid="214" filled="f" stroked="f" strokeweight="1.25pt">
              <v:textbox style="mso-next-textbox:#_x0000_s4434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435" style="position:absolute;left:7881;top:5982;width:400;height:342" o:regroupid="214" filled="f" stroked="f" strokeweight="1.25pt">
              <v:textbox style="mso-next-textbox:#_x0000_s443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8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4436" style="position:absolute" from="7710,5925" to="7710,6951" o:regroupid="214" strokeweight="1.25pt"/>
            <v:group id="_x0000_s4437" style="position:absolute;left:8109;top:4785;width:171;height:285" coordorigin="6840,6555" coordsize="171,285" o:regroupid="214">
              <v:line id="_x0000_s4438" style="position:absolute;rotation:-90;flip:x" from="6754,6698" to="7039,6698"/>
              <v:line id="_x0000_s4439" style="position:absolute;rotation:-90" from="6903,6518" to="6948,6689">
                <v:stroke endarrow="oval" endarrowwidth="narrow" endarrowlength="short"/>
              </v:line>
              <v:line id="_x0000_s4440" style="position:absolute;rotation:-90;flip:y" from="6903,6706" to="6948,6877">
                <v:stroke endarrow="oval" endarrowwidth="narrow" endarrowlength="short"/>
              </v:line>
              <v:group id="_x0000_s4441" style="position:absolute;left:6840;top:6626;width:120;height:143" coordorigin="9681,14354" coordsize="399,912">
                <v:line id="_x0000_s4442" style="position:absolute;rotation:-90;flip:y" from="9767,14724" to="9995,15123"/>
                <v:line id="_x0000_s4443" style="position:absolute;rotation:-90;flip:y" from="9767,14268" to="9995,14667"/>
                <v:line id="_x0000_s4444" style="position:absolute;rotation:-90" from="9767,14496" to="9995,14895"/>
                <v:line id="_x0000_s4445" style="position:absolute;rotation:-90" from="9767,14952" to="9995,15351"/>
              </v:group>
            </v:group>
            <v:oval id="_x0000_s4446" style="position:absolute;left:7425;top:6951;width:568;height:570" o:regroupid="214" filled="f" strokeweight="1.25pt"/>
            <v:rect id="_x0000_s4447" style="position:absolute;left:7595;top:7065;width:343;height:342;rotation:-180;flip:x" o:regroupid="214" filled="f" stroked="f" strokeweight="1.25pt">
              <v:textbox style="mso-next-textbox:#_x0000_s4447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4448" style="position:absolute;left:8052;top:6780;width:171;height:285" coordorigin="6840,6555" coordsize="171,285" o:regroupid="214">
              <v:line id="_x0000_s4449" style="position:absolute;rotation:-90;flip:x" from="6754,6698" to="7039,6698"/>
              <v:line id="_x0000_s4450" style="position:absolute;rotation:-90" from="6903,6518" to="6948,6689">
                <v:stroke endarrow="oval" endarrowwidth="narrow" endarrowlength="short"/>
              </v:line>
              <v:line id="_x0000_s4451" style="position:absolute;rotation:-90;flip:y" from="6903,6706" to="6948,6877">
                <v:stroke endarrow="oval" endarrowwidth="narrow" endarrowlength="short"/>
              </v:line>
              <v:group id="_x0000_s4452" style="position:absolute;left:6840;top:6626;width:120;height:143" coordorigin="9681,14354" coordsize="399,912">
                <v:line id="_x0000_s4453" style="position:absolute;rotation:-90;flip:y" from="9767,14724" to="9995,15123"/>
                <v:line id="_x0000_s4454" style="position:absolute;rotation:-90;flip:y" from="9767,14268" to="9995,14667"/>
                <v:line id="_x0000_s4455" style="position:absolute;rotation:-90" from="9767,14496" to="9995,14895"/>
                <v:line id="_x0000_s4456" style="position:absolute;rotation:-90" from="9767,14952" to="9995,15351"/>
              </v:group>
            </v:group>
            <v:line id="_x0000_s4457" style="position:absolute;rotation:-180;flip:x" from="7410,3873" to="7411,4215" o:regroupid="214" strokeweight="1.25pt"/>
            <v:line id="_x0000_s4458" style="position:absolute;rotation:-180;flip:x" from="7239,4215" to="7626,4215" o:regroupid="214" strokeweight="2.25pt"/>
            <v:line id="_x0000_s4459" style="position:absolute;flip:y" from="7710,6039" to="7711,6311" o:regroupid="214" strokeweight="1.25pt">
              <v:stroke endarrow="classic"/>
            </v:line>
            <v:line id="_x0000_s4460" style="position:absolute;rotation:-90" from="7929,5783" to="7930,6055" o:regroupid="214" strokeweight="1.25pt">
              <v:stroke endarrow="classic"/>
            </v:line>
            <v:line id="_x0000_s4461" style="position:absolute;rotation:-90;flip:x" from="7473,5783" to="7474,6055" o:regroupid="214" strokeweight="1.25pt">
              <v:stroke endarrow="classic"/>
            </v:line>
            <v:line id="_x0000_s4462" style="position:absolute;rotation:90" from="7509,5633" to="7509,6203" o:regroupid="214" strokeweight="1.25pt"/>
            <v:line id="_x0000_s4463" style="position:absolute;rotation:90" from="6352,5679" to="6360,6162" o:regroupid="214" strokeweight="1.25pt">
              <v:stroke endarrow="oval" endarrowwidth="narrow" endarrowlength="short"/>
            </v:line>
            <v:rect id="_x0000_s4464" style="position:absolute;left:6597;top:5804;width:628;height:239;rotation:180" o:regroupid="214" filled="f" strokeweight="1.25pt"/>
            <v:group id="_x0000_s4465" style="position:absolute;left:9249;top:6381;width:156;height:818" coordorigin="6525,6661" coordsize="156,818" o:regroupid="214">
              <v:group id="_x0000_s4466" style="position:absolute;left:6525;top:6797;width:156;height:546" coordorigin="6525,6797" coordsize="156,546">
                <v:shape id="_x0000_s4467" type="#_x0000_t19" style="position:absolute;left:6533;top:7062;width:137;height:154;rotation:90" strokeweight="1.25pt"/>
                <v:shape id="_x0000_s4468" type="#_x0000_t19" style="position:absolute;left:6535;top:6789;width:137;height:154;rotation:90" strokeweight="1.25pt"/>
                <v:shape id="_x0000_s4469" type="#_x0000_t19" style="position:absolute;left:6533;top:7198;width:137;height:154;rotation:-90;flip:x" strokeweight="1.25pt"/>
              </v:group>
              <v:shape id="_x0000_s4470" type="#_x0000_t19" style="position:absolute;left:6533;top:6925;width:137;height:154;rotation:-90;flip:x" strokeweight="1.25pt"/>
              <v:shape id="_x0000_s4471" type="#_x0000_t19" style="position:absolute;left:6533;top:6653;width:137;height:154;rotation:-90;flip:x" strokeweight="1.25pt"/>
              <v:shape id="_x0000_s4472" type="#_x0000_t19" style="position:absolute;left:6533;top:7334;width:137;height:154;rotation:90" strokeweight="1.25pt"/>
            </v:group>
            <v:line id="_x0000_s4473" style="position:absolute;rotation:-90" from="9014,6145" to="9470,6160" o:regroupid="214" strokeweight="1.25pt"/>
            <v:line id="_x0000_s4474" style="position:absolute;rotation:-90;flip:x" from="8977,7436" to="9490,7436" o:regroupid="214" strokeweight="1.25pt"/>
            <v:line id="_x0000_s4475" style="position:absolute;rotation:90;flip:x" from="9031,5706" to="9039,6135" o:regroupid="214" strokeweight="1.25pt">
              <v:stroke endarrow="oval" endarrowwidth="narrow" endarrowlength="short"/>
            </v:line>
            <v:line id="_x0000_s4476" style="position:absolute;rotation:90" from="7965,5690" to="7965,6146" o:regroupid="214" strokeweight="1.25pt">
              <v:stroke endarrow="oval" endarrowwidth="narrow" endarrowlength="short"/>
            </v:line>
            <v:rect id="_x0000_s4477" style="position:absolute;left:8193;top:5804;width:628;height:239;rotation:180" o:regroupid="214" filled="f" strokeweight="1.25pt"/>
            <v:line id="_x0000_s4478" style="position:absolute;rotation:-90;flip:x y" from="7624,7607" to="7795,7607" o:regroupid="214" strokeweight="1.25pt">
              <v:stroke endarrow="oval" endarrowwidth="narrow" endarrowlength="short"/>
            </v:line>
            <v:group id="_x0000_s4479" style="position:absolute;left:5886;top:6727;width:417;height:110" coordorigin="3419,4550" coordsize="417,110" o:regroupid="214">
              <v:line id="_x0000_s4480" style="position:absolute;rotation:-90;flip:y" from="3627,4342" to="3628,4759" strokeweight="2.5pt"/>
              <v:line id="_x0000_s4481" style="position:absolute;rotation:-90;flip:y" from="3624,4447" to="3632,4864" strokeweight="2.5pt"/>
            </v:group>
            <v:line id="_x0000_s4482" style="position:absolute;rotation:-90;flip:y" from="5715,6324" to="6513,6324" o:regroupid="214" strokeweight="1.25pt"/>
            <v:line id="_x0000_s4483" style="position:absolute;flip:x" from="6141,7692" to="9276,7692" o:regroupid="214" strokeweight="1.25pt">
              <v:stroke endarrowwidth="narrow" endarrowlength="short"/>
            </v:line>
            <v:line id="_x0000_s4484" style="position:absolute" from="6114,6837" to="6114,7692" o:regroupid="214" strokeweight="1.25pt"/>
            <v:group id="_x0000_s4485" style="position:absolute;left:7425;top:6267;width:568;height:570" coordorigin="4503,10032" coordsize="568,570" o:regroupid="214">
              <v:oval id="_x0000_s4486" style="position:absolute;left:4503;top:10032;width:568;height:570" filled="f" strokeweight="1.25pt"/>
              <v:line id="_x0000_s4487" style="position:absolute;flip:y" from="4788,10203" to="4788,10431" strokeweight="1pt">
                <v:stroke endarrow="classic"/>
              </v:line>
            </v:group>
            <v:group id="_x0000_s4488" style="position:absolute;left:7425;top:4842;width:627;height:570" coordorigin="3252,13281" coordsize="627,570" o:regroupid="214">
              <v:oval id="_x0000_s4489" style="position:absolute;left:3252;top:13281;width:570;height:570" filled="f" strokeweight="1.25pt"/>
              <v:shape id="_x0000_s4490" type="#_x0000_t202" style="position:absolute;left:3309;top:13395;width:570;height:342" filled="f" stroked="f" strokeweight="1.25pt">
                <v:textbox style="mso-next-textbox:#_x0000_s4490">
                  <w:txbxContent>
                    <w:p w:rsidR="009E23C5" w:rsidRDefault="009E23C5" w:rsidP="000C5C1D">
                      <w:pPr>
                        <w:pStyle w:val="Heading3"/>
                        <w:rPr>
                          <w:sz w:val="16"/>
                          <w:lang w:val="ru-RU"/>
                        </w:rPr>
                      </w:pPr>
                      <w:r>
                        <w:t>V</w:t>
                      </w:r>
                    </w:p>
                  </w:txbxContent>
                </v:textbox>
              </v:shape>
            </v:group>
            <v:line id="_x0000_s4491" style="position:absolute;rotation:-90" from="8622,4500" to="8622,5754" o:regroupid="214" strokeweight="1pt">
              <v:stroke endarrowwidth="narrow" endarrowlength="short"/>
            </v:line>
            <v:line id="_x0000_s4492" style="position:absolute;rotation:-180" from="6114,5127" to="6114,5925" o:regroupid="214" strokeweight="1pt">
              <v:stroke endarrowwidth="narrow" endarrowlength="short"/>
            </v:line>
            <v:line id="_x0000_s4493" style="position:absolute;rotation:-90" from="6770,4471" to="6770,5782" o:regroupid="214" strokeweight="1pt">
              <v:stroke endarrowwidth="narrow" endarrowlength="short"/>
            </v:line>
            <v:line id="_x0000_s4494" style="position:absolute;rotation:-180" from="9249,5127" to="9249,5925" o:regroupid="214" strokeweight="1pt">
              <v:stroke endarrowwidth="narrow" endarrowlength="short"/>
            </v:line>
            <v:group id="_x0000_s4495" style="position:absolute;left:5871;top:8718;width:3990;height:1827" coordorigin="7866,8151" coordsize="3990,1827" o:regroupid="214">
              <v:rect id="_x0000_s4496" style="position:absolute;left:11286;top:9063;width:570;height:456" filled="f" stroked="f" strokeweight="1.25pt">
                <v:textbox style="mso-next-textbox:#_x0000_s4496" inset="1pt,1pt,1pt,1pt">
                  <w:txbxContent>
                    <w:p w:rsidR="009E23C5" w:rsidRDefault="009E23C5" w:rsidP="000C5C1D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С</w:t>
                      </w:r>
                      <w:r>
                        <w:rPr>
                          <w:sz w:val="24"/>
                          <w:lang w:val="en-US"/>
                        </w:rPr>
                        <w:t>(t)</w:t>
                      </w:r>
                    </w:p>
                  </w:txbxContent>
                </v:textbox>
              </v:rect>
              <v:line id="_x0000_s4497" style="position:absolute" from="11229,8892" to="11229,9690">
                <v:stroke endarrow="block"/>
              </v:line>
              <v:line id="_x0000_s4498" style="position:absolute" from="9291,8493" to="9291,8607" strokeweight="1.25pt"/>
              <v:line id="_x0000_s4499" style="position:absolute" from="10830,8607" to="10830,9234" strokeweight="1.25pt">
                <v:stroke startarrow="oval" startarrowwidth="narrow" startarrowlength="short"/>
              </v:line>
              <v:rect id="_x0000_s4500" style="position:absolute;left:10089;top:8151;width:399;height:342" filled="f" stroked="f" strokeweight="1.25pt">
                <v:textbox style="mso-next-textbox:#_x0000_s4500" inset="1pt,1pt,1pt,1pt">
                  <w:txbxContent>
                    <w:p w:rsidR="009E23C5" w:rsidRDefault="009E23C5" w:rsidP="000C5C1D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L</w:t>
                      </w:r>
                    </w:p>
                  </w:txbxContent>
                </v:textbox>
              </v:rect>
              <v:group id="_x0000_s4501" style="position:absolute;left:9918;top:8493;width:684;height:127" coordorigin="4845,9177" coordsize="684,127">
                <v:shape id="_x0000_s4502" type="#_x0000_t19" style="position:absolute;left:4845;top:9177;width:114;height:114;rotation:-270;flip:x y" strokeweight="1.25pt"/>
                <v:shape id="_x0000_s4503" type="#_x0000_t19" style="position:absolute;left:4959;top:9190;width:114;height:114;rotation:270;flip:x" strokeweight="1.25pt"/>
                <v:shape id="_x0000_s4504" type="#_x0000_t19" style="position:absolute;left:5301;top:9190;width:114;height:114;rotation:-270;flip:x y" strokeweight="1.25pt"/>
                <v:shape id="_x0000_s4505" type="#_x0000_t19" style="position:absolute;left:5415;top:9190;width:114;height:114;rotation:270;flip:x" strokeweight="1.25pt"/>
                <v:shape id="_x0000_s4506" type="#_x0000_t19" style="position:absolute;left:5073;top:9190;width:114;height:114;rotation:-270;flip:x y" strokeweight="1.25pt"/>
                <v:shape id="_x0000_s4507" type="#_x0000_t19" style="position:absolute;left:5187;top:9190;width:114;height:114;rotation:270;flip:x" strokeweight="1.25pt"/>
              </v:group>
              <v:rect id="_x0000_s4508" style="position:absolute;left:9319;top:9209;width:627;height:228;rotation:-90" strokeweight="1.25pt"/>
              <v:line id="_x0000_s4509" style="position:absolute" from="9633,9636" to="9633,9978" strokeweight="1.25pt">
                <v:stroke endarrow="oval" endarrowwidth="narrow" endarrowlength="short"/>
              </v:line>
              <v:line id="_x0000_s4510" style="position:absolute;flip:x y" from="8949,8379" to="9063,8607" strokeweight="1.25pt">
                <v:stroke endarrow="block"/>
              </v:line>
              <v:line id="_x0000_s4511" style="position:absolute" from="10602,8607" to="11229,8617" strokeweight="1.25pt">
                <v:stroke endarrow="oval" endarrowwidth="narrow" endarrowlength="short"/>
              </v:line>
              <v:line id="_x0000_s4512" style="position:absolute;flip:y" from="8493,8664" to="8493,9975" strokeweight="1.25pt"/>
              <v:rect id="_x0000_s4513" style="position:absolute;left:7866;top:9120;width:343;height:456" filled="f" stroked="f" strokeweight="1.25pt">
                <v:textbox style="mso-next-textbox:#_x0000_s4513" inset="1pt,1pt,1pt,1pt">
                  <w:txbxContent>
                    <w:p w:rsidR="009E23C5" w:rsidRPr="00AD4532" w:rsidRDefault="009E23C5" w:rsidP="000C5C1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Е</w:t>
                      </w:r>
                    </w:p>
                  </w:txbxContent>
                </v:textbox>
              </v:rect>
              <v:rect id="_x0000_s4514" style="position:absolute;left:8493;top:8208;width:342;height:340" filled="f" stroked="f" strokeweight="1.25pt">
                <v:textbox style="mso-next-textbox:#_x0000_s4514" inset="1pt,1pt,1pt,1pt">
                  <w:txbxContent>
                    <w:p w:rsidR="009E23C5" w:rsidRDefault="009E23C5" w:rsidP="000C5C1D">
                      <w:r>
                        <w:t>Кл</w:t>
                      </w:r>
                    </w:p>
                  </w:txbxContent>
                </v:textbox>
              </v:rect>
              <v:line id="_x0000_s4515" style="position:absolute;flip:x" from="9633,8607" to="9633,9006" strokeweight="1.25pt">
                <v:stroke startarrow="oval" startarrowwidth="narrow" startarrowlength="short"/>
              </v:line>
              <v:line id="_x0000_s4516" style="position:absolute" from="8493,8638" to="8892,8638" strokeweight="1.25pt"/>
              <v:line id="_x0000_s4517" style="position:absolute" from="9291,8607" to="9918,8607" strokeweight="1.25pt"/>
              <v:line id="_x0000_s4518" style="position:absolute;flip:y" from="8889,8493" to="9291,8638" strokeweight="1.25pt">
                <v:stroke startarrow="oval" startarrowwidth="narrow" startarrowlength="short"/>
              </v:line>
              <v:group id="_x0000_s4519" style="position:absolute;left:8208;top:9006;width:570;height:568" coordorigin="3135,9519" coordsize="570,568">
                <v:line id="_x0000_s4520" style="position:absolute;flip:y" from="3420,9690" to="3420,9918" strokeweight="1.25pt">
                  <v:stroke endarrow="block" endarrowwidth="wide"/>
                </v:line>
                <v:oval id="_x0000_s4521" style="position:absolute;left:3136;top:9518;width:568;height:570;rotation:270" filled="f" strokeweight="1.25pt"/>
              </v:group>
              <v:line id="_x0000_s4522" style="position:absolute" from="8493,9975" to="11229,9975" strokeweight="1.25pt">
                <v:stroke startarrowwidth="narrow" startarrowlength="short" endarrow="oval" endarrowwidth="narrow" endarrowlength="short"/>
              </v:line>
              <v:line id="_x0000_s4523" style="position:absolute" from="10830,9348" to="10830,9975" strokeweight="1.25pt">
                <v:stroke endarrow="oval" endarrowwidth="narrow" endarrowlength="short"/>
              </v:line>
              <v:rect id="_x0000_s4524" style="position:absolute;left:9177;top:9120;width:399;height:342" filled="f" stroked="f" strokeweight="1.25pt">
                <v:textbox style="mso-next-textbox:#_x0000_s4524" inset="1pt,1pt,1pt,1pt">
                  <w:txbxContent>
                    <w:p w:rsidR="009E23C5" w:rsidRPr="00721C6F" w:rsidRDefault="009E23C5" w:rsidP="000C5C1D">
                      <w:pPr>
                        <w:rPr>
                          <w:sz w:val="16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R</w:t>
                      </w:r>
                    </w:p>
                  </w:txbxContent>
                </v:textbox>
              </v:rect>
              <v:rect id="_x0000_s4525" style="position:absolute;left:10203;top:9120;width:343;height:456" filled="f" stroked="f" strokeweight="1.25pt">
                <v:textbox style="mso-next-textbox:#_x0000_s4525" inset="1pt,1pt,1pt,1pt">
                  <w:txbxContent>
                    <w:p w:rsidR="009E23C5" w:rsidRPr="005D5CCC" w:rsidRDefault="009E23C5" w:rsidP="000C5C1D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C</w:t>
                      </w:r>
                    </w:p>
                  </w:txbxContent>
                </v:textbox>
              </v:rect>
              <v:group id="_x0000_s4526" style="position:absolute;left:10602;top:9234;width:417;height:110" coordorigin="3419,4550" coordsize="417,110">
                <v:line id="_x0000_s4527" style="position:absolute;rotation:-90;flip:y" from="3627,4342" to="3628,4759" strokeweight="2.5pt"/>
                <v:line id="_x0000_s4528" style="position:absolute;rotation:-90;flip:y" from="3624,4447" to="3632,4864" strokeweight="2.5pt"/>
              </v:group>
            </v:group>
            <v:shape id="_x0000_s4529" type="#_x0000_t202" style="position:absolute;left:1596;top:11853;width:4617;height:1083" o:regroupid="214" stroked="f">
              <v:textbox style="mso-next-textbox:#_x0000_s4529">
                <w:txbxContent>
                  <w:p w:rsidR="009E23C5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=36 В,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572ECB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=40 Ом,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=10 Ом, 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01</w:t>
                    </w:r>
                    <w:r>
                      <w:rPr>
                        <w:sz w:val="24"/>
                      </w:rPr>
                      <w:t xml:space="preserve">=7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</w:p>
                  <w:p w:rsidR="009E23C5" w:rsidRPr="00572ECB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 - идеальный диод.</w:t>
                    </w:r>
                    <w:r w:rsidRPr="00572ECB">
                      <w:rPr>
                        <w:sz w:val="24"/>
                      </w:rPr>
                      <w:t xml:space="preserve"> </w:t>
                    </w:r>
                  </w:p>
                  <w:p w:rsidR="009E23C5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Определить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4530" type="#_x0000_t202" style="position:absolute;left:8949;top:13221;width:1083;height:513" o:regroupid="214" stroked="f">
              <v:textbox style="mso-next-textbox:#_x0000_s4530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ВЫХ</w:t>
                    </w:r>
                  </w:p>
                </w:txbxContent>
              </v:textbox>
            </v:shape>
            <v:rect id="_x0000_s4531" style="position:absolute;left:7296;top:12221;width:627;height:228" o:regroupid="214" filled="f" strokeweight="1.25pt"/>
            <v:line id="_x0000_s4532" style="position:absolute" from="6897,12332" to="7296,12332" o:regroupid="214" strokeweight="1.25pt">
              <v:stroke startarrow="oval" startarrowwidth="narrow" startarrowlength="short"/>
            </v:line>
            <v:line id="_x0000_s4533" style="position:absolute" from="8664,12537" to="8664,14133" o:regroupid="214">
              <v:stroke endarrow="block"/>
            </v:line>
            <v:line id="_x0000_s4534" style="position:absolute" from="8211,12292" to="8211,13107" o:regroupid="214" strokeweight="1.25pt"/>
            <v:shape id="_x0000_s4535" type="#_x0000_t202" style="position:absolute;left:7353;top:11625;width:570;height:456" o:regroupid="214" stroked="f">
              <v:textbox style="mso-next-textbox:#_x0000_s4535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  <w:p w:rsidR="009E23C5" w:rsidRPr="007939A6" w:rsidRDefault="009E23C5" w:rsidP="000C5C1D"/>
                </w:txbxContent>
              </v:textbox>
            </v:shape>
            <v:line id="_x0000_s4536" style="position:absolute;rotation:-90;flip:y" from="7065,12221" to="7065,12449" o:regroupid="214" strokeweight="1.25pt">
              <v:stroke endarrow="block"/>
            </v:line>
            <v:line id="_x0000_s4537" style="position:absolute" from="7068,12594" to="7068,14133" o:regroupid="214">
              <v:stroke endarrow="block"/>
            </v:line>
            <v:line id="_x0000_s4538" style="position:absolute" from="6840,14532" to="8778,14532" o:regroupid="214" strokeweight="1.25pt">
              <v:stroke startarrow="oval" startarrowwidth="narrow" startarrowlength="short" endarrow="oval" endarrowwidth="narrow" endarrowlength="short"/>
            </v:line>
            <v:line id="_x0000_s4539" style="position:absolute" from="7923,12309" to="8778,12309" o:regroupid="214" strokeweight="1.25pt">
              <v:stroke endarrow="oval" endarrowwidth="narrow" endarrowlength="short"/>
            </v:line>
            <v:group id="_x0000_s4540" style="position:absolute;left:8094;top:12423;width:228;height:627" coordorigin="6099,10602" coordsize="228,627" o:regroupid="214">
              <v:line id="_x0000_s4541" style="position:absolute" from="6213,10602" to="6213,11058" strokeweight="1.25pt">
                <v:stroke endarrow="block" endarrowwidth="wide" endarrowlength="long"/>
              </v:line>
              <v:line id="_x0000_s4542" style="position:absolute" from="6099,11055" to="6327,11055" strokeweight="1.25pt"/>
              <v:line id="_x0000_s4543" style="position:absolute;flip:x" from="6213,11058" to="6213,11229" strokeweight="1.25pt"/>
            </v:group>
            <v:oval id="_x0000_s4544" style="position:absolute;left:7980;top:13905;width:456;height:399;flip:y" o:regroupid="214" filled="f" fillcolor="black" strokeweight="1.25pt"/>
            <v:line id="_x0000_s4545" style="position:absolute;flip:y" from="8211,14019" to="8211,14532" o:regroupid="214" strokeweight="1.25pt">
              <v:stroke startarrow="oval" startarrowwidth="narrow" startarrowlength="short" endarrow="block"/>
            </v:line>
            <v:line id="_x0000_s4546" style="position:absolute;flip:y" from="8208,13677" to="8208,14076" o:regroupid="214" strokeweight="1.25pt"/>
            <v:rect id="_x0000_s4547" style="position:absolute;left:7894;top:13253;width:627;height:228;rotation:90" o:regroupid="214" strokeweight="1.25pt"/>
            <v:shape id="_x0000_s4548" type="#_x0000_t202" style="position:absolute;left:7467;top:13164;width:570;height:456" o:regroupid="214" stroked="f">
              <v:textbox style="mso-next-textbox:#_x0000_s4548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  <w:p w:rsidR="009E23C5" w:rsidRPr="007939A6" w:rsidRDefault="009E23C5" w:rsidP="000C5C1D"/>
                </w:txbxContent>
              </v:textbox>
            </v:shape>
            <v:shape id="_x0000_s4549" type="#_x0000_t202" style="position:absolute;left:7410;top:12594;width:570;height:456" o:regroupid="214" stroked="f">
              <v:textbox style="mso-next-textbox:#_x0000_s4549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rect id="_x0000_s4550" style="position:absolute;left:7524;top:13905;width:399;height:400;rotation:-180;flip:x" o:regroupid="214" filled="f" stroked="f" strokeweight="1.25pt">
              <v:textbox style="mso-next-textbox:#_x0000_s4550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01</w:t>
                    </w:r>
                  </w:p>
                </w:txbxContent>
              </v:textbox>
            </v:rect>
            <v:rect id="_x0000_s4551" style="position:absolute;left:6954;top:11910;width:400;height:342" o:regroupid="214" filled="f" stroked="f" strokeweight="1.25pt">
              <v:textbox style="mso-next-textbox:#_x0000_s4551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90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_x0000_s4552" type="#_x0000_t202" style="position:absolute;left:6270;top:13164;width:741;height:513" o:regroupid="214" stroked="f">
              <v:textbox style="mso-next-textbox:#_x0000_s4552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ВХ</w:t>
                    </w:r>
                  </w:p>
                </w:txbxContent>
              </v:textbox>
            </v:shape>
            <v:group id="_x0000_s4553" style="position:absolute;left:2337;top:13107;width:3021;height:1482" coordorigin="7638,4007" coordsize="3021,1482" o:regroupid="214">
              <v:rect id="_x0000_s4554" style="position:absolute;left:7638;top:4007;width:3021;height:1482" filled="f"/>
              <v:shape id="_x0000_s4555" type="#_x0000_t202" style="position:absolute;left:9861;top:4064;width:342;height:342" filled="f" stroked="f">
                <v:textbox style="mso-next-textbox:#_x0000_s4555">
                  <w:txbxContent>
                    <w:p w:rsidR="009E23C5" w:rsidRDefault="009E23C5" w:rsidP="000C5C1D">
                      <w:pPr>
                        <w:rPr>
                          <w:sz w:val="16"/>
                          <w:lang w:val="en-US"/>
                        </w:rPr>
                      </w:pPr>
                      <w:r>
                        <w:rPr>
                          <w:sz w:val="16"/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shape id="_x0000_s4556" type="#_x0000_t202" style="position:absolute;left:7752;top:4178;width:1938;height:684" filled="f" stroked="f">
                <v:textbox style="mso-next-textbox:#_x0000_s4556">
                  <w:txbxContent>
                    <w:p w:rsidR="009E23C5" w:rsidRDefault="009E23C5" w:rsidP="000C5C1D">
                      <w:pPr>
                        <w:jc w:val="center"/>
                      </w:pPr>
                      <w:r>
                        <w:t>ВАХ</w:t>
                      </w:r>
                    </w:p>
                    <w:p w:rsidR="009E23C5" w:rsidRDefault="009E23C5" w:rsidP="000C5C1D">
                      <w:pPr>
                        <w:jc w:val="center"/>
                        <w:rPr>
                          <w:sz w:val="24"/>
                        </w:rPr>
                      </w:pPr>
                      <w:r>
                        <w:t>идеального диода:</w:t>
                      </w:r>
                    </w:p>
                  </w:txbxContent>
                </v:textbox>
              </v:shape>
              <v:shape id="_x0000_s4557" type="#_x0000_t202" style="position:absolute;left:10260;top:4976;width:399;height:342" filled="f" stroked="f">
                <v:textbox style="mso-next-textbox:#_x0000_s4557">
                  <w:txbxContent>
                    <w:p w:rsidR="009E23C5" w:rsidRDefault="009E23C5" w:rsidP="000C5C1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U</w:t>
                      </w:r>
                    </w:p>
                  </w:txbxContent>
                </v:textbox>
              </v:shape>
              <v:line id="_x0000_s4558" style="position:absolute" from="9918,4178" to="9918,5432"/>
              <v:line id="_x0000_s4559" style="position:absolute" from="9006,5261" to="10545,5261"/>
              <v:line id="_x0000_s4560" style="position:absolute" from="9120,5258" to="9918,5258" strokeweight="1.5pt"/>
              <v:line id="_x0000_s4561" style="position:absolute" from="9918,4463" to="9918,5261" strokeweight="1.5pt"/>
            </v:group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4562" style="position:absolute;margin-left:3.2pt;margin-top:.15pt;width:456.05pt;height:709.8pt;z-index:251655168" coordorigin="1482,738" coordsize="9121,14196">
            <v:rect id="_x0000_s4563" style="position:absolute;left:7552;top:1393;width:343;height:286;rotation:-90" o:regroupid="215" filled="f" stroked="f" strokeweight="1.25pt">
              <v:textbox style="mso-next-textbox:#_x0000_s4563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564" style="position:absolute;left:7924;top:4272;width:343;height:286;rotation:-180;flip:x" o:regroupid="215" filled="f" stroked="f" strokeweight="1.25pt">
              <v:textbox style="mso-next-textbox:#_x0000_s4564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4565" style="position:absolute;left:9349;top:2847;width:343;height:342;rotation:-180;flip:x" o:regroupid="215" filled="f" stroked="f" strokeweight="1.25pt">
              <v:textbox style="mso-next-textbox:#_x0000_s456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4566" style="position:absolute;left:7183;top:2904;width:343;height:286;rotation:-180;flip:x" o:regroupid="215" filled="f" stroked="f" strokeweight="1.25pt">
              <v:textbox style="mso-next-textbox:#_x0000_s4566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4567" style="position:absolute;rotation:-180;flip:x" from="7639,1707" to="7639,2106" o:regroupid="215" strokeweight="1.25pt">
              <v:stroke endarrow="oval" endarrowwidth="narrow" endarrowlength="short"/>
            </v:line>
            <v:rect id="_x0000_s4568" style="position:absolute;left:7331;top:2299;width:628;height:239;rotation:-90;flip:x" o:regroupid="215" filled="f" strokeweight="1.25pt"/>
            <v:line id="_x0000_s4569" style="position:absolute;rotation:-270;flip:x" from="6555,1537" to="6556,1879" o:regroupid="215" strokeweight="1.25pt"/>
            <v:line id="_x0000_s4570" style="position:absolute;rotation:-270;flip:x" from="8295,766" to="8295,2647" o:regroupid="215" strokeweight="1.25pt">
              <v:stroke endarrowwidth="narrow" endarrowlength="short"/>
            </v:line>
            <v:rect id="_x0000_s4571" style="position:absolute;left:6727;top:1593;width:628;height:239;rotation:-180;flip:x" o:regroupid="215" filled="f" strokeweight="1.25pt"/>
            <v:line id="_x0000_s4572" style="position:absolute;rotation:180;flip:x y" from="9235,1707" to="9236,1992" o:regroupid="215" strokeweight="1.25pt"/>
            <v:line id="_x0000_s4573" style="position:absolute;rotation:-180;flip:x" from="9235,3873" to="9235,4272" o:regroupid="215" strokeweight="1.25pt"/>
            <v:line id="_x0000_s4574" style="position:absolute;rotation:-180" from="9235,2619" to="9235,3303" o:regroupid="215" strokeweight="1.25pt">
              <v:stroke endarrowwidth="narrow" endarrowlength="short"/>
            </v:line>
            <v:rect id="_x0000_s4575" style="position:absolute;left:8927;top:2186;width:628;height:239;rotation:-90;flip:x" o:regroupid="215" filled="f" strokeweight="1.25pt"/>
            <v:oval id="_x0000_s4576" style="position:absolute;left:6101;top:2677;width:568;height:570;rotation:-90" o:regroupid="215" filled="f" strokeweight="1.25pt"/>
            <v:line id="_x0000_s4577" style="position:absolute;rotation:-90" from="6215,2960" to="6557,2961" o:regroupid="215" strokeweight="1.25pt">
              <v:stroke endarrow="block" endarrowwidth="wide"/>
            </v:line>
            <v:line id="_x0000_s4578" style="position:absolute;rotation:90;flip:x" from="5102,2990" to="7667,2990" o:regroupid="215" strokeweight="1.25pt">
              <v:stroke endarrowwidth="narrow" endarrowlength="short"/>
            </v:line>
            <v:oval id="_x0000_s4579" style="position:absolute;left:8950;top:3303;width:568;height:570" o:regroupid="215" filled="f" strokeweight="1.25pt"/>
            <v:rect id="_x0000_s4580" style="position:absolute;left:9121;top:3417;width:399;height:342;rotation:-180;flip:x" o:regroupid="215" filled="f" stroked="f" strokeweight="1.25pt">
              <v:textbox style="mso-next-textbox:#_x0000_s458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line id="_x0000_s4581" style="position:absolute" from="7639,2733" to="7639,3303" o:regroupid="215" strokeweight="1.25pt"/>
            <v:line id="_x0000_s4582" style="position:absolute" from="7639,3930" to="7639,4272" o:regroupid="215" strokeweight="1.25pt">
              <v:stroke endarrow="oval" endarrowwidth="narrow" endarrowlength="short"/>
            </v:line>
            <v:rect id="_x0000_s4583" style="position:absolute;left:7331;top:3497;width:628;height:239;rotation:90" o:regroupid="215" filled="f" strokeweight="1.25pt"/>
            <v:line id="_x0000_s4584" style="position:absolute;rotation:-180;flip:x" from="6385,4272" to="9235,4272" o:regroupid="215" strokeweight="1.25pt">
              <v:stroke endarrowwidth="narrow" endarrowlength="short"/>
            </v:line>
            <v:group id="_x0000_s4585" style="position:absolute;left:8317;top:5811;width:818;height:156" coordorigin="3982,3435" coordsize="818,156" o:regroupid="215">
              <v:shape id="_x0000_s4586" type="#_x0000_t19" style="position:absolute;left:4391;top:3437;width:137;height:154" strokeweight="1.25pt"/>
              <v:shape id="_x0000_s4587" type="#_x0000_t19" style="position:absolute;left:4118;top:3435;width:137;height:154" strokeweight="1.25pt"/>
              <v:shape id="_x0000_s4588" type="#_x0000_t19" style="position:absolute;left:4527;top:3437;width:137;height:154;flip:x" strokeweight="1.25pt"/>
              <v:shape id="_x0000_s4589" type="#_x0000_t19" style="position:absolute;left:4254;top:3437;width:137;height:154;flip:x" strokeweight="1.25pt"/>
              <v:shape id="_x0000_s4590" type="#_x0000_t19" style="position:absolute;left:3982;top:3437;width:137;height:154;flip:x" strokeweight="1.25pt"/>
              <v:shape id="_x0000_s4591" type="#_x0000_t19" style="position:absolute;left:4663;top:3437;width:137;height:154" strokeweight="1.25pt"/>
            </v:group>
            <v:rect id="_x0000_s4592" style="position:absolute;left:5977;top:6689;width:628;height:239;rotation:90" o:regroupid="215" filled="f" strokeweight="1.25pt"/>
            <v:group id="_x0000_s4593" style="position:absolute;left:8607;top:9858;width:417;height:110" coordorigin="3419,4550" coordsize="417,110" o:regroupid="215">
              <v:line id="_x0000_s4594" style="position:absolute;rotation:-90;flip:y" from="3627,4342" to="3628,4759" strokeweight="2.5pt"/>
              <v:line id="_x0000_s4595" style="position:absolute;rotation:-90;flip:y" from="3624,4447" to="3632,4864" strokeweight="2.5pt"/>
            </v:group>
            <v:group id="_x0000_s4596" style="position:absolute;left:6627;top:5868;width:818;height:156" coordorigin="2610,3435" coordsize="818,156" o:regroupid="215">
              <v:shape id="_x0000_s4597" type="#_x0000_t19" style="position:absolute;left:3019;top:3437;width:137;height:154" strokeweight="1.25pt"/>
              <v:shape id="_x0000_s4598" type="#_x0000_t19" style="position:absolute;left:2746;top:3435;width:137;height:154" strokeweight="1.25pt"/>
              <v:shape id="_x0000_s4599" type="#_x0000_t19" style="position:absolute;left:3155;top:3437;width:137;height:154;flip:x" strokeweight="1.25pt"/>
              <v:shape id="_x0000_s4600" type="#_x0000_t19" style="position:absolute;left:2882;top:3437;width:137;height:154;flip:x" strokeweight="1.25pt"/>
              <v:shape id="_x0000_s4601" type="#_x0000_t19" style="position:absolute;left:2610;top:3437;width:137;height:154;flip:x" strokeweight="1.25pt"/>
              <v:shape id="_x0000_s4602" type="#_x0000_t19" style="position:absolute;left:3291;top:3437;width:137;height:154" strokeweight="1.25pt"/>
            </v:group>
            <v:shape id="_x0000_s4603" type="#_x0000_t202" style="position:absolute;left:1539;top:1365;width:2337;height:432" o:regroupid="215" filled="f" stroked="f">
              <v:textbox style="mso-next-textbox:#_x0000_s4603">
                <w:txbxContent>
                  <w:p w:rsidR="009E23C5" w:rsidRPr="00684A7E" w:rsidRDefault="009E23C5" w:rsidP="000C5C1D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4604" type="#_x0000_t202" style="position:absolute;left:1995;top:2220;width:1539;height:1881" o:regroupid="215" filled="f" stroked="f">
              <v:textbox style="mso-next-textbox:#_x0000_s4604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=0.05 А,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=150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=120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=90 Ом.</w:t>
                    </w:r>
                  </w:p>
                </w:txbxContent>
              </v:textbox>
            </v:shape>
            <v:shape id="_x0000_s4605" type="#_x0000_t202" style="position:absolute;left:1482;top:738;width:2394;height:456" o:regroupid="215">
              <v:textbox style="mso-next-textbox:#_x0000_s4605">
                <w:txbxContent>
                  <w:p w:rsidR="009E23C5" w:rsidRPr="002504FE" w:rsidRDefault="009E23C5" w:rsidP="000C5C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8</w:t>
                    </w:r>
                  </w:p>
                </w:txbxContent>
              </v:textbox>
            </v:shape>
            <v:rect id="_x0000_s4606" style="position:absolute;left:1482;top:1254;width:9121;height:3420" o:regroupid="215" filled="f" strokeweight="2pt"/>
            <v:shape id="_x0000_s4607" type="#_x0000_t202" style="position:absolute;left:1482;top:4785;width:2387;height:432" o:regroupid="215" filled="f" stroked="f">
              <v:textbox style="mso-next-textbox:#_x0000_s4607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rect id="_x0000_s4608" style="position:absolute;left:1482;top:4674;width:9121;height:3420" o:regroupid="215" filled="f" strokeweight="2pt"/>
            <v:shape id="_x0000_s4609" type="#_x0000_t202" style="position:absolute;left:1824;top:8775;width:3306;height:2280" o:regroupid="215" stroked="f">
              <v:textbox style="mso-next-textbox:#_x0000_s4609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=15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 xml:space="preserve">=900 Ом, 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=500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мкФ.</w:t>
                    </w:r>
                  </w:p>
                  <w:p w:rsidR="009E23C5" w:rsidRDefault="009E23C5" w:rsidP="000C5C1D"/>
                  <w:p w:rsidR="009E23C5" w:rsidRDefault="009E23C5" w:rsidP="000C5C1D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</w:txbxContent>
              </v:textbox>
            </v:shape>
            <v:rect id="_x0000_s4610" style="position:absolute;left:1482;top:8094;width:9121;height:3420" o:regroupid="215" filled="f" strokeweight="2pt"/>
            <v:rect id="_x0000_s4611" style="position:absolute;left:1482;top:11514;width:9121;height:3420" o:regroupid="215" filled="f" strokeweight="2pt"/>
            <v:shape id="_x0000_s4612" type="#_x0000_t202" style="position:absolute;left:1539;top:8175;width:2387;height:432" o:regroupid="215" filled="f" stroked="f">
              <v:textbox style="mso-next-textbox:#_x0000_s4612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4613" type="#_x0000_t202" style="position:absolute;left:1539;top:11571;width:2387;height:432" o:regroupid="215" filled="f" stroked="f">
              <v:textbox style="mso-next-textbox:#_x0000_s4613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8</w:t>
                    </w:r>
                  </w:p>
                </w:txbxContent>
              </v:textbox>
            </v:shape>
            <v:line id="_x0000_s4614" style="position:absolute" from="7866,12369" to="7866,14193" o:regroupid="215" strokeweight="1pt"/>
            <v:line id="_x0000_s4615" style="position:absolute" from="7866,14193" to="10260,14193" o:regroupid="215" strokeweight="1pt"/>
            <v:line id="_x0000_s4616" style="position:absolute" from="8106,12369" to="8106,14193" o:regroupid="215" strokeweight=".25pt">
              <v:stroke dashstyle="1 1"/>
            </v:line>
            <v:line id="_x0000_s4617" style="position:absolute" from="8346,12369" to="8346,14193" o:regroupid="215" strokeweight=".25pt">
              <v:stroke dashstyle="1 1"/>
            </v:line>
            <v:line id="_x0000_s4618" style="position:absolute" from="8586,12369" to="8586,14193" o:regroupid="215" strokeweight=".25pt">
              <v:stroke dashstyle="1 1"/>
            </v:line>
            <v:line id="_x0000_s4619" style="position:absolute" from="8826,12369" to="8826,14193" o:regroupid="215" strokeweight=".25pt">
              <v:stroke dashstyle="1 1"/>
            </v:line>
            <v:line id="_x0000_s4620" style="position:absolute" from="9066,12369" to="9066,14193" o:regroupid="215" strokeweight=".25pt">
              <v:stroke dashstyle="1 1"/>
            </v:line>
            <v:line id="_x0000_s4621" style="position:absolute" from="9306,12369" to="9306,14193" o:regroupid="215" strokeweight=".25pt">
              <v:stroke dashstyle="1 1"/>
            </v:line>
            <v:line id="_x0000_s4622" style="position:absolute" from="9546,12369" to="9546,14193" o:regroupid="215" strokeweight=".25pt">
              <v:stroke dashstyle="1 1"/>
            </v:line>
            <v:line id="_x0000_s4623" style="position:absolute" from="9786,12369" to="9786,14193" o:regroupid="215" strokeweight=".25pt">
              <v:stroke dashstyle="1 1"/>
            </v:line>
            <v:line id="_x0000_s4624" style="position:absolute" from="10026,12369" to="10026,14193" o:regroupid="215" strokeweight=".25pt">
              <v:stroke dashstyle="1 1"/>
            </v:line>
            <v:line id="_x0000_s4625" style="position:absolute" from="10266,12369" to="10266,14193" o:regroupid="215" strokeweight=".25pt">
              <v:stroke dashstyle="1 1"/>
            </v:line>
            <v:line id="_x0000_s4626" style="position:absolute" from="7866,12369" to="10260,12369" o:regroupid="215" strokeweight=".25pt">
              <v:stroke dashstyle="1 1"/>
            </v:line>
            <v:line id="_x0000_s4627" style="position:absolute" from="7866,13965" to="10260,13965" o:regroupid="215" strokeweight=".25pt">
              <v:stroke dashstyle="1 1"/>
            </v:line>
            <v:line id="_x0000_s4628" style="position:absolute" from="7866,13737" to="10260,13737" o:regroupid="215" strokeweight=".25pt">
              <v:stroke dashstyle="1 1"/>
            </v:line>
            <v:line id="_x0000_s4629" style="position:absolute" from="7866,13509" to="10260,13509" o:regroupid="215" strokeweight=".25pt">
              <v:stroke dashstyle="1 1"/>
            </v:line>
            <v:line id="_x0000_s4630" style="position:absolute" from="7866,13281" to="10260,13281" o:regroupid="215" strokeweight=".25pt">
              <v:stroke dashstyle="1 1"/>
            </v:line>
            <v:line id="_x0000_s4631" style="position:absolute" from="7866,13053" to="10260,13053" o:regroupid="215" strokeweight=".25pt">
              <v:stroke dashstyle="1 1"/>
            </v:line>
            <v:line id="_x0000_s4632" style="position:absolute" from="7866,12825" to="10260,12825" o:regroupid="215" strokeweight=".25pt">
              <v:stroke dashstyle="1 1"/>
            </v:line>
            <v:line id="_x0000_s4633" style="position:absolute" from="7866,12597" to="10260,12597" o:regroupid="215" strokeweight=".25pt">
              <v:stroke dashstyle="1 1"/>
            </v:line>
            <v:shape id="_x0000_s4634" style="position:absolute;left:7866;top:12483;width:2394;height:1710;mso-position-horizontal:absolute;mso-position-vertical:absolute" coordsize="855,1083" o:regroupid="215" path="m,1083c33,840,67,598,114,456,161,314,228,285,285,228v57,-57,76,-76,171,-114c551,76,703,38,855,e" filled="f">
              <v:path arrowok="t"/>
            </v:shape>
            <v:shape id="_x0000_s4635" type="#_x0000_t202" style="position:absolute;left:7923;top:12426;width:456;height:342" o:regroupid="215" stroked="f">
              <v:textbox style="mso-next-textbox:#_x0000_s4635">
                <w:txbxContent>
                  <w:p w:rsidR="009E23C5" w:rsidRPr="00626546" w:rsidRDefault="009E23C5" w:rsidP="000C5C1D">
                    <w:r w:rsidRPr="00626546">
                      <w:t>В</w:t>
                    </w:r>
                  </w:p>
                </w:txbxContent>
              </v:textbox>
            </v:shape>
            <v:shape id="_x0000_s4636" type="#_x0000_t202" style="position:absolute;left:9006;top:12882;width:1026;height:627" o:regroupid="215" stroked="f">
              <v:textbox style="mso-next-textbox:#_x0000_s4636">
                <w:txbxContent>
                  <w:p w:rsidR="009E23C5" w:rsidRPr="00626546" w:rsidRDefault="009E23C5" w:rsidP="000C5C1D">
                    <w:r w:rsidRPr="00626546">
                      <w:t>В-Тл</w:t>
                    </w:r>
                  </w:p>
                  <w:p w:rsidR="009E23C5" w:rsidRPr="00626546" w:rsidRDefault="009E23C5" w:rsidP="000C5C1D">
                    <w:r w:rsidRPr="00626546">
                      <w:t>Н –А/см</w:t>
                    </w:r>
                  </w:p>
                  <w:p w:rsidR="009E23C5" w:rsidRPr="00626546" w:rsidRDefault="009E23C5" w:rsidP="000C5C1D"/>
                </w:txbxContent>
              </v:textbox>
            </v:shape>
            <v:shape id="_x0000_s4637" type="#_x0000_t202" style="position:absolute;left:7695;top:14250;width:2850;height:342" o:regroupid="215" stroked="f">
              <v:textbox style="mso-next-textbox:#_x0000_s4637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4638" type="#_x0000_t202" style="position:absolute;left:9861;top:13794;width:399;height:342" o:regroupid="215" stroked="f">
              <v:textbox style="mso-next-textbox:#_x0000_s4638">
                <w:txbxContent>
                  <w:p w:rsidR="009E23C5" w:rsidRPr="00626546" w:rsidRDefault="009E23C5" w:rsidP="000C5C1D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4639" type="#_x0000_t202" style="position:absolute;left:7296;top:11856;width:2850;height:456" o:regroupid="215" stroked="f">
              <v:textbox style="mso-next-textbox:#_x0000_s4639">
                <w:txbxContent>
                  <w:p w:rsidR="009E23C5" w:rsidRPr="0036796A" w:rsidRDefault="009E23C5" w:rsidP="000C5C1D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4640" type="#_x0000_t202" style="position:absolute;left:7182;top:12369;width:627;height:2052" o:regroupid="215" stroked="f">
              <v:textbox style="mso-next-textbox:#_x0000_s4640">
                <w:txbxContent>
                  <w:p w:rsidR="009E23C5" w:rsidRDefault="009E23C5" w:rsidP="000C5C1D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0C5C1D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0C5C1D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0C5C1D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shape id="_x0000_s4641" type="#_x0000_t202" style="position:absolute;left:7182;top:12255;width:627;height:342" o:regroupid="215" stroked="f">
              <v:textbox style="mso-next-textbox:#_x0000_s4641">
                <w:txbxContent>
                  <w:p w:rsidR="009E23C5" w:rsidRPr="00626546" w:rsidRDefault="009E23C5" w:rsidP="000C5C1D">
                    <w:r>
                      <w:t>Тл</w:t>
                    </w:r>
                  </w:p>
                </w:txbxContent>
              </v:textbox>
            </v:shape>
            <v:rect id="_x0000_s4642" style="position:absolute;left:7753;top:2505;width:685;height:444;flip:y" o:regroupid="215" filled="f" stroked="f" strokeweight="1.25pt">
              <v:textbox style="mso-next-textbox:#_x0000_s4642" inset="1pt,1pt,1pt,1pt">
                <w:txbxContent>
                  <w:p w:rsidR="009E23C5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4643" style="position:absolute;left:6841;top:1878;width:513;height:513;flip:y" o:regroupid="215" filled="f" stroked="f" strokeweight="1.25pt">
              <v:textbox style="mso-next-textbox:#_x0000_s4643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644" style="position:absolute;left:7069;top:2220;width:455;height:400;flip:y" o:regroupid="215" filled="f" stroked="f" strokeweight="1.25pt">
              <v:textbox style="mso-next-textbox:#_x0000_s4644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645" style="position:absolute;left:8664;top:2162;width:628;height:400;flip:y" o:regroupid="215" filled="f" stroked="f" strokeweight="1.25pt">
              <v:textbox style="mso-next-textbox:#_x0000_s464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646" style="position:absolute;left:7068;top:3417;width:628;height:400;flip:y" o:regroupid="215" filled="f" stroked="f" strokeweight="1.25pt">
              <v:textbox style="mso-next-textbox:#_x0000_s4646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oval id="_x0000_s4647" style="position:absolute;left:8152;top:2733;width:568;height:570;flip:y" o:regroupid="215" filled="f" strokeweight="1.25pt"/>
            <v:line id="_x0000_s4648" style="position:absolute" from="7639,3000" to="8461,3018" o:regroupid="215" strokeweight="1.25pt">
              <v:stroke startarrow="oval" startarrowwidth="narrow" startarrowlength="short" endarrow="open" endarrowlength="short"/>
            </v:line>
            <v:line id="_x0000_s4649" style="position:absolute;flip:x y" from="8574,3018" to="9241,3036" o:regroupid="215" strokeweight="1.25pt">
              <v:stroke startarrow="oval" startarrowwidth="narrow" startarrowlength="short" endarrowwidth="narrow" endarrowlength="short"/>
            </v:line>
            <v:line id="_x0000_s4650" style="position:absolute;flip:y" from="8528,3017" to="8586,3018" o:regroupid="215" strokeweight="1.25pt">
              <v:stroke endarrow="open" endarrowlength="short"/>
            </v:line>
            <v:rect id="_x0000_s4651" style="position:absolute;left:6613;top:2505;width:628;height:360;flip:y" o:regroupid="215" filled="f" stroked="f" strokeweight="1.25pt">
              <v:textbox style="mso-next-textbox:#_x0000_s4651" inset="1pt,1pt,1pt,1pt">
                <w:txbxContent>
                  <w:p w:rsidR="009E23C5" w:rsidRPr="0010279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line id="_x0000_s4652" style="position:absolute;rotation:90;flip:x" from="7525,4386" to="7753,4386" o:regroupid="215" strokeweight="1.25pt">
              <v:stroke endarrowwidth="narrow" endarrowlength="short"/>
            </v:line>
            <v:line id="_x0000_s4653" style="position:absolute;flip:x" from="7468,4500" to="7810,4500" o:regroupid="215" strokeweight="2.5pt">
              <v:stroke endarrowwidth="narrow" endarrowlength="short"/>
            </v:line>
            <v:group id="_x0000_s4654" style="position:absolute;left:9577;top:3246;width:114;height:228" coordorigin="6954,3876" coordsize="741,969" o:regroupid="215">
              <v:line id="_x0000_s4655" style="position:absolute;rotation:-90;flip:x" from="7325,4564" to="7325,4975"/>
              <v:group id="_x0000_s4656" style="position:absolute;left:6954;top:3876;width:741;height:969" coordorigin="4266,11962" coordsize="575,853">
                <v:line id="_x0000_s4657" style="position:absolute;rotation:-90;flip:y" from="4009,12559" to="4522,12559"/>
                <v:shape id="_x0000_s4658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4659" style="position:absolute;rotation:-90;flip:y" from="4579,12559" to="5092,12559"/>
              </v:group>
            </v:group>
            <v:rect id="_x0000_s4660" style="position:absolute;left:9519;top:9687;width:570;height:456" o:regroupid="215" filled="f" stroked="f" strokeweight="1.25pt">
              <v:textbox style="mso-next-textbox:#_x0000_s4660" inset="1pt,1pt,1pt,1pt">
                <w:txbxContent>
                  <w:p w:rsidR="009E23C5" w:rsidRDefault="009E23C5" w:rsidP="000C5C1D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4661" style="position:absolute" from="9405,9459" to="9405,10257" o:regroupid="215">
              <v:stroke endarrow="block"/>
            </v:line>
            <v:rect id="_x0000_s4662" style="position:absolute;left:7923;top:9117;width:627;height:228;rotation:180" o:regroupid="215" strokeweight="1.25pt"/>
            <v:line id="_x0000_s4663" style="position:absolute" from="7296,9117" to="7296,9231" o:regroupid="215" strokeweight="1.25pt"/>
            <v:line id="_x0000_s4664" style="position:absolute" from="8835,9231" to="8835,9858" o:regroupid="215" strokeweight="1.25pt"/>
            <v:rect id="_x0000_s4665" style="position:absolute;left:8037;top:8718;width:399;height:342" o:regroupid="215" filled="f" stroked="f" strokeweight="1.25pt">
              <v:textbox style="mso-next-textbox:#_x0000_s4665" inset="1pt,1pt,1pt,1pt">
                <w:txbxContent>
                  <w:p w:rsidR="009E23C5" w:rsidRPr="00721C6F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666" style="position:absolute;left:8094;top:9744;width:399;height:342" o:regroupid="215" filled="f" stroked="f" strokeweight="1.25pt">
              <v:textbox style="mso-next-textbox:#_x0000_s4666" inset="1pt,1pt,1pt,1pt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4667" style="position:absolute;left:7324;top:9817;width:627;height:228;rotation:-90" o:regroupid="215" strokeweight="1.25pt"/>
            <v:line id="_x0000_s4668" style="position:absolute" from="7638,10260" to="7638,10602" o:regroupid="215" strokeweight="1.25pt">
              <v:stroke endarrow="oval" endarrowwidth="narrow" endarrowlength="short"/>
            </v:line>
            <v:line id="_x0000_s4669" style="position:absolute" from="6897,8946" to="7068,9174" o:regroupid="215" strokeweight="1.25pt">
              <v:stroke endarrow="block"/>
            </v:line>
            <v:rect id="_x0000_s4670" style="position:absolute;left:7125;top:9801;width:399;height:342" o:regroupid="215" filled="f" stroked="f" strokeweight="1.25pt">
              <v:textbox style="mso-next-textbox:#_x0000_s4670" inset="1pt,1pt,1pt,1pt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4671" style="position:absolute" from="8550,9231" to="9234,9241" o:regroupid="215" strokeweight="1.25pt">
              <v:stroke endarrow="oval" endarrowwidth="narrow" endarrowlength="short"/>
            </v:line>
            <v:line id="_x0000_s4672" style="position:absolute;flip:y" from="6498,9288" to="6498,10599" o:regroupid="215" strokeweight="1.25pt"/>
            <v:rect id="_x0000_s4673" style="position:absolute;left:5871;top:9744;width:343;height:456" o:regroupid="215" filled="f" stroked="f" strokeweight="1.25pt">
              <v:textbox style="mso-next-textbox:#_x0000_s4673" inset="1pt,1pt,1pt,1pt">
                <w:txbxContent>
                  <w:p w:rsidR="009E23C5" w:rsidRPr="00AD4532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4674" style="position:absolute;left:6498;top:8832;width:342;height:340" o:regroupid="215" filled="f" stroked="f" strokeweight="1.25pt">
              <v:textbox style="mso-next-textbox:#_x0000_s4674" inset="1pt,1pt,1pt,1pt">
                <w:txbxContent>
                  <w:p w:rsidR="009E23C5" w:rsidRDefault="009E23C5" w:rsidP="000C5C1D">
                    <w:r>
                      <w:t>Кл</w:t>
                    </w:r>
                  </w:p>
                </w:txbxContent>
              </v:textbox>
            </v:rect>
            <v:line id="_x0000_s4675" style="position:absolute;flip:x" from="7638,9231" to="7638,9630" o:regroupid="215" strokeweight="1.25pt">
              <v:stroke startarrow="oval" startarrowwidth="narrow" startarrowlength="short"/>
            </v:line>
            <v:line id="_x0000_s4676" style="position:absolute" from="6498,9262" to="6897,9262" o:regroupid="215" strokeweight="1.25pt"/>
            <v:line id="_x0000_s4677" style="position:absolute" from="7296,9231" to="7923,9231" o:regroupid="215" strokeweight="1.25pt"/>
            <v:line id="_x0000_s4678" style="position:absolute;flip:y" from="6894,9034" to="7236,9262" o:regroupid="215" strokeweight="1.25pt">
              <v:stroke startarrow="oval" startarrowwidth="narrow" startarrowlength="short"/>
            </v:line>
            <v:group id="_x0000_s4679" style="position:absolute;left:6213;top:9630;width:570;height:568" coordorigin="3135,9519" coordsize="570,568" o:regroupid="215">
              <v:line id="_x0000_s4680" style="position:absolute;flip:y" from="3420,9690" to="3420,9918" strokeweight="1.25pt">
                <v:stroke endarrow="block" endarrowwidth="wide"/>
              </v:line>
              <v:oval id="_x0000_s4681" style="position:absolute;left:3136;top:9518;width:568;height:570;rotation:270" filled="f" strokeweight="1.25pt"/>
            </v:group>
            <v:line id="_x0000_s4682" style="position:absolute" from="6498,10599" to="9234,10599" o:regroupid="215" strokeweight="1.25pt">
              <v:stroke startarrowwidth="narrow" startarrowlength="short" endarrow="oval" endarrowwidth="narrow" endarrowlength="short"/>
            </v:line>
            <v:line id="_x0000_s4683" style="position:absolute" from="8835,9972" to="8835,10599" o:regroupid="215" strokeweight="1.25pt">
              <v:stroke endarrow="oval" endarrowwidth="narrow" endarrowlength="short"/>
            </v:line>
            <v:rect id="_x0000_s4684" style="position:absolute;left:7068;top:6381;width:628;height:400;rotation:-180;flip:x" o:regroupid="215" filled="f" stroked="f" strokeweight="1.25pt">
              <v:textbox style="mso-next-textbox:#_x0000_s4684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rect id="_x0000_s4685" style="position:absolute;left:8051;top:5583;width:400;height:342" o:regroupid="215" filled="f" stroked="f" strokeweight="1.25pt">
              <v:textbox style="mso-next-textbox:#_x0000_s468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92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686" style="position:absolute;left:7425;top:5583;width:400;height:342" o:regroupid="215" filled="f" stroked="f" strokeweight="1.25pt">
              <v:textbox style="mso-next-textbox:#_x0000_s4686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9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687" style="position:absolute;left:8736;top:6609;width:399;height:400;rotation:-180;flip:x" o:regroupid="215" filled="f" stroked="f" strokeweight="1.25pt">
              <v:textbox style="mso-next-textbox:#_x0000_s4687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688" style="position:absolute;left:6912;top:5469;width:399;height:342;rotation:-180;flip:x" o:regroupid="215" filled="f" stroked="f" strokeweight="1.25pt">
              <v:textbox style="mso-next-textbox:#_x0000_s4688" inset="1pt,1pt,1pt,1pt">
                <w:txbxContent>
                  <w:p w:rsidR="009E23C5" w:rsidRPr="00C37971" w:rsidRDefault="009E23C5" w:rsidP="000C5C1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689" style="position:absolute;left:5715;top:6609;width:513;height:400;rotation:-180;flip:x" o:regroupid="215" filled="f" stroked="f" strokeweight="1.25pt">
              <v:textbox style="mso-next-textbox:#_x0000_s4689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690" style="position:absolute;left:8565;top:5412;width:456;height:400;rotation:-180;flip:x" o:regroupid="215" filled="f" stroked="f" strokeweight="1.25pt">
              <v:textbox style="mso-next-textbox:#_x0000_s4690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691" style="position:absolute;left:8052;top:6039;width:400;height:342" o:regroupid="215" filled="f" stroked="f" strokeweight="1.25pt">
              <v:textbox style="mso-next-textbox:#_x0000_s4691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9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4692" style="position:absolute" from="7881,5982" to="7881,7008" o:regroupid="215" strokeweight="1.25pt"/>
            <v:group id="_x0000_s4693" style="position:absolute;left:8280;top:4842;width:171;height:285" coordorigin="6840,6555" coordsize="171,285" o:regroupid="215">
              <v:line id="_x0000_s4694" style="position:absolute;rotation:-90;flip:x" from="6754,6698" to="7039,6698"/>
              <v:line id="_x0000_s4695" style="position:absolute;rotation:-90" from="6903,6518" to="6948,6689">
                <v:stroke endarrow="oval" endarrowwidth="narrow" endarrowlength="short"/>
              </v:line>
              <v:line id="_x0000_s4696" style="position:absolute;rotation:-90;flip:y" from="6903,6706" to="6948,6877">
                <v:stroke endarrow="oval" endarrowwidth="narrow" endarrowlength="short"/>
              </v:line>
              <v:group id="_x0000_s4697" style="position:absolute;left:6840;top:6626;width:120;height:143" coordorigin="9681,14354" coordsize="399,912">
                <v:line id="_x0000_s4698" style="position:absolute;rotation:-90;flip:y" from="9767,14724" to="9995,15123"/>
                <v:line id="_x0000_s4699" style="position:absolute;rotation:-90;flip:y" from="9767,14268" to="9995,14667"/>
                <v:line id="_x0000_s4700" style="position:absolute;rotation:-90" from="9767,14496" to="9995,14895"/>
                <v:line id="_x0000_s4701" style="position:absolute;rotation:-90" from="9767,14952" to="9995,15351"/>
              </v:group>
            </v:group>
            <v:oval id="_x0000_s4702" style="position:absolute;left:7596;top:7008;width:568;height:570" o:regroupid="215" filled="f" strokeweight="1.25pt"/>
            <v:rect id="_x0000_s4703" style="position:absolute;left:7766;top:7122;width:343;height:342;rotation:-180;flip:x" o:regroupid="215" filled="f" stroked="f" strokeweight="1.25pt">
              <v:textbox style="mso-next-textbox:#_x0000_s4703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4704" style="position:absolute;left:8223;top:6837;width:171;height:285" coordorigin="6840,6555" coordsize="171,285" o:regroupid="215">
              <v:line id="_x0000_s4705" style="position:absolute;rotation:-90;flip:x" from="6754,6698" to="7039,6698"/>
              <v:line id="_x0000_s4706" style="position:absolute;rotation:-90" from="6903,6518" to="6948,6689">
                <v:stroke endarrow="oval" endarrowwidth="narrow" endarrowlength="short"/>
              </v:line>
              <v:line id="_x0000_s4707" style="position:absolute;rotation:-90;flip:y" from="6903,6706" to="6948,6877">
                <v:stroke endarrow="oval" endarrowwidth="narrow" endarrowlength="short"/>
              </v:line>
              <v:group id="_x0000_s4708" style="position:absolute;left:6840;top:6626;width:120;height:143" coordorigin="9681,14354" coordsize="399,912">
                <v:line id="_x0000_s4709" style="position:absolute;rotation:-90;flip:y" from="9767,14724" to="9995,15123"/>
                <v:line id="_x0000_s4710" style="position:absolute;rotation:-90;flip:y" from="9767,14268" to="9995,14667"/>
                <v:line id="_x0000_s4711" style="position:absolute;rotation:-90" from="9767,14496" to="9995,14895"/>
                <v:line id="_x0000_s4712" style="position:absolute;rotation:-90" from="9767,14952" to="9995,15351"/>
              </v:group>
            </v:group>
            <v:line id="_x0000_s4713" style="position:absolute;flip:y" from="7881,6096" to="7882,6368" o:regroupid="215" strokeweight="1.25pt">
              <v:stroke endarrow="classic"/>
            </v:line>
            <v:line id="_x0000_s4714" style="position:absolute;rotation:-90" from="8016,5840" to="8017,6112" o:regroupid="215" strokeweight="1.25pt">
              <v:stroke endarrow="classic"/>
            </v:line>
            <v:line id="_x0000_s4715" style="position:absolute;rotation:-90;flip:x" from="7744,5840" to="7745,6112" o:regroupid="215" strokeweight="1.25pt">
              <v:stroke endarrow="classic"/>
            </v:line>
            <v:line id="_x0000_s4716" style="position:absolute;rotation:90" from="7691,5709" to="7698,6249" o:regroupid="215" strokeweight="1.25pt"/>
            <v:line id="_x0000_s4717" style="position:absolute;rotation:90" from="6456,5811" to="6456,6153" o:regroupid="215" strokeweight="1.25pt">
              <v:stroke endarrow="oval" endarrowwidth="narrow" endarrowlength="short"/>
            </v:line>
            <v:line id="_x0000_s4718" style="position:absolute;rotation:-90" from="9021,6381" to="9819,6381" o:regroupid="215" strokeweight="1.25pt"/>
            <v:line id="_x0000_s4719" style="position:absolute;rotation:-90" from="8985,7314" to="9840,7329" o:regroupid="215" strokeweight="1.25pt"/>
            <v:line id="_x0000_s4720" style="position:absolute;rotation:90;flip:x" from="9278,5839" to="9278,6124" o:regroupid="215" strokeweight="1.25pt">
              <v:stroke endarrow="oval" endarrowwidth="narrow" endarrowlength="short"/>
            </v:line>
            <v:line id="_x0000_s4721" style="position:absolute;rotation:90;flip:y" from="8119,5764" to="8126,6193" o:regroupid="215" strokeweight="1.25pt">
              <v:stroke endarrow="oval" endarrowwidth="narrow" endarrowlength="short"/>
            </v:line>
            <v:line id="_x0000_s4722" style="position:absolute;rotation:-90;flip:x y" from="7795,7664" to="7966,7664" o:regroupid="215" strokeweight="1.25pt">
              <v:stroke endarrow="oval" endarrowwidth="narrow" endarrowlength="short"/>
            </v:line>
            <v:line id="_x0000_s4723" style="position:absolute;rotation:-90;flip:y" from="6028,6239" to="6541,6239" o:regroupid="215" strokeweight="1.25pt"/>
            <v:line id="_x0000_s4724" style="position:absolute;flip:x" from="6312,7749" to="9447,7749" o:regroupid="215" strokeweight="1.25pt">
              <v:stroke endarrowwidth="narrow" endarrowlength="short"/>
            </v:line>
            <v:line id="_x0000_s4725" style="position:absolute" from="6285,7122" to="6285,7749" o:regroupid="215" strokeweight="1.25pt"/>
            <v:group id="_x0000_s4726" style="position:absolute;left:7596;top:6324;width:568;height:570" coordorigin="4503,10032" coordsize="568,570" o:regroupid="215">
              <v:oval id="_x0000_s4727" style="position:absolute;left:4503;top:10032;width:568;height:570" filled="f" strokeweight="1.25pt"/>
              <v:line id="_x0000_s4728" style="position:absolute;flip:y" from="4788,10203" to="4788,10431" strokeweight="1pt">
                <v:stroke endarrow="block" endarrowwidth="wide"/>
              </v:line>
            </v:group>
            <v:group id="_x0000_s4729" style="position:absolute;left:7596;top:4899;width:627;height:570" coordorigin="3252,13281" coordsize="627,570" o:regroupid="215">
              <v:oval id="_x0000_s4730" style="position:absolute;left:3252;top:13281;width:570;height:570" filled="f" strokeweight="1.25pt"/>
              <v:shape id="_x0000_s4731" type="#_x0000_t202" style="position:absolute;left:3309;top:13395;width:570;height:342" filled="f" stroked="f" strokeweight="1.25pt">
                <v:textbox style="mso-next-textbox:#_x0000_s4731">
                  <w:txbxContent>
                    <w:p w:rsidR="009E23C5" w:rsidRDefault="009E23C5" w:rsidP="000C5C1D">
                      <w:pPr>
                        <w:pStyle w:val="Heading3"/>
                        <w:rPr>
                          <w:sz w:val="16"/>
                          <w:lang w:val="ru-RU"/>
                        </w:rPr>
                      </w:pPr>
                      <w:r>
                        <w:t>V</w:t>
                      </w:r>
                    </w:p>
                  </w:txbxContent>
                </v:textbox>
              </v:shape>
            </v:group>
            <v:line id="_x0000_s4732" style="position:absolute;rotation:-90" from="8793,4557" to="8793,5811" o:regroupid="215" strokeweight="1pt">
              <v:stroke endarrowwidth="narrow" endarrowlength="short"/>
            </v:line>
            <v:line id="_x0000_s4733" style="position:absolute;rotation:-180" from="6285,5184" to="6285,5982" o:regroupid="215" strokeweight="1pt">
              <v:stroke endarrowwidth="narrow" endarrowlength="short"/>
            </v:line>
            <v:line id="_x0000_s4734" style="position:absolute;rotation:-90" from="6941,4528" to="6941,5839" o:regroupid="215" strokeweight="1pt">
              <v:stroke endarrowwidth="narrow" endarrowlength="short"/>
            </v:line>
            <v:line id="_x0000_s4735" style="position:absolute;rotation:-180" from="9420,5184" to="9420,5982" o:regroupid="215" strokeweight="1pt">
              <v:stroke endarrowwidth="narrow" endarrowlength="short"/>
            </v:line>
            <v:shape id="_x0000_s4736" type="#_x0000_t202" style="position:absolute;left:1824;top:5469;width:2508;height:2394" o:regroupid="215" filled="f" stroked="f">
              <v:textbox style="mso-next-textbox:#_x0000_s4736">
                <w:txbxContent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 w:rsidRPr="00663D1C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50.9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>f=</w:t>
                    </w:r>
                    <w:r w:rsidRPr="00F936FB">
                      <w:rPr>
                        <w:sz w:val="24"/>
                        <w:lang w:val="en-US"/>
                      </w:rPr>
                      <w:t>1</w:t>
                    </w:r>
                    <w:r>
                      <w:rPr>
                        <w:sz w:val="24"/>
                        <w:lang w:val="es-ES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  <w:lang w:val="en-US"/>
                      </w:rPr>
                      <w:t>1</w:t>
                    </w:r>
                    <w:r>
                      <w:rPr>
                        <w:sz w:val="24"/>
                      </w:rPr>
                      <w:t>2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15</w:t>
                    </w:r>
                    <w:r>
                      <w:rPr>
                        <w:sz w:val="24"/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5</w:t>
                    </w:r>
                    <w:r>
                      <w:rPr>
                        <w:sz w:val="24"/>
                      </w:rPr>
                      <w:t xml:space="preserve">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oval id="_x0000_s4737" style="position:absolute;left:3360;top:13271;width:1596;height:1546" o:regroupid="215" strokeweight="1pt"/>
            <v:oval id="_x0000_s4738" style="position:absolute;left:3534;top:13437;width:1254;height:1214" o:regroupid="215">
              <v:stroke dashstyle="1 1" endcap="round"/>
            </v:oval>
            <v:oval id="_x0000_s4739" style="position:absolute;left:3705;top:13602;width:912;height:884" o:regroupid="215" strokeweight="1pt"/>
            <v:line id="_x0000_s4740" style="position:absolute;flip:y" from="2907,13506" to="3420,13506" o:regroupid="215" strokeweight="1.25pt">
              <v:stroke startarrow="oval" startarrowwidth="narrow" startarrowlength="short"/>
            </v:line>
            <v:line id="_x0000_s4741" style="position:absolute" from="3423,13489" to="3537,13544" o:regroupid="215" strokeweight="1.25pt"/>
            <v:shape id="_x0000_s4742" style="position:absolute;left:3249;top:13823;width:570;height:276" coordsize="570,285" o:regroupid="215" path="m570,c551,47,532,95,456,114v-76,19,-266,-9,-342,c38,123,,143,,171v,28,95,95,114,114e" filled="f" strokeweight="1.25pt">
              <v:path arrowok="t"/>
            </v:shape>
            <v:shape id="_x0000_s4743" style="position:absolute;left:3306;top:14154;width:522;height:387" coordsize="522,399" o:regroupid="215" path="m399,v61,14,123,29,114,57c504,85,427,114,342,171,257,228,57,361,,399e" filled="f" strokeweight="1.25pt">
              <v:path arrowok="t"/>
            </v:shape>
            <v:line id="_x0000_s4744" style="position:absolute" from="2964,14541" to="3306,14541" o:regroupid="215" strokeweight="1.25pt">
              <v:stroke startarrow="oval" startarrowwidth="narrow" startarrowlength="short"/>
            </v:line>
            <v:line id="_x0000_s4745" style="position:absolute" from="3078,13506" to="3363,13506" o:regroupid="215">
              <v:stroke endarrow="block"/>
            </v:line>
            <v:shape id="_x0000_s4746" type="#_x0000_t202" style="position:absolute;left:2679;top:13657;width:570;height:362" o:regroupid="215" stroked="f">
              <v:textbox style="mso-next-textbox:#_x0000_s4746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 w:rsidRPr="00663D1C"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4747" type="#_x0000_t202" style="position:absolute;left:2964;top:13050;width:456;height:331" o:regroupid="215" stroked="f">
              <v:textbox style="mso-next-textbox:#_x0000_s4747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Pr="00663D1C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4748" type="#_x0000_t42" style="position:absolute;left:5814;top:13050;width:627;height:442" o:regroupid="215" adj="-52708,18332,-28249,8526,-4134,8526,-49091,12647">
              <v:stroke dashstyle="dash"/>
              <v:textbox style="mso-next-textbox:#_x0000_s4748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663D1C">
                      <w:rPr>
                        <w:sz w:val="24"/>
                        <w:szCs w:val="24"/>
                        <w:vertAlign w:val="subscript"/>
                      </w:rPr>
                      <w:t>ср</w:t>
                    </w:r>
                  </w:p>
                </w:txbxContent>
              </v:textbox>
              <o:callout v:ext="edit" minusy="t"/>
            </v:shape>
            <v:line id="_x0000_s4749" style="position:absolute;flip:y" from="4899,13492" to="5355,13495" o:regroupid="215" strokeweight="1.25pt">
              <v:stroke endarrow="oval" endarrowwidth="narrow" endarrowlength="short"/>
            </v:line>
            <v:line id="_x0000_s4750" style="position:absolute;flip:x" from="4788,13492" to="4902,13547" o:regroupid="215" strokeweight="1.25pt"/>
            <v:shape id="_x0000_s4751" style="position:absolute;left:4503;top:13768;width:570;height:276;flip:x" coordsize="570,285" o:regroupid="215" path="m570,c551,47,532,95,456,114v-76,19,-266,-9,-342,c38,123,,143,,171v,28,95,95,114,114e" filled="f" strokeweight="1.25pt">
              <v:path arrowok="t"/>
            </v:shape>
            <v:shape id="_x0000_s4752" style="position:absolute;left:4446;top:14154;width:522;height:387;flip:x" coordsize="522,399" o:regroupid="215" path="m399,v61,14,123,29,114,57c504,85,427,114,342,171,257,228,57,361,,399e" filled="f" strokeweight="1.25pt">
              <v:path arrowok="t"/>
            </v:shape>
            <v:line id="_x0000_s4753" style="position:absolute" from="4962,14541" to="5304,14541" o:regroupid="215" strokeweight="1.25pt">
              <v:stroke endarrow="oval" endarrowwidth="narrow" endarrowlength="short"/>
            </v:line>
            <v:line id="_x0000_s4754" style="position:absolute;flip:x" from="5016,14532" to="5244,14532" o:regroupid="215">
              <v:stroke startarrowwidth="narrow" startarrowlength="short" endarrow="block"/>
            </v:line>
            <v:shape id="_x0000_s4755" type="#_x0000_t202" style="position:absolute;left:5130;top:14099;width:456;height:433" o:regroupid="215" filled="f" stroked="f">
              <v:textbox style="mso-next-textbox:#_x0000_s4755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Pr="00663D1C"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4756" type="#_x0000_t202" style="position:absolute;left:1539;top:11910;width:5529;height:1026" o:regroupid="215" stroked="f">
              <v:textbox style="mso-next-textbox:#_x0000_s4756">
                <w:txbxContent>
                  <w:p w:rsidR="009E23C5" w:rsidRDefault="009E23C5" w:rsidP="000C5C1D">
                    <w:pPr>
                      <w:jc w:val="center"/>
                    </w:pPr>
                    <w:r>
                      <w:t xml:space="preserve">На стальной сердечник намотаны две катушки с числами витков </w:t>
                    </w:r>
                    <w:r>
                      <w:rPr>
                        <w:lang w:val="en-US"/>
                      </w:rPr>
                      <w:t>W</w:t>
                    </w:r>
                    <w:r w:rsidRPr="00663D1C">
                      <w:rPr>
                        <w:vertAlign w:val="subscript"/>
                      </w:rPr>
                      <w:t>1</w:t>
                    </w:r>
                    <w:r>
                      <w:t xml:space="preserve">=300 и </w:t>
                    </w:r>
                    <w:r>
                      <w:rPr>
                        <w:lang w:val="en-US"/>
                      </w:rPr>
                      <w:t>W</w:t>
                    </w:r>
                    <w:r w:rsidRPr="00663D1C">
                      <w:rPr>
                        <w:vertAlign w:val="subscript"/>
                      </w:rPr>
                      <w:t>2</w:t>
                    </w:r>
                    <w:r>
                      <w:t xml:space="preserve">=500 и током </w:t>
                    </w:r>
                    <w:r>
                      <w:rPr>
                        <w:lang w:val="en-US"/>
                      </w:rPr>
                      <w:t>I</w:t>
                    </w:r>
                    <w:r w:rsidRPr="00663D1C">
                      <w:rPr>
                        <w:vertAlign w:val="subscript"/>
                      </w:rPr>
                      <w:t>2</w:t>
                    </w:r>
                    <w:r>
                      <w:t>=1.5</w:t>
                    </w:r>
                    <w:r>
                      <w:rPr>
                        <w:sz w:val="16"/>
                      </w:rPr>
                      <w:t xml:space="preserve"> А. </w:t>
                    </w:r>
                    <w:r>
                      <w:t xml:space="preserve">Найти ток </w:t>
                    </w:r>
                    <w:r>
                      <w:rPr>
                        <w:lang w:val="en-US"/>
                      </w:rPr>
                      <w:t>I</w:t>
                    </w:r>
                    <w:r w:rsidRPr="00663D1C">
                      <w:rPr>
                        <w:vertAlign w:val="subscript"/>
                      </w:rPr>
                      <w:t>1</w:t>
                    </w:r>
                    <w:r>
                      <w:rPr>
                        <w:sz w:val="16"/>
                      </w:rPr>
                      <w:t xml:space="preserve">, </w:t>
                    </w:r>
                    <w:r>
                      <w:t>который создал бы магнитную индукцию в сердечнике В=0.8 Тл,</w:t>
                    </w:r>
                  </w:p>
                  <w:p w:rsidR="009E23C5" w:rsidRDefault="009E23C5" w:rsidP="000C5C1D">
                    <w:pPr>
                      <w:jc w:val="center"/>
                    </w:pPr>
                    <w:r>
                      <w:t xml:space="preserve"> </w:t>
                    </w:r>
                    <w:r>
                      <w:rPr>
                        <w:lang w:val="en-US"/>
                      </w:rPr>
                      <w:t>l</w:t>
                    </w:r>
                    <w:r>
                      <w:t>ср =100 см ,. Определить ток в катушке.</w:t>
                    </w:r>
                  </w:p>
                </w:txbxContent>
              </v:textbox>
            </v:shape>
            <v:group id="_x0000_s4757" style="position:absolute;left:9216;top:6780;width:417;height:110" coordorigin="3419,4550" coordsize="417,110" o:regroupid="215">
              <v:line id="_x0000_s4758" style="position:absolute;rotation:-90;flip:y" from="3627,4342" to="3628,4759" strokeweight="2.5pt"/>
              <v:line id="_x0000_s4759" style="position:absolute;rotation:-90;flip:y" from="3624,4447" to="3632,4864" strokeweight="2.5pt"/>
            </v:group>
            <v:shape id="_x0000_s4760" type="#_x0000_t202" style="position:absolute;left:5187;top:13791;width:570;height:362" o:regroupid="215" stroked="f">
              <v:textbox style="mso-next-textbox:#_x0000_s4760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4761" style="position:absolute;margin-left:3.2pt;margin-top:.15pt;width:456.05pt;height:709.65pt;z-index:251656192" coordorigin="1482,627" coordsize="9121,14193">
            <v:rect id="_x0000_s4762" style="position:absolute;left:7153;top:1280;width:343;height:286;rotation:-90" o:regroupid="216" filled="f" stroked="f" strokeweight="1.25pt">
              <v:textbox style="mso-next-textbox:#_x0000_s4762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763" style="position:absolute;left:6783;top:4215;width:343;height:286;rotation:-180;flip:x" o:regroupid="216" filled="f" stroked="f" strokeweight="1.25pt">
              <v:textbox style="mso-next-textbox:#_x0000_s4763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rect id="_x0000_s4764" style="position:absolute;left:9006;top:2790;width:343;height:342;rotation:-180;flip:x" o:regroupid="216" filled="f" stroked="f" strokeweight="1.25pt">
              <v:textbox style="mso-next-textbox:#_x0000_s4764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4765" style="position:absolute;left:6897;top:2790;width:343;height:286;rotation:-180;flip:x" o:regroupid="216" filled="f" stroked="f" strokeweight="1.25pt">
              <v:textbox style="mso-next-textbox:#_x0000_s476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4766" style="position:absolute;left:6327;top:2505;width:513;height:286;rotation:-180;flip:x" o:regroupid="216" filled="f" stroked="f" strokeweight="1.25pt">
              <v:textbox style="mso-next-textbox:#_x0000_s4766" inset="1pt,1pt,1pt,1pt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</w:p>
                </w:txbxContent>
              </v:textbox>
            </v:rect>
            <v:line id="_x0000_s4767" style="position:absolute;rotation:-180;flip:x" from="7296,1650" to="7296,2049" o:regroupid="216" strokeweight="1.25pt">
              <v:stroke endarrow="oval" endarrowwidth="narrow" endarrowlength="short"/>
            </v:line>
            <v:rect id="_x0000_s4768" style="position:absolute;left:6988;top:2242;width:628;height:239;rotation:-90;flip:x" o:regroupid="216" filled="f" strokeweight="1.25pt"/>
            <v:line id="_x0000_s4769" style="position:absolute;rotation:-270" from="8635,2705" to="8636,3218" o:regroupid="216" strokeweight="1.25pt">
              <v:stroke startarrow="oval" startarrowwidth="narrow" startarrowlength="short"/>
            </v:line>
            <v:line id="_x0000_s4770" style="position:absolute;rotation:-270;flip:x" from="6270,1422" to="6270,1878" o:regroupid="216" strokeweight="1.25pt">
              <v:stroke endarrowwidth="narrow" endarrowlength="short"/>
            </v:line>
            <v:rect id="_x0000_s4771" style="position:absolute;left:7752;top:2847;width:628;height:239;rotation:-180;flip:x" o:regroupid="216" filled="f" strokeweight="1.25pt"/>
            <v:line id="_x0000_s4772" style="position:absolute;rotation:-180;flip:x" from="8892,3873" to="8893,4215" o:regroupid="216" strokeweight="1.25pt"/>
            <v:line id="_x0000_s4773" style="position:absolute;rotation:-180" from="8892,1650" to="8892,3246" o:regroupid="216" strokeweight="1.25pt">
              <v:stroke endarrowwidth="narrow" endarrowlength="short"/>
            </v:line>
            <v:rect id="_x0000_s4774" style="position:absolute;left:8573;top:3440;width:628;height:239;rotation:-90;flip:x" o:regroupid="216" filled="f" strokeweight="1.25pt"/>
            <v:oval id="_x0000_s4775" style="position:absolute;left:5758;top:2620;width:568;height:570;rotation:-90" o:regroupid="216" filled="f" strokeweight="1.25pt"/>
            <v:line id="_x0000_s4776" style="position:absolute;rotation:-90" from="5872,2903" to="6214,2904" o:regroupid="216" strokeweight="1.25pt">
              <v:stroke endarrow="classic"/>
            </v:line>
            <v:line id="_x0000_s4777" style="position:absolute;rotation:90;flip:x" from="4759,2933" to="7324,2933" o:regroupid="216" strokeweight="1.25pt">
              <v:stroke endarrowwidth="narrow" endarrowlength="short"/>
            </v:line>
            <v:line id="_x0000_s4778" style="position:absolute;flip:x" from="7296,2961" to="7752,2961" o:regroupid="216" strokeweight="1.25pt">
              <v:stroke endarrow="oval" endarrowwidth="narrow" endarrowlength="short"/>
            </v:line>
            <v:oval id="_x0000_s4779" style="position:absolute;left:6441;top:1365;width:568;height:570" o:regroupid="216" filled="f" strokeweight="1.25pt"/>
            <v:rect id="_x0000_s4780" style="position:absolute;left:6611;top:1479;width:343;height:342;rotation:-180;flip:x" o:regroupid="216" filled="f" stroked="f" strokeweight="1.25pt">
              <v:textbox style="mso-next-textbox:#_x0000_s478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line id="_x0000_s4781" style="position:absolute" from="7296,2676" to="7296,3246" o:regroupid="216" strokeweight="1.25pt"/>
            <v:line id="_x0000_s4782" style="position:absolute" from="7296,3873" to="7296,4215" o:regroupid="216" strokeweight="1.25pt">
              <v:stroke endarrow="oval" endarrowwidth="narrow" endarrowlength="short"/>
            </v:line>
            <v:rect id="_x0000_s4783" style="position:absolute;left:6988;top:3440;width:628;height:239;rotation:90" o:regroupid="216" filled="f" strokeweight="1.25pt"/>
            <v:line id="_x0000_s4784" style="position:absolute;rotation:-180;flip:x" from="6042,4215" to="8892,4215" o:regroupid="216" strokeweight="1.25pt">
              <v:stroke endarrowwidth="narrow" endarrowlength="short"/>
            </v:line>
            <v:line id="_x0000_s4785" style="position:absolute;rotation:90;flip:x" from="7182,4272" to="7410,4272" o:regroupid="216" strokeweight="1.25pt">
              <v:stroke endarrowwidth="narrow" endarrowlength="short"/>
            </v:line>
            <v:line id="_x0000_s4786" style="position:absolute;flip:x" from="7125,4386" to="7467,4386" o:regroupid="216" strokeweight="2.5pt">
              <v:stroke endarrowwidth="narrow" endarrowlength="short"/>
            </v:line>
            <v:group id="_x0000_s4787" style="position:absolute;left:8594;top:5697;width:456;height:114;rotation:-90" coordorigin="4938,12588" coordsize="420,131" o:regroupid="216">
              <v:line id="_x0000_s4788" style="position:absolute;rotation:90" from="5146,12380" to="5147,12797" strokeweight="2.5pt"/>
              <v:line id="_x0000_s4789" style="position:absolute;rotation:90" from="5146,12506" to="5154,12923" strokeweight="2.5pt"/>
            </v:group>
            <v:shape id="_x0000_s4790" type="#_x0000_t202" style="position:absolute;left:1539;top:1251;width:2508;height:432" o:regroupid="216" filled="f" stroked="f">
              <v:textbox style="mso-next-textbox:#_x0000_s4790">
                <w:txbxContent>
                  <w:p w:rsidR="009E23C5" w:rsidRPr="00684A7E" w:rsidRDefault="009E23C5" w:rsidP="000C5C1D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1.31</w:t>
                    </w: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shape>
            <v:shape id="_x0000_s4791" type="#_x0000_t202" style="position:absolute;left:2394;top:2049;width:1539;height:1824" o:regroupid="216" filled="f" stroked="f">
              <v:textbox style="mso-next-textbox:#_x0000_s4791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 = 110 В,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=0.4 А,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=60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=100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=50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=90 Ом,</w:t>
                    </w:r>
                  </w:p>
                </w:txbxContent>
              </v:textbox>
            </v:shape>
            <v:shape id="_x0000_s4792" type="#_x0000_t202" style="position:absolute;left:1767;top:5412;width:2508;height:2109" o:regroupid="216" filled="f" stroked="f">
              <v:textbox style="mso-next-textbox:#_x0000_s4792">
                <w:txbxContent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311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 xml:space="preserve">f=50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</w:t>
                    </w:r>
                    <w:r w:rsidRPr="00510963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1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4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0C5C1D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 w:rsidRPr="00F10389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 w:rsidRPr="00F10389">
                      <w:rPr>
                        <w:sz w:val="24"/>
                        <w:lang w:val="es-ES"/>
                      </w:rPr>
                      <w:t>1</w:t>
                    </w:r>
                    <w:r>
                      <w:rPr>
                        <w:sz w:val="24"/>
                      </w:rPr>
                      <w:t>4</w:t>
                    </w:r>
                    <w:r w:rsidRPr="00F10389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Pr="00F10389" w:rsidRDefault="009E23C5" w:rsidP="000C5C1D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L</w:t>
                    </w:r>
                    <w:r w:rsidRPr="00F10389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3</w:t>
                    </w:r>
                    <w:r>
                      <w:rPr>
                        <w:sz w:val="24"/>
                        <w:lang w:val="fr-FR"/>
                      </w:rPr>
                      <w:t>=0.</w:t>
                    </w:r>
                    <w:r>
                      <w:rPr>
                        <w:sz w:val="24"/>
                      </w:rPr>
                      <w:t>2</w:t>
                    </w:r>
                    <w:r w:rsidRPr="00F10389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Гн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Pr="00F10389" w:rsidRDefault="009E23C5" w:rsidP="000C5C1D">
                    <w:pPr>
                      <w:jc w:val="both"/>
                      <w:rPr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C</w:t>
                    </w:r>
                    <w:r w:rsidRPr="00F10389">
                      <w:rPr>
                        <w:sz w:val="24"/>
                        <w:szCs w:val="24"/>
                        <w:vertAlign w:val="subscript"/>
                        <w:lang w:val="es-ES"/>
                      </w:rPr>
                      <w:t>2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 w:rsidRPr="00F10389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</w:rPr>
                      <w:t>мкФ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4793" type="#_x0000_t202" style="position:absolute;left:1482;top:627;width:2451;height:456" o:regroupid="216">
              <v:textbox style="mso-next-textbox:#_x0000_s4793">
                <w:txbxContent>
                  <w:p w:rsidR="009E23C5" w:rsidRPr="002504FE" w:rsidRDefault="009E23C5" w:rsidP="000C5C1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31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9</w:t>
                    </w:r>
                  </w:p>
                </w:txbxContent>
              </v:textbox>
            </v:shape>
            <v:rect id="_x0000_s4794" style="position:absolute;left:1482;top:1140;width:9121;height:3420" o:regroupid="216" filled="f" strokeweight="2pt"/>
            <v:shape id="_x0000_s4795" type="#_x0000_t202" style="position:absolute;left:1482;top:4671;width:2387;height:432" o:regroupid="216" filled="f" stroked="f">
              <v:textbox style="mso-next-textbox:#_x0000_s4795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9</w:t>
                    </w:r>
                  </w:p>
                </w:txbxContent>
              </v:textbox>
            </v:shape>
            <v:rect id="_x0000_s4796" style="position:absolute;left:1482;top:4560;width:9121;height:3420" o:regroupid="216" filled="f" strokeweight="2pt"/>
            <v:shape id="_x0000_s4797" type="#_x0000_t202" style="position:absolute;left:1824;top:8661;width:3306;height:2280" o:regroupid="216" stroked="f">
              <v:textbox style="mso-next-textbox:#_x0000_s4797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=12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,</w:t>
                    </w:r>
                  </w:p>
                  <w:p w:rsidR="009E23C5" w:rsidRPr="00F10389" w:rsidRDefault="009E23C5" w:rsidP="000C5C1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=500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=500 Ом,</w:t>
                    </w:r>
                  </w:p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</w:rPr>
                      <w:t>=0.</w:t>
                    </w:r>
                    <w:r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z w:val="24"/>
                      </w:rPr>
                      <w:t>3 Гн.</w:t>
                    </w:r>
                  </w:p>
                  <w:p w:rsidR="009E23C5" w:rsidRDefault="009E23C5" w:rsidP="000C5C1D"/>
                  <w:p w:rsidR="009E23C5" w:rsidRDefault="009E23C5" w:rsidP="000C5C1D"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</w:txbxContent>
              </v:textbox>
            </v:shape>
            <v:rect id="_x0000_s4798" style="position:absolute;left:1482;top:7980;width:9121;height:3420" o:regroupid="216" filled="f" strokeweight="2pt"/>
            <v:rect id="_x0000_s4799" style="position:absolute;left:1482;top:11400;width:9121;height:3420" o:regroupid="216" filled="f" strokeweight="2pt"/>
            <v:shape id="_x0000_s4800" type="#_x0000_t202" style="position:absolute;left:1539;top:8061;width:2387;height:432" o:regroupid="216" filled="f" stroked="f">
              <v:textbox style="mso-next-textbox:#_x0000_s4800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9</w:t>
                    </w:r>
                  </w:p>
                </w:txbxContent>
              </v:textbox>
            </v:shape>
            <v:shape id="_x0000_s4801" type="#_x0000_t202" style="position:absolute;left:1539;top:11457;width:2387;height:432" o:regroupid="216" filled="f" stroked="f">
              <v:textbox style="mso-next-textbox:#_x0000_s4801">
                <w:txbxContent>
                  <w:p w:rsidR="009E23C5" w:rsidRPr="00EA2324" w:rsidRDefault="009E23C5" w:rsidP="000C5C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9</w:t>
                    </w:r>
                  </w:p>
                </w:txbxContent>
              </v:textbox>
            </v:shape>
            <v:rect id="_x0000_s4802" style="position:absolute;left:7238;top:1251;width:685;height:444;flip:y" o:regroupid="216" filled="f" stroked="f" strokeweight="1.25pt">
              <v:textbox style="mso-next-textbox:#_x0000_s4802" inset="1pt,1pt,1pt,1pt">
                <w:txbxContent>
                  <w:p w:rsidR="009E23C5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4803" style="position:absolute;left:6783;top:2106;width:513;height:513;flip:y" o:regroupid="216" filled="f" stroked="f" strokeweight="1.25pt">
              <v:textbox style="mso-next-textbox:#_x0000_s4803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4804" style="position:absolute;left:6783;top:3360;width:455;height:400;flip:y" o:regroupid="216" filled="f" stroked="f" strokeweight="1.25pt">
              <v:textbox style="mso-next-textbox:#_x0000_s4804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805" style="position:absolute;left:7809;top:2391;width:628;height:400;flip:y" o:regroupid="216" filled="f" stroked="f" strokeweight="1.25pt">
              <v:textbox style="mso-next-textbox:#_x0000_s480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4806" style="position:absolute;left:8379;top:3360;width:628;height:400;flip:y" o:regroupid="216" filled="f" stroked="f" strokeweight="1.25pt">
              <v:textbox style="mso-next-textbox:#_x0000_s4806" inset="1pt,1pt,1pt,1pt">
                <w:txbxContent>
                  <w:p w:rsidR="009E23C5" w:rsidRPr="003A5600" w:rsidRDefault="009E23C5" w:rsidP="000C5C1D"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</w:p>
                </w:txbxContent>
              </v:textbox>
            </v:rect>
            <v:oval id="_x0000_s4807" style="position:absolute;left:7811;top:1365;width:568;height:570;flip:y" o:regroupid="216" filled="f" strokeweight="1.25pt"/>
            <v:line id="_x0000_s4808" style="position:absolute" from="7011,1650" to="8094,1650" o:regroupid="216" strokeweight="1.25pt">
              <v:stroke endarrow="open" endarrowlength="short"/>
            </v:line>
            <v:line id="_x0000_s4809" style="position:absolute;flip:x y" from="8225,1650" to="8892,1668" o:regroupid="216" strokeweight="1.25pt">
              <v:stroke endarrowwidth="narrow" endarrowlength="short"/>
            </v:line>
            <v:line id="_x0000_s4810" style="position:absolute;flip:y" from="8207,1650" to="8265,1651" o:regroupid="216" strokeweight="1.25pt">
              <v:stroke endarrow="open" endarrowlength="short"/>
            </v:line>
            <v:group id="_x0000_s4811" style="position:absolute;left:6213;top:1308;width:114;height:228" coordorigin="6954,3876" coordsize="741,969" o:regroupid="216">
              <v:line id="_x0000_s4812" style="position:absolute;rotation:-90;flip:x" from="7325,4564" to="7325,4975"/>
              <v:group id="_x0000_s4813" style="position:absolute;left:6954;top:3876;width:741;height:969" coordorigin="4266,11962" coordsize="575,853">
                <v:line id="_x0000_s4814" style="position:absolute;rotation:-90;flip:y" from="4009,12559" to="4522,12559"/>
                <v:shape id="_x0000_s4815" type="#_x0000_t19" style="position:absolute;left:4356;top:11877;width:400;height:570;rotation:5675697fd;flip:y" coordsize="25205,43200" adj=",6527918,3605" path="wr-17995,,25205,43200,3605,,,42897nfewr-17995,,25205,43200,3605,,,42897l3605,21600nsxe">
                  <v:path o:connectlocs="3605,0;0,42897;3605,21600"/>
                </v:shape>
                <v:line id="_x0000_s4816" style="position:absolute;rotation:-90;flip:y" from="4579,12559" to="5092,12559"/>
              </v:group>
            </v:group>
            <v:rect id="_x0000_s4817" style="position:absolute;left:4775;top:6210;width:628;height:400;rotation:-180;flip:x" o:regroupid="216" filled="f" stroked="f" strokeweight="1.25pt">
              <v:textbox style="mso-next-textbox:#_x0000_s4817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4818" style="position:absolute" from="8024,5754" to="8025,6026" o:regroupid="216" strokeweight="1.25pt">
              <v:stroke endarrow="classic"/>
            </v:line>
            <v:rect id="_x0000_s4819" style="position:absolute;left:8195;top:5298;width:400;height:342" o:regroupid="216" filled="f" stroked="f" strokeweight="1.25pt">
              <v:textbox style="mso-next-textbox:#_x0000_s4819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09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4820" style="position:absolute;left:7681;top:5298;width:400;height:342" o:regroupid="216" filled="f" stroked="f" strokeweight="1.25pt">
              <v:textbox style="mso-next-textbox:#_x0000_s482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100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4821" style="position:absolute;rotation:-90" from="8214,5619" to="8215,5891" o:regroupid="216" strokeweight="1.25pt">
              <v:stroke endarrow="classic"/>
            </v:line>
            <v:line id="_x0000_s4822" style="position:absolute;rotation:-90" from="7758,5619" to="7759,5891" o:regroupid="216" strokeweight="1.25pt">
              <v:stroke endarrow="classic"/>
            </v:line>
            <v:line id="_x0000_s4823" style="position:absolute;rotation:90" from="7794,5469" to="7794,6039" o:regroupid="216" strokeweight="1.25pt"/>
            <v:line id="_x0000_s4824" style="position:absolute;rotation:90;flip:y" from="6284,5154" to="6285,6353" o:regroupid="216" strokeweight="1.25pt">
              <v:stroke endarrowwidth="narrow" endarrowlength="short"/>
            </v:line>
            <v:rect id="_x0000_s4825" style="position:absolute;left:6884;top:5640;width:628;height:239;rotation:180" o:regroupid="216" filled="f" strokeweight="1.25pt"/>
            <v:line id="_x0000_s4826" style="position:absolute;rotation:-90;flip:x" from="9391,5923" to="9733,5926" o:regroupid="216" strokeweight="1.25pt"/>
            <v:line id="_x0000_s4827" style="position:absolute;rotation:-90" from="9393,6948" to="9731,6950" o:regroupid="216" strokeweight="1.25pt"/>
            <v:line id="_x0000_s4828" style="position:absolute;rotation:90" from="9219,5413" to="9220,6095" o:regroupid="216" strokeweight="1.25pt"/>
            <v:line id="_x0000_s4829" style="position:absolute;rotation:90" from="8394,5382" to="8394,6125" o:regroupid="216" strokeweight="1.25pt">
              <v:stroke endarrow="oval" endarrowwidth="narrow" endarrowlength="short"/>
            </v:line>
            <v:line id="_x0000_s4830" style="position:absolute;rotation:-90;flip:x y" from="7880,6979" to="8165,6981" o:regroupid="216" strokeweight="1.25pt">
              <v:stroke endarrow="oval" endarrowwidth="narrow" endarrowlength="short"/>
            </v:line>
            <v:line id="_x0000_s4831" style="position:absolute;rotation:-90;flip:y" from="7824,5952" to="8224,5953" o:regroupid="216" strokeweight="1.25pt"/>
            <v:line id="_x0000_s4832" style="position:absolute;flip:x" from="5685,7122" to="6941,7122" o:regroupid="216" strokeweight="1.25pt">
              <v:stroke endarrowwidth="narrow" endarrowlength="short"/>
            </v:line>
            <v:rect id="_x0000_s4833" style="position:absolute;left:9107;top:6267;width:399;height:342;rotation:-180;flip:x" o:regroupid="216" filled="f" stroked="f" strokeweight="1.25pt">
              <v:textbox style="mso-next-textbox:#_x0000_s4833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834" style="position:absolute;left:7055;top:5184;width:513;height:400;rotation:-180;flip:x" o:regroupid="216" filled="f" stroked="f" strokeweight="1.25pt">
              <v:textbox style="mso-next-textbox:#_x0000_s4834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4835" style="position:absolute;left:8594;top:5184;width:456;height:400;rotation:-180;flip:x" o:regroupid="216" filled="f" stroked="f" strokeweight="1.25pt">
              <v:textbox style="mso-next-textbox:#_x0000_s4835" inset="1pt,1pt,1pt,1pt">
                <w:txbxContent>
                  <w:p w:rsidR="009E23C5" w:rsidRPr="00510963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836" style="position:absolute;left:8195;top:5811;width:400;height:342" o:regroupid="216" filled="f" stroked="f" strokeweight="1.25pt">
              <v:textbox style="mso-next-textbox:#_x0000_s4836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102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oval id="_x0000_s4837" style="position:absolute;left:5402;top:6153;width:568;height:570" o:regroupid="216" filled="f" strokeweight="1.25pt"/>
            <v:line id="_x0000_s4838" style="position:absolute" from="5685,5754" to="5685,7122" o:regroupid="216" strokeweight="1.25pt"/>
            <v:line id="_x0000_s4839" style="position:absolute;flip:y" from="5685,6324" to="5685,6552" o:regroupid="216" strokeweight="1pt">
              <v:stroke endarrow="classic"/>
            </v:line>
            <v:group id="_x0000_s4840" style="position:absolute;left:6086;top:6153;width:570;height:627" coordorigin="3705,7524" coordsize="570,627" o:regroupid="216">
              <v:oval id="_x0000_s4841" style="position:absolute;left:3705;top:7524;width:570;height:570" filled="f" strokeweight="1.25pt"/>
              <v:shape id="_x0000_s4842" type="#_x0000_t202" style="position:absolute;left:3705;top:7611;width:441;height:540" filled="f" stroked="f" strokeweight="1.25pt">
                <v:textbox style="mso-next-textbox:#_x0000_s4842">
                  <w:txbxContent>
                    <w:p w:rsidR="009E23C5" w:rsidRPr="00AD4532" w:rsidRDefault="009E23C5" w:rsidP="000C5C1D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4843" style="position:absolute;flip:x" from="7511,7122" to="9565,7122" o:regroupid="216" strokeweight="1.25pt">
              <v:stroke endarrowwidth="narrow" endarrowlength="short"/>
            </v:line>
            <v:line id="_x0000_s4844" style="position:absolute;flip:x" from="6371,6723" to="6371,7122" o:regroupid="216" strokeweight=".5pt">
              <v:stroke endarrow="oval" endarrowwidth="narrow" endarrowlength="short"/>
            </v:line>
            <v:group id="_x0000_s4845" style="position:absolute;left:6599;top:5925;width:171;height:285" coordorigin="6840,6555" coordsize="171,285" o:regroupid="216">
              <v:line id="_x0000_s4846" style="position:absolute;rotation:-90;flip:x" from="6754,6698" to="7039,6698"/>
              <v:line id="_x0000_s4847" style="position:absolute;rotation:-90" from="6903,6518" to="6948,6689">
                <v:stroke endarrow="oval" endarrowwidth="narrow" endarrowlength="short"/>
              </v:line>
              <v:line id="_x0000_s4848" style="position:absolute;rotation:-90;flip:y" from="6903,6706" to="6948,6877">
                <v:stroke endarrow="oval" endarrowwidth="narrow" endarrowlength="short"/>
              </v:line>
              <v:group id="_x0000_s4849" style="position:absolute;left:6840;top:6626;width:120;height:143" coordorigin="9681,14354" coordsize="399,912">
                <v:line id="_x0000_s4850" style="position:absolute;rotation:-90;flip:y" from="9767,14724" to="9995,15123"/>
                <v:line id="_x0000_s4851" style="position:absolute;rotation:-90;flip:y" from="9767,14268" to="9995,14667"/>
                <v:line id="_x0000_s4852" style="position:absolute;rotation:-90" from="9767,14496" to="9995,14895"/>
                <v:line id="_x0000_s4853" style="position:absolute;rotation:-90" from="9767,14952" to="9995,15351"/>
              </v:group>
            </v:group>
            <v:oval id="_x0000_s4854" style="position:absolute;left:6941;top:6837;width:568;height:570" o:regroupid="216" filled="f" strokeweight="1.25pt"/>
            <v:rect id="_x0000_s4855" style="position:absolute;left:7111;top:6951;width:343;height:342;rotation:-180;flip:x" o:regroupid="216" filled="f" stroked="f" strokeweight="1.25pt">
              <v:textbox style="mso-next-textbox:#_x0000_s4855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4856" style="position:absolute;left:7511;top:6609;width:171;height:285" coordorigin="6840,6555" coordsize="171,285" o:regroupid="216">
              <v:line id="_x0000_s4857" style="position:absolute;rotation:-90;flip:x" from="6754,6698" to="7039,6698"/>
              <v:line id="_x0000_s4858" style="position:absolute;rotation:-90" from="6903,6518" to="6948,6689">
                <v:stroke endarrow="oval" endarrowwidth="narrow" endarrowlength="short"/>
              </v:line>
              <v:line id="_x0000_s4859" style="position:absolute;rotation:-90;flip:y" from="6903,6706" to="6948,6877">
                <v:stroke endarrow="oval" endarrowwidth="narrow" endarrowlength="short"/>
              </v:line>
              <v:group id="_x0000_s4860" style="position:absolute;left:6840;top:6626;width:120;height:143" coordorigin="9681,14354" coordsize="399,912">
                <v:line id="_x0000_s4861" style="position:absolute;rotation:-90;flip:y" from="9767,14724" to="9995,15123"/>
                <v:line id="_x0000_s4862" style="position:absolute;rotation:-90;flip:y" from="9767,14268" to="9995,14667"/>
                <v:line id="_x0000_s4863" style="position:absolute;rotation:-90" from="9767,14496" to="9995,14895"/>
                <v:line id="_x0000_s4864" style="position:absolute;rotation:-90" from="9767,14952" to="9995,15351"/>
              </v:group>
            </v:group>
            <v:line id="_x0000_s4865" style="position:absolute;flip:x y" from="6371,5754" to="6371,6153" o:regroupid="216" strokeweight=".5pt">
              <v:stroke endarrow="oval" endarrowwidth="narrow" endarrowlength="short"/>
            </v:line>
            <v:group id="_x0000_s4866" style="position:absolute;left:9285;top:6374;width:684;height:127;rotation:90" coordorigin="4845,9177" coordsize="684,127" o:regroupid="216">
              <v:shape id="_x0000_s4867" type="#_x0000_t19" style="position:absolute;left:4845;top:9177;width:114;height:114;rotation:-270;flip:x y" strokeweight="1.25pt"/>
              <v:shape id="_x0000_s4868" type="#_x0000_t19" style="position:absolute;left:4959;top:9190;width:114;height:114;rotation:270;flip:x" strokeweight="1.25pt"/>
              <v:shape id="_x0000_s4869" type="#_x0000_t19" style="position:absolute;left:5301;top:9190;width:114;height:114;rotation:-270;flip:x y" strokeweight="1.25pt"/>
              <v:shape id="_x0000_s4870" type="#_x0000_t19" style="position:absolute;left:5415;top:9190;width:114;height:114;rotation:270;flip:x" strokeweight="1.25pt"/>
              <v:shape id="_x0000_s4871" type="#_x0000_t19" style="position:absolute;left:5073;top:9190;width:114;height:114;rotation:-270;flip:x y" strokeweight="1.25pt"/>
              <v:shape id="_x0000_s4872" type="#_x0000_t19" style="position:absolute;left:5187;top:9190;width:114;height:114;rotation:270;flip:x" strokeweight="1.25pt"/>
            </v:group>
            <v:rect id="_x0000_s4873" style="position:absolute;left:9975;top:9573;width:570;height:456" o:regroupid="216" filled="f" stroked="f" strokeweight="1.25pt">
              <v:textbox style="mso-next-textbox:#_x0000_s4873" inset="1pt,1pt,1pt,1pt">
                <w:txbxContent>
                  <w:p w:rsidR="009E23C5" w:rsidRDefault="009E23C5" w:rsidP="000C5C1D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4874" style="position:absolute" from="9804,9345" to="9804,10143" o:regroupid="216">
              <v:stroke endarrow="block"/>
            </v:line>
            <v:rect id="_x0000_s4875" style="position:absolute;left:9092;top:9729;width:627;height:228;rotation:-90" o:regroupid="216" strokeweight="1.25pt"/>
            <v:line id="_x0000_s4876" style="position:absolute" from="7296,9003" to="7296,9117" o:regroupid="216" strokeweight="1.25pt"/>
            <v:line id="_x0000_s4877" style="position:absolute;flip:y" from="9405,9117" to="9405,9516" o:regroupid="216" strokeweight="1.25pt">
              <v:stroke endarrow="oval" endarrowwidth="narrow" endarrowlength="short"/>
            </v:line>
            <v:rect id="_x0000_s4878" style="position:absolute;left:8892;top:9687;width:399;height:342" o:regroupid="216" filled="f" stroked="f" strokeweight="1.25pt">
              <v:textbox style="mso-next-textbox:#_x0000_s4878" inset="1pt,1pt,1pt,1pt">
                <w:txbxContent>
                  <w:p w:rsidR="009E23C5" w:rsidRPr="00721C6F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4879" style="position:absolute;left:7980;top:9630;width:399;height:342" o:regroupid="216" filled="f" stroked="f" strokeweight="1.25pt">
              <v:textbox style="mso-next-textbox:#_x0000_s4879" inset="1pt,1pt,1pt,1pt">
                <w:txbxContent>
                  <w:p w:rsidR="009E23C5" w:rsidRDefault="009E23C5" w:rsidP="000C5C1D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group id="_x0000_s4880" style="position:absolute;left:8259;top:9737;width:684;height:127;rotation:90" coordorigin="4845,9177" coordsize="684,127" o:regroupid="216">
              <v:shape id="_x0000_s4881" type="#_x0000_t19" style="position:absolute;left:4845;top:9177;width:114;height:114;rotation:-270;flip:x y" strokeweight="1.25pt"/>
              <v:shape id="_x0000_s4882" type="#_x0000_t19" style="position:absolute;left:4959;top:9190;width:114;height:114;rotation:270;flip:x" strokeweight="1.25pt"/>
              <v:shape id="_x0000_s4883" type="#_x0000_t19" style="position:absolute;left:5301;top:9190;width:114;height:114;rotation:-270;flip:x y" strokeweight="1.25pt"/>
              <v:shape id="_x0000_s4884" type="#_x0000_t19" style="position:absolute;left:5415;top:9190;width:114;height:114;rotation:270;flip:x" strokeweight="1.25pt"/>
              <v:shape id="_x0000_s4885" type="#_x0000_t19" style="position:absolute;left:5073;top:9190;width:114;height:114;rotation:-270;flip:x y" strokeweight="1.25pt"/>
              <v:shape id="_x0000_s4886" type="#_x0000_t19" style="position:absolute;left:5187;top:9190;width:114;height:114;rotation:270;flip:x" strokeweight="1.25pt"/>
            </v:group>
            <v:rect id="_x0000_s4887" style="position:absolute;left:7638;top:9003;width:627;height:228" o:regroupid="216" strokeweight="1.25pt"/>
            <v:line id="_x0000_s4888" style="position:absolute" from="6897,8832" to="7068,9060" o:regroupid="216" strokeweight="1.25pt">
              <v:stroke endarrow="block"/>
            </v:line>
            <v:rect id="_x0000_s4889" style="position:absolute;left:7752;top:8604;width:399;height:342" o:regroupid="216" filled="f" stroked="f" strokeweight="1.25pt">
              <v:textbox style="mso-next-textbox:#_x0000_s4889" inset="1pt,1pt,1pt,1pt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4890" style="position:absolute" from="8265,9117" to="9804,9127" o:regroupid="216" strokeweight="1.25pt">
              <v:stroke endarrow="oval" endarrowwidth="narrow" endarrowlength="short"/>
            </v:line>
            <v:line id="_x0000_s4891" style="position:absolute;flip:y" from="6498,9174" to="6498,10485" o:regroupid="216" strokeweight="1.25pt"/>
            <v:rect id="_x0000_s4892" style="position:absolute;left:5871;top:9630;width:343;height:456" o:regroupid="216" filled="f" stroked="f" strokeweight="1.25pt">
              <v:textbox style="mso-next-textbox:#_x0000_s4892" inset="1pt,1pt,1pt,1pt">
                <w:txbxContent>
                  <w:p w:rsidR="009E23C5" w:rsidRPr="00AD4532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4893" style="position:absolute;left:6498;top:8718;width:342;height:340" o:regroupid="216" filled="f" stroked="f" strokeweight="1.25pt">
              <v:textbox style="mso-next-textbox:#_x0000_s4893" inset="1pt,1pt,1pt,1pt">
                <w:txbxContent>
                  <w:p w:rsidR="009E23C5" w:rsidRDefault="009E23C5" w:rsidP="000C5C1D">
                    <w:r>
                      <w:t>Кл</w:t>
                    </w:r>
                  </w:p>
                </w:txbxContent>
              </v:textbox>
            </v:rect>
            <v:line id="_x0000_s4894" style="position:absolute" from="6498,9148" to="6897,9148" o:regroupid="216" strokeweight="1.25pt"/>
            <v:line id="_x0000_s4895" style="position:absolute" from="7296,9117" to="7638,9117" o:regroupid="216" strokeweight="1.25pt"/>
            <v:line id="_x0000_s4896" style="position:absolute;flip:y" from="6894,8920" to="7236,9148" o:regroupid="216" strokeweight="1.25pt">
              <v:stroke startarrow="oval" startarrowwidth="narrow" startarrowlength="short"/>
            </v:line>
            <v:group id="_x0000_s4897" style="position:absolute;left:6213;top:9516;width:570;height:568" coordorigin="3135,9519" coordsize="570,568" o:regroupid="216">
              <v:line id="_x0000_s4898" style="position:absolute;flip:y" from="3420,9690" to="3420,9918" strokeweight="1.25pt">
                <v:stroke endarrow="block" endarrowwidth="wide"/>
              </v:line>
              <v:oval id="_x0000_s4899" style="position:absolute;left:3136;top:9518;width:568;height:570;rotation:270" filled="f" strokeweight="1.25pt"/>
            </v:group>
            <v:line id="_x0000_s4900" style="position:absolute" from="6498,10485" to="9804,10485" o:regroupid="216" strokeweight="1.25pt">
              <v:stroke startarrowwidth="narrow" startarrowlength="short" endarrow="oval" endarrowwidth="narrow" endarrowlength="short"/>
            </v:line>
            <v:line id="_x0000_s4901" style="position:absolute" from="9405,10143" to="9405,10485" o:regroupid="216" strokeweight="1.25pt">
              <v:stroke endarrow="oval" endarrowwidth="narrow" endarrowlength="short"/>
            </v:line>
            <v:group id="_x0000_s4902" style="position:absolute;left:7733;top:6431;width:684;height:127;rotation:90" coordorigin="4845,9177" coordsize="684,127" o:regroupid="216">
              <v:shape id="_x0000_s4903" type="#_x0000_t19" style="position:absolute;left:4845;top:9177;width:114;height:114;rotation:-270;flip:x y" strokeweight="1.25pt"/>
              <v:shape id="_x0000_s4904" type="#_x0000_t19" style="position:absolute;left:4959;top:9190;width:114;height:114;rotation:270;flip:x" strokeweight="1.25pt"/>
              <v:shape id="_x0000_s4905" type="#_x0000_t19" style="position:absolute;left:5301;top:9190;width:114;height:114;rotation:-270;flip:x y" strokeweight="1.25pt"/>
              <v:shape id="_x0000_s4906" type="#_x0000_t19" style="position:absolute;left:5415;top:9190;width:114;height:114;rotation:270;flip:x" strokeweight="1.25pt"/>
              <v:shape id="_x0000_s4907" type="#_x0000_t19" style="position:absolute;left:5073;top:9190;width:114;height:114;rotation:-270;flip:x y" strokeweight="1.25pt"/>
              <v:shape id="_x0000_s4908" type="#_x0000_t19" style="position:absolute;left:5187;top:9190;width:114;height:114;rotation:270;flip:x" strokeweight="1.25pt"/>
            </v:group>
            <v:rect id="_x0000_s4909" style="position:absolute;left:7625;top:6267;width:399;height:342;rotation:-180;flip:x" o:regroupid="216" filled="f" stroked="f" strokeweight="1.25pt">
              <v:textbox style="mso-next-textbox:#_x0000_s4909" inset="1pt,1pt,1pt,1pt">
                <w:txbxContent>
                  <w:p w:rsidR="009E23C5" w:rsidRPr="00BF58FB" w:rsidRDefault="009E23C5" w:rsidP="000C5C1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4910" style="position:absolute;flip:x" from="8537,9117" to="8537,9459" o:regroupid="216" strokeweight="1.25pt">
              <v:stroke startarrow="oval" startarrowwidth="narrow" startarrowlength="short"/>
            </v:line>
            <v:line id="_x0000_s4911" style="position:absolute" from="8537,10143" to="8537,10485" o:regroupid="216" strokeweight="1.25pt">
              <v:stroke endarrow="oval" endarrowwidth="narrow" endarrowlength="short"/>
            </v:line>
            <v:line id="_x0000_s4912" style="position:absolute" from="7410,12480" to="7809,12480" o:regroupid="216" strokeweight="1.25pt"/>
            <v:line id="_x0000_s4913" style="position:absolute;rotation:17673122fd" from="9264,13244" to="10804,13247" o:regroupid="216" strokeweight="1.25pt">
              <v:stroke startarrow="oval" startarrowwidth="narrow" startarrowlength="short"/>
            </v:line>
            <v:line id="_x0000_s4914" style="position:absolute;rotation:-90" from="8664,13734" to="8664,14532" o:regroupid="216">
              <v:stroke endarrow="block"/>
            </v:line>
            <v:rect id="_x0000_s4915" style="position:absolute;left:9006;top:13392;width:627;height:228" o:regroupid="216" strokeweight="1.25pt"/>
            <v:line id="_x0000_s4916" style="position:absolute" from="8436,12480" to="9063,12480" o:regroupid="216" strokeweight="1.25pt"/>
            <v:line id="_x0000_s4917" style="position:absolute" from="9633,12480" to="10032,12480" o:regroupid="216" strokeweight="1.25pt"/>
            <v:line id="_x0000_s4918" style="position:absolute;rotation:17673122fd" from="6613,13276" to="8209,13277" o:regroupid="216" strokeweight="1.25pt">
              <v:stroke startarrow="oval" startarrowwidth="narrow" startarrowlength="short" endarrowwidth="narrow" endarrowlength="short"/>
            </v:line>
            <v:line id="_x0000_s4919" style="position:absolute" from="7410,13506" to="7752,13506" o:regroupid="216" strokeweight="1.25pt">
              <v:stroke startarrow="oval" startarrowwidth="narrow" startarrowlength="short"/>
            </v:line>
            <v:line id="_x0000_s4920" style="position:absolute" from="8379,13506" to="9006,13506" o:regroupid="216" strokeweight="1.25pt"/>
            <v:line id="_x0000_s4921" style="position:absolute" from="9633,13506" to="10032,13506" o:regroupid="216" strokeweight="1.25pt">
              <v:stroke endarrow="oval" endarrowwidth="narrow" endarrowlength="short"/>
            </v:line>
            <v:line id="_x0000_s4922" style="position:absolute;flip:y" from="9120,13278" to="9405,13734" o:regroupid="216"/>
            <v:line id="_x0000_s4923" style="position:absolute" from="8835,12708" to="8835,13278" o:regroupid="216">
              <v:stroke endarrow="block"/>
            </v:line>
            <v:rect id="_x0000_s4924" style="position:absolute;left:7809;top:12366;width:627;height:228" o:regroupid="216" strokeweight="1.25pt"/>
            <v:rect id="_x0000_s4925" style="position:absolute;left:9063;top:12366;width:627;height:228" o:regroupid="216" strokeweight="1.25pt"/>
            <v:rect id="_x0000_s4926" style="position:absolute;left:7752;top:13392;width:627;height:228" o:regroupid="216" strokeweight="1.25pt"/>
            <v:line id="_x0000_s4927" style="position:absolute" from="8721,12480" to="8721,12708" o:regroupid="216" strokeweight="1.25pt">
              <v:stroke startarrow="oval" startarrowwidth="narrow" startarrowlength="short" endarrow="oval" endarrowwidth="narrow" endarrowlength="short"/>
            </v:line>
            <v:line id="_x0000_s4928" style="position:absolute" from="8721,13278" to="8721,13506" o:regroupid="216" strokeweight="1.25pt">
              <v:stroke startarrow="oval" startarrowwidth="narrow" startarrowlength="short" endarrow="oval" endarrowwidth="narrow" endarrowlength="short"/>
            </v:line>
            <v:rect id="_x0000_s4929" style="position:absolute;left:8379;top:12822;width:513;height:400;rotation:-180;flip:x" o:regroupid="216" filled="f" stroked="f" strokeweight="1.25pt">
              <v:textbox style="mso-next-textbox:#_x0000_s4929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4930" style="position:absolute;left:9291;top:11967;width:513;height:400;rotation:-180;flip:x" o:regroupid="216" filled="f" stroked="f" strokeweight="1.25pt">
              <v:textbox style="mso-next-textbox:#_x0000_s4930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4931" style="position:absolute;left:8037;top:11910;width:513;height:400;rotation:-180;flip:x" o:regroupid="216" filled="f" stroked="f" strokeweight="1.25pt">
              <v:textbox style="mso-next-textbox:#_x0000_s4931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lang w:val="en-US"/>
                      </w:rPr>
                      <w:t>HC</w:t>
                    </w:r>
                  </w:p>
                </w:txbxContent>
              </v:textbox>
            </v:rect>
            <v:rect id="_x0000_s4932" style="position:absolute;left:7866;top:12993;width:513;height:400;rotation:-180;flip:x" o:regroupid="216" filled="f" stroked="f" strokeweight="1.25pt">
              <v:textbox style="mso-next-textbox:#_x0000_s4932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4933" style="position:absolute;left:9177;top:12878;width:513;height:400;rotation:-180;flip:x" o:regroupid="216" filled="f" stroked="f" strokeweight="1.25pt">
              <v:textbox style="mso-next-textbox:#_x0000_s4933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lang w:val="en-US"/>
                      </w:rPr>
                      <w:t>HC</w:t>
                    </w:r>
                  </w:p>
                </w:txbxContent>
              </v:textbox>
            </v:rect>
            <v:rect id="_x0000_s4934" style="position:absolute;left:8436;top:13734;width:513;height:400;rotation:-180;flip:x" o:regroupid="216" filled="f" stroked="f" strokeweight="1.25pt">
              <v:textbox style="mso-next-textbox:#_x0000_s4934" inset="1pt,1pt,1pt,1pt">
                <w:txbxContent>
                  <w:p w:rsidR="009E23C5" w:rsidRDefault="009E23C5" w:rsidP="000C5C1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4935" style="position:absolute;flip:y" from="9405,13278" to="9576,13278" o:regroupid="216"/>
            <v:shape id="_x0000_s4936" type="#_x0000_t202" style="position:absolute;left:1653;top:11780;width:4104;height:1026" o:regroupid="216" stroked="f">
              <v:textbox style="mso-next-textbox:#_x0000_s4936">
                <w:txbxContent>
                  <w:p w:rsidR="009E23C5" w:rsidRPr="00F4190A" w:rsidRDefault="009E23C5" w:rsidP="000C5C1D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 w:rsidRPr="00F4190A"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</w:rPr>
                      <w:t>40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  <w:r>
                      <w:rPr>
                        <w:sz w:val="24"/>
                      </w:rPr>
                      <w:t>.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F4190A">
                      <w:rPr>
                        <w:sz w:val="24"/>
                      </w:rPr>
                      <w:t>=1</w:t>
                    </w:r>
                    <w:r>
                      <w:rPr>
                        <w:sz w:val="24"/>
                      </w:rPr>
                      <w:t>.2</w:t>
                    </w:r>
                    <w:r w:rsidRPr="00F4190A"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кОм</w:t>
                    </w:r>
                    <w:r w:rsidRPr="00F4190A">
                      <w:rPr>
                        <w:sz w:val="24"/>
                      </w:rPr>
                      <w:t>,</w:t>
                    </w:r>
                  </w:p>
                  <w:p w:rsidR="009E23C5" w:rsidRPr="00F4190A" w:rsidRDefault="009E23C5" w:rsidP="000C5C1D">
                    <w:pPr>
                      <w:jc w:val="center"/>
                      <w:rPr>
                        <w:sz w:val="24"/>
                      </w:rPr>
                    </w:pPr>
                  </w:p>
                  <w:p w:rsidR="009E23C5" w:rsidRDefault="009E23C5" w:rsidP="000C5C1D">
                    <w:pPr>
                      <w:jc w:val="center"/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4"/>
                        <w:lang w:val="en-US"/>
                      </w:rPr>
                      <w:t>U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4937" type="#_x0000_t202" style="position:absolute;left:1824;top:13221;width:4674;height:399" o:regroupid="216" stroked="f">
              <v:textbox style="mso-next-textbox:#_x0000_s4937">
                <w:txbxContent>
                  <w:p w:rsidR="009E23C5" w:rsidRDefault="009E23C5" w:rsidP="000C5C1D">
                    <w:pPr>
                      <w:rPr>
                        <w:sz w:val="16"/>
                      </w:rPr>
                    </w:pPr>
                    <w:r>
                      <w:t xml:space="preserve">Характеристика нелинейного сопротивления </w:t>
                    </w:r>
                    <w:r>
                      <w:rPr>
                        <w:lang w:val="en-US"/>
                      </w:rPr>
                      <w:t>HC</w:t>
                    </w:r>
                  </w:p>
                </w:txbxContent>
              </v:textbox>
            </v:shape>
            <v:shape id="_x0000_s4938" type="#_x0000_t202" style="position:absolute;left:1767;top:13620;width:4446;height:969" o:regroupid="216" stroked="f">
              <v:textbox style="mso-next-textbox:#_x0000_s4938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>
                    <w:tblGrid>
                      <w:gridCol w:w="634"/>
                      <w:gridCol w:w="500"/>
                      <w:gridCol w:w="590"/>
                      <w:gridCol w:w="591"/>
                      <w:gridCol w:w="591"/>
                      <w:gridCol w:w="590"/>
                      <w:gridCol w:w="591"/>
                    </w:tblGrid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30"/>
                      </w:trPr>
                      <w:tc>
                        <w:tcPr>
                          <w:tcW w:w="63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НС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В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top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15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top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18</w:t>
                          </w:r>
                        </w:p>
                      </w:tc>
                    </w:tr>
                    <w:tr w:rsidR="009E23C5" w:rsidTr="000C5C1D">
                      <w:tblPrEx>
                        <w:tblCellMar>
                          <w:top w:w="0" w:type="dxa"/>
                          <w:bottom w:w="0" w:type="dxa"/>
                        </w:tblCellMar>
                      </w:tblPrEx>
                      <w:trPr>
                        <w:trHeight w:val="300"/>
                      </w:trPr>
                      <w:tc>
                        <w:tcPr>
                          <w:tcW w:w="634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 w:rsidRPr="00C63967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НС</w:t>
                          </w:r>
                        </w:p>
                      </w:tc>
                      <w:tc>
                        <w:tcPr>
                          <w:tcW w:w="500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t>мА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0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sz w:val="16"/>
                              <w:lang w:val="en-US"/>
                            </w:rPr>
                            <w:t>1.4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1.8</w:t>
                          </w:r>
                        </w:p>
                      </w:tc>
                      <w:tc>
                        <w:tcPr>
                          <w:tcW w:w="590" w:type="dxa"/>
                          <w:tcBorders>
                            <w:bottom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2.14</w:t>
                          </w:r>
                        </w:p>
                      </w:tc>
                      <w:tc>
                        <w:tcPr>
                          <w:tcW w:w="591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vAlign w:val="center"/>
                        </w:tcPr>
                        <w:p w:rsidR="009E23C5" w:rsidRDefault="009E23C5" w:rsidP="000C5C1D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2.7</w:t>
                          </w:r>
                        </w:p>
                      </w:tc>
                    </w:tr>
                  </w:tbl>
                  <w:p w:rsidR="009E23C5" w:rsidRPr="0036291B" w:rsidRDefault="009E23C5" w:rsidP="000C5C1D"/>
                </w:txbxContent>
              </v:textbox>
            </v:shape>
            <v:line id="_x0000_s4939" style="position:absolute;flip:y" from="7923,12252" to="8208,12708" o:regroupid="216"/>
            <v:line id="_x0000_s4940" style="position:absolute;flip:y" from="8208,12252" to="8379,12252" o:regroupid="216"/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  <w:r>
        <w:rPr>
          <w:noProof/>
        </w:rPr>
        <w:pict>
          <v:group id="_x0000_s4941" style="position:absolute;margin-left:3.2pt;margin-top:5.85pt;width:456.05pt;height:709.65pt;z-index:251657216" coordorigin="1482,684" coordsize="9121,14193">
            <v:rect id="_x0000_s4942" style="position:absolute;left:6469;top:4073;width:343;height:286;rotation:-270;flip:x" o:regroupid="217" filled="f" stroked="f" strokeweight="1.25pt">
              <v:textbox style="mso-next-textbox:#_x0000_s4942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4</w:t>
                    </w:r>
                  </w:p>
                </w:txbxContent>
              </v:textbox>
            </v:rect>
            <v:shape id="_x0000_s4943" type="#_x0000_t202" style="position:absolute;left:1539;top:1308;width:2337;height:432" o:regroupid="217" filled="f" stroked="f">
              <v:textbox style="mso-next-textbox:#_x0000_s4943">
                <w:txbxContent>
                  <w:p w:rsidR="009E23C5" w:rsidRPr="00684A7E" w:rsidRDefault="009E23C5" w:rsidP="00BA0046">
                    <w:pPr>
                      <w:pStyle w:val="Heading1"/>
                      <w:rPr>
                        <w:lang w:val="en-US"/>
                      </w:rPr>
                    </w:pPr>
                    <w:r>
                      <w:t>Задача № 1.320</w:t>
                    </w:r>
                  </w:p>
                </w:txbxContent>
              </v:textbox>
            </v:shape>
            <v:shape id="_x0000_s4944" type="#_x0000_t202" style="position:absolute;left:2679;top:2163;width:1539;height:1653" o:regroupid="217" filled="f" stroked="f">
              <v:textbox style="mso-next-textbox:#_x0000_s4944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4</w:t>
                    </w:r>
                    <w:r>
                      <w:rPr>
                        <w:sz w:val="24"/>
                      </w:rPr>
                      <w:t>=24 В,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I</w:t>
                    </w:r>
                    <w:r w:rsidRPr="00104CE4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sz w:val="24"/>
                      </w:rPr>
                      <w:t xml:space="preserve"> =2 А,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=25 Ом,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=40 Ом,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 w:rsidRPr="00EB1541">
                      <w:rPr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24"/>
                      </w:rPr>
                      <w:t>=30 Ом.</w:t>
                    </w:r>
                  </w:p>
                </w:txbxContent>
              </v:textbox>
            </v:shape>
            <v:shape id="_x0000_s4945" type="#_x0000_t202" style="position:absolute;left:1881;top:5640;width:2508;height:1596" o:regroupid="217" filled="f" stroked="f">
              <v:textbox style="mso-next-textbox:#_x0000_s4945">
                <w:txbxContent>
                  <w:p w:rsidR="009E23C5" w:rsidRPr="00510963" w:rsidRDefault="009E23C5" w:rsidP="00BA0046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8"/>
                        <w:lang w:val="fr-FR"/>
                      </w:rPr>
                      <w:t>e</w:t>
                    </w:r>
                    <w:r>
                      <w:rPr>
                        <w:sz w:val="24"/>
                        <w:lang w:val="fr-FR"/>
                      </w:rPr>
                      <w:t>(t)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=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es-ES"/>
                      </w:rPr>
                      <w:t>1</w:t>
                    </w:r>
                    <w:r>
                      <w:rPr>
                        <w:sz w:val="24"/>
                      </w:rPr>
                      <w:t xml:space="preserve">56 </w:t>
                    </w:r>
                    <w:r>
                      <w:rPr>
                        <w:sz w:val="24"/>
                        <w:lang w:val="fr-FR"/>
                      </w:rPr>
                      <w:t>sin(</w:t>
                    </w:r>
                    <w:r w:rsidRPr="00510963">
                      <w:rPr>
                        <w:sz w:val="24"/>
                        <w:lang w:val="en-US"/>
                      </w:rPr>
                      <w:t>ω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>
                      <w:rPr>
                        <w:sz w:val="24"/>
                        <w:lang w:val="fr-FR"/>
                      </w:rPr>
                      <w:t>)B,</w:t>
                    </w:r>
                  </w:p>
                  <w:p w:rsidR="009E23C5" w:rsidRPr="00510963" w:rsidRDefault="009E23C5" w:rsidP="00BA0046">
                    <w:pPr>
                      <w:jc w:val="both"/>
                      <w:rPr>
                        <w:sz w:val="24"/>
                        <w:lang w:val="es-ES"/>
                      </w:rPr>
                    </w:pPr>
                    <w:r w:rsidRPr="00510963">
                      <w:rPr>
                        <w:sz w:val="24"/>
                        <w:lang w:val="es-ES"/>
                      </w:rPr>
                      <w:t xml:space="preserve">f=50 </w:t>
                    </w:r>
                    <w:r>
                      <w:rPr>
                        <w:sz w:val="24"/>
                      </w:rPr>
                      <w:t>Гц</w:t>
                    </w:r>
                    <w:r w:rsidRPr="00510963">
                      <w:rPr>
                        <w:sz w:val="24"/>
                        <w:lang w:val="es-ES"/>
                      </w:rPr>
                      <w:t>,</w:t>
                    </w:r>
                    <w:r w:rsidRPr="00510963">
                      <w:rPr>
                        <w:sz w:val="24"/>
                        <w:lang w:val="fr-FR"/>
                      </w:rPr>
                      <w:t xml:space="preserve"> </w:t>
                    </w:r>
                  </w:p>
                  <w:p w:rsidR="009E23C5" w:rsidRPr="00510963" w:rsidRDefault="009E23C5" w:rsidP="00BA0046">
                    <w:pPr>
                      <w:jc w:val="both"/>
                      <w:rPr>
                        <w:sz w:val="24"/>
                        <w:lang w:val="es-ES"/>
                      </w:rPr>
                    </w:pPr>
                    <w:r>
                      <w:rPr>
                        <w:sz w:val="24"/>
                        <w:lang w:val="fr-FR"/>
                      </w:rPr>
                      <w:t>R=5</w:t>
                    </w:r>
                    <w:r>
                      <w:rPr>
                        <w:sz w:val="24"/>
                      </w:rPr>
                      <w:t>5</w:t>
                    </w:r>
                    <w:r w:rsidRPr="00510963">
                      <w:rPr>
                        <w:sz w:val="24"/>
                        <w:lang w:val="es-ES"/>
                      </w:rPr>
                      <w:t xml:space="preserve"> </w:t>
                    </w:r>
                    <w:r>
                      <w:rPr>
                        <w:sz w:val="24"/>
                        <w:lang w:val="fr-FR"/>
                      </w:rPr>
                      <w:t>O</w:t>
                    </w: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BA0046">
                    <w:pPr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,</w:t>
                    </w:r>
                  </w:p>
                  <w:p w:rsidR="009E23C5" w:rsidRDefault="009E23C5" w:rsidP="00BA0046">
                    <w:pPr>
                      <w:jc w:val="both"/>
                      <w:rPr>
                        <w:sz w:val="24"/>
                        <w:lang w:val="fr-FR"/>
                      </w:rPr>
                    </w:pPr>
                    <w:r>
                      <w:rPr>
                        <w:sz w:val="24"/>
                        <w:lang w:val="fr-FR"/>
                      </w:rPr>
                      <w:t>L=0.</w:t>
                    </w:r>
                    <w:r>
                      <w:rPr>
                        <w:sz w:val="24"/>
                      </w:rPr>
                      <w:t>12 Гн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4946" type="#_x0000_t202" style="position:absolute;left:1482;top:684;width:2451;height:456" o:regroupid="217">
              <v:textbox style="mso-next-textbox:#_x0000_s4946">
                <w:txbxContent>
                  <w:p w:rsidR="009E23C5" w:rsidRPr="005046E7" w:rsidRDefault="009E23C5" w:rsidP="00BA0046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3628B0">
                      <w:rPr>
                        <w:b/>
                        <w:bCs/>
                        <w:sz w:val="28"/>
                        <w:szCs w:val="28"/>
                      </w:rPr>
                      <w:t xml:space="preserve">Вариант № 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32</w:t>
                    </w: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shape>
            <v:rect id="_x0000_s4947" style="position:absolute;left:1482;top:1197;width:9121;height:3420" o:regroupid="217" filled="f" strokeweight="2pt"/>
            <v:shape id="_x0000_s4948" type="#_x0000_t202" style="position:absolute;left:1482;top:4728;width:2387;height:432" o:regroupid="217" filled="f" stroked="f">
              <v:textbox style="mso-next-textbox:#_x0000_s4948">
                <w:txbxContent>
                  <w:p w:rsidR="009E23C5" w:rsidRPr="00EA2324" w:rsidRDefault="009E23C5" w:rsidP="00BA00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2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shape>
            <v:rect id="_x0000_s4949" style="position:absolute;left:1482;top:4617;width:9121;height:3420" o:regroupid="217" filled="f" strokeweight="2pt"/>
            <v:shape id="_x0000_s4950" type="#_x0000_t202" style="position:absolute;left:1824;top:8718;width:3306;height:2280" o:regroupid="217" stroked="f">
              <v:textbox style="mso-next-textbox:#_x0000_s4950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E</w:t>
                    </w:r>
                    <w:r>
                      <w:rPr>
                        <w:sz w:val="24"/>
                      </w:rPr>
                      <w:t xml:space="preserve">=36 </w:t>
                    </w:r>
                    <w:r>
                      <w:rPr>
                        <w:sz w:val="24"/>
                        <w:lang w:val="en-US"/>
                      </w:rPr>
                      <w:t>B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1</w:t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sz w:val="24"/>
                        <w:lang w:val="en-US"/>
                      </w:rPr>
                      <w:t>2</w:t>
                    </w:r>
                    <w:r>
                      <w:rPr>
                        <w:sz w:val="24"/>
                      </w:rPr>
                      <w:t xml:space="preserve">00 Ом, 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24"/>
                      </w:rPr>
                      <w:t>=800 Ом,</w:t>
                    </w:r>
                  </w:p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fr-FR"/>
                      </w:rPr>
                      <w:t>C=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z w:val="24"/>
                        <w:lang w:val="fr-FR"/>
                      </w:rPr>
                      <w:t>0</w:t>
                    </w:r>
                    <w:r>
                      <w:rPr>
                        <w:sz w:val="24"/>
                      </w:rPr>
                      <w:t xml:space="preserve"> мкФ</w:t>
                    </w:r>
                    <w:r>
                      <w:rPr>
                        <w:sz w:val="24"/>
                        <w:lang w:val="fr-FR"/>
                      </w:rPr>
                      <w:t>.</w:t>
                    </w:r>
                  </w:p>
                  <w:p w:rsidR="009E23C5" w:rsidRDefault="009E23C5" w:rsidP="00BA0046"/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Найти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36796A"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 w:rsidRPr="0036796A"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  <w:lang w:val="en-US"/>
                      </w:rPr>
                      <w:t>t</w:t>
                    </w:r>
                    <w:r w:rsidRPr="0036796A"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 xml:space="preserve"> после замыкания ключа “Кл”.</w:t>
                    </w:r>
                  </w:p>
                  <w:p w:rsidR="009E23C5" w:rsidRDefault="009E23C5" w:rsidP="00BA0046"/>
                </w:txbxContent>
              </v:textbox>
            </v:shape>
            <v:rect id="_x0000_s4951" style="position:absolute;left:1482;top:8037;width:9121;height:3420" o:regroupid="217" filled="f" strokeweight="2pt"/>
            <v:rect id="_x0000_s4952" style="position:absolute;left:1482;top:11457;width:9121;height:3420" o:regroupid="217" filled="f" strokeweight="2pt"/>
            <v:shape id="_x0000_s4953" type="#_x0000_t202" style="position:absolute;left:1539;top:8118;width:2387;height:432" o:regroupid="217" filled="f" stroked="f">
              <v:textbox style="mso-next-textbox:#_x0000_s4953">
                <w:txbxContent>
                  <w:p w:rsidR="009E23C5" w:rsidRPr="00EA2324" w:rsidRDefault="009E23C5" w:rsidP="00BA00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4954" type="#_x0000_t202" style="position:absolute;left:1539;top:11514;width:2387;height:432" o:regroupid="217" filled="f" stroked="f">
              <v:textbox style="mso-next-textbox:#_x0000_s4954">
                <w:txbxContent>
                  <w:p w:rsidR="009E23C5" w:rsidRPr="00EA2324" w:rsidRDefault="009E23C5" w:rsidP="00BA004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Задача №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4</w:t>
                    </w:r>
                    <w:r w:rsidRPr="0015481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32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4955" style="position:absolute" from="7866,12312" to="7866,14136" o:regroupid="217" strokeweight="1pt"/>
            <v:line id="_x0000_s4956" style="position:absolute" from="7866,14136" to="10260,14136" o:regroupid="217" strokeweight="1pt"/>
            <v:line id="_x0000_s4957" style="position:absolute" from="8106,12312" to="8106,14136" o:regroupid="217" strokeweight=".25pt">
              <v:stroke dashstyle="1 1"/>
            </v:line>
            <v:line id="_x0000_s4958" style="position:absolute" from="8346,12312" to="8346,14136" o:regroupid="217" strokeweight=".25pt">
              <v:stroke dashstyle="1 1"/>
            </v:line>
            <v:line id="_x0000_s4959" style="position:absolute" from="8586,12312" to="8586,14136" o:regroupid="217" strokeweight=".25pt">
              <v:stroke dashstyle="1 1"/>
            </v:line>
            <v:line id="_x0000_s4960" style="position:absolute" from="8826,12312" to="8826,14136" o:regroupid="217" strokeweight=".25pt">
              <v:stroke dashstyle="1 1"/>
            </v:line>
            <v:line id="_x0000_s4961" style="position:absolute" from="9066,12312" to="9066,14136" o:regroupid="217" strokeweight=".25pt">
              <v:stroke dashstyle="1 1"/>
            </v:line>
            <v:line id="_x0000_s4962" style="position:absolute" from="9306,12312" to="9306,14136" o:regroupid="217" strokeweight=".25pt">
              <v:stroke dashstyle="1 1"/>
            </v:line>
            <v:line id="_x0000_s4963" style="position:absolute" from="9546,12312" to="9546,14136" o:regroupid="217" strokeweight=".25pt">
              <v:stroke dashstyle="1 1"/>
            </v:line>
            <v:line id="_x0000_s4964" style="position:absolute" from="9786,12312" to="9786,14136" o:regroupid="217" strokeweight=".25pt">
              <v:stroke dashstyle="1 1"/>
            </v:line>
            <v:line id="_x0000_s4965" style="position:absolute" from="10026,12312" to="10026,14136" o:regroupid="217" strokeweight=".25pt">
              <v:stroke dashstyle="1 1"/>
            </v:line>
            <v:line id="_x0000_s4966" style="position:absolute" from="10266,12312" to="10266,14136" o:regroupid="217" strokeweight=".25pt">
              <v:stroke dashstyle="1 1"/>
            </v:line>
            <v:line id="_x0000_s4967" style="position:absolute" from="7866,12312" to="10260,12312" o:regroupid="217" strokeweight=".25pt">
              <v:stroke dashstyle="1 1"/>
            </v:line>
            <v:line id="_x0000_s4968" style="position:absolute" from="7866,13908" to="10260,13908" o:regroupid="217" strokeweight=".25pt">
              <v:stroke dashstyle="1 1"/>
            </v:line>
            <v:line id="_x0000_s4969" style="position:absolute" from="7866,13680" to="10260,13680" o:regroupid="217" strokeweight=".25pt">
              <v:stroke dashstyle="1 1"/>
            </v:line>
            <v:line id="_x0000_s4970" style="position:absolute" from="7866,13452" to="10260,13452" o:regroupid="217" strokeweight=".25pt">
              <v:stroke dashstyle="1 1"/>
            </v:line>
            <v:line id="_x0000_s4971" style="position:absolute" from="7866,13224" to="10260,13224" o:regroupid="217" strokeweight=".25pt">
              <v:stroke dashstyle="1 1"/>
            </v:line>
            <v:line id="_x0000_s4972" style="position:absolute" from="7866,12996" to="10260,12996" o:regroupid="217" strokeweight=".25pt">
              <v:stroke dashstyle="1 1"/>
            </v:line>
            <v:line id="_x0000_s4973" style="position:absolute" from="7866,12768" to="10260,12768" o:regroupid="217" strokeweight=".25pt">
              <v:stroke dashstyle="1 1"/>
            </v:line>
            <v:line id="_x0000_s4974" style="position:absolute" from="7866,12540" to="10260,12540" o:regroupid="217" strokeweight=".25pt">
              <v:stroke dashstyle="1 1"/>
            </v:line>
            <v:shape id="_x0000_s4975" style="position:absolute;left:7866;top:12426;width:2394;height:1710;mso-position-horizontal:absolute;mso-position-vertical:absolute" coordsize="855,1083" o:regroupid="217" path="m,1083c33,840,67,598,114,456,161,314,228,285,285,228v57,-57,76,-76,171,-114c551,76,703,38,855,e" filled="f">
              <v:path arrowok="t"/>
            </v:shape>
            <v:shape id="_x0000_s4976" type="#_x0000_t202" style="position:absolute;left:7923;top:12369;width:456;height:342" o:regroupid="217" stroked="f">
              <v:textbox style="mso-next-textbox:#_x0000_s4976">
                <w:txbxContent>
                  <w:p w:rsidR="009E23C5" w:rsidRPr="00626546" w:rsidRDefault="009E23C5" w:rsidP="00BA0046">
                    <w:r w:rsidRPr="00626546">
                      <w:t>В</w:t>
                    </w:r>
                  </w:p>
                </w:txbxContent>
              </v:textbox>
            </v:shape>
            <v:shape id="_x0000_s4977" type="#_x0000_t202" style="position:absolute;left:9006;top:12825;width:1026;height:627" o:regroupid="217" stroked="f">
              <v:textbox style="mso-next-textbox:#_x0000_s4977">
                <w:txbxContent>
                  <w:p w:rsidR="009E23C5" w:rsidRPr="00626546" w:rsidRDefault="009E23C5" w:rsidP="00BA0046">
                    <w:r w:rsidRPr="00626546">
                      <w:t>В-Тл</w:t>
                    </w:r>
                  </w:p>
                  <w:p w:rsidR="009E23C5" w:rsidRPr="00626546" w:rsidRDefault="009E23C5" w:rsidP="00BA0046">
                    <w:r w:rsidRPr="00626546">
                      <w:t>Н –А/см</w:t>
                    </w:r>
                  </w:p>
                  <w:p w:rsidR="009E23C5" w:rsidRPr="00626546" w:rsidRDefault="009E23C5" w:rsidP="00BA0046"/>
                </w:txbxContent>
              </v:textbox>
            </v:shape>
            <v:shape id="_x0000_s4978" type="#_x0000_t202" style="position:absolute;left:7695;top:14193;width:2850;height:342" o:regroupid="217" stroked="f">
              <v:textbox style="mso-next-textbox:#_x0000_s4978">
                <w:txbxContent>
                  <w:p w:rsidR="009E23C5" w:rsidRDefault="009E23C5" w:rsidP="00BA0046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  <w:lang w:val="en-US"/>
                      </w:rPr>
                      <w:t>0         10        20        30        40       50</w:t>
                    </w:r>
                  </w:p>
                </w:txbxContent>
              </v:textbox>
            </v:shape>
            <v:shape id="_x0000_s4979" type="#_x0000_t202" style="position:absolute;left:9861;top:13737;width:399;height:342" o:regroupid="217" stroked="f">
              <v:textbox style="mso-next-textbox:#_x0000_s4979">
                <w:txbxContent>
                  <w:p w:rsidR="009E23C5" w:rsidRPr="00626546" w:rsidRDefault="009E23C5" w:rsidP="00BA0046">
                    <w:pPr>
                      <w:rPr>
                        <w:sz w:val="22"/>
                        <w:szCs w:val="22"/>
                      </w:rPr>
                    </w:pPr>
                    <w:r w:rsidRPr="00626546">
                      <w:rPr>
                        <w:sz w:val="22"/>
                        <w:szCs w:val="22"/>
                      </w:rPr>
                      <w:t>Н</w:t>
                    </w:r>
                  </w:p>
                </w:txbxContent>
              </v:textbox>
            </v:shape>
            <v:shape id="_x0000_s4980" type="#_x0000_t202" style="position:absolute;left:7296;top:11799;width:2850;height:456" o:regroupid="217" stroked="f">
              <v:textbox style="mso-next-textbox:#_x0000_s4980">
                <w:txbxContent>
                  <w:p w:rsidR="009E23C5" w:rsidRPr="0036796A" w:rsidRDefault="009E23C5" w:rsidP="00BA0046">
                    <w:pPr>
                      <w:rPr>
                        <w:sz w:val="24"/>
                        <w:szCs w:val="24"/>
                      </w:rPr>
                    </w:pPr>
                    <w:r w:rsidRPr="0036796A">
                      <w:rPr>
                        <w:sz w:val="24"/>
                        <w:szCs w:val="24"/>
                      </w:rPr>
                      <w:t>Характеристика стали</w:t>
                    </w:r>
                  </w:p>
                </w:txbxContent>
              </v:textbox>
            </v:shape>
            <v:shape id="_x0000_s4981" type="#_x0000_t202" style="position:absolute;left:7182;top:12312;width:627;height:2052" o:regroupid="217" stroked="f">
              <v:textbox style="mso-next-textbox:#_x0000_s4981">
                <w:txbxContent>
                  <w:p w:rsidR="009E23C5" w:rsidRDefault="009E23C5" w:rsidP="00BA00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1.2</w:t>
                    </w:r>
                  </w:p>
                  <w:p w:rsidR="009E23C5" w:rsidRPr="00626546" w:rsidRDefault="009E23C5" w:rsidP="00BA0046">
                    <w:pPr>
                      <w:spacing w:before="240"/>
                      <w:rPr>
                        <w:lang w:val="en-US"/>
                      </w:rPr>
                    </w:pPr>
                    <w:r w:rsidRPr="00626546">
                      <w:rPr>
                        <w:lang w:val="en-US"/>
                      </w:rPr>
                      <w:t>0.8</w:t>
                    </w:r>
                  </w:p>
                  <w:p w:rsidR="009E23C5" w:rsidRDefault="009E23C5" w:rsidP="00BA0046">
                    <w:pPr>
                      <w:spacing w:before="240"/>
                    </w:pPr>
                    <w:r w:rsidRPr="00626546">
                      <w:rPr>
                        <w:lang w:val="en-US"/>
                      </w:rPr>
                      <w:t>0.4</w:t>
                    </w:r>
                  </w:p>
                  <w:p w:rsidR="009E23C5" w:rsidRPr="00626546" w:rsidRDefault="009E23C5" w:rsidP="00BA0046">
                    <w:pPr>
                      <w:spacing w:before="240"/>
                    </w:pPr>
                    <w:r>
                      <w:t>0.0</w:t>
                    </w:r>
                  </w:p>
                </w:txbxContent>
              </v:textbox>
            </v:shape>
            <v:shape id="_x0000_s4982" type="#_x0000_t202" style="position:absolute;left:7182;top:12198;width:627;height:342" o:regroupid="217" stroked="f">
              <v:textbox style="mso-next-textbox:#_x0000_s4982">
                <w:txbxContent>
                  <w:p w:rsidR="009E23C5" w:rsidRPr="00626546" w:rsidRDefault="009E23C5" w:rsidP="00BA0046">
                    <w:r>
                      <w:t>Тл</w:t>
                    </w:r>
                  </w:p>
                </w:txbxContent>
              </v:textbox>
            </v:shape>
            <v:group id="_x0000_s4983" style="position:absolute;left:5643;top:1422;width:4389;height:2907" coordorigin="3819,1368" coordsize="4389,2907" o:regroupid="217">
              <v:line id="_x0000_s4984" style="position:absolute;flip:x" from="5472,2679" to="6213,2679" strokeweight=".5pt">
                <v:stroke endarrowwidth="narrow" endarrowlength="short"/>
              </v:line>
              <v:line id="_x0000_s4985" style="position:absolute;rotation:90;flip:x" from="7182,2394" to="8436,2394" strokeweight="1.25pt">
                <v:stroke endarrowwidth="narrow" endarrowlength="short"/>
              </v:line>
              <v:line id="_x0000_s4986" style="position:absolute;rotation:-270;flip:x" from="6469,2423" to="6470,2936" strokeweight="1.25pt"/>
              <v:line id="_x0000_s4987" style="position:absolute;rotation:-270;flip:x" from="7580,2451" to="7580,2907" strokeweight="1.25pt">
                <v:stroke endarrow="oval" endarrowwidth="narrow" endarrowlength="short"/>
              </v:line>
              <v:rect id="_x0000_s4988" style="position:absolute;left:6726;top:2565;width:628;height:239;rotation:-180;flip:x" filled="f" strokeweight="1.25pt"/>
              <v:line id="_x0000_s4989" style="position:absolute;rotation:-360;flip:x" from="6213,2679" to="6219,3021" strokeweight="1.25pt">
                <v:stroke startarrow="oval" startarrowwidth="narrow" startarrowlength="short"/>
              </v:line>
              <v:line id="_x0000_s4990" style="position:absolute;rotation:-360;flip:x" from="6213,3648" to="6213,3990" strokeweight="1.25pt">
                <v:stroke endarrow="oval" endarrowwidth="narrow" endarrowlength="short"/>
              </v:line>
              <v:rect id="_x0000_s4991" style="position:absolute;left:5905;top:3215;width:628;height:239;rotation:-270;flip:x" filled="f" strokeweight="1.25pt"/>
              <v:line id="_x0000_s4992" style="position:absolute;rotation:-270;flip:x" from="5985,2166" to="5985,5814" strokeweight="1.25pt"/>
              <v:rect id="_x0000_s4993" style="position:absolute;left:3819;top:2565;width:343;height:286" filled="f" stroked="f" strokeweight="1.25pt">
                <v:textbox style="mso-next-textbox:#_x0000_s4993" inset="1pt,1pt,1pt,1pt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  <v:rect id="_x0000_s4994" style="position:absolute;left:6127;top:2309;width:343;height:286;rotation:-270;flip:x" filled="f" stroked="f" strokeweight="1.25pt">
                <v:textbox style="mso-next-textbox:#_x0000_s4994" inset="1pt,1pt,1pt,1pt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  <v:rect id="_x0000_s4995" style="position:absolute;left:7865;top:2452;width:343;height:342;rotation:-270;flip:x" filled="f" stroked="f" strokeweight="1.25pt">
                <v:textbox style="mso-next-textbox:#_x0000_s4995" inset="1pt,1pt,1pt,1pt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  <v:rect id="_x0000_s4996" style="position:absolute;left:7501;top:3214;width:628;height:239;rotation:90;flip:x" filled="f" strokeweight="1.25pt"/>
              <v:line id="_x0000_s4997" style="position:absolute;rotation:-270;flip:x" from="3049,2879" to="5272,2879" strokeweight="1.25pt">
                <v:stroke endarrowwidth="narrow" endarrowlength="short"/>
              </v:line>
              <v:oval id="_x0000_s4998" style="position:absolute;left:5643;top:1482;width:568;height:570;flip:x" filled="f" strokeweight="1.25pt"/>
              <v:line id="_x0000_s4999" style="position:absolute;flip:x" from="5927,1767" to="7809,1767" strokeweight="1.25pt">
                <v:stroke endarrow="open" endarrowlength="short"/>
              </v:line>
              <v:line id="_x0000_s5000" style="position:absolute;flip:y" from="4161,1767" to="5814,1767" strokeweight="1.25pt">
                <v:stroke endarrowwidth="narrow" endarrowlength="short"/>
              </v:line>
              <v:line id="_x0000_s5001" style="position:absolute;flip:x" from="5814,1767" to="5872,1768" strokeweight="1.25pt">
                <v:stroke endarrow="open" endarrowlength="short"/>
              </v:line>
              <v:oval id="_x0000_s5002" style="position:absolute;left:4902;top:3705;width:568;height:570;rotation:180" filled="f" strokeweight="1.25pt"/>
              <v:line id="_x0000_s5003" style="position:absolute;rotation:-180;flip:x y" from="4161,2679" to="4903,2680" strokeweight=".5pt">
                <v:stroke startarrow="oval" startarrowwidth="narrow" startarrowlength="short" endarrowwidth="narrow" endarrowlength="short"/>
              </v:line>
              <v:line id="_x0000_s5004" style="position:absolute;rotation:90;flip:x" from="7638,3819" to="7980,3819" strokeweight="1.25pt">
                <v:stroke endarrowwidth="narrow" endarrowlength="short"/>
              </v:line>
              <v:oval id="_x0000_s5005" style="position:absolute;left:4903;top:2393;width:568;height:570;rotation:-90;flip:x" filled="f" strokeweight="1.25pt"/>
              <v:rect id="_x0000_s5006" style="position:absolute;left:5072;top:2509;width:343;height:342;rotation:-90" filled="f" stroked="f" strokeweight="1.25pt">
                <v:textbox style="mso-next-textbox:#_x0000_s5006" inset="1pt,1pt,1pt,1pt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V</w:t>
                      </w:r>
                    </w:p>
                  </w:txbxContent>
                </v:textbox>
              </v:rect>
              <v:rect id="_x0000_s5007" style="position:absolute;left:5130;top:1368;width:685;height:444;flip:y" filled="f" stroked="f" strokeweight="1.25pt">
                <v:textbox style="mso-next-textbox:#_x0000_s5007" inset="1pt,1pt,1pt,1pt">
                  <w:txbxContent>
                    <w:p w:rsidR="009E23C5" w:rsidRDefault="009E23C5" w:rsidP="00BA0046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 w:rsidRPr="00104CE4">
                        <w:rPr>
                          <w:sz w:val="24"/>
                          <w:szCs w:val="24"/>
                          <w:vertAlign w:val="subscript"/>
                          <w:lang w:val="en-US"/>
                        </w:rPr>
                        <w:t>K</w:t>
                      </w:r>
                    </w:p>
                  </w:txbxContent>
                </v:textbox>
              </v:rect>
              <v:rect id="_x0000_s5008" style="position:absolute;left:6897;top:2166;width:513;height:513;flip:y" filled="f" stroked="f" strokeweight="1.25pt">
                <v:textbox style="mso-next-textbox:#_x0000_s5008" inset="1pt,1pt,1pt,1pt">
                  <w:txbxContent>
                    <w:p w:rsidR="009E23C5" w:rsidRPr="003A5600" w:rsidRDefault="009E23C5" w:rsidP="00BA00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 w:rsidRPr="00EB1541">
                        <w:rPr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5009" style="position:absolute;left:5586;top:3135;width:455;height:400;flip:y" filled="f" stroked="f" strokeweight="1.25pt">
                <v:textbox style="mso-next-textbox:#_x0000_s5009" inset="1pt,1pt,1pt,1pt">
                  <w:txbxContent>
                    <w:p w:rsidR="009E23C5" w:rsidRPr="003A5600" w:rsidRDefault="009E23C5" w:rsidP="00BA0046"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rect id="_x0000_s5010" style="position:absolute;left:7239;top:3192;width:628;height:400;flip:y" filled="f" stroked="f" strokeweight="1.25pt">
                <v:textbox style="mso-next-textbox:#_x0000_s5010" inset="1pt,1pt,1pt,1pt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 w:rsidRPr="00EB1541">
                        <w:rPr>
                          <w:sz w:val="24"/>
                          <w:szCs w:val="24"/>
                          <w:lang w:val="en-US"/>
                        </w:rPr>
                        <w:t>R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3</w:t>
                      </w:r>
                    </w:p>
                  </w:txbxContent>
                </v:textbox>
              </v:rect>
              <v:rect id="_x0000_s5011" style="position:absolute;left:5016;top:3306;width:628;height:360;flip:y" filled="f" stroked="f" strokeweight="1.25pt">
                <v:textbox style="mso-next-textbox:#_x0000_s5011" inset="1pt,1pt,1pt,1pt">
                  <w:txbxContent>
                    <w:p w:rsidR="009E23C5" w:rsidRPr="00561F56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szCs w:val="24"/>
                          <w:vertAlign w:val="subscript"/>
                        </w:rPr>
                        <w:t>4</w:t>
                      </w:r>
                    </w:p>
                  </w:txbxContent>
                </v:textbox>
              </v:rect>
              <v:line id="_x0000_s5012" style="position:absolute;rotation:90;flip:x" from="6070,4133" to="6355,4133" strokeweight="1.25pt">
                <v:stroke endarrowwidth="narrow" endarrowlength="short"/>
              </v:line>
              <v:line id="_x0000_s5013" style="position:absolute;flip:x" from="6042,4275" to="6384,4275" strokeweight="2.5pt">
                <v:stroke endarrowwidth="narrow" endarrowlength="short"/>
              </v:line>
              <v:line id="_x0000_s5014" style="position:absolute;rotation:-90;flip:x" from="5208,3855" to="5209,4127" strokeweight="1.25pt">
                <v:stroke endarrow="block" endarrowwidth="wide"/>
              </v:line>
              <v:group id="_x0000_s5015" style="position:absolute;left:5529;top:2223;width:114;height:228" coordorigin="6954,3876" coordsize="741,969">
                <v:line id="_x0000_s5016" style="position:absolute;rotation:-90;flip:x" from="7325,4564" to="7325,4975"/>
                <v:group id="_x0000_s5017" style="position:absolute;left:6954;top:3876;width:741;height:969" coordorigin="4266,11962" coordsize="575,853">
                  <v:line id="_x0000_s5018" style="position:absolute;rotation:-90;flip:y" from="4009,12559" to="4522,12559"/>
                  <v:shape id="_x0000_s5019" type="#_x0000_t19" style="position:absolute;left:4356;top:11877;width:400;height:570;rotation:5675697fd;flip:y" coordsize="25205,43200" adj=",6527918,3605" path="wr-17995,,25205,43200,3605,,,42897nfewr-17995,,25205,43200,3605,,,42897l3605,21600nsxe">
                    <v:path o:connectlocs="3605,0;0,42897;3605,21600"/>
                  </v:shape>
                  <v:line id="_x0000_s5020" style="position:absolute;rotation:-90;flip:y" from="4579,12559" to="5092,12559"/>
                </v:group>
              </v:group>
            </v:group>
            <v:rect id="_x0000_s5021" style="position:absolute;left:5016;top:6267;width:628;height:400;rotation:-180;flip:x" o:regroupid="217" filled="f" stroked="f" strokeweight="1.25pt">
              <v:textbox style="mso-next-textbox:#_x0000_s5021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e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5022" style="position:absolute" from="8151,5526" to="8152,5798" o:regroupid="217" strokeweight="1.25pt">
              <v:stroke endarrow="classic"/>
            </v:line>
            <v:rect id="_x0000_s5023" style="position:absolute;left:8436;top:5013;width:400;height:342" o:regroupid="217" filled="f" stroked="f" strokeweight="1.25pt">
              <v:textbox style="mso-next-textbox:#_x0000_s5023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104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rect id="_x0000_s5024" style="position:absolute;left:7752;top:5013;width:400;height:342" o:regroupid="217" filled="f" stroked="f" strokeweight="1.25pt">
              <v:textbox style="mso-next-textbox:#_x0000_s5024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106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5025" style="position:absolute;rotation:-90" from="8341,5277" to="8342,5549" o:regroupid="217" strokeweight="1.25pt">
              <v:stroke endarrow="classic"/>
            </v:line>
            <v:line id="_x0000_s5026" style="position:absolute;rotation:-90" from="7885,5277" to="7886,5549" o:regroupid="217" strokeweight="1.25pt">
              <v:stroke endarrow="classic"/>
            </v:line>
            <v:line id="_x0000_s5027" style="position:absolute;rotation:90" from="7921,5127" to="7921,5697" o:regroupid="217" strokeweight="1.25pt"/>
            <v:line id="_x0000_s5028" style="position:absolute;rotation:90;flip:y" from="6439,4784" to="6440,6040" o:regroupid="217" strokeweight="1.25pt">
              <v:stroke endarrowwidth="narrow" endarrowlength="short"/>
            </v:line>
            <v:line id="_x0000_s5029" style="position:absolute;rotation:-90;flip:x" from="9576,6438" to="9804,6438" o:regroupid="217" strokeweight="1.25pt"/>
            <v:line id="_x0000_s5030" style="position:absolute;rotation:-90" from="9577,7347" to="9801,7349" o:regroupid="217" strokeweight="1.25pt"/>
            <v:line id="_x0000_s5031" style="position:absolute;rotation:90;flip:y" from="9548,5554" to="9832,5554" o:regroupid="217" strokeweight="1.25pt"/>
            <v:line id="_x0000_s5032" style="position:absolute;rotation:90" from="8920,4641" to="8920,6182" o:regroupid="217" strokeweight="1.25pt">
              <v:stroke endarrow="oval" endarrowwidth="narrow" endarrowlength="short"/>
            </v:line>
            <v:rect id="_x0000_s5033" style="position:absolute;left:9382;top:5890;width:628;height:239;rotation:270" o:regroupid="217" filled="f" strokeweight="1.25pt"/>
            <v:line id="_x0000_s5034" style="position:absolute;rotation:-90;flip:x y" from="7608,6922" to="8691,6924" o:regroupid="217" strokeweight="1.25pt">
              <v:stroke endarrow="oval" endarrowwidth="narrow" endarrowlength="short"/>
            </v:line>
            <v:group id="_x0000_s5035" style="position:absolute;left:7920;top:6258;width:417;height:110" coordorigin="3419,4550" coordsize="417,110" o:regroupid="217">
              <v:line id="_x0000_s5036" style="position:absolute;rotation:-90;flip:y" from="3627,4342" to="3628,4759" strokeweight="2.5pt"/>
              <v:line id="_x0000_s5037" style="position:absolute;rotation:-90;flip:y" from="3624,4447" to="3632,4864" strokeweight="2.5pt"/>
            </v:group>
            <v:line id="_x0000_s5038" style="position:absolute;rotation:-90;flip:x y" from="7730,5833" to="8573,5834" o:regroupid="217" strokeweight="1.25pt"/>
            <v:rect id="_x0000_s5039" style="position:absolute;left:8379;top:6210;width:399;height:400;rotation:-180;flip:x" o:regroupid="217" filled="f" stroked="f" strokeweight="1.25pt">
              <v:textbox style="mso-next-textbox:#_x0000_s5039" inset="1pt,1pt,1pt,1pt">
                <w:txbxContent>
                  <w:p w:rsidR="009E23C5" w:rsidRPr="00510963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5040" style="position:absolute;left:9234;top:6780;width:399;height:342;rotation:-180;flip:x" o:regroupid="217" filled="f" stroked="f" strokeweight="1.25pt">
              <v:textbox style="mso-next-textbox:#_x0000_s5040" inset="1pt,1pt,1pt,1pt">
                <w:txbxContent>
                  <w:p w:rsidR="009E23C5" w:rsidRPr="00510963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5041" style="position:absolute;left:9234;top:5811;width:513;height:400;rotation:-180;flip:x" o:regroupid="217" filled="f" stroked="f" strokeweight="1.25pt">
              <v:textbox style="mso-next-textbox:#_x0000_s5041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5042" style="position:absolute;left:8379;top:5526;width:400;height:342" o:regroupid="217" filled="f" stroked="f" strokeweight="1.25pt">
              <v:textbox style="mso-next-textbox:#_x0000_s5042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8"/>
                        <w:lang w:val="en-US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3</w:t>
                    </w:r>
                    <w:r>
                      <w:rPr>
                        <w:sz w:val="16"/>
                        <w:lang w:val="en-US"/>
                      </w:rPr>
                      <w:pict>
                        <v:shape id="_x0000_i1108" type="#_x0000_t75" style="width:18pt;height:10.5pt" fillcolor="window"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line id="_x0000_s5043" style="position:absolute" from="5814,5412" to="5814,7464" o:regroupid="217" strokeweight="1.25pt"/>
            <v:group id="_x0000_s5044" style="position:absolute;left:6384;top:6153;width:570;height:627" coordorigin="3705,7524" coordsize="570,627" o:regroupid="217">
              <v:oval id="_x0000_s5045" style="position:absolute;left:3705;top:7524;width:570;height:570" filled="f" strokeweight="1.25pt"/>
              <v:shape id="_x0000_s5046" type="#_x0000_t202" style="position:absolute;left:3705;top:7611;width:441;height:540" filled="f" stroked="f" strokeweight="1.25pt">
                <v:textbox style="mso-next-textbox:#_x0000_s5046">
                  <w:txbxContent>
                    <w:p w:rsidR="009E23C5" w:rsidRPr="00AD4532" w:rsidRDefault="009E23C5" w:rsidP="00BA0046">
                      <w:pPr>
                        <w:rPr>
                          <w:sz w:val="24"/>
                          <w:szCs w:val="24"/>
                        </w:rPr>
                      </w:pPr>
                      <w:r w:rsidRPr="00AD4532">
                        <w:rPr>
                          <w:sz w:val="24"/>
                          <w:szCs w:val="24"/>
                        </w:rPr>
                        <w:t>V</w:t>
                      </w:r>
                    </w:p>
                  </w:txbxContent>
                </v:textbox>
              </v:shape>
            </v:group>
            <v:line id="_x0000_s5047" style="position:absolute;flip:x" from="5814,7464" to="9692,7464" o:regroupid="217" strokeweight="1.25pt">
              <v:stroke endarrowwidth="narrow" endarrowlength="short"/>
            </v:line>
            <v:line id="_x0000_s5048" style="position:absolute;flip:x" from="6669,6723" to="6669,7464" o:regroupid="217" strokeweight=".5pt">
              <v:stroke endarrow="oval" endarrowwidth="narrow" endarrowlength="short"/>
            </v:line>
            <v:group id="_x0000_s5049" style="position:absolute;left:6897;top:5925;width:171;height:285" coordorigin="6840,6555" coordsize="171,285" o:regroupid="217">
              <v:line id="_x0000_s5050" style="position:absolute;rotation:-90;flip:x" from="6754,6698" to="7039,6698"/>
              <v:line id="_x0000_s5051" style="position:absolute;rotation:-90" from="6903,6518" to="6948,6689">
                <v:stroke endarrow="oval" endarrowwidth="narrow" endarrowlength="short"/>
              </v:line>
              <v:line id="_x0000_s5052" style="position:absolute;rotation:-90;flip:y" from="6903,6706" to="6948,6877">
                <v:stroke endarrow="oval" endarrowwidth="narrow" endarrowlength="short"/>
              </v:line>
              <v:group id="_x0000_s5053" style="position:absolute;left:6840;top:6626;width:120;height:143" coordorigin="9681,14354" coordsize="399,912">
                <v:line id="_x0000_s5054" style="position:absolute;rotation:-90;flip:y" from="9767,14724" to="9995,15123"/>
                <v:line id="_x0000_s5055" style="position:absolute;rotation:-90;flip:y" from="9767,14268" to="9995,14667"/>
                <v:line id="_x0000_s5056" style="position:absolute;rotation:-90" from="9767,14496" to="9995,14895"/>
                <v:line id="_x0000_s5057" style="position:absolute;rotation:-90" from="9767,14952" to="9995,15351"/>
              </v:group>
            </v:group>
            <v:oval id="_x0000_s5058" style="position:absolute;left:7068;top:5127;width:568;height:570" o:regroupid="217" filled="f" strokeweight="1.25pt"/>
            <v:rect id="_x0000_s5059" style="position:absolute;left:7238;top:5241;width:343;height:342;rotation:-180;flip:x" o:regroupid="217" filled="f" stroked="f" strokeweight="1.25pt">
              <v:textbox style="mso-next-textbox:#_x0000_s5059" inset="1pt,1pt,1pt,1pt">
                <w:txbxContent>
                  <w:p w:rsidR="009E23C5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  <w:lang w:val="en-US"/>
                      </w:rPr>
                      <w:t>А</w:t>
                    </w:r>
                  </w:p>
                </w:txbxContent>
              </v:textbox>
            </v:rect>
            <v:group id="_x0000_s5060" style="position:absolute;left:6840;top:4956;width:171;height:285" coordorigin="6840,6555" coordsize="171,285" o:regroupid="217">
              <v:line id="_x0000_s5061" style="position:absolute;rotation:-90;flip:x" from="6754,6698" to="7039,6698"/>
              <v:line id="_x0000_s5062" style="position:absolute;rotation:-90" from="6903,6518" to="6948,6689">
                <v:stroke endarrow="oval" endarrowwidth="narrow" endarrowlength="short"/>
              </v:line>
              <v:line id="_x0000_s5063" style="position:absolute;rotation:-90;flip:y" from="6903,6706" to="6948,6877">
                <v:stroke endarrow="oval" endarrowwidth="narrow" endarrowlength="short"/>
              </v:line>
              <v:group id="_x0000_s5064" style="position:absolute;left:6840;top:6626;width:120;height:143" coordorigin="9681,14354" coordsize="399,912">
                <v:line id="_x0000_s5065" style="position:absolute;rotation:-90;flip:y" from="9767,14724" to="9995,15123"/>
                <v:line id="_x0000_s5066" style="position:absolute;rotation:-90;flip:y" from="9767,14268" to="9995,14667"/>
                <v:line id="_x0000_s5067" style="position:absolute;rotation:-90" from="9767,14496" to="9995,14895"/>
                <v:line id="_x0000_s5068" style="position:absolute;rotation:-90" from="9767,14952" to="9995,15351"/>
              </v:group>
            </v:group>
            <v:line id="_x0000_s5069" style="position:absolute;flip:x y" from="6669,5412" to="6669,6153" o:regroupid="217" strokeweight=".5pt">
              <v:stroke endarrow="oval" endarrowwidth="narrow" endarrowlength="short"/>
            </v:line>
            <v:group id="_x0000_s5070" style="position:absolute;left:9412;top:6830;width:684;height:127;rotation:90" coordorigin="4845,9177" coordsize="684,127" o:regroupid="217">
              <v:shape id="_x0000_s5071" type="#_x0000_t19" style="position:absolute;left:4845;top:9177;width:114;height:114;rotation:-270;flip:x y" strokeweight="1.25pt"/>
              <v:shape id="_x0000_s5072" type="#_x0000_t19" style="position:absolute;left:4959;top:9190;width:114;height:114;rotation:270;flip:x" strokeweight="1.25pt"/>
              <v:shape id="_x0000_s5073" type="#_x0000_t19" style="position:absolute;left:5301;top:9190;width:114;height:114;rotation:-270;flip:x y" strokeweight="1.25pt"/>
              <v:shape id="_x0000_s5074" type="#_x0000_t19" style="position:absolute;left:5415;top:9190;width:114;height:114;rotation:270;flip:x" strokeweight="1.25pt"/>
              <v:shape id="_x0000_s5075" type="#_x0000_t19" style="position:absolute;left:5073;top:9190;width:114;height:114;rotation:-270;flip:x y" strokeweight="1.25pt"/>
              <v:shape id="_x0000_s5076" type="#_x0000_t19" style="position:absolute;left:5187;top:9190;width:114;height:114;rotation:270;flip:x" strokeweight="1.25pt"/>
            </v:group>
            <v:group id="_x0000_s5077" style="position:absolute;left:5529;top:6210;width:570;height:568" coordorigin="3135,9519" coordsize="570,568" o:regroupid="217">
              <v:line id="_x0000_s5078" style="position:absolute;flip:y" from="3420,9690" to="3420,9918" strokeweight="1.25pt">
                <v:stroke endarrow="block" endarrowwidth="wide"/>
              </v:line>
              <v:oval id="_x0000_s5079" style="position:absolute;left:3136;top:9518;width:568;height:570;rotation:270" filled="f" strokeweight="1.25pt"/>
            </v:group>
            <v:rect id="_x0000_s5080" style="position:absolute;left:9519;top:9630;width:570;height:456" o:regroupid="217" filled="f" stroked="f" strokeweight="1.25pt">
              <v:textbox style="mso-next-textbox:#_x0000_s5080" inset="1pt,1pt,1pt,1pt">
                <w:txbxContent>
                  <w:p w:rsidR="009E23C5" w:rsidRDefault="009E23C5" w:rsidP="00BA0046">
                    <w:pPr>
                      <w:rPr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 w:rsidRPr="00721C6F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sz w:val="24"/>
                        <w:lang w:val="en-US"/>
                      </w:rPr>
                      <w:t>(t)</w:t>
                    </w:r>
                  </w:p>
                </w:txbxContent>
              </v:textbox>
            </v:rect>
            <v:line id="_x0000_s5081" style="position:absolute" from="9348,9402" to="9348,10200" o:regroupid="217">
              <v:stroke endarrow="block"/>
            </v:line>
            <v:rect id="_x0000_s5082" style="position:absolute;left:8636;top:9786;width:627;height:228;rotation:-90" o:regroupid="217" strokeweight="1.25pt"/>
            <v:line id="_x0000_s5083" style="position:absolute" from="6840,9060" to="6840,9174" o:regroupid="217" strokeweight="1.25pt"/>
            <v:line id="_x0000_s5084" style="position:absolute;flip:y" from="8949,9174" to="8949,9573" o:regroupid="217" strokeweight="1.25pt">
              <v:stroke endarrow="oval" endarrowwidth="narrow" endarrowlength="short"/>
            </v:line>
            <v:rect id="_x0000_s5085" style="position:absolute;left:8436;top:9744;width:399;height:342" o:regroupid="217" filled="f" stroked="f" strokeweight="1.25pt">
              <v:textbox style="mso-next-textbox:#_x0000_s5085" inset="1pt,1pt,1pt,1pt">
                <w:txbxContent>
                  <w:p w:rsidR="009E23C5" w:rsidRPr="00721C6F" w:rsidRDefault="009E23C5" w:rsidP="00BA00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5086" style="position:absolute;left:7410;top:9687;width:399;height:342" o:regroupid="217" filled="f" stroked="f" strokeweight="1.25pt">
              <v:textbox style="mso-next-textbox:#_x0000_s5086" inset="1pt,1pt,1pt,1pt">
                <w:txbxContent>
                  <w:p w:rsidR="009E23C5" w:rsidRDefault="009E23C5" w:rsidP="00BA0046">
                    <w:pPr>
                      <w:rPr>
                        <w:sz w:val="16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5087" style="position:absolute;left:7182;top:9060;width:627;height:228" o:regroupid="217" strokeweight="1.25pt"/>
            <v:line id="_x0000_s5088" style="position:absolute" from="6441,8889" to="6612,9117" o:regroupid="217" strokeweight="1.25pt">
              <v:stroke endarrow="block"/>
            </v:line>
            <v:rect id="_x0000_s5089" style="position:absolute;left:7296;top:8661;width:399;height:342" o:regroupid="217" filled="f" stroked="f" strokeweight="1.25pt">
              <v:textbox style="mso-next-textbox:#_x0000_s5089" inset="1pt,1pt,1pt,1pt">
                <w:txbxContent>
                  <w:p w:rsidR="009E23C5" w:rsidRDefault="009E23C5" w:rsidP="00BA0046">
                    <w:pPr>
                      <w:rPr>
                        <w:sz w:val="16"/>
                      </w:rPr>
                    </w:pPr>
                    <w:r>
                      <w:rPr>
                        <w:sz w:val="24"/>
                        <w:lang w:val="en-US"/>
                      </w:rPr>
                      <w:t>R</w:t>
                    </w:r>
                    <w:r w:rsidRPr="00EB1541">
                      <w:rPr>
                        <w:sz w:val="24"/>
                        <w:szCs w:val="2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line id="_x0000_s5090" style="position:absolute" from="7809,9174" to="9348,9184" o:regroupid="217" strokeweight="1.25pt">
              <v:stroke endarrow="oval" endarrowwidth="narrow" endarrowlength="short"/>
            </v:line>
            <v:line id="_x0000_s5091" style="position:absolute;flip:y" from="6042,9231" to="6042,10542" o:regroupid="217" strokeweight="1.25pt"/>
            <v:rect id="_x0000_s5092" style="position:absolute;left:5415;top:9687;width:343;height:456" o:regroupid="217" filled="f" stroked="f" strokeweight="1.25pt">
              <v:textbox style="mso-next-textbox:#_x0000_s5092" inset="1pt,1pt,1pt,1pt">
                <w:txbxContent>
                  <w:p w:rsidR="009E23C5" w:rsidRPr="00AD4532" w:rsidRDefault="009E23C5" w:rsidP="00BA004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</w:t>
                    </w:r>
                  </w:p>
                </w:txbxContent>
              </v:textbox>
            </v:rect>
            <v:rect id="_x0000_s5093" style="position:absolute;left:6042;top:8775;width:342;height:340" o:regroupid="217" filled="f" stroked="f" strokeweight="1.25pt">
              <v:textbox style="mso-next-textbox:#_x0000_s5093" inset="1pt,1pt,1pt,1pt">
                <w:txbxContent>
                  <w:p w:rsidR="009E23C5" w:rsidRDefault="009E23C5" w:rsidP="00BA0046">
                    <w:r>
                      <w:t>Кл</w:t>
                    </w:r>
                  </w:p>
                </w:txbxContent>
              </v:textbox>
            </v:rect>
            <v:line id="_x0000_s5094" style="position:absolute" from="6042,9205" to="6441,9205" o:regroupid="217" strokeweight="1.25pt"/>
            <v:line id="_x0000_s5095" style="position:absolute" from="6840,9174" to="7182,9174" o:regroupid="217" strokeweight="1.25pt"/>
            <v:line id="_x0000_s5096" style="position:absolute;flip:y" from="6438,8977" to="6780,9205" o:regroupid="217" strokeweight="1.25pt">
              <v:stroke startarrow="oval" startarrowwidth="narrow" startarrowlength="short"/>
            </v:line>
            <v:group id="_x0000_s5097" style="position:absolute;left:5757;top:9573;width:570;height:568" coordorigin="3135,9519" coordsize="570,568" o:regroupid="217">
              <v:line id="_x0000_s5098" style="position:absolute;flip:y" from="3420,9690" to="3420,9918" strokeweight="1.25pt">
                <v:stroke endarrow="block" endarrowwidth="wide"/>
              </v:line>
              <v:oval id="_x0000_s5099" style="position:absolute;left:3136;top:9518;width:568;height:570;rotation:270" filled="f" strokeweight="1.25pt"/>
            </v:group>
            <v:line id="_x0000_s5100" style="position:absolute" from="6042,10542" to="9348,10542" o:regroupid="217" strokeweight="1.25pt">
              <v:stroke startarrowwidth="narrow" startarrowlength="short" endarrow="oval" endarrowwidth="narrow" endarrowlength="short"/>
            </v:line>
            <v:line id="_x0000_s5101" style="position:absolute" from="8949,10200" to="8949,10542" o:regroupid="217" strokeweight="1.25pt">
              <v:stroke endarrow="oval" endarrowwidth="narrow" endarrowlength="short"/>
            </v:line>
            <v:line id="_x0000_s5102" style="position:absolute;flip:x" from="8094,9174" to="8094,9801" o:regroupid="217" strokeweight="1.25pt">
              <v:stroke startarrow="oval" startarrowwidth="narrow" startarrowlength="short"/>
            </v:line>
            <v:line id="_x0000_s5103" style="position:absolute;flip:x" from="8094,9915" to="8094,10542" o:regroupid="217" strokeweight="1.25pt">
              <v:stroke endarrow="oval" endarrowwidth="narrow" endarrowlength="short"/>
            </v:line>
            <v:group id="_x0000_s5104" style="position:absolute;left:7866;top:9801;width:417;height:110" coordorigin="3419,4550" coordsize="417,110" o:regroupid="217">
              <v:line id="_x0000_s5105" style="position:absolute;rotation:-90;flip:y" from="3627,4342" to="3628,4759" strokeweight="2.5pt"/>
              <v:line id="_x0000_s5106" style="position:absolute;rotation:-90;flip:y" from="3624,4447" to="3632,4864" strokeweight="2.5pt"/>
            </v:group>
            <v:shape id="_x0000_s5107" type="#_x0000_t202" style="position:absolute;left:1652;top:11888;width:5416;height:877" o:regroupid="217" stroked="f">
              <v:textbox>
                <w:txbxContent>
                  <w:p w:rsidR="009E23C5" w:rsidRDefault="009E23C5" w:rsidP="00BA0046">
                    <w:pPr>
                      <w:jc w:val="center"/>
                    </w:pPr>
                    <w:r>
                      <w:t xml:space="preserve">Намагничивающая сила катушки </w:t>
                    </w:r>
                    <w:r>
                      <w:rPr>
                        <w:lang w:val="en-US"/>
                      </w:rPr>
                      <w:t>F</w:t>
                    </w:r>
                    <w:r>
                      <w:t xml:space="preserve">=460 </w:t>
                    </w:r>
                    <w:r>
                      <w:rPr>
                        <w:lang w:val="en-US"/>
                      </w:rPr>
                      <w:t>A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l</w:t>
                    </w:r>
                    <w:r>
                      <w:t xml:space="preserve">ср =25 см. сечение </w:t>
                    </w:r>
                    <w:r>
                      <w:rPr>
                        <w:lang w:val="en-US"/>
                      </w:rPr>
                      <w:t>S</w:t>
                    </w:r>
                    <w:r>
                      <w:t>=6 см</w:t>
                    </w:r>
                    <w:r>
                      <w:rPr>
                        <w:sz w:val="16"/>
                      </w:rPr>
                      <w:t>2,</w:t>
                    </w:r>
                    <w:r>
                      <w:t xml:space="preserve"> воздушный зазор δ=0.11 см. Определить магнитный поток в стальном сердечнике.</w:t>
                    </w:r>
                  </w:p>
                </w:txbxContent>
              </v:textbox>
            </v:shape>
            <v:group id="_x0000_s5108" style="position:absolute;left:2850;top:12822;width:3021;height:1973" coordorigin="3649,3534" coordsize="3021,1973" o:regroupid="217">
              <v:oval id="_x0000_s5109" style="position:absolute;left:4330;top:3911;width:1596;height:1596" strokeweight="1pt"/>
              <v:oval id="_x0000_s5110" style="position:absolute;left:4504;top:4082;width:1254;height:1254">
                <v:stroke dashstyle="1 1" endcap="round"/>
              </v:oval>
              <v:oval id="_x0000_s5111" style="position:absolute;left:4675;top:4253;width:912;height:912" strokeweight="1pt"/>
              <v:line id="_x0000_s5112" style="position:absolute;flip:y" from="3934,4136" to="4390,4139" strokeweight="1.25pt"/>
              <v:line id="_x0000_s5113" style="position:absolute" from="4393,4136" to="4507,4193" strokeweight="1.25pt"/>
              <v:shape id="_x0000_s5114" style="position:absolute;left:4219;top:4481;width:570;height:285" coordsize="570,285" path="m570,c551,47,532,95,456,114v-76,19,-266,-9,-342,c38,123,,143,,171v,28,95,95,114,114e" filled="f" strokeweight="1.25pt">
                <v:path arrowok="t"/>
              </v:shape>
              <v:shape id="_x0000_s5115" style="position:absolute;left:4276;top:4823;width:522;height:399" coordsize="522,399" path="m399,v61,14,123,29,114,57c504,85,427,114,342,171,257,228,57,361,,399e" filled="f" strokeweight="1.25pt">
                <v:path arrowok="t"/>
              </v:shape>
              <v:line id="_x0000_s5116" style="position:absolute" from="3934,5222" to="4276,5222" strokeweight="1.25pt"/>
              <v:oval id="_x0000_s5117" style="position:absolute;left:3820;top:5165;width:114;height:114" fillcolor="black"/>
              <v:oval id="_x0000_s5118" style="position:absolute;left:3820;top:4082;width:114;height:114" fillcolor="black"/>
              <v:line id="_x0000_s5119" style="position:absolute" from="3934,4139" to="4219,4139">
                <v:stroke endarrow="block"/>
              </v:line>
              <v:shape id="_x0000_s5120" type="#_x0000_t202" style="position:absolute;left:3649;top:4538;width:456;height:342" stroked="f">
                <v:textbox style="mso-next-textbox:#_x0000_s5120">
                  <w:txbxContent>
                    <w:p w:rsidR="009E23C5" w:rsidRDefault="009E23C5" w:rsidP="00BA00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</w:t>
                      </w:r>
                    </w:p>
                  </w:txbxContent>
                </v:textbox>
              </v:shape>
              <v:shape id="_x0000_s5121" type="#_x0000_t202" style="position:absolute;left:3934;top:3683;width:456;height:342" stroked="f">
                <v:textbox style="mso-next-textbox:#_x0000_s5121">
                  <w:txbxContent>
                    <w:p w:rsidR="009E23C5" w:rsidRDefault="009E23C5" w:rsidP="00BA00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  <v:rect id="_x0000_s5122" style="position:absolute;left:5587;top:4709;width:456;height:114" stroked="f"/>
              <v:line id="_x0000_s5123" style="position:absolute" from="5587,4709" to="6100,4709"/>
              <v:line id="_x0000_s5124" style="position:absolute" from="5587,4823" to="6100,4823"/>
              <v:line id="_x0000_s5125" style="position:absolute" from="6043,4424" to="6043,4709">
                <v:stroke endarrow="block"/>
              </v:line>
              <v:line id="_x0000_s5126" style="position:absolute;flip:x y" from="6043,4823" to="6043,5165">
                <v:stroke endarrow="block"/>
              </v:line>
              <v:shape id="_x0000_s5127" type="#_x0000_t202" style="position:absolute;left:6157;top:4538;width:399;height:456" stroked="f">
                <v:textbox style="mso-next-textbox:#_x0000_s5127">
                  <w:txbxContent>
                    <w:p w:rsidR="009E23C5" w:rsidRDefault="009E23C5" w:rsidP="00BA004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δ</w:t>
                      </w:r>
                    </w:p>
                  </w:txbxContent>
                </v:textbox>
              </v:shape>
              <v:shape id="_x0000_s5128" type="#_x0000_t42" style="position:absolute;left:6043;top:3854;width:627;height:456" adj="-18706,16626,-11368,8526,-4134,8526,-16639,14495">
                <v:textbox style="mso-next-textbox:#_x0000_s5128">
                  <w:txbxContent>
                    <w:p w:rsidR="009E23C5" w:rsidRDefault="009E23C5" w:rsidP="00BA0046">
                      <w:pPr>
                        <w:rPr>
                          <w:sz w:val="16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l</w:t>
                      </w:r>
                      <w:r>
                        <w:t>ср</w:t>
                      </w:r>
                    </w:p>
                  </w:txbxContent>
                </v:textbox>
                <o:callout v:ext="edit" minusy="t"/>
              </v:shape>
              <v:oval id="_x0000_s5129" style="position:absolute;left:5016;top:3933;width:285;height:342" filled="f"/>
              <v:line id="_x0000_s5130" style="position:absolute" from="5130,3933" to="5301,4104"/>
              <v:line id="_x0000_s5131" style="position:absolute" from="5073,3993" to="5301,4221"/>
              <v:line id="_x0000_s5132" style="position:absolute" from="5016,4047" to="5244,4275"/>
              <v:line id="_x0000_s5133" style="position:absolute" from="5016,4161" to="5130,4275"/>
              <v:shape id="_x0000_s5134" type="#_x0000_t42" style="position:absolute;left:6015;top:3534;width:426;height:342" adj="-45634,30695,-12169,11368,-6085,11368,-45634,30695" filled="f">
                <v:textbox>
                  <w:txbxContent>
                    <w:p w:rsidR="009E23C5" w:rsidRDefault="009E23C5" w:rsidP="00BA004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</w:t>
                      </w:r>
                    </w:p>
                  </w:txbxContent>
                </v:textbox>
                <o:callout v:ext="edit" minusy="t"/>
              </v:shape>
            </v:group>
          </v:group>
        </w:pict>
      </w: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p w:rsidR="009E23C5" w:rsidRDefault="009E23C5">
      <w:pPr>
        <w:outlineLvl w:val="0"/>
        <w:rPr>
          <w:sz w:val="28"/>
        </w:rPr>
      </w:pPr>
    </w:p>
    <w:sectPr w:rsidR="009E23C5" w:rsidSect="003628B0">
      <w:footerReference w:type="even" r:id="rId8"/>
      <w:footerReference w:type="default" r:id="rId9"/>
      <w:pgSz w:w="12240" w:h="15840"/>
      <w:pgMar w:top="567" w:right="890" w:bottom="567" w:left="1418" w:header="720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3C5" w:rsidRDefault="009E23C5">
      <w:r>
        <w:separator/>
      </w:r>
    </w:p>
  </w:endnote>
  <w:endnote w:type="continuationSeparator" w:id="0">
    <w:p w:rsidR="009E23C5" w:rsidRDefault="009E2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3C5" w:rsidRDefault="009E23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23C5" w:rsidRDefault="009E23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3C5" w:rsidRDefault="009E23C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E23C5" w:rsidRDefault="009E23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3C5" w:rsidRDefault="009E23C5">
      <w:r>
        <w:separator/>
      </w:r>
    </w:p>
  </w:footnote>
  <w:footnote w:type="continuationSeparator" w:id="0">
    <w:p w:rsidR="009E23C5" w:rsidRDefault="009E2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F72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C8B61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3EBB4D5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623F4C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7DF17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6A2F4E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F9B6085"/>
    <w:multiLevelType w:val="hybridMultilevel"/>
    <w:tmpl w:val="5450E398"/>
    <w:lvl w:ilvl="0" w:tplc="FD1240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EF7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E7F0F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979"/>
    <w:rsid w:val="0000009C"/>
    <w:rsid w:val="0002367D"/>
    <w:rsid w:val="0004040A"/>
    <w:rsid w:val="00040F7E"/>
    <w:rsid w:val="00057661"/>
    <w:rsid w:val="0008214D"/>
    <w:rsid w:val="000A4D38"/>
    <w:rsid w:val="000B6D6D"/>
    <w:rsid w:val="000C5C1D"/>
    <w:rsid w:val="000E2C9C"/>
    <w:rsid w:val="000E6752"/>
    <w:rsid w:val="000F46D1"/>
    <w:rsid w:val="00102795"/>
    <w:rsid w:val="00104CE4"/>
    <w:rsid w:val="00122CA3"/>
    <w:rsid w:val="001459EA"/>
    <w:rsid w:val="00147A3F"/>
    <w:rsid w:val="00153B5F"/>
    <w:rsid w:val="0015481C"/>
    <w:rsid w:val="00170598"/>
    <w:rsid w:val="00175675"/>
    <w:rsid w:val="001A3B08"/>
    <w:rsid w:val="001C6A54"/>
    <w:rsid w:val="001C7712"/>
    <w:rsid w:val="001E51D8"/>
    <w:rsid w:val="001F3EC6"/>
    <w:rsid w:val="001F5CB3"/>
    <w:rsid w:val="00212516"/>
    <w:rsid w:val="00225305"/>
    <w:rsid w:val="00233058"/>
    <w:rsid w:val="00242F6C"/>
    <w:rsid w:val="00243397"/>
    <w:rsid w:val="002504FE"/>
    <w:rsid w:val="00266254"/>
    <w:rsid w:val="002952F4"/>
    <w:rsid w:val="002A7F99"/>
    <w:rsid w:val="002B5A5F"/>
    <w:rsid w:val="003055F1"/>
    <w:rsid w:val="003132AB"/>
    <w:rsid w:val="0033161D"/>
    <w:rsid w:val="00331B8E"/>
    <w:rsid w:val="00341C99"/>
    <w:rsid w:val="0035380E"/>
    <w:rsid w:val="003628B0"/>
    <w:rsid w:val="0036291B"/>
    <w:rsid w:val="0036796A"/>
    <w:rsid w:val="0039702E"/>
    <w:rsid w:val="003A1257"/>
    <w:rsid w:val="003A5600"/>
    <w:rsid w:val="003D5F37"/>
    <w:rsid w:val="003D610E"/>
    <w:rsid w:val="003D636B"/>
    <w:rsid w:val="003E1B6C"/>
    <w:rsid w:val="003E5E4F"/>
    <w:rsid w:val="003F62D7"/>
    <w:rsid w:val="00413539"/>
    <w:rsid w:val="00450398"/>
    <w:rsid w:val="0045307F"/>
    <w:rsid w:val="00463593"/>
    <w:rsid w:val="004661CD"/>
    <w:rsid w:val="0047656B"/>
    <w:rsid w:val="00482E3F"/>
    <w:rsid w:val="0049087A"/>
    <w:rsid w:val="004A4C0B"/>
    <w:rsid w:val="004A56F3"/>
    <w:rsid w:val="004C28BB"/>
    <w:rsid w:val="004D4A42"/>
    <w:rsid w:val="005046E7"/>
    <w:rsid w:val="00507448"/>
    <w:rsid w:val="00510963"/>
    <w:rsid w:val="0052154E"/>
    <w:rsid w:val="00537CC7"/>
    <w:rsid w:val="00561F56"/>
    <w:rsid w:val="00566881"/>
    <w:rsid w:val="00572ECB"/>
    <w:rsid w:val="00577146"/>
    <w:rsid w:val="005771BD"/>
    <w:rsid w:val="00584782"/>
    <w:rsid w:val="005A1BEA"/>
    <w:rsid w:val="005D4979"/>
    <w:rsid w:val="005D5794"/>
    <w:rsid w:val="005D5CCC"/>
    <w:rsid w:val="00617C9A"/>
    <w:rsid w:val="00623F13"/>
    <w:rsid w:val="00626546"/>
    <w:rsid w:val="00630F06"/>
    <w:rsid w:val="00635105"/>
    <w:rsid w:val="00654F18"/>
    <w:rsid w:val="00654F61"/>
    <w:rsid w:val="0066343F"/>
    <w:rsid w:val="00663D1C"/>
    <w:rsid w:val="006666DB"/>
    <w:rsid w:val="006745DF"/>
    <w:rsid w:val="00676BE0"/>
    <w:rsid w:val="006771BF"/>
    <w:rsid w:val="00684A7E"/>
    <w:rsid w:val="00696D40"/>
    <w:rsid w:val="006B428C"/>
    <w:rsid w:val="006C6874"/>
    <w:rsid w:val="006D3118"/>
    <w:rsid w:val="006D336E"/>
    <w:rsid w:val="006D7649"/>
    <w:rsid w:val="006E7A37"/>
    <w:rsid w:val="006F3704"/>
    <w:rsid w:val="006F4F37"/>
    <w:rsid w:val="00721C6F"/>
    <w:rsid w:val="007456FD"/>
    <w:rsid w:val="0074758D"/>
    <w:rsid w:val="00750DCE"/>
    <w:rsid w:val="0075133A"/>
    <w:rsid w:val="0077492E"/>
    <w:rsid w:val="00785D1C"/>
    <w:rsid w:val="007939A6"/>
    <w:rsid w:val="007A0D15"/>
    <w:rsid w:val="007A20C8"/>
    <w:rsid w:val="007B2FEB"/>
    <w:rsid w:val="007B5EA6"/>
    <w:rsid w:val="007C2C8D"/>
    <w:rsid w:val="007E78AD"/>
    <w:rsid w:val="00802792"/>
    <w:rsid w:val="00811F4E"/>
    <w:rsid w:val="00836A09"/>
    <w:rsid w:val="00836E4D"/>
    <w:rsid w:val="008373FB"/>
    <w:rsid w:val="00852E6C"/>
    <w:rsid w:val="00862A52"/>
    <w:rsid w:val="00864B64"/>
    <w:rsid w:val="008760A8"/>
    <w:rsid w:val="008929F2"/>
    <w:rsid w:val="00897285"/>
    <w:rsid w:val="00897E54"/>
    <w:rsid w:val="008A580C"/>
    <w:rsid w:val="008A798C"/>
    <w:rsid w:val="008E020F"/>
    <w:rsid w:val="00911692"/>
    <w:rsid w:val="009157B5"/>
    <w:rsid w:val="00924423"/>
    <w:rsid w:val="00926A69"/>
    <w:rsid w:val="009404E2"/>
    <w:rsid w:val="00944B34"/>
    <w:rsid w:val="00964E74"/>
    <w:rsid w:val="0099782F"/>
    <w:rsid w:val="009B57A7"/>
    <w:rsid w:val="009B789C"/>
    <w:rsid w:val="009B7B24"/>
    <w:rsid w:val="009C25EC"/>
    <w:rsid w:val="009D6626"/>
    <w:rsid w:val="009E23C5"/>
    <w:rsid w:val="009F7D9A"/>
    <w:rsid w:val="00A16F10"/>
    <w:rsid w:val="00A52DAC"/>
    <w:rsid w:val="00A63D40"/>
    <w:rsid w:val="00A708C9"/>
    <w:rsid w:val="00A82F3E"/>
    <w:rsid w:val="00A876A4"/>
    <w:rsid w:val="00A941A1"/>
    <w:rsid w:val="00AB4A31"/>
    <w:rsid w:val="00AB5E74"/>
    <w:rsid w:val="00AC35C7"/>
    <w:rsid w:val="00AC3A92"/>
    <w:rsid w:val="00AD4532"/>
    <w:rsid w:val="00AE1F9C"/>
    <w:rsid w:val="00AF397E"/>
    <w:rsid w:val="00B04284"/>
    <w:rsid w:val="00B22E2D"/>
    <w:rsid w:val="00B50A0A"/>
    <w:rsid w:val="00B52FF3"/>
    <w:rsid w:val="00B6155C"/>
    <w:rsid w:val="00B65DFB"/>
    <w:rsid w:val="00B71ED8"/>
    <w:rsid w:val="00B771F1"/>
    <w:rsid w:val="00B805FF"/>
    <w:rsid w:val="00B83B35"/>
    <w:rsid w:val="00BA0046"/>
    <w:rsid w:val="00BA23EB"/>
    <w:rsid w:val="00BA7484"/>
    <w:rsid w:val="00BA76B5"/>
    <w:rsid w:val="00BA79BC"/>
    <w:rsid w:val="00BD72B0"/>
    <w:rsid w:val="00BF58FB"/>
    <w:rsid w:val="00C06BF5"/>
    <w:rsid w:val="00C344B8"/>
    <w:rsid w:val="00C37971"/>
    <w:rsid w:val="00C61B65"/>
    <w:rsid w:val="00C63967"/>
    <w:rsid w:val="00C77282"/>
    <w:rsid w:val="00C82E3A"/>
    <w:rsid w:val="00CB4589"/>
    <w:rsid w:val="00CB73CA"/>
    <w:rsid w:val="00CD44C3"/>
    <w:rsid w:val="00CE46F9"/>
    <w:rsid w:val="00D01D3C"/>
    <w:rsid w:val="00D1390B"/>
    <w:rsid w:val="00D25B78"/>
    <w:rsid w:val="00D42719"/>
    <w:rsid w:val="00D571F0"/>
    <w:rsid w:val="00D813AC"/>
    <w:rsid w:val="00D87FB8"/>
    <w:rsid w:val="00DE0EE0"/>
    <w:rsid w:val="00DE5F4D"/>
    <w:rsid w:val="00E051E6"/>
    <w:rsid w:val="00E070EA"/>
    <w:rsid w:val="00E15443"/>
    <w:rsid w:val="00E26832"/>
    <w:rsid w:val="00E303C1"/>
    <w:rsid w:val="00E40EBE"/>
    <w:rsid w:val="00E43292"/>
    <w:rsid w:val="00E47418"/>
    <w:rsid w:val="00E7274C"/>
    <w:rsid w:val="00E7557C"/>
    <w:rsid w:val="00EA0836"/>
    <w:rsid w:val="00EA2324"/>
    <w:rsid w:val="00EA3909"/>
    <w:rsid w:val="00EA7F72"/>
    <w:rsid w:val="00EB0441"/>
    <w:rsid w:val="00EB1541"/>
    <w:rsid w:val="00EB2745"/>
    <w:rsid w:val="00EB7E26"/>
    <w:rsid w:val="00EC0C9E"/>
    <w:rsid w:val="00EE7683"/>
    <w:rsid w:val="00F05B82"/>
    <w:rsid w:val="00F10389"/>
    <w:rsid w:val="00F12F9A"/>
    <w:rsid w:val="00F20777"/>
    <w:rsid w:val="00F4190A"/>
    <w:rsid w:val="00F761F4"/>
    <w:rsid w:val="00F777D4"/>
    <w:rsid w:val="00F82369"/>
    <w:rsid w:val="00F936FB"/>
    <w:rsid w:val="00F93E79"/>
    <w:rsid w:val="00F97238"/>
    <w:rsid w:val="00FA61BB"/>
    <w:rsid w:val="00FC77B6"/>
    <w:rsid w:val="00FE6A25"/>
    <w:rsid w:val="00FF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5135"/>
    <o:shapelayout v:ext="edit">
      <o:idmap v:ext="edit" data="1,2,3,4,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5C1D"/>
    <w:pPr>
      <w:keepNext/>
      <w:outlineLvl w:val="2"/>
    </w:pPr>
    <w:rPr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5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25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25EB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Pr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25EB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C25EB"/>
    <w:rPr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25EB"/>
    <w:rPr>
      <w:sz w:val="20"/>
      <w:szCs w:val="20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8C25E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jc w:val="center"/>
      <w:outlineLvl w:val="0"/>
    </w:pPr>
    <w:rPr>
      <w:rFonts w:ascii="Arial" w:hAnsi="Arial" w:cs="Arial"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25EB"/>
    <w:rPr>
      <w:rFonts w:asciiTheme="majorHAnsi" w:eastAsiaTheme="majorEastAsia" w:hAnsiTheme="majorHAnsi" w:cstheme="majorBidi"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ind w:left="709" w:hanging="709"/>
    </w:pPr>
    <w:rPr>
      <w:sz w:val="24"/>
    </w:rPr>
  </w:style>
  <w:style w:type="paragraph" w:styleId="BodyTextIndent">
    <w:name w:val="Body Text Indent"/>
    <w:basedOn w:val="Normal"/>
    <w:link w:val="BodyTextIndentChar"/>
    <w:uiPriority w:val="99"/>
    <w:pPr>
      <w:ind w:left="567" w:hanging="567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25EB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ind w:firstLine="284"/>
      <w:jc w:val="both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C25E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19</Pages>
  <Words>134</Words>
  <Characters>766</Characters>
  <Application>Microsoft Office Outlook</Application>
  <DocSecurity>0</DocSecurity>
  <Lines>0</Lines>
  <Paragraphs>0</Paragraphs>
  <ScaleCrop>false</ScaleCrop>
  <Company>Napalm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Awal</cp:lastModifiedBy>
  <cp:revision>2</cp:revision>
  <cp:lastPrinted>2013-02-12T05:06:00Z</cp:lastPrinted>
  <dcterms:created xsi:type="dcterms:W3CDTF">2022-10-03T03:03:00Z</dcterms:created>
  <dcterms:modified xsi:type="dcterms:W3CDTF">2022-10-03T03:03:00Z</dcterms:modified>
</cp:coreProperties>
</file>