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77E9" w14:textId="5F84E5A2" w:rsidR="00A33F88" w:rsidRPr="00FA71BF" w:rsidRDefault="00F8322C" w:rsidP="00A33F88">
      <w:pPr>
        <w:widowControl w:val="0"/>
        <w:spacing w:line="360" w:lineRule="auto"/>
        <w:ind w:firstLine="709"/>
        <w:rPr>
          <w:rFonts w:ascii="Times New Roman" w:eastAsia="Microsoft Sans Serif" w:hAnsi="Times New Roman"/>
          <w:i w:val="0"/>
          <w:iCs/>
          <w:color w:val="000000"/>
          <w:szCs w:val="28"/>
          <w:lang w:bidi="ru-RU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86A512B" wp14:editId="39D98B69">
                <wp:simplePos x="0" y="0"/>
                <wp:positionH relativeFrom="page">
                  <wp:posOffset>352742</wp:posOffset>
                </wp:positionH>
                <wp:positionV relativeFrom="page">
                  <wp:posOffset>189426</wp:posOffset>
                </wp:positionV>
                <wp:extent cx="7020560" cy="10332085"/>
                <wp:effectExtent l="0" t="0" r="0" b="0"/>
                <wp:wrapNone/>
                <wp:docPr id="2247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0560" cy="10332085"/>
                          <a:chOff x="567" y="284"/>
                          <a:chExt cx="11056" cy="16271"/>
                        </a:xfrm>
                      </wpg:grpSpPr>
                      <wpg:grpSp>
                        <wpg:cNvPr id="2248" name="Group 414"/>
                        <wpg:cNvGrpSpPr>
                          <a:grpSpLocks/>
                        </wpg:cNvGrpSpPr>
                        <wpg:grpSpPr bwMode="auto">
                          <a:xfrm>
                            <a:off x="567" y="8552"/>
                            <a:ext cx="561" cy="8003"/>
                            <a:chOff x="3194" y="6929"/>
                            <a:chExt cx="561" cy="8155"/>
                          </a:xfrm>
                        </wpg:grpSpPr>
                        <wpg:grpSp>
                          <wpg:cNvPr id="2249" name="Group 415"/>
                          <wpg:cNvGrpSpPr>
                            <a:grpSpLocks/>
                          </wpg:cNvGrpSpPr>
                          <wpg:grpSpPr bwMode="auto">
                            <a:xfrm>
                              <a:off x="3194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2250" name="Text Box 4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98DE7D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Инв. № подп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1" name="Text Box 4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97238F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2" name="Text Box 4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7031AE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Взам. инв. №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3" name="Text Box 4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54B392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Инв. № дубл.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4" name="Text Box 4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27D5F3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55" name="Group 421"/>
                          <wpg:cNvGrpSpPr>
                            <a:grpSpLocks/>
                          </wpg:cNvGrpSpPr>
                          <wpg:grpSpPr bwMode="auto">
                            <a:xfrm>
                              <a:off x="3472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2256" name="Text Box 4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24204C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7" name="Text Box 4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BD2B6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8" name="Text Box 4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E5686E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59" name="Text Box 4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BF0BF5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260" name="Text Box 4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33E60A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61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1134" y="284"/>
                            <a:ext cx="10488" cy="16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62" name="Group 428"/>
                        <wpg:cNvGrpSpPr>
                          <a:grpSpLocks/>
                        </wpg:cNvGrpSpPr>
                        <wpg:grpSpPr bwMode="auto">
                          <a:xfrm>
                            <a:off x="1134" y="15717"/>
                            <a:ext cx="10489" cy="837"/>
                            <a:chOff x="1140" y="12894"/>
                            <a:chExt cx="10489" cy="853"/>
                          </a:xfrm>
                        </wpg:grpSpPr>
                        <wps:wsp>
                          <wps:cNvPr id="2263" name="Rectangle 4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0" y="12894"/>
                              <a:ext cx="10488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64" name="Group 430"/>
                          <wpg:cNvGrpSpPr>
                            <a:grpSpLocks/>
                          </wpg:cNvGrpSpPr>
                          <wpg:grpSpPr bwMode="auto">
                            <a:xfrm>
                              <a:off x="1143" y="12894"/>
                              <a:ext cx="10486" cy="853"/>
                              <a:chOff x="989" y="11410"/>
                              <a:chExt cx="10486" cy="853"/>
                            </a:xfrm>
                          </wpg:grpSpPr>
                          <wpg:grpSp>
                            <wpg:cNvPr id="2265" name="Group 4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908" y="11410"/>
                                <a:ext cx="567" cy="853"/>
                                <a:chOff x="9096" y="9973"/>
                                <a:chExt cx="851" cy="853"/>
                              </a:xfrm>
                            </wpg:grpSpPr>
                            <wps:wsp>
                              <wps:cNvPr id="2266" name="Text Box 4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96" y="9973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CD4897" w14:textId="77777777" w:rsidR="00F8322C" w:rsidRDefault="00F8322C" w:rsidP="00F8322C">
                                    <w:pPr>
                                      <w:pStyle w:val="a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267" name="Text Box 4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97" y="10259"/>
                                  <a:ext cx="850" cy="5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7361DB" w14:textId="77777777" w:rsidR="00F8322C" w:rsidRDefault="00F8322C" w:rsidP="00F8322C">
                                    <w:pPr>
                                      <w:pStyle w:val="a3"/>
                                      <w:spacing w:before="120"/>
                                      <w:rPr>
                                        <w:noProof w:val="0"/>
                                        <w:sz w:val="2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2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sz w:val="22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sz w:val="22"/>
                                        <w:lang w:val="en-US"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sz w:val="22"/>
                                        <w:lang w:val="en-US"/>
                                      </w:rPr>
                                      <w:t>3</w:t>
                                    </w:r>
                                    <w:r>
                                      <w:rPr>
                                        <w:noProof w:val="0"/>
                                        <w:sz w:val="22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68" name="Text Box 4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72" y="11413"/>
                                <a:ext cx="6236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B73759" w14:textId="77777777" w:rsidR="00F8322C" w:rsidRPr="00FA71BF" w:rsidRDefault="00F8322C" w:rsidP="00F8322C">
                                  <w:pPr>
                                    <w:pStyle w:val="a3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32"/>
                                    </w:rPr>
                                    <w:t>КР.00.12.12.1.037.00.000-ПЗ</w:t>
                                  </w:r>
                                </w:p>
                                <w:p w14:paraId="52D3124B" w14:textId="77777777" w:rsidR="00F8322C" w:rsidRDefault="00F8322C" w:rsidP="00F8322C">
                                  <w:pPr>
                                    <w:pStyle w:val="a3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g:grpSp>
                            <wpg:cNvPr id="2269" name="Group 4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89" y="11413"/>
                                <a:ext cx="3683" cy="850"/>
                                <a:chOff x="1248" y="9691"/>
                                <a:chExt cx="3683" cy="861"/>
                              </a:xfrm>
                            </wpg:grpSpPr>
                            <wpg:grpSp>
                              <wpg:cNvPr id="2270" name="Group 4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48" y="10272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2271" name="Text Box 4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039AB8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2272" name="Text Box 4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801F31D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2273" name="Text Box 4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478CC44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2274" name="Text Box 4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F180637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  <wps:wsp>
                                <wps:cNvPr id="2275" name="Text Box 4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6C35600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18000" tIns="10800" rIns="18000" bIns="108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276" name="Group 4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48" y="9691"/>
                                  <a:ext cx="3683" cy="581"/>
                                  <a:chOff x="3033" y="9482"/>
                                  <a:chExt cx="3683" cy="581"/>
                                </a:xfrm>
                              </wpg:grpSpPr>
                              <wpg:grpSp>
                                <wpg:cNvPr id="2277" name="Group 4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34" y="9492"/>
                                    <a:ext cx="3682" cy="561"/>
                                    <a:chOff x="1240" y="9793"/>
                                    <a:chExt cx="3685" cy="568"/>
                                  </a:xfrm>
                                </wpg:grpSpPr>
                                <wpg:grpSp>
                                  <wpg:cNvPr id="2278" name="Group 4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10078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2279" name="Text Box 4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E6A66AC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0" name="Text Box 4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3C814F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1" name="Text Box 4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5ED12DE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2" name="Text Box 44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5C62440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3" name="Text Box 44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05FCC5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84" name="Group 45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9793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2285" name="Text Box 4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9DAF520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6" name="Text Box 4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B7B0FCD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7" name="Text Box 45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239097E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8" name="Text Box 45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0BB909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9" name="Text Box 4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16E940E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18000" tIns="10800" rIns="18000" bIns="1080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290" name="Line 4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99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1" name="Line 4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33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2" name="Line 4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15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3" name="Line 4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8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4" name="Line 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30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95" name="Line 4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6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A512B" id="Group 413" o:spid="_x0000_s1026" style="position:absolute;left:0;text-align:left;margin-left:27.75pt;margin-top:14.9pt;width:552.8pt;height:813.55pt;z-index:-251657216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" o:allowincell="f">
                <v:group id="Group 41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9V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Cmz2FueBOegNz8AgAA//8DAFBLAQItABQABgAIAAAAIQDb4fbL7gAAAIUBAAATAAAAAAAAAAAA&#10;AAAAAAAAAABbQ29udGVudF9UeXBlc10ueG1sUEsBAi0AFAAGAAgAAAAhAFr0LFu/AAAAFQEAAAsA&#10;AAAAAAAAAAAAAAAAHwEAAF9yZWxzLy5yZWxzUEsBAi0AFAAGAAgAAAAhANMoz1XEAAAA3QAAAA8A&#10;AAAAAAAAAAAAAAAABwIAAGRycy9kb3ducmV2LnhtbFBLBQYAAAAAAwADALcAAAD4AgAAAAA=&#10;">
                  <v:group id="Group 41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GrO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UnyPoXHm/AE5PwOAAD//wMAUEsBAi0AFAAGAAgAAAAhANvh9svuAAAAhQEAABMAAAAAAAAA&#10;AAAAAAAAAAAAAFtDb250ZW50X1R5cGVzXS54bWxQSwECLQAUAAYACAAAACEAWvQsW78AAAAVAQAA&#10;CwAAAAAAAAAAAAAAAAAfAQAAX3JlbHMvLnJlbHNQSwECLQAUAAYACAAAACEAvGRqzsYAAADdAAAA&#10;DwAAAAAAAAAAAAAAAAAHAgAAZHJzL2Rvd25yZXYueG1sUEsFBgAAAAADAAMAtwAAAPo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" strokeweight="2.25pt">
                      <v:textbox style="layout-flow:vertical;mso-layout-flow-alt:bottom-to-top" inset=".5mm,.3mm,.5mm,.3mm">
                        <w:txbxContent>
                          <w:p w14:paraId="3498DE7D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Инв. № подп</w:t>
                            </w:r>
                          </w:p>
                        </w:txbxContent>
                      </v:textbox>
                    </v:shape>
                    <v:shape id="Text Box 41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6E97238F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41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177031AE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Взам. инв. №</w:t>
                            </w:r>
                          </w:p>
                        </w:txbxContent>
                      </v:textbox>
                    </v:shape>
                    <v:shape id="Text Box 41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0454B392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Инв. № дубл.</w:t>
                            </w:r>
                          </w:p>
                        </w:txbxContent>
                      </v:textbox>
                    </v:shape>
                    <v:shape id="Text Box 42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1327D5F3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</v:group>
                  <v:group id="Group 42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">
                    <v:shape id="Text Box 42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" strokeweight="2.25pt">
                      <v:textbox style="layout-flow:vertical;mso-layout-flow-alt:bottom-to-top" inset=".5mm,.3mm,.5mm,.3mm">
                        <w:txbxContent>
                          <w:p w14:paraId="2424204C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42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72BBD2B6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42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" strokeweight="2.25pt">
                      <v:textbox style="layout-flow:vertical;mso-layout-flow-alt:bottom-to-top" inset=".5mm,.3mm,.5mm,.3mm">
                        <w:txbxContent>
                          <w:p w14:paraId="60E5686E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42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" strokeweight="2.25pt">
                      <v:textbox style="layout-flow:vertical;mso-layout-flow-alt:bottom-to-top" inset=".5mm,.3mm,.5mm,.3mm">
                        <w:txbxContent>
                          <w:p w14:paraId="5CBF0BF5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42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" strokeweight="2.25pt">
                      <v:textbox style="layout-flow:vertical;mso-layout-flow-alt:bottom-to-top" inset=".5mm,.3mm,.5mm,.3mm">
                        <w:txbxContent>
                          <w:p w14:paraId="6C33E60A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</v:group>
                </v:group>
                <v:rect id="Rectangle 42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" strokeweight="2.25pt"/>
                <v:group id="Group 42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Tf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">
                  <v:rect id="Rectangle 42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" strokeweight="2.25pt"/>
                  <v:group id="Group 43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Jkw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JLpBzzfhCcgl38AAAD//wMAUEsBAi0AFAAGAAgAAAAhANvh9svuAAAAhQEAABMAAAAAAAAA&#10;AAAAAAAAAAAAAFtDb250ZW50X1R5cGVzXS54bWxQSwECLQAUAAYACAAAACEAWvQsW78AAAAVAQAA&#10;CwAAAAAAAAAAAAAAAAAfAQAAX3JlbHMvLnJlbHNQSwECLQAUAAYACAAAACEAGdCZMMYAAADdAAAA&#10;DwAAAAAAAAAAAAAAAAAHAgAAZHJzL2Rvd25yZXYueG1sUEsFBgAAAAADAAMAtwAAAPoCAAAAAA==&#10;">
                    <v:group id="Group 43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Dyr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">
                      <v:shape id="Text Box 43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" strokeweight="2.25pt">
                        <v:textbox inset=".5mm,.3mm,.5mm,.3mm">
                          <w:txbxContent>
                            <w:p w14:paraId="74CD4897" w14:textId="77777777" w:rsidR="00F8322C" w:rsidRDefault="00F8322C" w:rsidP="00F8322C">
                              <w:pPr>
                                <w:pStyle w:val="a3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43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" strokeweight="2.25pt">
                        <v:textbox inset=".5mm,.3mm,.5mm,.3mm">
                          <w:txbxContent>
                            <w:p w14:paraId="387361DB" w14:textId="77777777" w:rsidR="00F8322C" w:rsidRDefault="00F8322C" w:rsidP="00F8322C">
                              <w:pPr>
                                <w:pStyle w:val="a3"/>
                                <w:spacing w:before="120"/>
                                <w:rPr>
                                  <w:noProof w:val="0"/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sz w:val="22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sz w:val="22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sz w:val="22"/>
                                  <w:lang w:val="en-US"/>
                                </w:rPr>
                                <w:fldChar w:fldCharType="separate"/>
                              </w:r>
                              <w:r>
                                <w:rPr>
                                  <w:sz w:val="22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noProof w:val="0"/>
                                  <w:sz w:val="22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  <v:shape id="Text Box 43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" strokeweight="2.25pt">
                      <v:textbox inset=".5mm,.3mm,.5mm,.3mm">
                        <w:txbxContent>
                          <w:p w14:paraId="1FB73759" w14:textId="77777777" w:rsidR="00F8322C" w:rsidRPr="00FA71BF" w:rsidRDefault="00F8322C" w:rsidP="00F8322C">
                            <w:pPr>
                              <w:pStyle w:val="a3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  <w:r>
                              <w:rPr>
                                <w:noProof w:val="0"/>
                                <w:sz w:val="32"/>
                              </w:rPr>
                              <w:t>КР.00.12.12.1.037.00.000-ПЗ</w:t>
                            </w:r>
                          </w:p>
                          <w:p w14:paraId="52D3124B" w14:textId="77777777" w:rsidR="00F8322C" w:rsidRDefault="00F8322C" w:rsidP="00F8322C">
                            <w:pPr>
                              <w:pStyle w:val="a3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  <v:group id="Group 43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Tau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ZHP7ehCcgV78AAAD//wMAUEsBAi0AFAAGAAgAAAAhANvh9svuAAAAhQEAABMAAAAAAAAA&#10;AAAAAAAAAAAAAFtDb250ZW50X1R5cGVzXS54bWxQSwECLQAUAAYACAAAACEAWvQsW78AAAAVAQAA&#10;CwAAAAAAAAAAAAAAAAAfAQAAX3JlbHMvLnJlbHNQSwECLQAUAAYACAAAACEA99E2rsYAAADdAAAA&#10;DwAAAAAAAAAAAAAAAAAHAgAAZHJzL2Rvd25yZXYueG1sUEsFBgAAAAADAAMAtwAAAPoCAAAAAA==&#10;">
                      <v:group id="Group 43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gnu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/eBOegNz8AgAA//8DAFBLAQItABQABgAIAAAAIQDb4fbL7gAAAIUBAAATAAAAAAAAAAAA&#10;AAAAAAAAAABbQ29udGVudF9UeXBlc10ueG1sUEsBAi0AFAAGAAgAAAAhAFr0LFu/AAAAFQEAAAsA&#10;AAAAAAAAAAAAAAAAHwEAAF9yZWxzLy5yZWxzUEsBAi0AFAAGAAgAAAAhAOMyCe7EAAAA3QAAAA8A&#10;AAAAAAAAAAAAAAAABwIAAGRycy9kb3ducmV2LnhtbFBLBQYAAAAAAwADALcAAAD4AgAAAAA=&#10;">
                        <v:shape id="Text Box 43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" strokeweight="2.25pt">
                          <v:textbox inset=".5mm,.3mm,.5mm,.3mm">
                            <w:txbxContent>
                              <w:p w14:paraId="53039AB8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43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" strokeweight="2.25pt">
                          <v:textbox inset=".5mm,.3mm,.5mm,.3mm">
                            <w:txbxContent>
                              <w:p w14:paraId="3801F31D" w14:textId="77777777" w:rsidR="00F8322C" w:rsidRDefault="00F8322C" w:rsidP="00F8322C">
                                <w:pPr>
                                  <w:pStyle w:val="a3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43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" strokeweight="2.25pt">
                          <v:textbox inset=".5mm,.3mm,.5mm,.3mm">
                            <w:txbxContent>
                              <w:p w14:paraId="3478CC44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4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" strokeweight="2.25pt">
                          <v:textbox inset=".5mm,.3mm,.5mm,.3mm">
                            <w:txbxContent>
                              <w:p w14:paraId="6F180637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4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" strokeweight="2.25pt">
                          <v:textbox inset=".5mm,.3mm,.5mm,.3mm">
                            <w:txbxContent>
                              <w:p w14:paraId="06C35600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44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zQB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HDP7ehCcgV78AAAD//wMAUEsBAi0AFAAGAAgAAAAhANvh9svuAAAAhQEAABMAAAAAAAAA&#10;AAAAAAAAAAAAAFtDb250ZW50X1R5cGVzXS54bWxQSwECLQAUAAYACAAAACEAWvQsW78AAAAVAQAA&#10;CwAAAAAAAAAAAAAAAAAfAQAAX3JlbHMvLnJlbHNQSwECLQAUAAYACAAAACEAA5c0AcYAAADdAAAA&#10;DwAAAAAAAAAAAAAAAAAHAgAAZHJzL2Rvd25yZXYueG1sUEsFBgAAAAADAAMAtwAAAPoCAAAAAA==&#10;">
                        <v:group id="Group 44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5Ga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CTTKTzfhCcgl38AAAD//wMAUEsBAi0AFAAGAAgAAAAhANvh9svuAAAAhQEAABMAAAAAAAAA&#10;AAAAAAAAAAAAAFtDb250ZW50X1R5cGVzXS54bWxQSwECLQAUAAYACAAAACEAWvQsW78AAAAVAQAA&#10;CwAAAAAAAAAAAAAAAAAfAQAAX3JlbHMvLnJlbHNQSwECLQAUAAYACAAAACEAbNuRmsYAAADdAAAA&#10;DwAAAAAAAAAAAAAAAAAHAgAAZHJzL2Rvd25yZXYueG1sUEsFBgAAAAADAAMAtwAAAPoCAAAAAA==&#10;">
                          <v:group id="Group 44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">
                            <v:shape id="Text Box 44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" strokeweight="1pt">
                              <v:textbox inset=".5mm,.3mm,.5mm,.3mm">
                                <w:txbxContent>
                                  <w:p w14:paraId="7E6A66AC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4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" strokeweight="1pt">
                              <v:textbox inset=".5mm,.3mm,.5mm,.3mm">
                                <w:txbxContent>
                                  <w:p w14:paraId="243C814F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4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75ED12DE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4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65C62440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4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5905FCC5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45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">
                            <v:shape id="Text Box 45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19DAF520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5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4B7B0FCD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5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4239097E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5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" strokeweight="1pt">
                              <v:textbox inset=".5mm,.3mm,.5mm,.3mm">
                                <w:txbxContent>
                                  <w:p w14:paraId="7A0BB909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45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" strokeweight="1pt">
                              <v:textbox inset=".5mm,.3mm,.5mm,.3mm">
                                <w:txbxContent>
                                  <w:p w14:paraId="116E940E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45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" strokeweight="2.25pt"/>
                        <v:line id="Line 45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" strokeweight="2.25pt"/>
                        <v:line id="Line 45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" strokeweight="2.25pt"/>
                        <v:line id="Line 45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" strokeweight="2.25pt"/>
                        <v:line id="Line 46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" strokeweight="2.25pt"/>
                        <v:line id="Line 46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" strokeweight="2.25pt"/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5141FB86" w14:textId="77777777" w:rsidR="00F36488" w:rsidRPr="00A33F88" w:rsidRDefault="00F36488">
      <w:pPr>
        <w:pStyle w:val="a6"/>
      </w:pPr>
    </w:p>
    <w:p w14:paraId="2961A457" w14:textId="77777777" w:rsidR="00F36488" w:rsidRPr="00A33F88" w:rsidRDefault="00F36488">
      <w:pPr>
        <w:pStyle w:val="a6"/>
        <w:sectPr w:rsidR="00F36488" w:rsidRPr="00A33F88" w:rsidSect="00FA71BF">
          <w:type w:val="continuous"/>
          <w:pgSz w:w="11907" w:h="16840" w:code="9"/>
          <w:pgMar w:top="851" w:right="567" w:bottom="1134" w:left="1418" w:header="284" w:footer="284" w:gutter="0"/>
          <w:pgNumType w:start="3"/>
          <w:cols w:space="720"/>
        </w:sectPr>
      </w:pPr>
      <w:bookmarkStart w:id="0" w:name="_Hlk115454792"/>
    </w:p>
    <w:p w14:paraId="07372995" w14:textId="69C607B8" w:rsidR="00CD0042" w:rsidRDefault="00CD0042" w:rsidP="00CD0042">
      <w:pPr>
        <w:widowControl w:val="0"/>
        <w:tabs>
          <w:tab w:val="right" w:leader="dot" w:pos="9780"/>
        </w:tabs>
        <w:spacing w:line="360" w:lineRule="auto"/>
        <w:ind w:firstLine="709"/>
        <w:rPr>
          <w:rFonts w:ascii="Times New Roman" w:hAnsi="Times New Roman"/>
          <w:i w:val="0"/>
          <w:iCs/>
          <w:szCs w:val="28"/>
        </w:rPr>
      </w:pPr>
      <w:r w:rsidRPr="00CD0042">
        <w:rPr>
          <w:rFonts w:ascii="Times New Roman" w:hAnsi="Times New Roman"/>
          <w:i w:val="0"/>
          <w:iCs/>
          <w:szCs w:val="28"/>
        </w:rPr>
        <w:t xml:space="preserve"> </w:t>
      </w:r>
    </w:p>
    <w:p w14:paraId="04573C64" w14:textId="77777777" w:rsidR="00A33F88" w:rsidRPr="00A33F88" w:rsidRDefault="00A33F88" w:rsidP="00A33F88">
      <w:pPr>
        <w:pStyle w:val="a6"/>
        <w:sectPr w:rsidR="00A33F88" w:rsidRPr="00A33F88" w:rsidSect="00FA71BF">
          <w:headerReference w:type="default" r:id="rId8"/>
          <w:type w:val="continuous"/>
          <w:pgSz w:w="11907" w:h="16840" w:code="9"/>
          <w:pgMar w:top="851" w:right="567" w:bottom="1134" w:left="1418" w:header="284" w:footer="284" w:gutter="0"/>
          <w:pgNumType w:start="3"/>
          <w:cols w:space="720"/>
        </w:sectPr>
      </w:pPr>
    </w:p>
    <w:p w14:paraId="430A4A0F" w14:textId="5385F0A5" w:rsidR="00F36488" w:rsidRPr="00FA71BF" w:rsidRDefault="00F8322C" w:rsidP="00FA71BF">
      <w:pPr>
        <w:pStyle w:val="a6"/>
        <w:spacing w:line="360" w:lineRule="auto"/>
        <w:rPr>
          <w:i w:val="0"/>
          <w:iCs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546DD9BC" wp14:editId="4C30E447">
                <wp:simplePos x="0" y="0"/>
                <wp:positionH relativeFrom="page">
                  <wp:posOffset>400050</wp:posOffset>
                </wp:positionH>
                <wp:positionV relativeFrom="page">
                  <wp:posOffset>182880</wp:posOffset>
                </wp:positionV>
                <wp:extent cx="7016115" cy="10332085"/>
                <wp:effectExtent l="0" t="0" r="0" b="0"/>
                <wp:wrapNone/>
                <wp:docPr id="547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115" cy="10332085"/>
                          <a:chOff x="573" y="284"/>
                          <a:chExt cx="11049" cy="16271"/>
                        </a:xfrm>
                      </wpg:grpSpPr>
                      <wpg:grpSp>
                        <wpg:cNvPr id="548" name="Group 230"/>
                        <wpg:cNvGrpSpPr>
                          <a:grpSpLocks/>
                        </wpg:cNvGrpSpPr>
                        <wpg:grpSpPr bwMode="auto">
                          <a:xfrm>
                            <a:off x="573" y="8557"/>
                            <a:ext cx="561" cy="7998"/>
                            <a:chOff x="3194" y="6929"/>
                            <a:chExt cx="561" cy="8155"/>
                          </a:xfrm>
                        </wpg:grpSpPr>
                        <wpg:grpSp>
                          <wpg:cNvPr id="549" name="Group 231"/>
                          <wpg:cNvGrpSpPr>
                            <a:grpSpLocks/>
                          </wpg:cNvGrpSpPr>
                          <wpg:grpSpPr bwMode="auto">
                            <a:xfrm>
                              <a:off x="3194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550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1049E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Инв. № подп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1" name="Text Box 2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BE4305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2" name="Text Box 2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60DAC9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Взам. инв. №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3" name="Text Box 2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266E1B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Инв. № дубл.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4" name="Text Box 2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36020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Подп. и дата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55" name="Group 237"/>
                          <wpg:cNvGrpSpPr>
                            <a:grpSpLocks/>
                          </wpg:cNvGrpSpPr>
                          <wpg:grpSpPr bwMode="auto">
                            <a:xfrm>
                              <a:off x="3472" y="6929"/>
                              <a:ext cx="283" cy="8155"/>
                              <a:chOff x="3194" y="6929"/>
                              <a:chExt cx="283" cy="8155"/>
                            </a:xfrm>
                          </wpg:grpSpPr>
                          <wps:wsp>
                            <wps:cNvPr id="556" name="Text Box 2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3667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16C958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7" name="Text Box 2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1707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1757A9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8" name="Text Box 2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8901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29EE6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9" name="Text Box 2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10306"/>
                                <a:ext cx="283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98B4D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60" name="Text Box 2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94" y="6929"/>
                                <a:ext cx="283" cy="19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6CC85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561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134" y="284"/>
                            <a:ext cx="10488" cy="16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62" name="Group 244"/>
                        <wpg:cNvGrpSpPr>
                          <a:grpSpLocks/>
                        </wpg:cNvGrpSpPr>
                        <wpg:grpSpPr bwMode="auto">
                          <a:xfrm>
                            <a:off x="1134" y="14321"/>
                            <a:ext cx="10488" cy="2234"/>
                            <a:chOff x="1418" y="13315"/>
                            <a:chExt cx="10488" cy="2278"/>
                          </a:xfrm>
                        </wpg:grpSpPr>
                        <wps:wsp>
                          <wps:cNvPr id="563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18" y="13317"/>
                              <a:ext cx="10488" cy="22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64" name="Group 246"/>
                          <wpg:cNvGrpSpPr>
                            <a:grpSpLocks/>
                          </wpg:cNvGrpSpPr>
                          <wpg:grpSpPr bwMode="auto">
                            <a:xfrm>
                              <a:off x="1421" y="13315"/>
                              <a:ext cx="10485" cy="2278"/>
                              <a:chOff x="1135" y="11234"/>
                              <a:chExt cx="10485" cy="2278"/>
                            </a:xfrm>
                          </wpg:grpSpPr>
                          <wpg:grpSp>
                            <wpg:cNvPr id="565" name="Group 2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817" y="11234"/>
                                <a:ext cx="6803" cy="2268"/>
                                <a:chOff x="4667" y="12846"/>
                                <a:chExt cx="6803" cy="2268"/>
                              </a:xfrm>
                            </wpg:grpSpPr>
                            <wpg:grpSp>
                              <wpg:cNvPr id="566" name="Group 2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29" y="13691"/>
                                  <a:ext cx="2841" cy="577"/>
                                  <a:chOff x="6360" y="12791"/>
                                  <a:chExt cx="2841" cy="577"/>
                                </a:xfrm>
                              </wpg:grpSpPr>
                              <wps:wsp>
                                <wps:cNvPr id="567" name="Text Box 2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365" y="12791"/>
                                    <a:ext cx="84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A581620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8" name="Text Box 2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18" y="12791"/>
                                    <a:ext cx="84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48021D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Лист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9" name="Text Box 2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0" y="12791"/>
                                    <a:ext cx="113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2BAC26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Листов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0" name="Text Box 2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23" y="13077"/>
                                    <a:ext cx="84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2B8805F" w14:textId="77777777" w:rsidR="00F8322C" w:rsidRPr="00FA71BF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instrText>PAGE   \* MERGEFORMAT</w:instrTex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fldChar w:fldCharType="separate"/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1" name="Text Box 2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70" y="13072"/>
                                    <a:ext cx="113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FC32CB2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  <w:lang w:val="en-US"/>
                                        </w:rPr>
                                        <w:fldChar w:fldCharType="begin"/>
                                      </w:r>
                                      <w:r>
                                        <w:rPr>
                                          <w:noProof w:val="0"/>
                                          <w:lang w:val="en-US"/>
                                        </w:rPr>
                                        <w:instrText xml:space="preserve"> NUMPAGES  \* MERGEFORMAT </w:instrText>
                                      </w:r>
                                      <w:r>
                                        <w:rPr>
                                          <w:noProof w:val="0"/>
                                          <w:lang w:val="en-US"/>
                                        </w:rPr>
                                        <w:fldChar w:fldCharType="separate"/>
                                      </w:r>
                                      <w:r>
                                        <w:rPr>
                                          <w:lang w:val="en-US"/>
                                        </w:rPr>
                                        <w:t>6</w:t>
                                      </w:r>
                                      <w:r>
                                        <w:rPr>
                                          <w:noProof w:val="0"/>
                                          <w:lang w:val="en-US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572" name="Group 25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360" y="13084"/>
                                    <a:ext cx="848" cy="284"/>
                                    <a:chOff x="6125" y="9275"/>
                                    <a:chExt cx="850" cy="284"/>
                                  </a:xfrm>
                                </wpg:grpSpPr>
                                <wps:wsp>
                                  <wps:cNvPr id="573" name="Text Box 2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125" y="9275"/>
                                      <a:ext cx="283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F328AA" w14:textId="77777777" w:rsidR="00F8322C" w:rsidRDefault="00F8322C" w:rsidP="00F8322C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74" name="Text Box 25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09" y="9276"/>
                                      <a:ext cx="283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D2CE7CA" w14:textId="77777777" w:rsidR="00F8322C" w:rsidRDefault="00F8322C" w:rsidP="00F8322C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75" name="Text Box 25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692" y="9275"/>
                                      <a:ext cx="283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90ED3E8" w14:textId="77777777" w:rsidR="00F8322C" w:rsidRDefault="00F8322C" w:rsidP="00F8322C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576" name="Text Box 2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35" y="14264"/>
                                  <a:ext cx="2835" cy="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263703" w14:textId="4E55BD6B" w:rsidR="00F8322C" w:rsidRDefault="00F8322C" w:rsidP="00F8322C">
                                    <w:pPr>
                                      <w:pStyle w:val="a3"/>
                                      <w:spacing w:before="60"/>
                                      <w:rPr>
                                        <w:noProof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АДИ «</w:t>
                                    </w:r>
                                    <w:proofErr w:type="spellStart"/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Д</w:t>
                                    </w:r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он</w:t>
                                    </w:r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НТУ</w:t>
                                    </w:r>
                                    <w:proofErr w:type="spellEnd"/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»</w:t>
                                    </w:r>
                                  </w:p>
                                  <w:p w14:paraId="19192504" w14:textId="77777777" w:rsidR="00F8322C" w:rsidRPr="00FA71BF" w:rsidRDefault="00F8322C" w:rsidP="00F8322C">
                                    <w:pPr>
                                      <w:pStyle w:val="a3"/>
                                      <w:spacing w:before="60"/>
                                      <w:rPr>
                                        <w:noProof w:val="0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0"/>
                                      </w:rPr>
                                      <w:t>ОБД-20з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77" name="Text Box 2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67" y="13697"/>
                                  <a:ext cx="3969" cy="141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2DFBB1" w14:textId="77777777" w:rsidR="00F8322C" w:rsidRDefault="00F8322C" w:rsidP="00F8322C">
                                    <w:pPr>
                                      <w:pStyle w:val="a3"/>
                                      <w:spacing w:before="240"/>
                                      <w:rPr>
                                        <w:noProof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4"/>
                                      </w:rPr>
                                      <w:t>Пояснительная записка</w:t>
                                    </w:r>
                                  </w:p>
                                  <w:p w14:paraId="041D94D7" w14:textId="77777777" w:rsidR="00F8322C" w:rsidRDefault="00F8322C" w:rsidP="00F8322C">
                                    <w:pPr>
                                      <w:pStyle w:val="a3"/>
                                      <w:spacing w:before="240"/>
                                      <w:rPr>
                                        <w:noProof w:val="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24"/>
                                      </w:rPr>
                                      <w:t>Введение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78" name="Text Box 2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67" y="12846"/>
                                  <a:ext cx="6803" cy="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7AF3D5" w14:textId="77777777" w:rsidR="00F8322C" w:rsidRPr="00FA71BF" w:rsidRDefault="00F8322C" w:rsidP="00F8322C">
                                    <w:pPr>
                                      <w:pStyle w:val="a3"/>
                                      <w:spacing w:before="160"/>
                                      <w:rPr>
                                        <w:noProof w:val="0"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sz w:val="32"/>
                                      </w:rPr>
                                      <w:t>КР.00.12.12.1.036.00.000-ПЗ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79" name="Group 2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5" y="11238"/>
                                <a:ext cx="3685" cy="2274"/>
                                <a:chOff x="3028" y="10033"/>
                                <a:chExt cx="3685" cy="2274"/>
                              </a:xfrm>
                            </wpg:grpSpPr>
                            <wpg:grpSp>
                              <wpg:cNvPr id="580" name="Group 2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1" y="10614"/>
                                  <a:ext cx="3682" cy="1693"/>
                                  <a:chOff x="3314" y="10614"/>
                                  <a:chExt cx="3682" cy="1693"/>
                                </a:xfrm>
                              </wpg:grpSpPr>
                              <wpg:grpSp>
                                <wpg:cNvPr id="581" name="Group 26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14" y="10614"/>
                                    <a:ext cx="3682" cy="280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582" name="Text Box 26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507701" w14:textId="77777777" w:rsidR="00F8322C" w:rsidRDefault="00F8322C" w:rsidP="00F8322C">
                                        <w:pPr>
                                          <w:pStyle w:val="a3"/>
                                          <w:rPr>
                                            <w:noProof w:val="0"/>
                                          </w:rPr>
                                        </w:pPr>
                                        <w:r>
                                          <w:rPr>
                                            <w:noProof w:val="0"/>
                                          </w:rPr>
                                          <w:t>Лит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83" name="Text Box 26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22C9EB4" w14:textId="77777777" w:rsidR="00F8322C" w:rsidRDefault="00F8322C" w:rsidP="00F8322C">
                                        <w:pPr>
                                          <w:pStyle w:val="a3"/>
                                        </w:pPr>
                                        <w:r>
                                          <w:t>№ докум.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84" name="Text Box 26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8E6A59C" w14:textId="77777777" w:rsidR="00F8322C" w:rsidRDefault="00F8322C" w:rsidP="00F8322C">
                                        <w:pPr>
                                          <w:pStyle w:val="a3"/>
                                          <w:rPr>
                                            <w:noProof w:val="0"/>
                                          </w:rPr>
                                        </w:pPr>
                                        <w:r>
                                          <w:t>Изм</w:t>
                                        </w:r>
                                        <w:r>
                                          <w:rPr>
                                            <w:noProof w:val="0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85" name="Text Box 26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35045FE" w14:textId="77777777" w:rsidR="00F8322C" w:rsidRDefault="00F8322C" w:rsidP="00F8322C">
                                        <w:pPr>
                                          <w:pStyle w:val="a3"/>
                                          <w:rPr>
                                            <w:noProof w:val="0"/>
                                          </w:rPr>
                                        </w:pPr>
                                        <w:r>
                                          <w:t>Подп</w:t>
                                        </w:r>
                                        <w:r>
                                          <w:rPr>
                                            <w:noProof w:val="0"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86" name="Text Box 26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3041C0E" w14:textId="77777777" w:rsidR="00F8322C" w:rsidRDefault="00F8322C" w:rsidP="00F8322C">
                                        <w:pPr>
                                          <w:pStyle w:val="a3"/>
                                          <w:rPr>
                                            <w:noProof w:val="0"/>
                                          </w:rPr>
                                        </w:pPr>
                                        <w:r>
                                          <w:rPr>
                                            <w:noProof w:val="0"/>
                                          </w:rPr>
                                          <w:t>Дата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87" name="Group 2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14" y="10907"/>
                                    <a:ext cx="3682" cy="1400"/>
                                    <a:chOff x="2358" y="10607"/>
                                    <a:chExt cx="3682" cy="1400"/>
                                  </a:xfrm>
                                </wpg:grpSpPr>
                                <wpg:grpSp>
                                  <wpg:cNvPr id="588" name="Group 27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58" y="10609"/>
                                      <a:ext cx="3681" cy="1391"/>
                                      <a:chOff x="2924" y="10616"/>
                                      <a:chExt cx="3681" cy="1391"/>
                                    </a:xfrm>
                                  </wpg:grpSpPr>
                                  <wpg:grpSp>
                                    <wpg:cNvPr id="589" name="Group 27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24" y="10616"/>
                                        <a:ext cx="3680" cy="281"/>
                                        <a:chOff x="2196" y="10916"/>
                                        <a:chExt cx="3683" cy="284"/>
                                      </a:xfrm>
                                    </wpg:grpSpPr>
                                    <wps:wsp>
                                      <wps:cNvPr id="590" name="Text Box 27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58" y="10917"/>
                                          <a:ext cx="1305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3607A67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1" name="Text Box 27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196" y="10916"/>
                                          <a:ext cx="964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2B96E9D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t>Разраб</w:t>
                                            </w: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2" name="Text Box 27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461" y="10917"/>
                                          <a:ext cx="851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5A9ECA1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3" name="Text Box 27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11" y="10917"/>
                                          <a:ext cx="568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2D3D203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594" name="Group 27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25" y="10895"/>
                                        <a:ext cx="3680" cy="280"/>
                                        <a:chOff x="2196" y="10916"/>
                                        <a:chExt cx="3683" cy="284"/>
                                      </a:xfrm>
                                    </wpg:grpSpPr>
                                    <wps:wsp>
                                      <wps:cNvPr id="595" name="Text Box 277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58" y="10917"/>
                                          <a:ext cx="1305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516670D" w14:textId="77777777" w:rsidR="00F8322C" w:rsidRDefault="00F8322C" w:rsidP="00F8322C">
                                            <w:pPr>
                                              <w:pStyle w:val="a3"/>
                                              <w:jc w:val="left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Шилин И.В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6" name="Text Box 27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196" y="10916"/>
                                          <a:ext cx="964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0E2BE37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t>Пров</w:t>
                                            </w: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7" name="Text Box 27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461" y="10917"/>
                                          <a:ext cx="851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9540396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98" name="Text Box 28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11" y="10917"/>
                                          <a:ext cx="568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DC21489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599" name="Group 28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25" y="11174"/>
                                        <a:ext cx="3680" cy="280"/>
                                        <a:chOff x="2196" y="10916"/>
                                        <a:chExt cx="3683" cy="284"/>
                                      </a:xfrm>
                                    </wpg:grpSpPr>
                                    <wps:wsp>
                                      <wps:cNvPr id="600" name="Text Box 28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58" y="10917"/>
                                          <a:ext cx="1305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EB5ED7D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1" name="Text Box 28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196" y="10916"/>
                                          <a:ext cx="964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48949EA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Т. контр.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2" name="Text Box 28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461" y="10917"/>
                                          <a:ext cx="851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AB0019D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3" name="Text Box 28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11" y="10917"/>
                                          <a:ext cx="568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44142636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604" name="Group 28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25" y="11449"/>
                                        <a:ext cx="3680" cy="281"/>
                                        <a:chOff x="2196" y="10916"/>
                                        <a:chExt cx="3683" cy="284"/>
                                      </a:xfrm>
                                    </wpg:grpSpPr>
                                    <wps:wsp>
                                      <wps:cNvPr id="605" name="Text Box 287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58" y="10917"/>
                                          <a:ext cx="1305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A34CAA0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6" name="Text Box 288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196" y="10916"/>
                                          <a:ext cx="964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264CBCC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Н. контр.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7" name="Text Box 28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461" y="10917"/>
                                          <a:ext cx="851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CE3F20C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08" name="Text Box 290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11" y="10917"/>
                                          <a:ext cx="568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090E7CD2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609" name="Group 29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2925" y="11726"/>
                                        <a:ext cx="3680" cy="281"/>
                                        <a:chOff x="2196" y="10916"/>
                                        <a:chExt cx="3683" cy="284"/>
                                      </a:xfrm>
                                    </wpg:grpSpPr>
                                    <wps:wsp>
                                      <wps:cNvPr id="610" name="Text Box 29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158" y="10917"/>
                                          <a:ext cx="1305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B6641A8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11" name="Text Box 29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196" y="10916"/>
                                          <a:ext cx="964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00B3272" w14:textId="77777777" w:rsidR="00F8322C" w:rsidRDefault="00F8322C" w:rsidP="00F8322C">
                                            <w:pPr>
                                              <w:pStyle w:val="a3"/>
                                              <w:rPr>
                                                <w:noProof w:val="0"/>
                                              </w:rPr>
                                            </w:pPr>
                                            <w:r>
                                              <w:t>Утв</w:t>
                                            </w:r>
                                            <w:r>
                                              <w:rPr>
                                                <w:noProof w:val="0"/>
                                              </w:rPr>
                                              <w:t>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12" name="Text Box 29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461" y="10917"/>
                                          <a:ext cx="851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63580AEF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613" name="Text Box 29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311" y="10917"/>
                                          <a:ext cx="568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270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2FEFE99D" w14:textId="77777777" w:rsidR="00F8322C" w:rsidRDefault="00F8322C" w:rsidP="00F8322C">
                                            <w:pPr>
                                              <w:pStyle w:val="a3"/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614" name="Line 29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5473" y="10607"/>
                                      <a:ext cx="0" cy="1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15" name="Line 29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6040" y="10607"/>
                                      <a:ext cx="0" cy="1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16" name="Line 29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322" y="10607"/>
                                      <a:ext cx="0" cy="1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17" name="Line 29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621" y="10607"/>
                                      <a:ext cx="0" cy="1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18" name="Line 3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361" y="10607"/>
                                      <a:ext cx="0" cy="14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619" name="Group 3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28" y="10033"/>
                                  <a:ext cx="3683" cy="581"/>
                                  <a:chOff x="3033" y="9482"/>
                                  <a:chExt cx="3683" cy="581"/>
                                </a:xfrm>
                              </wpg:grpSpPr>
                              <wpg:grpSp>
                                <wpg:cNvPr id="620" name="Group 3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34" y="9492"/>
                                    <a:ext cx="3682" cy="561"/>
                                    <a:chOff x="1240" y="9793"/>
                                    <a:chExt cx="3685" cy="568"/>
                                  </a:xfrm>
                                </wpg:grpSpPr>
                                <wpg:grpSp>
                                  <wpg:cNvPr id="621" name="Group 3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10078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622" name="Text Box 3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F74BD7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3" name="Text Box 3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CF4B3BF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4" name="Text Box 30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F2387B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5" name="Text Box 3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4A75673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6" name="Text Box 3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3ECF84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27" name="Group 30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240" y="9793"/>
                                      <a:ext cx="3685" cy="283"/>
                                      <a:chOff x="3332" y="11725"/>
                                      <a:chExt cx="3681" cy="283"/>
                                    </a:xfrm>
                                  </wpg:grpSpPr>
                                  <wps:wsp>
                                    <wps:cNvPr id="628" name="Text Box 3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332" y="11725"/>
                                        <a:ext cx="39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7556EE2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9" name="Text Box 3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295" y="11725"/>
                                        <a:ext cx="130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288521C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0" name="Text Box 3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728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5687BFB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1" name="Text Box 3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597" y="11725"/>
                                        <a:ext cx="85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85AA1E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2" name="Text Box 31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46" y="11725"/>
                                        <a:ext cx="567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40B5306" w14:textId="77777777" w:rsidR="00F8322C" w:rsidRDefault="00F8322C" w:rsidP="00F8322C">
                                          <w:pPr>
                                            <w:pStyle w:val="a3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33" name="Line 3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99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4" name="Line 3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33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5" name="Line 31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715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6" name="Line 3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48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7" name="Line 3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430" y="949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8" name="Line 3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6" y="9482"/>
                                    <a:ext cx="0" cy="57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6DD9BC" id="Group 229" o:spid="_x0000_s1075" style="position:absolute;left:0;text-align:left;margin-left:31.5pt;margin-top:14.4pt;width:552.45pt;height:813.55pt;z-index:-251655168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" o:allowincell="f">
                <v:group id="Group 230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group id="Group 231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  <v:shape id="Text Box 232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" strokeweight="2.25pt">
                      <v:textbox style="layout-flow:vertical;mso-layout-flow-alt:bottom-to-top" inset="0,0,0,0">
                        <w:txbxContent>
                          <w:p w14:paraId="1401049E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Инв. № подп</w:t>
                            </w:r>
                          </w:p>
                        </w:txbxContent>
                      </v:textbox>
                    </v:shape>
                    <v:shape id="Text Box 233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" strokeweight="2.25pt">
                      <v:textbox style="layout-flow:vertical;mso-layout-flow-alt:bottom-to-top" inset="0,0,0,0">
                        <w:txbxContent>
                          <w:p w14:paraId="50BE4305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  <v:shape id="Text Box 234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" strokeweight="2.25pt">
                      <v:textbox style="layout-flow:vertical;mso-layout-flow-alt:bottom-to-top" inset="0,0,0,0">
                        <w:txbxContent>
                          <w:p w14:paraId="4F60DAC9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Взам. инв. №</w:t>
                            </w:r>
                          </w:p>
                        </w:txbxContent>
                      </v:textbox>
                    </v:shape>
                    <v:shape id="Text Box 235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" strokeweight="2.25pt">
                      <v:textbox style="layout-flow:vertical;mso-layout-flow-alt:bottom-to-top" inset="0,0,0,0">
                        <w:txbxContent>
                          <w:p w14:paraId="57266E1B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Инв. № дубл.</w:t>
                            </w:r>
                          </w:p>
                        </w:txbxContent>
                      </v:textbox>
                    </v:shape>
                    <v:shape id="Text Box 236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" strokeweight="2.25pt">
                      <v:textbox style="layout-flow:vertical;mso-layout-flow-alt:bottom-to-top" inset="0,0,0,0">
                        <w:txbxContent>
                          <w:p w14:paraId="53836020" w14:textId="77777777" w:rsidR="00F8322C" w:rsidRDefault="00F8322C" w:rsidP="00F8322C">
                            <w:pPr>
                              <w:pStyle w:val="a3"/>
                            </w:pPr>
                            <w:r>
                              <w:t>Подп. и дата</w:t>
                            </w:r>
                          </w:p>
                        </w:txbxContent>
                      </v:textbox>
                    </v:shape>
                  </v:group>
                  <v:group id="Group 237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<v:shape id="Text Box 238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" strokeweight="2.25pt">
                      <v:textbox style="layout-flow:vertical;mso-layout-flow-alt:bottom-to-top" inset="0,0,0,0">
                        <w:txbxContent>
                          <w:p w14:paraId="4316C958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239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" strokeweight="2.25pt">
                      <v:textbox style="layout-flow:vertical;mso-layout-flow-alt:bottom-to-top" inset="0,0,0,0">
                        <w:txbxContent>
                          <w:p w14:paraId="491757A9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240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" strokeweight="2.25pt">
                      <v:textbox style="layout-flow:vertical;mso-layout-flow-alt:bottom-to-top" inset="0,0,0,0">
                        <w:txbxContent>
                          <w:p w14:paraId="2C529EE6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241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" strokeweight="2.25pt">
                      <v:textbox style="layout-flow:vertical;mso-layout-flow-alt:bottom-to-top" inset="0,0,0,0">
                        <w:txbxContent>
                          <w:p w14:paraId="2C698B4D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  <v:shape id="Text Box 242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" strokeweight="2.25pt">
                      <v:textbox style="layout-flow:vertical;mso-layout-flow-alt:bottom-to-top" inset="0,0,0,0">
                        <w:txbxContent>
                          <w:p w14:paraId="0C96CC85" w14:textId="77777777" w:rsidR="00F8322C" w:rsidRDefault="00F8322C" w:rsidP="00F8322C">
                            <w:pPr>
                              <w:pStyle w:val="a3"/>
                            </w:pPr>
                          </w:p>
                        </w:txbxContent>
                      </v:textbox>
                    </v:shape>
                  </v:group>
                </v:group>
                <v:rect id="Rectangle 243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" strokeweight="2.25pt">
                  <v:textbox inset="0,0,0,0"/>
                </v:rect>
                <v:group id="Group 244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rect id="Rectangle 245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" strokeweight="2.25pt">
                    <v:textbox inset="0,0,0,0"/>
                  </v:rect>
                  <v:group id="Group 246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  <v:group id="Group 247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    <v:group id="Group 248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      <v:shape id="Text Box 249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" strokeweight="2.25pt">
                          <v:textbox inset="0,0,0,0">
                            <w:txbxContent>
                              <w:p w14:paraId="3A581620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250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" strokeweight="2.25pt">
                          <v:textbox inset="0,0,0,0">
                            <w:txbxContent>
                              <w:p w14:paraId="4D48021D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Лист</w:t>
                                </w:r>
                              </w:p>
                            </w:txbxContent>
                          </v:textbox>
                        </v:shape>
                        <v:shape id="Text Box 251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" strokeweight="2.25pt">
                          <v:textbox inset="0,0,0,0">
                            <w:txbxContent>
                              <w:p w14:paraId="532BAC26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Листов</w:t>
                                </w:r>
                              </w:p>
                            </w:txbxContent>
                          </v:textbox>
                        </v:shape>
                        <v:shape id="Text Box 252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" strokeweight="2.25pt">
                          <v:textbox inset="0,0,0,0">
                            <w:txbxContent>
                              <w:p w14:paraId="12B8805F" w14:textId="77777777" w:rsidR="00F8322C" w:rsidRPr="00FA71BF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 w:val="0"/>
                                  </w:rPr>
                                  <w:instrText>PAGE   \* MERGEFORMAT</w:instrText>
                                </w:r>
                                <w:r>
                                  <w:rPr>
                                    <w:noProof w:val="0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 w:val="0"/>
                                  </w:rPr>
                                  <w:t>1</w:t>
                                </w:r>
                                <w:r>
                                  <w:rPr>
                                    <w:noProof w:val="0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</v:shape>
                        <v:shape id="Text Box 253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" strokeweight="2.25pt">
                          <v:textbox inset="0,0,0,0">
                            <w:txbxContent>
                              <w:p w14:paraId="5FC32CB2" w14:textId="77777777" w:rsidR="00F8322C" w:rsidRDefault="00F8322C" w:rsidP="00F8322C">
                                <w:pPr>
                                  <w:pStyle w:val="a3"/>
                                  <w:rPr>
                                    <w:noProof w:val="0"/>
                                    <w:lang w:val="en-US"/>
                                  </w:rPr>
                                </w:pPr>
                                <w:r>
                                  <w:rPr>
                                    <w:noProof w:val="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 w:val="0"/>
                                    <w:lang w:val="en-US"/>
                                  </w:rPr>
                                  <w:instrText xml:space="preserve"> NUMPAGES  \* MERGEFORMAT </w:instrText>
                                </w:r>
                                <w:r>
                                  <w:rPr>
                                    <w:noProof w:val="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t>6</w:t>
                                </w:r>
                                <w:r>
                                  <w:rPr>
                                    <w:noProof w:val="0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</v:shape>
                        <v:group id="Group 254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        <v:shape id="Text Box 255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" strokeweight="1pt">
                            <v:textbox inset="0,0,0,0">
                              <w:txbxContent>
                                <w:p w14:paraId="76F328AA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256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" strokeweight="1pt">
                            <v:textbox inset="0,0,0,0">
                              <w:txbxContent>
                                <w:p w14:paraId="6D2CE7CA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257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" strokeweight="1pt">
                            <v:textbox inset="0,0,0,0">
                              <w:txbxContent>
                                <w:p w14:paraId="190ED3E8" w14:textId="77777777" w:rsidR="00F8322C" w:rsidRDefault="00F8322C" w:rsidP="00F8322C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shape id="Text Box 258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" strokeweight="2.25pt">
                        <v:textbox inset="0,0,0,0">
                          <w:txbxContent>
                            <w:p w14:paraId="14263703" w14:textId="4E55BD6B" w:rsidR="00F8322C" w:rsidRDefault="00F8322C" w:rsidP="00F8322C">
                              <w:pPr>
                                <w:pStyle w:val="a3"/>
                                <w:spacing w:before="60"/>
                                <w:rPr>
                                  <w:noProof w:val="0"/>
                                  <w:sz w:val="20"/>
                                </w:rPr>
                              </w:pPr>
                              <w:r>
                                <w:rPr>
                                  <w:noProof w:val="0"/>
                                  <w:sz w:val="20"/>
                                </w:rPr>
                                <w:t>АДИ «</w:t>
                              </w:r>
                              <w:proofErr w:type="spellStart"/>
                              <w:r>
                                <w:rPr>
                                  <w:noProof w:val="0"/>
                                  <w:sz w:val="20"/>
                                </w:rPr>
                                <w:t>Д</w:t>
                              </w:r>
                              <w:r>
                                <w:rPr>
                                  <w:noProof w:val="0"/>
                                  <w:sz w:val="20"/>
                                </w:rPr>
                                <w:t>он</w:t>
                              </w:r>
                              <w:r>
                                <w:rPr>
                                  <w:noProof w:val="0"/>
                                  <w:sz w:val="20"/>
                                </w:rPr>
                                <w:t>НТУ</w:t>
                              </w:r>
                              <w:proofErr w:type="spellEnd"/>
                              <w:r>
                                <w:rPr>
                                  <w:noProof w:val="0"/>
                                  <w:sz w:val="20"/>
                                </w:rPr>
                                <w:t>»</w:t>
                              </w:r>
                            </w:p>
                            <w:p w14:paraId="19192504" w14:textId="77777777" w:rsidR="00F8322C" w:rsidRPr="00FA71BF" w:rsidRDefault="00F8322C" w:rsidP="00F8322C">
                              <w:pPr>
                                <w:pStyle w:val="a3"/>
                                <w:spacing w:before="60"/>
                                <w:rPr>
                                  <w:noProof w:val="0"/>
                                  <w:sz w:val="20"/>
                                </w:rPr>
                              </w:pPr>
                              <w:r>
                                <w:rPr>
                                  <w:noProof w:val="0"/>
                                  <w:sz w:val="20"/>
                                </w:rPr>
                                <w:t>ОБД-20з</w:t>
                              </w:r>
                            </w:p>
                          </w:txbxContent>
                        </v:textbox>
                      </v:shape>
                      <v:shape id="Text Box 259" o:spid="_x0000_s1105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" strokeweight="2.25pt">
                        <v:textbox inset="0,0,0,0">
                          <w:txbxContent>
                            <w:p w14:paraId="492DFBB1" w14:textId="77777777" w:rsidR="00F8322C" w:rsidRDefault="00F8322C" w:rsidP="00F8322C">
                              <w:pPr>
                                <w:pStyle w:val="a3"/>
                                <w:spacing w:before="240"/>
                                <w:rPr>
                                  <w:noProof w:val="0"/>
                                  <w:sz w:val="24"/>
                                </w:rPr>
                              </w:pPr>
                              <w:r>
                                <w:rPr>
                                  <w:noProof w:val="0"/>
                                  <w:sz w:val="24"/>
                                </w:rPr>
                                <w:t>Пояснительная записка</w:t>
                              </w:r>
                            </w:p>
                            <w:p w14:paraId="041D94D7" w14:textId="77777777" w:rsidR="00F8322C" w:rsidRDefault="00F8322C" w:rsidP="00F8322C">
                              <w:pPr>
                                <w:pStyle w:val="a3"/>
                                <w:spacing w:before="240"/>
                                <w:rPr>
                                  <w:noProof w:val="0"/>
                                  <w:sz w:val="24"/>
                                </w:rPr>
                              </w:pPr>
                              <w:r>
                                <w:rPr>
                                  <w:noProof w:val="0"/>
                                  <w:sz w:val="24"/>
                                </w:rPr>
                                <w:t>Введение</w:t>
                              </w:r>
                            </w:p>
                          </w:txbxContent>
                        </v:textbox>
                      </v:shape>
                      <v:shape id="Text Box 260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" strokeweight="2.25pt">
                        <v:textbox inset="0,0,0,0">
                          <w:txbxContent>
                            <w:p w14:paraId="207AF3D5" w14:textId="77777777" w:rsidR="00F8322C" w:rsidRPr="00FA71BF" w:rsidRDefault="00F8322C" w:rsidP="00F8322C">
                              <w:pPr>
                                <w:pStyle w:val="a3"/>
                                <w:spacing w:before="160"/>
                                <w:rPr>
                                  <w:noProof w:val="0"/>
                                  <w:sz w:val="32"/>
                                </w:rPr>
                              </w:pPr>
                              <w:r>
                                <w:rPr>
                                  <w:noProof w:val="0"/>
                                  <w:sz w:val="32"/>
                                </w:rPr>
                                <w:t>КР.00.12.12.1.036.00.000-ПЗ</w:t>
                              </w:r>
                            </w:p>
                          </w:txbxContent>
                        </v:textbox>
                      </v:shape>
                    </v:group>
                    <v:group id="Group 261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    <v:group id="Group 262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      <v:group id="Group 263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        <v:shape id="Text Box 264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" strokeweight="2.25pt">
                            <v:textbox inset="0,0,0,0">
                              <w:txbxContent>
                                <w:p w14:paraId="2F507701" w14:textId="77777777" w:rsidR="00F8322C" w:rsidRDefault="00F8322C" w:rsidP="00F8322C">
                                  <w:pPr>
                                    <w:pStyle w:val="a3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Лит</w:t>
                                  </w:r>
                                </w:p>
                              </w:txbxContent>
                            </v:textbox>
                          </v:shape>
                          <v:shape id="Text Box 265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" strokeweight="2.25pt">
                            <v:textbox inset="0,0,0,0">
                              <w:txbxContent>
                                <w:p w14:paraId="322C9EB4" w14:textId="77777777" w:rsidR="00F8322C" w:rsidRDefault="00F8322C" w:rsidP="00F8322C">
                                  <w:pPr>
                                    <w:pStyle w:val="a3"/>
                                  </w:pPr>
                                  <w:r>
                                    <w:t>№ докум.</w:t>
                                  </w:r>
                                </w:p>
                              </w:txbxContent>
                            </v:textbox>
                          </v:shape>
                          <v:shape id="Text Box 266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" strokeweight="2.25pt">
                            <v:textbox inset="0,0,0,0">
                              <w:txbxContent>
                                <w:p w14:paraId="18E6A59C" w14:textId="77777777" w:rsidR="00F8322C" w:rsidRDefault="00F8322C" w:rsidP="00F8322C">
                                  <w:pPr>
                                    <w:pStyle w:val="a3"/>
                                    <w:rPr>
                                      <w:noProof w:val="0"/>
                                    </w:rPr>
                                  </w:pPr>
                                  <w:r>
                                    <w:t>Изм</w:t>
                                  </w:r>
                                  <w:r>
                                    <w:rPr>
                                      <w:noProof w:val="0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Text Box 267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" strokeweight="2.25pt">
                            <v:textbox inset="0,0,0,0">
                              <w:txbxContent>
                                <w:p w14:paraId="435045FE" w14:textId="77777777" w:rsidR="00F8322C" w:rsidRDefault="00F8322C" w:rsidP="00F8322C">
                                  <w:pPr>
                                    <w:pStyle w:val="a3"/>
                                    <w:rPr>
                                      <w:noProof w:val="0"/>
                                    </w:rPr>
                                  </w:pPr>
                                  <w:r>
                                    <w:t>Подп</w:t>
                                  </w:r>
                                  <w:r>
                                    <w:rPr>
                                      <w:noProof w:val="0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Text Box 268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" strokeweight="2.25pt">
                            <v:textbox inset="0,0,0,0">
                              <w:txbxContent>
                                <w:p w14:paraId="23041C0E" w14:textId="77777777" w:rsidR="00F8322C" w:rsidRDefault="00F8322C" w:rsidP="00F8322C">
                                  <w:pPr>
                                    <w:pStyle w:val="a3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Дата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269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        <v:group id="Group 270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jkZ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">
                            <v:group id="Group 271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            <v:shape id="Text Box 272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" strokeweight="1pt">
                                <v:textbox inset="0,0,0,0">
                                  <w:txbxContent>
                                    <w:p w14:paraId="73607A67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73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" strokeweight="1pt">
                                <v:textbox inset="0,0,0,0">
                                  <w:txbxContent>
                                    <w:p w14:paraId="02B96E9D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Разраб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74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" strokeweight="1pt">
                                <v:textbox inset="0,0,0,0">
                                  <w:txbxContent>
                                    <w:p w14:paraId="75A9ECA1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75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" strokeweight="1pt">
                                <v:textbox inset="0,0,0,0">
                                  <w:txbxContent>
                                    <w:p w14:paraId="62D3D203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  <v:group id="Group 276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XB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QvC/g9E46A3D4AAAD//wMAUEsBAi0AFAAGAAgAAAAhANvh9svuAAAAhQEAABMAAAAAAAAA&#10;AAAAAAAAAAAAAFtDb250ZW50X1R5cGVzXS54bWxQSwECLQAUAAYACAAAACEAWvQsW78AAAAVAQAA&#10;CwAAAAAAAAAAAAAAAAAfAQAAX3JlbHMvLnJlbHNQSwECLQAUAAYACAAAACEAx3qlwcYAAADcAAAA&#10;DwAAAAAAAAAAAAAAAAAHAgAAZHJzL2Rvd25yZXYueG1sUEsFBgAAAAADAAMAtwAAAPoCAAAAAA==&#10;">
                              <v:shape id="Text Box 277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" strokeweight="1pt">
                                <v:textbox inset="0,0,0,0">
                                  <w:txbxContent>
                                    <w:p w14:paraId="1516670D" w14:textId="77777777" w:rsidR="00F8322C" w:rsidRDefault="00F8322C" w:rsidP="00F8322C">
                                      <w:pPr>
                                        <w:pStyle w:val="a3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Шилин И.В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78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" strokeweight="1pt">
                                <v:textbox inset="0,0,0,0">
                                  <w:txbxContent>
                                    <w:p w14:paraId="10E2BE37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Пров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79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" strokeweight="1pt">
                                <v:textbox inset="0,0,0,0">
                                  <w:txbxContent>
                                    <w:p w14:paraId="79540396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80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" strokeweight="1pt">
                                <v:textbox inset="0,0,0,0">
                                  <w:txbxContent>
                                    <w:p w14:paraId="3DC21489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  <v:group id="Group 281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            <v:shape id="Text Box 282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" strokeweight="1pt">
                                <v:textbox inset="0,0,0,0">
                                  <w:txbxContent>
                                    <w:p w14:paraId="1EB5ED7D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83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648949EA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Т. контр.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84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Pj/xAAAANw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sxn8nUlHQK5/AQAA//8DAFBLAQItABQABgAIAAAAIQDb4fbL7gAAAIUBAAATAAAAAAAAAAAA&#10;AAAAAAAAAABbQ29udGVudF9UeXBlc10ueG1sUEsBAi0AFAAGAAgAAAAhAFr0LFu/AAAAFQEAAAsA&#10;AAAAAAAAAAAAAAAAHwEAAF9yZWxzLy5yZWxzUEsBAi0AFAAGAAgAAAAhAOBk+P/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5AB0019D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85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1kxAAAANw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LJvC35l0BOT6FwAA//8DAFBLAQItABQABgAIAAAAIQDb4fbL7gAAAIUBAAATAAAAAAAAAAAA&#10;AAAAAAAAAABbQ29udGVudF9UeXBlc10ueG1sUEsBAi0AFAAGAAgAAAAhAFr0LFu/AAAAFQEAAAsA&#10;AAAAAAAAAAAAAAAAHwEAAF9yZWxzLy5yZWxzUEsBAi0AFAAGAAgAAAAhAI8oXWT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44142636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  <v:group id="Group 286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          <v:shape id="Text Box 287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WCLxQAAANw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" strokeweight="1pt">
                                <v:textbox inset="0,0,0,0">
                                  <w:txbxContent>
                                    <w:p w14:paraId="3A34CAA0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88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/78xAAAANw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iyH25l0BOTiCgAA//8DAFBLAQItABQABgAIAAAAIQDb4fbL7gAAAIUBAAATAAAAAAAAAAAA&#10;AAAAAAAAAABbQ29udGVudF9UeXBlc10ueG1sUEsBAi0AFAAGAAgAAAAhAFr0LFu/AAAAFQEAAAsA&#10;AAAAAAAAAAAAAAAAHwEAAF9yZWxzLy5yZWxzUEsBAi0AFAAGAAgAAAAhAJ9f/vz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5264CBCC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Н. контр.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89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7CE3F20C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90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" strokeweight="1pt">
                                <v:textbox inset="0,0,0,0">
                                  <w:txbxContent>
                                    <w:p w14:paraId="090E7CD2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  <v:group id="Group 291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            <v:shape id="Text Box 292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" strokeweight="1pt">
                                <v:textbox inset="0,0,0,0">
                                  <w:txbxContent>
                                    <w:p w14:paraId="5B6641A8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93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600B3272" w14:textId="77777777" w:rsidR="00F8322C" w:rsidRDefault="00F8322C" w:rsidP="00F8322C">
                                      <w:pPr>
                                        <w:pStyle w:val="a3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Утв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94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" strokeweight="1pt">
                                <v:textbox inset="0,0,0,0">
                                  <w:txbxContent>
                                    <w:p w14:paraId="63580AEF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  <v:shape id="Text Box 295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" strokeweight="1pt">
                                <v:textbox inset="0,0,0,0">
                                  <w:txbxContent>
                                    <w:p w14:paraId="2FEFE99D" w14:textId="77777777" w:rsidR="00F8322C" w:rsidRDefault="00F8322C" w:rsidP="00F8322C">
                                      <w:pPr>
                                        <w:pStyle w:val="a3"/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line id="Line 296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" strokeweight="2.25pt"/>
                          <v:line id="Line 297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" strokeweight="2.25pt"/>
                          <v:line id="Line 298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" strokeweight="2.25pt"/>
                          <v:line id="Line 299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" strokeweight="2.25pt"/>
                          <v:line id="Line 300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" strokeweight="2.25pt"/>
                        </v:group>
                      </v:group>
                      <v:group id="Group 301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      <v:group id="Group 302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        <v:group id="Group 303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          <v:shape id="Text Box 304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" strokeweight="1pt">
                              <v:textbox inset="0,0,0,0">
                                <w:txbxContent>
                                  <w:p w14:paraId="74F74BD7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05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" strokeweight="1pt">
                              <v:textbox inset="0,0,0,0">
                                <w:txbxContent>
                                  <w:p w14:paraId="0CF4B3BF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06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" strokeweight="1pt">
                              <v:textbox inset="0,0,0,0">
                                <w:txbxContent>
                                  <w:p w14:paraId="7AF2387B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07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" strokeweight="1pt">
                              <v:textbox inset="0,0,0,0">
                                <w:txbxContent>
                                  <w:p w14:paraId="44A75673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08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" strokeweight="1pt">
                              <v:textbox inset="0,0,0,0">
                                <w:txbxContent>
                                  <w:p w14:paraId="073ECF84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309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          <v:shape id="Text Box 310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" strokeweight="1pt">
                              <v:textbox inset="0,0,0,0">
                                <w:txbxContent>
                                  <w:p w14:paraId="47556EE2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11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" strokeweight="1pt">
                              <v:textbox inset="0,0,0,0">
                                <w:txbxContent>
                                  <w:p w14:paraId="1288521C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12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" strokeweight="1pt">
                              <v:textbox inset="0,0,0,0">
                                <w:txbxContent>
                                  <w:p w14:paraId="55687BFB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13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" strokeweight="1pt">
                              <v:textbox inset="0,0,0,0">
                                <w:txbxContent>
                                  <w:p w14:paraId="7085AA1E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  <v:shape id="Text Box 314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" strokeweight="1pt">
                              <v:textbox inset="0,0,0,0">
                                <w:txbxContent>
                                  <w:p w14:paraId="640B5306" w14:textId="77777777" w:rsidR="00F8322C" w:rsidRDefault="00F8322C" w:rsidP="00F8322C">
                                    <w:pPr>
                                      <w:pStyle w:val="a3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315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" strokeweight="2.25pt"/>
                        <v:line id="Line 316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" strokeweight="2.25pt"/>
                        <v:line id="Line 317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" strokeweight="2.25pt"/>
                        <v:line id="Line 318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" strokeweight="2.25pt"/>
                        <v:line id="Line 319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" strokeweight="2.25pt"/>
                        <v:line id="Line 320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" strokeweight="2.25pt"/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36A628C2" w14:textId="77777777" w:rsidR="00FA71BF" w:rsidRPr="00FA71BF" w:rsidRDefault="00FA71BF">
      <w:pPr>
        <w:pStyle w:val="a6"/>
      </w:pPr>
    </w:p>
    <w:p w14:paraId="21EA5581" w14:textId="08B5846E" w:rsidR="00FA71BF" w:rsidRPr="00FA71BF" w:rsidRDefault="00FA71BF">
      <w:pPr>
        <w:pStyle w:val="a6"/>
        <w:sectPr w:rsidR="00FA71BF" w:rsidRPr="00FA71BF" w:rsidSect="00CD0042">
          <w:headerReference w:type="default" r:id="rId9"/>
          <w:pgSz w:w="11907" w:h="16840" w:code="9"/>
          <w:pgMar w:top="709" w:right="567" w:bottom="2835" w:left="1560" w:header="284" w:footer="284" w:gutter="0"/>
          <w:pgNumType w:start="5"/>
          <w:cols w:space="720"/>
        </w:sectPr>
      </w:pPr>
    </w:p>
    <w:bookmarkEnd w:id="0"/>
    <w:p w14:paraId="17474C6A" w14:textId="16BB136D" w:rsidR="005C33E9" w:rsidRPr="00FA71BF" w:rsidRDefault="005C33E9" w:rsidP="00F8322C">
      <w:pPr>
        <w:widowControl w:val="0"/>
        <w:spacing w:line="360" w:lineRule="auto"/>
        <w:ind w:firstLine="709"/>
      </w:pPr>
    </w:p>
    <w:sectPr w:rsidR="005C33E9" w:rsidRPr="00FA71BF" w:rsidSect="00F8322C">
      <w:headerReference w:type="default" r:id="rId10"/>
      <w:pgSz w:w="11907" w:h="16840" w:code="9"/>
      <w:pgMar w:top="851" w:right="567" w:bottom="1134" w:left="1418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7407" w14:textId="77777777" w:rsidR="001E36A8" w:rsidRDefault="001E36A8">
      <w:r>
        <w:separator/>
      </w:r>
    </w:p>
  </w:endnote>
  <w:endnote w:type="continuationSeparator" w:id="0">
    <w:p w14:paraId="2C225C2E" w14:textId="77777777" w:rsidR="001E36A8" w:rsidRDefault="001E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04AF" w14:textId="77777777" w:rsidR="001E36A8" w:rsidRDefault="001E36A8">
      <w:r>
        <w:separator/>
      </w:r>
    </w:p>
  </w:footnote>
  <w:footnote w:type="continuationSeparator" w:id="0">
    <w:p w14:paraId="1941B8CE" w14:textId="77777777" w:rsidR="001E36A8" w:rsidRDefault="001E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24E0" w14:textId="77777777" w:rsidR="00A33F88" w:rsidRDefault="00A33F88">
    <w:pPr>
      <w:pStyle w:val="a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87936" behindDoc="1" locked="0" layoutInCell="0" allowOverlap="1" wp14:anchorId="00F6755B" wp14:editId="0A00D9F0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332085"/>
              <wp:effectExtent l="0" t="0" r="0" b="0"/>
              <wp:wrapNone/>
              <wp:docPr id="2388" name="Group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2389" name="Group 41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2390" name="Group 41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91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FD13A5" w14:textId="77777777" w:rsidR="00A33F88" w:rsidRDefault="00A33F88">
                                <w:pPr>
                                  <w:pStyle w:val="a3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2" name="Text Box 4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A3F2C5" w14:textId="77777777" w:rsidR="00A33F88" w:rsidRDefault="00A33F88">
                                <w:pPr>
                                  <w:pStyle w:val="a3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3" name="Text Box 4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6FC25" w14:textId="77777777" w:rsidR="00A33F88" w:rsidRDefault="00A33F88">
                                <w:pPr>
                                  <w:pStyle w:val="a3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4" name="Text Box 4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9A586C" w14:textId="77777777" w:rsidR="00A33F88" w:rsidRDefault="00A33F88">
                                <w:pPr>
                                  <w:pStyle w:val="a3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5" name="Text Box 4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5BA721" w14:textId="77777777" w:rsidR="00A33F88" w:rsidRDefault="00A33F88">
                                <w:pPr>
                                  <w:pStyle w:val="a3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2396" name="Group 42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2397" name="Text Box 4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2BA780" w14:textId="77777777" w:rsidR="00A33F88" w:rsidRDefault="00A33F88">
                                <w:pPr>
                                  <w:pStyle w:val="a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8" name="Text Box 4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EC226B" w14:textId="77777777" w:rsidR="00A33F88" w:rsidRDefault="00A33F88">
                                <w:pPr>
                                  <w:pStyle w:val="a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399" name="Text Box 4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FF4FCE" w14:textId="77777777" w:rsidR="00A33F88" w:rsidRDefault="00A33F88">
                                <w:pPr>
                                  <w:pStyle w:val="a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0" name="Text Box 4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5DA8D9" w14:textId="77777777" w:rsidR="00A33F88" w:rsidRDefault="00A33F88">
                                <w:pPr>
                                  <w:pStyle w:val="a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2401" name="Text Box 4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418A0E" w14:textId="77777777" w:rsidR="00A33F88" w:rsidRDefault="00A33F88">
                                <w:pPr>
                                  <w:pStyle w:val="a3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2402" name="Rectangle 42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03" name="Group 42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2404" name="Rectangle 42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405" name="Group 43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2406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2407" name="Text Box 4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1147B0" w14:textId="77777777" w:rsidR="00A33F88" w:rsidRDefault="00A33F88">
                                  <w:pPr>
                                    <w:pStyle w:val="a3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2408" name="Text Box 4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AD6C12" w14:textId="77777777" w:rsidR="00A33F88" w:rsidRDefault="00A33F88">
                                  <w:pPr>
                                    <w:pStyle w:val="a3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sz w:val="22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2409" name="Text Box 4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66BA52" w14:textId="77777777" w:rsidR="00A33F88" w:rsidRPr="00FA71BF" w:rsidRDefault="00A33F88" w:rsidP="00FA71BF">
                                <w:pPr>
                                  <w:pStyle w:val="a3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noProof w:val="0"/>
                                    <w:sz w:val="32"/>
                                  </w:rPr>
                                  <w:t>КР.00.12.12.1.037.00.000-ПЗ</w:t>
                                </w:r>
                              </w:p>
                              <w:p w14:paraId="35069FD3" w14:textId="77777777" w:rsidR="00A33F88" w:rsidRDefault="00A33F88">
                                <w:pPr>
                                  <w:pStyle w:val="a3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2410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2411" name="Group 4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2412" name="Text Box 4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45A71A" w14:textId="77777777" w:rsidR="00A33F88" w:rsidRDefault="00A33F88">
                                    <w:pPr>
                                      <w:pStyle w:val="a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13" name="Text Box 4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AD8DC3" w14:textId="77777777" w:rsidR="00A33F88" w:rsidRDefault="00A33F88">
                                    <w:pPr>
                                      <w:pStyle w:val="a3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14" name="Text Box 4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1C2806" w14:textId="77777777" w:rsidR="00A33F88" w:rsidRDefault="00A33F88">
                                    <w:pPr>
                                      <w:pStyle w:val="a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15" name="Text Box 4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E29F82" w14:textId="77777777" w:rsidR="00A33F88" w:rsidRDefault="00A33F88">
                                    <w:pPr>
                                      <w:pStyle w:val="a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16" name="Text Box 4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57015" w14:textId="77777777" w:rsidR="00A33F88" w:rsidRDefault="00A33F88">
                                    <w:pPr>
                                      <w:pStyle w:val="a3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17" name="Group 4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2418" name="Group 4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2419" name="Group 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420" name="Text Box 44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54F7725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1" name="Text Box 44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447096C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2" name="Text Box 44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AE6A359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3" name="Text Box 44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77A67CC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4" name="Text Box 44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1584173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425" name="Group 4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2426" name="Text Box 45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BA1A95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7" name="Text Box 45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4783F79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8" name="Text Box 45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5EC08B0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29" name="Text Box 45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EE91520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2430" name="Text Box 45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112913B" w14:textId="77777777" w:rsidR="00A33F88" w:rsidRDefault="00A33F88">
                                        <w:pPr>
                                          <w:pStyle w:val="a3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431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2" name="Line 4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3" name="Line 4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4" name="Line 4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5" name="Line 4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36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F6755B" id="_x0000_s1167" style="position:absolute;left:0;text-align:left;margin-left:28.35pt;margin-top:14.2pt;width:552.8pt;height:813.55pt;z-index:-251628544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" o:allowincell="f">
              <v:group id="Group 414" o:spid="_x0000_s1168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/J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m3/B8E56AXDwAAAD//wMAUEsBAi0AFAAGAAgAAAAhANvh9svuAAAAhQEAABMAAAAAAAAA&#10;AAAAAAAAAAAAAFtDb250ZW50X1R5cGVzXS54bWxQSwECLQAUAAYACAAAACEAWvQsW78AAAAVAQAA&#10;CwAAAAAAAAAAAAAAAAAfAQAAX3JlbHMvLnJlbHNQSwECLQAUAAYACAAAACEAMTzfycYAAADdAAAA&#10;DwAAAAAAAAAAAAAAAAAHAgAAZHJzL2Rvd25yZXYueG1sUEsFBgAAAAADAAMAtwAAAPoCAAAAAA==&#10;">
                <v:group id="Group 415" o:spid="_x0000_s1169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6" o:spid="_x0000_s1170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" strokeweight="2.25pt">
                    <v:textbox style="layout-flow:vertical;mso-layout-flow-alt:bottom-to-top" inset=".5mm,.3mm,.5mm,.3mm">
                      <w:txbxContent>
                        <w:p w14:paraId="12FD13A5" w14:textId="77777777" w:rsidR="00A33F88" w:rsidRDefault="00A33F88">
                          <w:pPr>
                            <w:pStyle w:val="a3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417" o:spid="_x0000_s1171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" strokeweight="2.25pt">
                    <v:textbox style="layout-flow:vertical;mso-layout-flow-alt:bottom-to-top" inset=".5mm,.3mm,.5mm,.3mm">
                      <w:txbxContent>
                        <w:p w14:paraId="73A3F2C5" w14:textId="77777777" w:rsidR="00A33F88" w:rsidRDefault="00A33F88">
                          <w:pPr>
                            <w:pStyle w:val="a3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418" o:spid="_x0000_s1172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2DF6FC25" w14:textId="77777777" w:rsidR="00A33F88" w:rsidRDefault="00A33F88">
                          <w:pPr>
                            <w:pStyle w:val="a3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419" o:spid="_x0000_s1173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" strokeweight="2.25pt">
                    <v:textbox style="layout-flow:vertical;mso-layout-flow-alt:bottom-to-top" inset=".5mm,.3mm,.5mm,.3mm">
                      <w:txbxContent>
                        <w:p w14:paraId="1A9A586C" w14:textId="77777777" w:rsidR="00A33F88" w:rsidRDefault="00A33F88">
                          <w:pPr>
                            <w:pStyle w:val="a3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420" o:spid="_x0000_s1174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3F5BA721" w14:textId="77777777" w:rsidR="00A33F88" w:rsidRDefault="00A33F88">
                          <w:pPr>
                            <w:pStyle w:val="a3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421" o:spid="_x0000_s1175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t1m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I6+J/B6E56AXDwBAAD//wMAUEsBAi0AFAAGAAgAAAAhANvh9svuAAAAhQEAABMAAAAAAAAA&#10;AAAAAAAAAAAAAFtDb250ZW50X1R5cGVzXS54bWxQSwECLQAUAAYACAAAACEAWvQsW78AAAAVAQAA&#10;CwAAAAAAAAAAAAAAAAAfAQAAX3JlbHMvLnJlbHNQSwECLQAUAAYACAAAACEAxXrdZsYAAADdAAAA&#10;DwAAAAAAAAAAAAAAAAAHAgAAZHJzL2Rvd25yZXYueG1sUEsFBgAAAAADAAMAtwAAAPoCAAAAAA==&#10;">
                  <v:shape id="Text Box 422" o:spid="_x0000_s1176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" strokeweight="2.25pt">
                    <v:textbox style="layout-flow:vertical;mso-layout-flow-alt:bottom-to-top" inset=".5mm,.3mm,.5mm,.3mm">
                      <w:txbxContent>
                        <w:p w14:paraId="182BA780" w14:textId="77777777" w:rsidR="00A33F88" w:rsidRDefault="00A33F88">
                          <w:pPr>
                            <w:pStyle w:val="a3"/>
                          </w:pPr>
                        </w:p>
                      </w:txbxContent>
                    </v:textbox>
                  </v:shape>
                  <v:shape id="Text Box 423" o:spid="_x0000_s1177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7EEC226B" w14:textId="77777777" w:rsidR="00A33F88" w:rsidRDefault="00A33F88">
                          <w:pPr>
                            <w:pStyle w:val="a3"/>
                          </w:pPr>
                        </w:p>
                      </w:txbxContent>
                    </v:textbox>
                  </v:shape>
                  <v:shape id="Text Box 424" o:spid="_x0000_s1178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1FFF4FCE" w14:textId="77777777" w:rsidR="00A33F88" w:rsidRDefault="00A33F88">
                          <w:pPr>
                            <w:pStyle w:val="a3"/>
                          </w:pPr>
                        </w:p>
                      </w:txbxContent>
                    </v:textbox>
                  </v:shape>
                  <v:shape id="Text Box 425" o:spid="_x0000_s1179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" strokeweight="2.25pt">
                    <v:textbox style="layout-flow:vertical;mso-layout-flow-alt:bottom-to-top" inset=".5mm,.3mm,.5mm,.3mm">
                      <w:txbxContent>
                        <w:p w14:paraId="015DA8D9" w14:textId="77777777" w:rsidR="00A33F88" w:rsidRDefault="00A33F88">
                          <w:pPr>
                            <w:pStyle w:val="a3"/>
                          </w:pPr>
                        </w:p>
                      </w:txbxContent>
                    </v:textbox>
                  </v:shape>
                  <v:shape id="Text Box 426" o:spid="_x0000_s1180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" strokeweight="2.25pt">
                    <v:textbox style="layout-flow:vertical;mso-layout-flow-alt:bottom-to-top" inset=".5mm,.3mm,.5mm,.3mm">
                      <w:txbxContent>
                        <w:p w14:paraId="40418A0E" w14:textId="77777777" w:rsidR="00A33F88" w:rsidRDefault="00A33F88">
                          <w:pPr>
                            <w:pStyle w:val="a3"/>
                          </w:pPr>
                        </w:p>
                      </w:txbxContent>
                    </v:textbox>
                  </v:shape>
                </v:group>
              </v:group>
              <v:rect id="Rectangle 427" o:spid="_x0000_s1181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" strokeweight="2.25pt"/>
              <v:group id="Group 428" o:spid="_x0000_s1182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SYc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">
                <v:rect id="Rectangle 429" o:spid="_x0000_s1183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" strokeweight="2.25pt"/>
                <v:group id="Group 430" o:spid="_x0000_s1184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vz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xCn8vglPQK5/AAAA//8DAFBLAQItABQABgAIAAAAIQDb4fbL7gAAAIUBAAATAAAAAAAA&#10;AAAAAAAAAAAAAABbQ29udGVudF9UeXBlc10ueG1sUEsBAi0AFAAGAAgAAAAhAFr0LFu/AAAAFQEA&#10;AAsAAAAAAAAAAAAAAAAAHwEAAF9yZWxzLy5yZWxzUEsBAi0AFAAGAAgAAAAhAB0IG/PHAAAA3QAA&#10;AA8AAAAAAAAAAAAAAAAABwIAAGRycy9kb3ducmV2LnhtbFBLBQYAAAAAAwADALcAAAD7AgAAAAA=&#10;">
                  <v:group id="Group 431" o:spid="_x0000_s1185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  <v:shape id="Text Box 432" o:spid="_x0000_s1186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" strokeweight="2.25pt">
                      <v:textbox inset=".5mm,.3mm,.5mm,.3mm">
                        <w:txbxContent>
                          <w:p w14:paraId="721147B0" w14:textId="77777777" w:rsidR="00A33F88" w:rsidRDefault="00A33F88">
                            <w:pPr>
                              <w:pStyle w:val="a3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3" o:spid="_x0000_s1187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" strokeweight="2.25pt">
                      <v:textbox inset=".5mm,.3mm,.5mm,.3mm">
                        <w:txbxContent>
                          <w:p w14:paraId="18AD6C12" w14:textId="77777777" w:rsidR="00A33F88" w:rsidRDefault="00A33F88">
                            <w:pPr>
                              <w:pStyle w:val="a3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sz w:val="22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434" o:spid="_x0000_s1188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" strokeweight="2.25pt">
                    <v:textbox inset=".5mm,.3mm,.5mm,.3mm">
                      <w:txbxContent>
                        <w:p w14:paraId="3966BA52" w14:textId="77777777" w:rsidR="00A33F88" w:rsidRPr="00FA71BF" w:rsidRDefault="00A33F88" w:rsidP="00FA71BF">
                          <w:pPr>
                            <w:pStyle w:val="a3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  <w:r>
                            <w:rPr>
                              <w:noProof w:val="0"/>
                              <w:sz w:val="32"/>
                            </w:rPr>
                            <w:t>КР.00.12.12.1.037.00.000-ПЗ</w:t>
                          </w:r>
                        </w:p>
                        <w:p w14:paraId="35069FD3" w14:textId="77777777" w:rsidR="00A33F88" w:rsidRDefault="00A33F88">
                          <w:pPr>
                            <w:pStyle w:val="a3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435" o:spid="_x0000_s1189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  <v:group id="Group 436" o:spid="_x0000_s1190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ost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eN3peD3TXwCcvkDAAD//wMAUEsBAi0AFAAGAAgAAAAhANvh9svuAAAAhQEAABMAAAAAAAAA&#10;AAAAAAAAAAAAAFtDb250ZW50X1R5cGVzXS54bWxQSwECLQAUAAYACAAAACEAWvQsW78AAAAVAQAA&#10;CwAAAAAAAAAAAAAAAAAfAQAAX3JlbHMvLnJlbHNQSwECLQAUAAYACAAAACEA5+qLLcYAAADdAAAA&#10;DwAAAAAAAAAAAAAAAAAHAgAAZHJzL2Rvd25yZXYueG1sUEsFBgAAAAADAAMAtwAAAPoCAAAAAA==&#10;">
                      <v:shape id="Text Box 437" o:spid="_x0000_s1191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" strokeweight="2.25pt">
                        <v:textbox inset=".5mm,.3mm,.5mm,.3mm">
                          <w:txbxContent>
                            <w:p w14:paraId="3A45A71A" w14:textId="77777777" w:rsidR="00A33F88" w:rsidRDefault="00A33F88">
                              <w:pPr>
                                <w:pStyle w:val="a3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438" o:spid="_x0000_s1192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" strokeweight="2.25pt">
                        <v:textbox inset=".5mm,.3mm,.5mm,.3mm">
                          <w:txbxContent>
                            <w:p w14:paraId="31AD8DC3" w14:textId="77777777" w:rsidR="00A33F88" w:rsidRDefault="00A33F88">
                              <w:pPr>
                                <w:pStyle w:val="a3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439" o:spid="_x0000_s1193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" strokeweight="2.25pt">
                        <v:textbox inset=".5mm,.3mm,.5mm,.3mm">
                          <w:txbxContent>
                            <w:p w14:paraId="0D1C2806" w14:textId="77777777" w:rsidR="00A33F88" w:rsidRDefault="00A33F88">
                              <w:pPr>
                                <w:pStyle w:val="a3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0" o:spid="_x0000_s1194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" strokeweight="2.25pt">
                        <v:textbox inset=".5mm,.3mm,.5mm,.3mm">
                          <w:txbxContent>
                            <w:p w14:paraId="62E29F82" w14:textId="77777777" w:rsidR="00A33F88" w:rsidRDefault="00A33F88">
                              <w:pPr>
                                <w:pStyle w:val="a3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1" o:spid="_x0000_s1195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" strokeweight="2.25pt">
                        <v:textbox inset=".5mm,.3mm,.5mm,.3mm">
                          <w:txbxContent>
                            <w:p w14:paraId="5A057015" w14:textId="77777777" w:rsidR="00A33F88" w:rsidRDefault="00A33F88">
                              <w:pPr>
                                <w:pStyle w:val="a3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442" o:spid="_x0000_s1196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7bC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7GC3i+CU9Arv8AAAD//wMAUEsBAi0AFAAGAAgAAAAhANvh9svuAAAAhQEAABMAAAAAAAAA&#10;AAAAAAAAAAAAAFtDb250ZW50X1R5cGVzXS54bWxQSwECLQAUAAYACAAAACEAWvQsW78AAAAVAQAA&#10;CwAAAAAAAAAAAAAAAAAfAQAAX3JlbHMvLnJlbHNQSwECLQAUAAYACAAAACEAB0+2wsYAAADdAAAA&#10;DwAAAAAAAAAAAAAAAAAHAgAAZHJzL2Rvd25yZXYueG1sUEsFBgAAAAADAAMAtwAAAPoCAAAAAA==&#10;">
                      <v:group id="Group 443" o:spid="_x0000_s1197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CKw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OaGN+EJyM0vAAAA//8DAFBLAQItABQABgAIAAAAIQDb4fbL7gAAAIUBAAATAAAAAAAAAAAA&#10;AAAAAAAAAABbQ29udGVudF9UeXBlc10ueG1sUEsBAi0AFAAGAAgAAAAhAFr0LFu/AAAAFQEAAAsA&#10;AAAAAAAAAAAAAAAAHwEAAF9yZWxzLy5yZWxzUEsBAi0AFAAGAAgAAAAhAHbQIrDEAAAA3QAAAA8A&#10;AAAAAAAAAAAAAAAABwIAAGRycy9kb3ducmV2LnhtbFBLBQYAAAAAAwADALcAAAD4AgAAAAA=&#10;">
                        <v:group id="Group 444" o:spid="_x0000_s1198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Icr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yN3+H5JjwBuf4DAAD//wMAUEsBAi0AFAAGAAgAAAAhANvh9svuAAAAhQEAABMAAAAAAAAA&#10;AAAAAAAAAAAAAFtDb250ZW50X1R5cGVzXS54bWxQSwECLQAUAAYACAAAACEAWvQsW78AAAAVAQAA&#10;CwAAAAAAAAAAAAAAAAAfAQAAX3JlbHMvLnJlbHNQSwECLQAUAAYACAAAACEAGZyHK8YAAADdAAAA&#10;DwAAAAAAAAAAAAAAAAAHAgAAZHJzL2Rvd25yZXYueG1sUEsFBgAAAAADAAMAtwAAAPoCAAAAAA==&#10;">
                          <v:shape id="Text Box 445" o:spid="_x0000_s1199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" strokeweight="1pt">
                            <v:textbox inset=".5mm,.3mm,.5mm,.3mm">
                              <w:txbxContent>
                                <w:p w14:paraId="154F7725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46" o:spid="_x0000_s1200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" strokeweight="1pt">
                            <v:textbox inset=".5mm,.3mm,.5mm,.3mm">
                              <w:txbxContent>
                                <w:p w14:paraId="5447096C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47" o:spid="_x0000_s1201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" strokeweight="1pt">
                            <v:textbox inset=".5mm,.3mm,.5mm,.3mm">
                              <w:txbxContent>
                                <w:p w14:paraId="1AE6A359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48" o:spid="_x0000_s1202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" strokeweight="1pt">
                            <v:textbox inset=".5mm,.3mm,.5mm,.3mm">
                              <w:txbxContent>
                                <w:p w14:paraId="577A67CC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49" o:spid="_x0000_s1203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" strokeweight="1pt">
                            <v:textbox inset=".5mm,.3mm,.5mm,.3mm">
                              <w:txbxContent>
                                <w:p w14:paraId="51584173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450" o:spid="_x0000_s1204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eT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O/JDP7ehCcgV78AAAD//wMAUEsBAi0AFAAGAAgAAAAhANvh9svuAAAAhQEAABMAAAAAAAAA&#10;AAAAAAAAAAAAAFtDb250ZW50X1R5cGVzXS54bWxQSwECLQAUAAYACAAAACEAWvQsW78AAAAVAQAA&#10;CwAAAAAAAAAAAAAAAAAfAQAAX3JlbHMvLnJlbHNQSwECLQAUAAYACAAAACEAVr1Hk8YAAADdAAAA&#10;DwAAAAAAAAAAAAAAAAAHAgAAZHJzL2Rvd25yZXYueG1sUEsFBgAAAAADAAMAtwAAAPoCAAAAAA==&#10;">
                          <v:shape id="Text Box 451" o:spid="_x0000_s1205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" strokeweight="1pt">
                            <v:textbox inset=".5mm,.3mm,.5mm,.3mm">
                              <w:txbxContent>
                                <w:p w14:paraId="72BA1A95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52" o:spid="_x0000_s1206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" strokeweight="1pt">
                            <v:textbox inset=".5mm,.3mm,.5mm,.3mm">
                              <w:txbxContent>
                                <w:p w14:paraId="14783F79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53" o:spid="_x0000_s1207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" strokeweight="1pt">
                            <v:textbox inset=".5mm,.3mm,.5mm,.3mm">
                              <w:txbxContent>
                                <w:p w14:paraId="65EC08B0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54" o:spid="_x0000_s1208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" strokeweight="1pt">
                            <v:textbox inset=".5mm,.3mm,.5mm,.3mm">
                              <w:txbxContent>
                                <w:p w14:paraId="0EE91520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  <v:shape id="Text Box 455" o:spid="_x0000_s1209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" strokeweight="1pt">
                            <v:textbox inset=".5mm,.3mm,.5mm,.3mm">
                              <w:txbxContent>
                                <w:p w14:paraId="0112913B" w14:textId="77777777" w:rsidR="00A33F88" w:rsidRDefault="00A33F88">
                                  <w:pPr>
                                    <w:pStyle w:val="a3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456" o:spid="_x0000_s1210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" strokeweight="2.25pt"/>
                      <v:line id="Line 457" o:spid="_x0000_s1211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" strokeweight="2.25pt"/>
                      <v:line id="Line 458" o:spid="_x0000_s1212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" strokeweight="2.25pt"/>
                      <v:line id="Line 459" o:spid="_x0000_s1213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" strokeweight="2.25pt"/>
                      <v:line id="Line 460" o:spid="_x0000_s1214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" strokeweight="2.25pt"/>
                      <v:line id="Line 461" o:spid="_x0000_s1215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0E82" w14:textId="02B9265A" w:rsidR="00F36488" w:rsidRDefault="00F3648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CB93" w14:textId="52337A83" w:rsidR="00F36488" w:rsidRDefault="00F364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D3C0F"/>
    <w:multiLevelType w:val="hybridMultilevel"/>
    <w:tmpl w:val="79C4C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D7A9F"/>
    <w:multiLevelType w:val="hybridMultilevel"/>
    <w:tmpl w:val="11369364"/>
    <w:lvl w:ilvl="0" w:tplc="DB90DD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26049AE"/>
    <w:multiLevelType w:val="hybridMultilevel"/>
    <w:tmpl w:val="79C4C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432D"/>
    <w:multiLevelType w:val="hybridMultilevel"/>
    <w:tmpl w:val="79C4C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B5590"/>
    <w:multiLevelType w:val="hybridMultilevel"/>
    <w:tmpl w:val="69FC49CA"/>
    <w:lvl w:ilvl="0" w:tplc="DB90DD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E9"/>
    <w:rsid w:val="00084086"/>
    <w:rsid w:val="00105CD0"/>
    <w:rsid w:val="00127B08"/>
    <w:rsid w:val="001E36A8"/>
    <w:rsid w:val="00216E65"/>
    <w:rsid w:val="002640A3"/>
    <w:rsid w:val="002A515B"/>
    <w:rsid w:val="002C4C15"/>
    <w:rsid w:val="00346173"/>
    <w:rsid w:val="003562FA"/>
    <w:rsid w:val="00390D68"/>
    <w:rsid w:val="003D24A1"/>
    <w:rsid w:val="00510324"/>
    <w:rsid w:val="00573FBC"/>
    <w:rsid w:val="005C33E9"/>
    <w:rsid w:val="0082115F"/>
    <w:rsid w:val="008518FD"/>
    <w:rsid w:val="008A4032"/>
    <w:rsid w:val="00935DB4"/>
    <w:rsid w:val="0099682C"/>
    <w:rsid w:val="00A33F88"/>
    <w:rsid w:val="00B8021E"/>
    <w:rsid w:val="00BB2932"/>
    <w:rsid w:val="00CD0042"/>
    <w:rsid w:val="00CD2232"/>
    <w:rsid w:val="00D039EB"/>
    <w:rsid w:val="00D07B20"/>
    <w:rsid w:val="00D24438"/>
    <w:rsid w:val="00DD594B"/>
    <w:rsid w:val="00DE2975"/>
    <w:rsid w:val="00E16C20"/>
    <w:rsid w:val="00E87A05"/>
    <w:rsid w:val="00ED1AB0"/>
    <w:rsid w:val="00F36488"/>
    <w:rsid w:val="00F46DE1"/>
    <w:rsid w:val="00F8322C"/>
    <w:rsid w:val="00FA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874232"/>
  <w15:chartTrackingRefBased/>
  <w15:docId w15:val="{273982BC-1353-48F9-BEE2-9B4D86A4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ГОСТ тип А" w:hAnsi="ГОСТ тип А"/>
      <w:i/>
      <w:sz w:val="28"/>
    </w:rPr>
  </w:style>
  <w:style w:type="paragraph" w:styleId="1">
    <w:name w:val="heading 1"/>
    <w:basedOn w:val="a"/>
    <w:next w:val="a"/>
    <w:qFormat/>
    <w:pPr>
      <w:keepNext/>
      <w:pageBreakBefore/>
      <w:suppressAutoHyphens/>
      <w:spacing w:before="120" w:after="24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suppressAutoHyphens/>
      <w:spacing w:before="120" w:after="12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qFormat/>
    <w:pPr>
      <w:keepNext/>
      <w:suppressAutoHyphens/>
      <w:spacing w:before="120" w:after="60"/>
      <w:jc w:val="left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тамп"/>
    <w:basedOn w:val="a"/>
    <w:pPr>
      <w:jc w:val="center"/>
    </w:pPr>
    <w:rPr>
      <w:noProof/>
      <w:sz w:val="1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"/>
    <w:basedOn w:val="a"/>
    <w:semiHidden/>
    <w:pPr>
      <w:ind w:firstLine="709"/>
    </w:pPr>
  </w:style>
  <w:style w:type="paragraph" w:customStyle="1" w:styleId="a7">
    <w:name w:val="Формула"/>
    <w:basedOn w:val="a"/>
    <w:next w:val="a"/>
    <w:pPr>
      <w:spacing w:before="60" w:after="60"/>
      <w:ind w:left="567"/>
    </w:pPr>
  </w:style>
  <w:style w:type="paragraph" w:styleId="a8">
    <w:name w:val="caption"/>
    <w:basedOn w:val="a"/>
    <w:next w:val="a"/>
    <w:qFormat/>
    <w:pPr>
      <w:spacing w:before="120" w:after="120"/>
      <w:jc w:val="center"/>
    </w:pPr>
    <w:rPr>
      <w:b/>
      <w:bCs/>
      <w:sz w:val="24"/>
    </w:rPr>
  </w:style>
  <w:style w:type="paragraph" w:customStyle="1" w:styleId="a9">
    <w:name w:val="Таблица"/>
    <w:basedOn w:val="a"/>
    <w:pPr>
      <w:jc w:val="center"/>
    </w:pPr>
    <w:rPr>
      <w:sz w:val="24"/>
    </w:rPr>
  </w:style>
  <w:style w:type="paragraph" w:styleId="10">
    <w:name w:val="toc 1"/>
    <w:basedOn w:val="a"/>
    <w:autoRedefine/>
    <w:uiPriority w:val="39"/>
    <w:rsid w:val="00FA71BF"/>
    <w:pPr>
      <w:spacing w:line="276" w:lineRule="auto"/>
      <w:jc w:val="left"/>
    </w:pPr>
    <w:rPr>
      <w:rFonts w:asciiTheme="minorHAnsi" w:eastAsia="Calibri" w:hAnsiTheme="minorHAnsi" w:cstheme="minorBidi"/>
      <w:i w:val="0"/>
      <w:caps/>
      <w:sz w:val="22"/>
      <w:szCs w:val="28"/>
      <w:lang w:val="en-US" w:eastAsia="en-US"/>
    </w:rPr>
  </w:style>
  <w:style w:type="paragraph" w:styleId="aa">
    <w:name w:val="List Paragraph"/>
    <w:basedOn w:val="a"/>
    <w:uiPriority w:val="34"/>
    <w:qFormat/>
    <w:rsid w:val="00FA71BF"/>
    <w:pPr>
      <w:spacing w:line="276" w:lineRule="auto"/>
      <w:ind w:left="720"/>
      <w:contextualSpacing/>
      <w:jc w:val="center"/>
    </w:pPr>
    <w:rPr>
      <w:rFonts w:asciiTheme="minorHAnsi" w:eastAsiaTheme="minorHAnsi" w:hAnsiTheme="minorHAnsi" w:cstheme="minorBidi"/>
      <w:i w:val="0"/>
      <w:sz w:val="22"/>
      <w:szCs w:val="22"/>
      <w:lang w:eastAsia="en-US"/>
    </w:rPr>
  </w:style>
  <w:style w:type="paragraph" w:customStyle="1" w:styleId="Default">
    <w:name w:val="Default"/>
    <w:rsid w:val="003562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3562F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5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5;&#1086;&#1088;&#1100;\Desktop\Forms_A4_to_Word\GOST-to-Word\&#1064;&#1072;&#1073;&#1083;&#1086;&#1085;%20&#1043;&#1054;&#1057;&#1058;%20&#1076;&#1083;&#1103;%20MSWord\&#1064;&#1072;&#1073;&#1083;&#1086;&#1085;%20&#1043;&#1054;&#1057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BB1D4-A72D-45A8-93A7-9201CB8D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ГОСТ</Template>
  <TotalTime>5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для создания отчетов по ГОСТу</vt:lpstr>
    </vt:vector>
  </TitlesOfParts>
  <Company>Авиационная корпорация "Рубин"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для создания отчетов по ГОСТу</dc:title>
  <dc:subject/>
  <dc:creator>Игорь</dc:creator>
  <cp:keywords/>
  <cp:lastModifiedBy>Игорь</cp:lastModifiedBy>
  <cp:revision>2</cp:revision>
  <cp:lastPrinted>2023-10-25T16:29:00Z</cp:lastPrinted>
  <dcterms:created xsi:type="dcterms:W3CDTF">2024-12-13T08:12:00Z</dcterms:created>
  <dcterms:modified xsi:type="dcterms:W3CDTF">2024-12-13T08:12:00Z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кумента">
    <vt:lpwstr>XXX-XXX-XXXX</vt:lpwstr>
  </property>
</Properties>
</file>